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49432" w14:textId="7C271799" w:rsidR="00C737BC" w:rsidRDefault="00C737BC" w:rsidP="00C737BC"/>
    <w:p w14:paraId="1DB62F69" w14:textId="77777777" w:rsidR="00C737BC" w:rsidRDefault="00C737BC" w:rsidP="00C737BC">
      <w:pPr>
        <w:pStyle w:val="berschrift1"/>
      </w:pPr>
      <w:r>
        <w:t>4 Anhang</w:t>
      </w:r>
    </w:p>
    <w:p w14:paraId="11DFB6CD" w14:textId="1A21E6A6" w:rsidR="00CD5DE5" w:rsidRDefault="00B47F83" w:rsidP="00CD5DE5">
      <w:r>
        <w:t>&lt;Anmerkung&gt;Die Tabellen in diesem Dokument sind teilweise sehr umfangreich. Um die vollständige Ansicht sicher zu stellen, muss die Entwur</w:t>
      </w:r>
      <w:r w:rsidR="00026294">
        <w:t>f</w:t>
      </w:r>
      <w:r>
        <w:t xml:space="preserve">sansicht oder </w:t>
      </w:r>
      <w:r w:rsidR="00C64C19">
        <w:t xml:space="preserve">das </w:t>
      </w:r>
      <w:r>
        <w:t>Weblayout eingestellt sein.</w:t>
      </w:r>
      <w:r>
        <w:br/>
        <w:t>&lt;/Anmerkung&gt;</w:t>
      </w:r>
    </w:p>
    <w:p w14:paraId="31B74430" w14:textId="77777777" w:rsidR="00B47F83" w:rsidRDefault="00B47F83" w:rsidP="00CD5DE5"/>
    <w:p w14:paraId="7145A2B0" w14:textId="77777777" w:rsidR="00C737BC" w:rsidRDefault="00C737BC" w:rsidP="00C737BC">
      <w:pPr>
        <w:pStyle w:val="berschrift2"/>
      </w:pPr>
      <w:r>
        <w:t>4.1 Größen, Einheiten und ihre Beziehungen untereinander</w:t>
      </w:r>
    </w:p>
    <w:p w14:paraId="5BEBFAED" w14:textId="42C30D86" w:rsidR="00BB54D8" w:rsidRDefault="00BB54D8" w:rsidP="00BB54D8">
      <w:r>
        <w:t>&lt;Anmerkung&gt;Für eine Größe mit * am Ende des Namens gibt es mehrere Einheitenbezeichnungen und Einheitenzeichen. Aus Gründen der Lesbarkeit wurden diese in mehrere Tabellenzeilen untereinander geschrieben.</w:t>
      </w:r>
      <w:r>
        <w:br/>
        <w:t>Leere Zellen sind mit -- gekennzeichnet.</w:t>
      </w:r>
      <w:r>
        <w:br/>
        <w:t xml:space="preserve">In Spalte 5 </w:t>
      </w:r>
      <w:r w:rsidR="008719E1">
        <w:t>(Beziehungen zwischen den Einheiten) passt der Inhalt teilweise nicht in eine Zeile. Sie erkennen dies an einem Gleichheitszeichen am Ende der Zeile.</w:t>
      </w:r>
      <w:r>
        <w:br/>
        <w:t>&lt;Anmerkung&gt;</w:t>
      </w:r>
    </w:p>
    <w:p w14:paraId="1504E95E" w14:textId="77777777" w:rsidR="00BB54D8" w:rsidRDefault="00BB54D8" w:rsidP="00C737BC"/>
    <w:p w14:paraId="177F2816" w14:textId="07063AA8" w:rsidR="00C737BC" w:rsidRPr="00EC5A0F" w:rsidRDefault="00C737BC" w:rsidP="00C737BC">
      <w:r>
        <w:t>&lt;Tabelle&gt;</w:t>
      </w:r>
    </w:p>
    <w:tbl>
      <w:tblPr>
        <w:tblStyle w:val="Tabellenraster"/>
        <w:tblW w:w="16719" w:type="dxa"/>
        <w:tblInd w:w="0" w:type="dxa"/>
        <w:tblLook w:val="04A0" w:firstRow="1" w:lastRow="0" w:firstColumn="1" w:lastColumn="0" w:noHBand="0" w:noVBand="1"/>
      </w:tblPr>
      <w:tblGrid>
        <w:gridCol w:w="4458"/>
        <w:gridCol w:w="2241"/>
        <w:gridCol w:w="2787"/>
        <w:gridCol w:w="2606"/>
        <w:gridCol w:w="4627"/>
      </w:tblGrid>
      <w:tr w:rsidR="00DF6487" w:rsidRPr="00EC5A0F" w14:paraId="5BBB003D" w14:textId="77777777" w:rsidTr="007D4695">
        <w:tc>
          <w:tcPr>
            <w:tcW w:w="0" w:type="auto"/>
          </w:tcPr>
          <w:p w14:paraId="04318812" w14:textId="77777777" w:rsidR="00C737BC" w:rsidRPr="00EC5A0F" w:rsidRDefault="00C737BC" w:rsidP="007D4695">
            <w:r w:rsidRPr="00EC5A0F">
              <w:t>Größe</w:t>
            </w:r>
          </w:p>
        </w:tc>
        <w:tc>
          <w:tcPr>
            <w:tcW w:w="0" w:type="auto"/>
          </w:tcPr>
          <w:p w14:paraId="7B3DD73A" w14:textId="77777777" w:rsidR="00C737BC" w:rsidRPr="00EC5A0F" w:rsidRDefault="00C737BC" w:rsidP="007D4695">
            <w:r w:rsidRPr="00EC5A0F">
              <w:t>Formelzeichen</w:t>
            </w:r>
          </w:p>
        </w:tc>
        <w:tc>
          <w:tcPr>
            <w:tcW w:w="0" w:type="auto"/>
          </w:tcPr>
          <w:p w14:paraId="0E76D139" w14:textId="77777777" w:rsidR="00C737BC" w:rsidRPr="00EC5A0F" w:rsidRDefault="00C737BC" w:rsidP="007D4695">
            <w:r w:rsidRPr="00EC5A0F">
              <w:t>Name der Einheit</w:t>
            </w:r>
          </w:p>
        </w:tc>
        <w:tc>
          <w:tcPr>
            <w:tcW w:w="2606" w:type="dxa"/>
          </w:tcPr>
          <w:p w14:paraId="7F4522A3" w14:textId="77777777" w:rsidR="00C737BC" w:rsidRPr="00EC5A0F" w:rsidRDefault="00C737BC" w:rsidP="007D4695">
            <w:r w:rsidRPr="00EC5A0F">
              <w:t>Einheitenzeichen</w:t>
            </w:r>
          </w:p>
        </w:tc>
        <w:tc>
          <w:tcPr>
            <w:tcW w:w="4627" w:type="dxa"/>
          </w:tcPr>
          <w:p w14:paraId="1A4ECA7E" w14:textId="060367A7" w:rsidR="00C737BC" w:rsidRPr="00EC5A0F" w:rsidRDefault="00C737BC" w:rsidP="007D4695">
            <w:r w:rsidRPr="00EC5A0F">
              <w:t>Beziehungen zwischen den Einheiten</w:t>
            </w:r>
          </w:p>
        </w:tc>
      </w:tr>
      <w:tr w:rsidR="00DF6487" w:rsidRPr="00EC5A0F" w14:paraId="2FF34008" w14:textId="77777777" w:rsidTr="007D4695">
        <w:tc>
          <w:tcPr>
            <w:tcW w:w="0" w:type="auto"/>
          </w:tcPr>
          <w:p w14:paraId="30051467" w14:textId="77777777" w:rsidR="00C737BC" w:rsidRPr="00EC5A0F" w:rsidRDefault="00C737BC" w:rsidP="007D4695">
            <w:r w:rsidRPr="00EC5A0F">
              <w:t>Aktivität</w:t>
            </w:r>
          </w:p>
        </w:tc>
        <w:tc>
          <w:tcPr>
            <w:tcW w:w="0" w:type="auto"/>
          </w:tcPr>
          <w:p w14:paraId="4DEC9101" w14:textId="77777777" w:rsidR="00C737BC" w:rsidRPr="00EC5A0F" w:rsidRDefault="00C737BC" w:rsidP="007D4695">
            <w:r w:rsidRPr="00EC5A0F">
              <w:t>A</w:t>
            </w:r>
          </w:p>
        </w:tc>
        <w:tc>
          <w:tcPr>
            <w:tcW w:w="0" w:type="auto"/>
          </w:tcPr>
          <w:p w14:paraId="0783A830" w14:textId="77777777" w:rsidR="00C737BC" w:rsidRPr="00EC5A0F" w:rsidRDefault="00C737BC" w:rsidP="007D4695">
            <w:r w:rsidRPr="00EC5A0F">
              <w:t>Becquerel</w:t>
            </w:r>
          </w:p>
        </w:tc>
        <w:tc>
          <w:tcPr>
            <w:tcW w:w="2606" w:type="dxa"/>
          </w:tcPr>
          <w:p w14:paraId="60D7DE3A" w14:textId="77777777" w:rsidR="00C737BC" w:rsidRPr="00EC5A0F" w:rsidRDefault="00C737BC" w:rsidP="007D4695">
            <w:r w:rsidRPr="00EC5A0F">
              <w:t>Bq</w:t>
            </w:r>
          </w:p>
        </w:tc>
        <w:tc>
          <w:tcPr>
            <w:tcW w:w="4627" w:type="dxa"/>
          </w:tcPr>
          <w:p w14:paraId="54753807" w14:textId="77777777" w:rsidR="00C737BC" w:rsidRPr="00EC5A0F" w:rsidRDefault="00C737BC" w:rsidP="007D4695">
            <w:r w:rsidRPr="00EC5A0F">
              <w:t>1Bq =1/s</w:t>
            </w:r>
          </w:p>
        </w:tc>
      </w:tr>
      <w:tr w:rsidR="00DF6487" w:rsidRPr="00EC5A0F" w14:paraId="140223A1" w14:textId="77777777" w:rsidTr="007D4695">
        <w:tc>
          <w:tcPr>
            <w:tcW w:w="0" w:type="auto"/>
          </w:tcPr>
          <w:p w14:paraId="21EC446E" w14:textId="77777777" w:rsidR="00C737BC" w:rsidRPr="00EC5A0F" w:rsidRDefault="00C737BC" w:rsidP="007D4695">
            <w:r w:rsidRPr="00EC5A0F">
              <w:t>Äquivalentdosis</w:t>
            </w:r>
          </w:p>
        </w:tc>
        <w:tc>
          <w:tcPr>
            <w:tcW w:w="0" w:type="auto"/>
          </w:tcPr>
          <w:p w14:paraId="0009FB6B" w14:textId="77777777" w:rsidR="00C737BC" w:rsidRPr="00EC5A0F" w:rsidRDefault="00C737BC" w:rsidP="007D4695">
            <w:r w:rsidRPr="00EC5A0F">
              <w:t>H</w:t>
            </w:r>
          </w:p>
        </w:tc>
        <w:tc>
          <w:tcPr>
            <w:tcW w:w="0" w:type="auto"/>
          </w:tcPr>
          <w:p w14:paraId="19FEE7FA" w14:textId="77777777" w:rsidR="00C737BC" w:rsidRPr="00EC5A0F" w:rsidRDefault="00C737BC" w:rsidP="007D4695">
            <w:r w:rsidRPr="00EC5A0F">
              <w:t>Sievert</w:t>
            </w:r>
          </w:p>
        </w:tc>
        <w:tc>
          <w:tcPr>
            <w:tcW w:w="2606" w:type="dxa"/>
          </w:tcPr>
          <w:p w14:paraId="63162CD3" w14:textId="77777777" w:rsidR="00C737BC" w:rsidRPr="00EC5A0F" w:rsidRDefault="00C737BC" w:rsidP="007D4695">
            <w:r w:rsidRPr="00EC5A0F">
              <w:t>Sv</w:t>
            </w:r>
          </w:p>
        </w:tc>
        <w:tc>
          <w:tcPr>
            <w:tcW w:w="4627" w:type="dxa"/>
          </w:tcPr>
          <w:p w14:paraId="64C27B54" w14:textId="77777777" w:rsidR="00C737BC" w:rsidRPr="00EC5A0F" w:rsidRDefault="00C737BC" w:rsidP="007D4695">
            <w:r w:rsidRPr="00EC5A0F">
              <w:t>1Sv =1 J/kg</w:t>
            </w:r>
          </w:p>
        </w:tc>
      </w:tr>
      <w:tr w:rsidR="00DF6487" w:rsidRPr="00EC5A0F" w14:paraId="0F67D104" w14:textId="77777777" w:rsidTr="007D4695">
        <w:tc>
          <w:tcPr>
            <w:tcW w:w="0" w:type="auto"/>
          </w:tcPr>
          <w:p w14:paraId="311D905C" w14:textId="77777777" w:rsidR="00C737BC" w:rsidRPr="00EC5A0F" w:rsidRDefault="00C737BC" w:rsidP="007D4695">
            <w:r w:rsidRPr="00EC5A0F">
              <w:t>Arbeit</w:t>
            </w:r>
          </w:p>
        </w:tc>
        <w:tc>
          <w:tcPr>
            <w:tcW w:w="0" w:type="auto"/>
          </w:tcPr>
          <w:p w14:paraId="5637EE17" w14:textId="77777777" w:rsidR="00C737BC" w:rsidRPr="00EC5A0F" w:rsidRDefault="00C737BC" w:rsidP="007D4695">
            <w:r w:rsidRPr="00EC5A0F">
              <w:t>W</w:t>
            </w:r>
          </w:p>
        </w:tc>
        <w:tc>
          <w:tcPr>
            <w:tcW w:w="0" w:type="auto"/>
          </w:tcPr>
          <w:p w14:paraId="3AB5CBF0" w14:textId="77777777" w:rsidR="00C737BC" w:rsidRPr="00EC5A0F" w:rsidRDefault="00C737BC" w:rsidP="007D4695">
            <w:r w:rsidRPr="00EC5A0F">
              <w:t>Joule</w:t>
            </w:r>
          </w:p>
        </w:tc>
        <w:tc>
          <w:tcPr>
            <w:tcW w:w="2606" w:type="dxa"/>
          </w:tcPr>
          <w:p w14:paraId="6B5D7905" w14:textId="77777777" w:rsidR="00C737BC" w:rsidRPr="00EC5A0F" w:rsidRDefault="00C737BC" w:rsidP="007D4695">
            <w:r w:rsidRPr="00EC5A0F">
              <w:t>J</w:t>
            </w:r>
          </w:p>
        </w:tc>
        <w:tc>
          <w:tcPr>
            <w:tcW w:w="4627" w:type="dxa"/>
          </w:tcPr>
          <w:p w14:paraId="7BF8B5EA" w14:textId="4BAC15C8" w:rsidR="00C737BC" w:rsidRPr="00EC5A0F" w:rsidRDefault="00C737BC" w:rsidP="007D4695">
            <w:r w:rsidRPr="00EC5A0F">
              <w:t>1J =1Nm =</w:t>
            </w:r>
            <w:r w:rsidR="007D4695">
              <w:br/>
            </w:r>
            <w:r w:rsidRPr="00EC5A0F">
              <w:t>1 \frac{kg *m^2}{s^2}</w:t>
            </w:r>
          </w:p>
        </w:tc>
      </w:tr>
      <w:tr w:rsidR="00DF6487" w:rsidRPr="00EC5A0F" w14:paraId="5CEAAFF4" w14:textId="77777777" w:rsidTr="007D4695">
        <w:tc>
          <w:tcPr>
            <w:tcW w:w="0" w:type="auto"/>
          </w:tcPr>
          <w:p w14:paraId="1CCA3570" w14:textId="77777777" w:rsidR="00C737BC" w:rsidRPr="00EC5A0F" w:rsidRDefault="00C737BC" w:rsidP="007D4695">
            <w:r w:rsidRPr="00EC5A0F">
              <w:t>Beschleunigung</w:t>
            </w:r>
          </w:p>
        </w:tc>
        <w:tc>
          <w:tcPr>
            <w:tcW w:w="0" w:type="auto"/>
          </w:tcPr>
          <w:p w14:paraId="1470B8E5" w14:textId="77777777" w:rsidR="00C737BC" w:rsidRPr="00EC5A0F" w:rsidRDefault="00C737BC" w:rsidP="007D4695">
            <w:r w:rsidRPr="00EC5A0F">
              <w:t>a</w:t>
            </w:r>
          </w:p>
        </w:tc>
        <w:tc>
          <w:tcPr>
            <w:tcW w:w="0" w:type="auto"/>
          </w:tcPr>
          <w:p w14:paraId="4371ED4D" w14:textId="77777777" w:rsidR="00C737BC" w:rsidRPr="00EC5A0F" w:rsidRDefault="00C737BC" w:rsidP="007D4695">
            <w:r w:rsidRPr="00EC5A0F">
              <w:t>--</w:t>
            </w:r>
          </w:p>
        </w:tc>
        <w:tc>
          <w:tcPr>
            <w:tcW w:w="2606" w:type="dxa"/>
          </w:tcPr>
          <w:p w14:paraId="04A98116" w14:textId="77777777" w:rsidR="00C737BC" w:rsidRPr="00EC5A0F" w:rsidRDefault="00C737BC" w:rsidP="007D4695">
            <w:r w:rsidRPr="00EC5A0F">
              <w:t>\frac{m}{s^2}</w:t>
            </w:r>
          </w:p>
        </w:tc>
        <w:tc>
          <w:tcPr>
            <w:tcW w:w="4627" w:type="dxa"/>
          </w:tcPr>
          <w:p w14:paraId="75C9E1DC" w14:textId="77777777" w:rsidR="00C737BC" w:rsidRPr="00EC5A0F" w:rsidRDefault="00C737BC" w:rsidP="007D4695">
            <w:r>
              <w:t>--</w:t>
            </w:r>
          </w:p>
        </w:tc>
      </w:tr>
      <w:tr w:rsidR="00F84B05" w:rsidRPr="00EC5A0F" w14:paraId="6FBD7386" w14:textId="77777777" w:rsidTr="007D4695">
        <w:tc>
          <w:tcPr>
            <w:tcW w:w="0" w:type="auto"/>
          </w:tcPr>
          <w:p w14:paraId="326D075F" w14:textId="77777777" w:rsidR="00C737BC" w:rsidRPr="00EC5A0F" w:rsidRDefault="00C737BC" w:rsidP="007D4695">
            <w:r w:rsidRPr="00EC5A0F">
              <w:t>Bestrahlungsstärke</w:t>
            </w:r>
          </w:p>
        </w:tc>
        <w:tc>
          <w:tcPr>
            <w:tcW w:w="0" w:type="auto"/>
          </w:tcPr>
          <w:p w14:paraId="1BC09849" w14:textId="77777777" w:rsidR="00C737BC" w:rsidRPr="00EC5A0F" w:rsidRDefault="00C737BC" w:rsidP="007D4695">
            <w:r>
              <w:t>E</w:t>
            </w:r>
          </w:p>
        </w:tc>
        <w:tc>
          <w:tcPr>
            <w:tcW w:w="0" w:type="auto"/>
          </w:tcPr>
          <w:p w14:paraId="469EFB04" w14:textId="77777777" w:rsidR="00C737BC" w:rsidRPr="00EC5A0F" w:rsidRDefault="00C737BC" w:rsidP="007D4695">
            <w:r>
              <w:t>--</w:t>
            </w:r>
          </w:p>
        </w:tc>
        <w:tc>
          <w:tcPr>
            <w:tcW w:w="2606" w:type="dxa"/>
          </w:tcPr>
          <w:p w14:paraId="5C10A1C4" w14:textId="37F8D331" w:rsidR="00C737BC" w:rsidRPr="00EC5A0F" w:rsidRDefault="00473631" w:rsidP="007D4695">
            <w:r>
              <w:t>\frac{W}{m^2}</w:t>
            </w:r>
          </w:p>
        </w:tc>
        <w:tc>
          <w:tcPr>
            <w:tcW w:w="4627" w:type="dxa"/>
          </w:tcPr>
          <w:p w14:paraId="051AC9D4" w14:textId="02AF6B39" w:rsidR="00C737BC" w:rsidRDefault="00473631" w:rsidP="007D4695">
            <w:r>
              <w:t>--</w:t>
            </w:r>
          </w:p>
        </w:tc>
      </w:tr>
      <w:tr w:rsidR="007C30AB" w:rsidRPr="00EC5A0F" w14:paraId="094130EA" w14:textId="77777777" w:rsidTr="007D4695">
        <w:tc>
          <w:tcPr>
            <w:tcW w:w="0" w:type="auto"/>
          </w:tcPr>
          <w:p w14:paraId="2E58A949" w14:textId="3C45DB33" w:rsidR="00473631" w:rsidRPr="00EC5A0F" w:rsidRDefault="00473631" w:rsidP="007D4695">
            <w:r w:rsidRPr="00EC5A0F">
              <w:lastRenderedPageBreak/>
              <w:t>Dichte</w:t>
            </w:r>
          </w:p>
        </w:tc>
        <w:tc>
          <w:tcPr>
            <w:tcW w:w="0" w:type="auto"/>
          </w:tcPr>
          <w:p w14:paraId="1A632193" w14:textId="488BEC84" w:rsidR="00473631" w:rsidRDefault="00473631" w:rsidP="007D4695">
            <w:r>
              <w:t>~r</w:t>
            </w:r>
          </w:p>
        </w:tc>
        <w:tc>
          <w:tcPr>
            <w:tcW w:w="0" w:type="auto"/>
          </w:tcPr>
          <w:p w14:paraId="680BC5E3" w14:textId="25B91E46" w:rsidR="00473631" w:rsidRDefault="00473631" w:rsidP="007D4695">
            <w:r>
              <w:t>--</w:t>
            </w:r>
          </w:p>
        </w:tc>
        <w:tc>
          <w:tcPr>
            <w:tcW w:w="2606" w:type="dxa"/>
          </w:tcPr>
          <w:p w14:paraId="26B38C3A" w14:textId="1D26C793" w:rsidR="00473631" w:rsidRDefault="00473631" w:rsidP="007D4695">
            <w:r>
              <w:t>\frac{kg}{m^3}</w:t>
            </w:r>
          </w:p>
        </w:tc>
        <w:tc>
          <w:tcPr>
            <w:tcW w:w="4627" w:type="dxa"/>
          </w:tcPr>
          <w:p w14:paraId="51176316" w14:textId="7203FD16" w:rsidR="00473631" w:rsidRDefault="00473631" w:rsidP="007D4695">
            <w:r>
              <w:t>1\frac{kg}{m^3} =</w:t>
            </w:r>
            <w:r w:rsidR="00BB54D8">
              <w:br/>
            </w:r>
            <w:r>
              <w:t>0,001\frac{g}{cm^3}</w:t>
            </w:r>
          </w:p>
        </w:tc>
      </w:tr>
      <w:tr w:rsidR="007C30AB" w:rsidRPr="00EC5A0F" w14:paraId="789DA25A" w14:textId="77777777" w:rsidTr="007D4695">
        <w:tc>
          <w:tcPr>
            <w:tcW w:w="0" w:type="auto"/>
          </w:tcPr>
          <w:p w14:paraId="44D22157" w14:textId="4A321BEB" w:rsidR="00473631" w:rsidRPr="00EC5A0F" w:rsidRDefault="00473631" w:rsidP="007D4695">
            <w:r w:rsidRPr="00EC5A0F">
              <w:t>Drehmoment</w:t>
            </w:r>
          </w:p>
        </w:tc>
        <w:tc>
          <w:tcPr>
            <w:tcW w:w="0" w:type="auto"/>
          </w:tcPr>
          <w:p w14:paraId="4C55DAAD" w14:textId="7F65E5E7" w:rsidR="00473631" w:rsidRDefault="00473631" w:rsidP="007D4695">
            <w:r>
              <w:t>M</w:t>
            </w:r>
          </w:p>
        </w:tc>
        <w:tc>
          <w:tcPr>
            <w:tcW w:w="0" w:type="auto"/>
          </w:tcPr>
          <w:p w14:paraId="14B2F10C" w14:textId="268AE51D" w:rsidR="00473631" w:rsidRDefault="00473631" w:rsidP="007D4695">
            <w:r>
              <w:t>--</w:t>
            </w:r>
          </w:p>
        </w:tc>
        <w:tc>
          <w:tcPr>
            <w:tcW w:w="2606" w:type="dxa"/>
          </w:tcPr>
          <w:p w14:paraId="2FD616CD" w14:textId="25C2EF9D" w:rsidR="00473631" w:rsidRDefault="00473631" w:rsidP="007D4695">
            <w:r>
              <w:t>Nm</w:t>
            </w:r>
          </w:p>
        </w:tc>
        <w:tc>
          <w:tcPr>
            <w:tcW w:w="4627" w:type="dxa"/>
          </w:tcPr>
          <w:p w14:paraId="43358E37" w14:textId="23CC88A1" w:rsidR="00473631" w:rsidRDefault="00473631" w:rsidP="007D4695">
            <w:r>
              <w:t>1Nm =</w:t>
            </w:r>
            <w:r w:rsidR="007D4695">
              <w:br/>
            </w:r>
            <w:r>
              <w:t>1\frac{kg *m^2}{s^2}</w:t>
            </w:r>
          </w:p>
        </w:tc>
      </w:tr>
      <w:tr w:rsidR="007C30AB" w:rsidRPr="00EC5A0F" w14:paraId="0CE8A3B4" w14:textId="77777777" w:rsidTr="007D4695">
        <w:tc>
          <w:tcPr>
            <w:tcW w:w="0" w:type="auto"/>
          </w:tcPr>
          <w:p w14:paraId="5D6CA0C2" w14:textId="1ECA4502" w:rsidR="00473631" w:rsidRPr="00EC5A0F" w:rsidRDefault="00473631" w:rsidP="007D4695">
            <w:r w:rsidRPr="00EC5A0F">
              <w:t>Drehimpuls</w:t>
            </w:r>
          </w:p>
        </w:tc>
        <w:tc>
          <w:tcPr>
            <w:tcW w:w="0" w:type="auto"/>
          </w:tcPr>
          <w:p w14:paraId="2B601F59" w14:textId="50C627AE" w:rsidR="00473631" w:rsidRDefault="00473631" w:rsidP="007D4695">
            <w:r>
              <w:t>L</w:t>
            </w:r>
          </w:p>
        </w:tc>
        <w:tc>
          <w:tcPr>
            <w:tcW w:w="0" w:type="auto"/>
          </w:tcPr>
          <w:p w14:paraId="219F7040" w14:textId="105B89E7" w:rsidR="00473631" w:rsidRDefault="00473631" w:rsidP="007D4695">
            <w:r>
              <w:t>--</w:t>
            </w:r>
          </w:p>
        </w:tc>
        <w:tc>
          <w:tcPr>
            <w:tcW w:w="2606" w:type="dxa"/>
          </w:tcPr>
          <w:p w14:paraId="7CA215B2" w14:textId="7DDD4799" w:rsidR="00473631" w:rsidRDefault="00473631" w:rsidP="007D4695">
            <w:r>
              <w:t>Nm *s</w:t>
            </w:r>
          </w:p>
        </w:tc>
        <w:tc>
          <w:tcPr>
            <w:tcW w:w="4627" w:type="dxa"/>
          </w:tcPr>
          <w:p w14:paraId="712754AF" w14:textId="78A23C56" w:rsidR="00473631" w:rsidRDefault="00473631" w:rsidP="007D4695">
            <w:r>
              <w:t>1Nm *s =</w:t>
            </w:r>
            <w:r w:rsidR="007D4695">
              <w:br/>
            </w:r>
            <w:r>
              <w:t>1\frac{kg *m^2}{s}</w:t>
            </w:r>
          </w:p>
        </w:tc>
      </w:tr>
      <w:tr w:rsidR="007C30AB" w:rsidRPr="00EC5A0F" w14:paraId="3C412A65" w14:textId="77777777" w:rsidTr="007D4695">
        <w:tc>
          <w:tcPr>
            <w:tcW w:w="0" w:type="auto"/>
          </w:tcPr>
          <w:p w14:paraId="20E2A7C9" w14:textId="0E3860AE" w:rsidR="00473631" w:rsidRPr="00EC5A0F" w:rsidRDefault="00473631" w:rsidP="007D4695">
            <w:r w:rsidRPr="00EC5A0F">
              <w:t>Druck</w:t>
            </w:r>
            <w:r>
              <w:t>*</w:t>
            </w:r>
          </w:p>
        </w:tc>
        <w:tc>
          <w:tcPr>
            <w:tcW w:w="0" w:type="auto"/>
          </w:tcPr>
          <w:p w14:paraId="324B8CEF" w14:textId="041F29F3" w:rsidR="00473631" w:rsidRDefault="00473631" w:rsidP="007D4695">
            <w:r>
              <w:t>p</w:t>
            </w:r>
          </w:p>
        </w:tc>
        <w:tc>
          <w:tcPr>
            <w:tcW w:w="0" w:type="auto"/>
          </w:tcPr>
          <w:p w14:paraId="176A682C" w14:textId="08A60F2C" w:rsidR="00473631" w:rsidRDefault="00473631" w:rsidP="007D4695">
            <w:r>
              <w:t>Pascal</w:t>
            </w:r>
          </w:p>
        </w:tc>
        <w:tc>
          <w:tcPr>
            <w:tcW w:w="2606" w:type="dxa"/>
          </w:tcPr>
          <w:p w14:paraId="682B0E10" w14:textId="61E2D01B" w:rsidR="00473631" w:rsidRDefault="00473631" w:rsidP="007D4695">
            <w:r>
              <w:t>Pa</w:t>
            </w:r>
          </w:p>
        </w:tc>
        <w:tc>
          <w:tcPr>
            <w:tcW w:w="4627" w:type="dxa"/>
          </w:tcPr>
          <w:p w14:paraId="56C770D9" w14:textId="221D811F" w:rsidR="00473631" w:rsidRDefault="00473631" w:rsidP="007D4695">
            <w:r>
              <w:t>1Pa =1\frac{N}{m^2} =</w:t>
            </w:r>
            <w:r w:rsidR="00994151">
              <w:br/>
            </w:r>
            <w:r>
              <w:t>1\frac{kg}{m *s^2}</w:t>
            </w:r>
          </w:p>
        </w:tc>
      </w:tr>
      <w:tr w:rsidR="007C30AB" w:rsidRPr="00EC5A0F" w14:paraId="67FCB614" w14:textId="77777777" w:rsidTr="007D4695">
        <w:tc>
          <w:tcPr>
            <w:tcW w:w="0" w:type="auto"/>
          </w:tcPr>
          <w:p w14:paraId="0E815F04" w14:textId="23E1A9B0" w:rsidR="00473631" w:rsidRPr="00EC5A0F" w:rsidRDefault="00473631" w:rsidP="007D4695">
            <w:r>
              <w:t>Druck*</w:t>
            </w:r>
          </w:p>
        </w:tc>
        <w:tc>
          <w:tcPr>
            <w:tcW w:w="0" w:type="auto"/>
          </w:tcPr>
          <w:p w14:paraId="1426D9E6" w14:textId="3A9907B3" w:rsidR="00473631" w:rsidRDefault="00473631" w:rsidP="007D4695">
            <w:r>
              <w:t>p</w:t>
            </w:r>
          </w:p>
        </w:tc>
        <w:tc>
          <w:tcPr>
            <w:tcW w:w="0" w:type="auto"/>
          </w:tcPr>
          <w:p w14:paraId="3181FDEF" w14:textId="3010BEC1" w:rsidR="00473631" w:rsidRDefault="00473631" w:rsidP="007D4695">
            <w:r>
              <w:t>Bar</w:t>
            </w:r>
          </w:p>
        </w:tc>
        <w:tc>
          <w:tcPr>
            <w:tcW w:w="2606" w:type="dxa"/>
          </w:tcPr>
          <w:p w14:paraId="62F78833" w14:textId="2C9FA74A" w:rsidR="00473631" w:rsidRDefault="00473631" w:rsidP="007D4695">
            <w:r>
              <w:t>bar</w:t>
            </w:r>
          </w:p>
        </w:tc>
        <w:tc>
          <w:tcPr>
            <w:tcW w:w="4627" w:type="dxa"/>
          </w:tcPr>
          <w:p w14:paraId="4D30E637" w14:textId="4EA41DAF" w:rsidR="00473631" w:rsidRDefault="00473631" w:rsidP="007D4695">
            <w:r>
              <w:t>1bar =10^5Pa</w:t>
            </w:r>
          </w:p>
        </w:tc>
      </w:tr>
      <w:tr w:rsidR="007C30AB" w:rsidRPr="00EC5A0F" w14:paraId="2085B28B" w14:textId="77777777" w:rsidTr="007D4695">
        <w:tc>
          <w:tcPr>
            <w:tcW w:w="0" w:type="auto"/>
          </w:tcPr>
          <w:p w14:paraId="18FC358F" w14:textId="22D15C67" w:rsidR="00473631" w:rsidRDefault="00473631" w:rsidP="007D4695">
            <w:r w:rsidRPr="00EC5A0F">
              <w:t>effektive Dosis</w:t>
            </w:r>
          </w:p>
        </w:tc>
        <w:tc>
          <w:tcPr>
            <w:tcW w:w="0" w:type="auto"/>
          </w:tcPr>
          <w:p w14:paraId="1E9F7888" w14:textId="54D2A0E0" w:rsidR="00473631" w:rsidRDefault="00473631" w:rsidP="007D4695">
            <w:r>
              <w:t>E</w:t>
            </w:r>
          </w:p>
        </w:tc>
        <w:tc>
          <w:tcPr>
            <w:tcW w:w="0" w:type="auto"/>
          </w:tcPr>
          <w:p w14:paraId="66DFBB1E" w14:textId="462A7415" w:rsidR="00473631" w:rsidRDefault="00473631" w:rsidP="007D4695">
            <w:r w:rsidRPr="00EC5A0F">
              <w:t>Sievert</w:t>
            </w:r>
          </w:p>
        </w:tc>
        <w:tc>
          <w:tcPr>
            <w:tcW w:w="2606" w:type="dxa"/>
          </w:tcPr>
          <w:p w14:paraId="301A5334" w14:textId="095C8892" w:rsidR="00473631" w:rsidRDefault="00473631" w:rsidP="007D4695">
            <w:r w:rsidRPr="00EC5A0F">
              <w:t xml:space="preserve">Sv </w:t>
            </w:r>
          </w:p>
        </w:tc>
        <w:tc>
          <w:tcPr>
            <w:tcW w:w="4627" w:type="dxa"/>
          </w:tcPr>
          <w:p w14:paraId="7CF6BB8B" w14:textId="002EA7FB" w:rsidR="00473631" w:rsidRDefault="00473631" w:rsidP="007D4695">
            <w:r w:rsidRPr="00EC5A0F">
              <w:t>1Sv =1</w:t>
            </w:r>
            <w:r>
              <w:t>\frac{J}{kg}</w:t>
            </w:r>
          </w:p>
        </w:tc>
      </w:tr>
      <w:tr w:rsidR="007C30AB" w:rsidRPr="00EC5A0F" w14:paraId="0B78516A" w14:textId="77777777" w:rsidTr="007D4695">
        <w:tc>
          <w:tcPr>
            <w:tcW w:w="0" w:type="auto"/>
          </w:tcPr>
          <w:p w14:paraId="3E3711D3" w14:textId="21BC6842" w:rsidR="00473631" w:rsidRPr="00EC5A0F" w:rsidRDefault="00473631" w:rsidP="007D4695">
            <w:r w:rsidRPr="00EC5A0F">
              <w:t>elektrische</w:t>
            </w:r>
            <w:r>
              <w:t xml:space="preserve"> </w:t>
            </w:r>
            <w:r w:rsidRPr="00EC5A0F">
              <w:t>Feldstärke</w:t>
            </w:r>
          </w:p>
        </w:tc>
        <w:tc>
          <w:tcPr>
            <w:tcW w:w="0" w:type="auto"/>
          </w:tcPr>
          <w:p w14:paraId="61B3A5DD" w14:textId="53F86ED0" w:rsidR="00473631" w:rsidRDefault="00473631" w:rsidP="007D4695">
            <w:r>
              <w:t>E</w:t>
            </w:r>
          </w:p>
        </w:tc>
        <w:tc>
          <w:tcPr>
            <w:tcW w:w="0" w:type="auto"/>
          </w:tcPr>
          <w:p w14:paraId="43EF03CC" w14:textId="6C3EEE89" w:rsidR="00473631" w:rsidRPr="00EC5A0F" w:rsidRDefault="00473631" w:rsidP="007D4695">
            <w:r>
              <w:t>--</w:t>
            </w:r>
          </w:p>
        </w:tc>
        <w:tc>
          <w:tcPr>
            <w:tcW w:w="2606" w:type="dxa"/>
          </w:tcPr>
          <w:p w14:paraId="43719442" w14:textId="2BB0CADF" w:rsidR="00473631" w:rsidRPr="00EC5A0F" w:rsidRDefault="00473631" w:rsidP="007D4695">
            <w:r>
              <w:t>V/m</w:t>
            </w:r>
          </w:p>
        </w:tc>
        <w:tc>
          <w:tcPr>
            <w:tcW w:w="4627" w:type="dxa"/>
          </w:tcPr>
          <w:p w14:paraId="77517812" w14:textId="45C565ED" w:rsidR="00473631" w:rsidRPr="00EC5A0F" w:rsidRDefault="00473631" w:rsidP="007D4695">
            <w:r>
              <w:t>1 V/m =1 N/C</w:t>
            </w:r>
          </w:p>
        </w:tc>
      </w:tr>
      <w:tr w:rsidR="007C30AB" w:rsidRPr="00EC5A0F" w14:paraId="746EA103" w14:textId="77777777" w:rsidTr="007D4695">
        <w:tc>
          <w:tcPr>
            <w:tcW w:w="0" w:type="auto"/>
          </w:tcPr>
          <w:p w14:paraId="21CF0F20" w14:textId="131AF70A" w:rsidR="00473631" w:rsidRPr="00EC5A0F" w:rsidRDefault="00473631" w:rsidP="007D4695">
            <w:r w:rsidRPr="00EC5A0F">
              <w:t>elektrische</w:t>
            </w:r>
            <w:r>
              <w:t xml:space="preserve"> </w:t>
            </w:r>
            <w:r w:rsidRPr="00EC5A0F">
              <w:t>Flussdichte</w:t>
            </w:r>
          </w:p>
        </w:tc>
        <w:tc>
          <w:tcPr>
            <w:tcW w:w="0" w:type="auto"/>
          </w:tcPr>
          <w:p w14:paraId="1F83F733" w14:textId="0C83E951" w:rsidR="00473631" w:rsidRDefault="00473631" w:rsidP="007D4695">
            <w:r>
              <w:t>D</w:t>
            </w:r>
          </w:p>
        </w:tc>
        <w:tc>
          <w:tcPr>
            <w:tcW w:w="0" w:type="auto"/>
          </w:tcPr>
          <w:p w14:paraId="24AF1853" w14:textId="317EB3DB" w:rsidR="00473631" w:rsidRDefault="00473631" w:rsidP="007D4695">
            <w:r>
              <w:t>--</w:t>
            </w:r>
          </w:p>
        </w:tc>
        <w:tc>
          <w:tcPr>
            <w:tcW w:w="2606" w:type="dxa"/>
          </w:tcPr>
          <w:p w14:paraId="6C44F5DA" w14:textId="0D0B14B6" w:rsidR="00473631" w:rsidRDefault="00473631" w:rsidP="007D4695">
            <w:r>
              <w:t>\frac{A *s}{m^2}</w:t>
            </w:r>
          </w:p>
        </w:tc>
        <w:tc>
          <w:tcPr>
            <w:tcW w:w="4627" w:type="dxa"/>
          </w:tcPr>
          <w:p w14:paraId="2C9893E6" w14:textId="3D8353FF" w:rsidR="00473631" w:rsidRDefault="00473631" w:rsidP="007D4695">
            <w:r>
              <w:t>--</w:t>
            </w:r>
          </w:p>
        </w:tc>
      </w:tr>
      <w:tr w:rsidR="007C30AB" w:rsidRPr="00EC5A0F" w14:paraId="438C3592" w14:textId="77777777" w:rsidTr="007D4695">
        <w:tc>
          <w:tcPr>
            <w:tcW w:w="0" w:type="auto"/>
          </w:tcPr>
          <w:p w14:paraId="19E7B7DC" w14:textId="6808C106" w:rsidR="00473631" w:rsidRPr="00EC5A0F" w:rsidRDefault="00473631" w:rsidP="007D4695">
            <w:r w:rsidRPr="00EC5A0F">
              <w:t>elektrische Ionenäquivalentleit</w:t>
            </w:r>
            <w:r w:rsidR="00CA1EB5">
              <w:t>-</w:t>
            </w:r>
            <w:r w:rsidRPr="00EC5A0F">
              <w:t>fähigkeit</w:t>
            </w:r>
          </w:p>
        </w:tc>
        <w:tc>
          <w:tcPr>
            <w:tcW w:w="0" w:type="auto"/>
          </w:tcPr>
          <w:p w14:paraId="6985445E" w14:textId="32CF4AFC" w:rsidR="00473631" w:rsidRDefault="003107C2" w:rsidP="007D4695">
            <w:r>
              <w:t>~L_{eq}</w:t>
            </w:r>
          </w:p>
        </w:tc>
        <w:tc>
          <w:tcPr>
            <w:tcW w:w="0" w:type="auto"/>
          </w:tcPr>
          <w:p w14:paraId="389CB4FF" w14:textId="22865DC7" w:rsidR="00473631" w:rsidRDefault="003107C2" w:rsidP="007D4695">
            <w:r>
              <w:t>--</w:t>
            </w:r>
          </w:p>
        </w:tc>
        <w:tc>
          <w:tcPr>
            <w:tcW w:w="2606" w:type="dxa"/>
          </w:tcPr>
          <w:p w14:paraId="6ED87539" w14:textId="5185E1BD" w:rsidR="00473631" w:rsidRDefault="003107C2" w:rsidP="007D4695">
            <w:r>
              <w:t>\frac{S *cm^2}{mol}</w:t>
            </w:r>
          </w:p>
        </w:tc>
        <w:tc>
          <w:tcPr>
            <w:tcW w:w="4627" w:type="dxa"/>
          </w:tcPr>
          <w:p w14:paraId="0115FCB4" w14:textId="5110A00E" w:rsidR="00473631" w:rsidRDefault="003107C2" w:rsidP="007D4695">
            <w:r>
              <w:t>--</w:t>
            </w:r>
          </w:p>
        </w:tc>
      </w:tr>
      <w:tr w:rsidR="003107C2" w:rsidRPr="00EC5A0F" w14:paraId="2988F365" w14:textId="77777777" w:rsidTr="007D4695">
        <w:tc>
          <w:tcPr>
            <w:tcW w:w="0" w:type="auto"/>
          </w:tcPr>
          <w:p w14:paraId="0036859F" w14:textId="484B57B2" w:rsidR="003107C2" w:rsidRPr="00EC5A0F" w:rsidRDefault="00DF6487" w:rsidP="007D4695">
            <w:r w:rsidRPr="00EC5A0F">
              <w:t>elektrische Kapazität</w:t>
            </w:r>
          </w:p>
        </w:tc>
        <w:tc>
          <w:tcPr>
            <w:tcW w:w="0" w:type="auto"/>
          </w:tcPr>
          <w:p w14:paraId="46B0DE4E" w14:textId="0D70203C" w:rsidR="003107C2" w:rsidRDefault="00DF6487" w:rsidP="007D4695">
            <w:r>
              <w:t>C</w:t>
            </w:r>
          </w:p>
        </w:tc>
        <w:tc>
          <w:tcPr>
            <w:tcW w:w="0" w:type="auto"/>
          </w:tcPr>
          <w:p w14:paraId="0A4D435D" w14:textId="54C9FB7A" w:rsidR="003107C2" w:rsidRDefault="00DF6487" w:rsidP="007D4695">
            <w:r>
              <w:t>Farad</w:t>
            </w:r>
          </w:p>
        </w:tc>
        <w:tc>
          <w:tcPr>
            <w:tcW w:w="2606" w:type="dxa"/>
          </w:tcPr>
          <w:p w14:paraId="511DED4C" w14:textId="63C157E7" w:rsidR="003107C2" w:rsidRDefault="00DF6487" w:rsidP="007D4695">
            <w:r>
              <w:t>F</w:t>
            </w:r>
          </w:p>
        </w:tc>
        <w:tc>
          <w:tcPr>
            <w:tcW w:w="4627" w:type="dxa"/>
          </w:tcPr>
          <w:p w14:paraId="04256464" w14:textId="1E113951" w:rsidR="003107C2" w:rsidRDefault="00DF6487" w:rsidP="007D4695">
            <w:r>
              <w:t>1F =1 C/V =</w:t>
            </w:r>
            <w:r w:rsidR="00BB54D8">
              <w:br/>
            </w:r>
            <w:r>
              <w:t>1\frac{A^2 *s^4}{kg *m^2}</w:t>
            </w:r>
          </w:p>
        </w:tc>
      </w:tr>
      <w:tr w:rsidR="00DF6487" w:rsidRPr="00EC5A0F" w14:paraId="6C7DE57C" w14:textId="77777777" w:rsidTr="007D4695">
        <w:tc>
          <w:tcPr>
            <w:tcW w:w="0" w:type="auto"/>
          </w:tcPr>
          <w:p w14:paraId="5FC1E6A9" w14:textId="069354D6" w:rsidR="00DF6487" w:rsidRPr="00EC5A0F" w:rsidRDefault="00DF6487" w:rsidP="007D4695">
            <w:r>
              <w:t>e</w:t>
            </w:r>
            <w:r w:rsidRPr="00EC5A0F">
              <w:t xml:space="preserve">lektrische Ladung </w:t>
            </w:r>
          </w:p>
        </w:tc>
        <w:tc>
          <w:tcPr>
            <w:tcW w:w="0" w:type="auto"/>
          </w:tcPr>
          <w:p w14:paraId="2CBAC3ED" w14:textId="36A33ABC" w:rsidR="00DF6487" w:rsidRDefault="00DF6487" w:rsidP="007D4695">
            <w:r w:rsidRPr="00EC5A0F">
              <w:t xml:space="preserve">Q </w:t>
            </w:r>
          </w:p>
        </w:tc>
        <w:tc>
          <w:tcPr>
            <w:tcW w:w="0" w:type="auto"/>
          </w:tcPr>
          <w:p w14:paraId="13FB2F78" w14:textId="2F11130B" w:rsidR="00DF6487" w:rsidRDefault="00DF6487" w:rsidP="007D4695">
            <w:r w:rsidRPr="00EC5A0F">
              <w:t>Coulomb</w:t>
            </w:r>
          </w:p>
        </w:tc>
        <w:tc>
          <w:tcPr>
            <w:tcW w:w="2606" w:type="dxa"/>
          </w:tcPr>
          <w:p w14:paraId="2658D64D" w14:textId="3D14512E" w:rsidR="00DF6487" w:rsidRDefault="00DF6487" w:rsidP="007D4695">
            <w:r>
              <w:t>C</w:t>
            </w:r>
          </w:p>
        </w:tc>
        <w:tc>
          <w:tcPr>
            <w:tcW w:w="4627" w:type="dxa"/>
          </w:tcPr>
          <w:p w14:paraId="39221B4B" w14:textId="1CA67030" w:rsidR="00DF6487" w:rsidRDefault="00DF6487" w:rsidP="007D4695">
            <w:r>
              <w:t>1C =1As</w:t>
            </w:r>
          </w:p>
        </w:tc>
      </w:tr>
      <w:tr w:rsidR="00DF6487" w:rsidRPr="00EC5A0F" w14:paraId="13E1BB82" w14:textId="77777777" w:rsidTr="007D4695">
        <w:tc>
          <w:tcPr>
            <w:tcW w:w="0" w:type="auto"/>
          </w:tcPr>
          <w:p w14:paraId="3DFB7E22" w14:textId="72537426" w:rsidR="00DF6487" w:rsidRDefault="00DF6487" w:rsidP="007D4695">
            <w:r>
              <w:t>elektrische Leitfähigkeit</w:t>
            </w:r>
          </w:p>
        </w:tc>
        <w:tc>
          <w:tcPr>
            <w:tcW w:w="0" w:type="auto"/>
          </w:tcPr>
          <w:p w14:paraId="7422B3EB" w14:textId="069BBB69" w:rsidR="00DF6487" w:rsidRPr="00EC5A0F" w:rsidRDefault="00DF6487" w:rsidP="007D4695">
            <w:r>
              <w:t>k</w:t>
            </w:r>
          </w:p>
        </w:tc>
        <w:tc>
          <w:tcPr>
            <w:tcW w:w="0" w:type="auto"/>
          </w:tcPr>
          <w:p w14:paraId="725D28D7" w14:textId="5D083742" w:rsidR="00DF6487" w:rsidRPr="00EC5A0F" w:rsidRDefault="00DF6487" w:rsidP="007D4695">
            <w:r>
              <w:t>--</w:t>
            </w:r>
          </w:p>
        </w:tc>
        <w:tc>
          <w:tcPr>
            <w:tcW w:w="2606" w:type="dxa"/>
          </w:tcPr>
          <w:p w14:paraId="7AF4C4A6" w14:textId="7E57C511" w:rsidR="00DF6487" w:rsidRDefault="00DF6487" w:rsidP="007D4695">
            <w:r>
              <w:t>S/m</w:t>
            </w:r>
          </w:p>
        </w:tc>
        <w:tc>
          <w:tcPr>
            <w:tcW w:w="4627" w:type="dxa"/>
          </w:tcPr>
          <w:p w14:paraId="1B2920F3" w14:textId="6D4E1CA8" w:rsidR="00DF6487" w:rsidRDefault="00DF6487" w:rsidP="007D4695">
            <w:r>
              <w:t>1 S/m =\frac{1}{~W *m}</w:t>
            </w:r>
          </w:p>
        </w:tc>
      </w:tr>
      <w:tr w:rsidR="00DF6487" w:rsidRPr="00EC5A0F" w14:paraId="6DDD6839" w14:textId="77777777" w:rsidTr="007D4695">
        <w:tc>
          <w:tcPr>
            <w:tcW w:w="0" w:type="auto"/>
          </w:tcPr>
          <w:p w14:paraId="61A91381" w14:textId="4645C8F5" w:rsidR="00DF6487" w:rsidRDefault="00DF6487" w:rsidP="007D4695">
            <w:r>
              <w:t>elektrischer Leitwert</w:t>
            </w:r>
          </w:p>
        </w:tc>
        <w:tc>
          <w:tcPr>
            <w:tcW w:w="0" w:type="auto"/>
          </w:tcPr>
          <w:p w14:paraId="2E5E28F6" w14:textId="7E3B3338" w:rsidR="00DF6487" w:rsidRDefault="00DF6487" w:rsidP="007D4695">
            <w:r>
              <w:t>G</w:t>
            </w:r>
          </w:p>
        </w:tc>
        <w:tc>
          <w:tcPr>
            <w:tcW w:w="0" w:type="auto"/>
          </w:tcPr>
          <w:p w14:paraId="6D562AD3" w14:textId="50BDB934" w:rsidR="00DF6487" w:rsidRDefault="00DF6487" w:rsidP="007D4695">
            <w:r>
              <w:t>Siemens</w:t>
            </w:r>
          </w:p>
        </w:tc>
        <w:tc>
          <w:tcPr>
            <w:tcW w:w="2606" w:type="dxa"/>
          </w:tcPr>
          <w:p w14:paraId="1DB5C91B" w14:textId="1976EEB2" w:rsidR="00DF6487" w:rsidRDefault="00DF6487" w:rsidP="007D4695">
            <w:r>
              <w:t>S</w:t>
            </w:r>
          </w:p>
        </w:tc>
        <w:tc>
          <w:tcPr>
            <w:tcW w:w="4627" w:type="dxa"/>
          </w:tcPr>
          <w:p w14:paraId="61F0CC60" w14:textId="41D43631" w:rsidR="00DF6487" w:rsidRDefault="00DF6487" w:rsidP="007D4695">
            <w:r>
              <w:t>1S =\frac{1}{~W} =1 A/V</w:t>
            </w:r>
          </w:p>
        </w:tc>
      </w:tr>
      <w:tr w:rsidR="00DF6487" w:rsidRPr="00EC5A0F" w14:paraId="5D730F5C" w14:textId="77777777" w:rsidTr="007D4695">
        <w:tc>
          <w:tcPr>
            <w:tcW w:w="0" w:type="auto"/>
          </w:tcPr>
          <w:p w14:paraId="543E0027" w14:textId="67B0876F" w:rsidR="00DF6487" w:rsidRDefault="00DF6487" w:rsidP="007D4695">
            <w:r>
              <w:t>elektrische Spannung</w:t>
            </w:r>
          </w:p>
        </w:tc>
        <w:tc>
          <w:tcPr>
            <w:tcW w:w="0" w:type="auto"/>
          </w:tcPr>
          <w:p w14:paraId="6998BC92" w14:textId="7A489C11" w:rsidR="00DF6487" w:rsidRDefault="00DF6487" w:rsidP="007D4695">
            <w:r>
              <w:t>U</w:t>
            </w:r>
          </w:p>
        </w:tc>
        <w:tc>
          <w:tcPr>
            <w:tcW w:w="0" w:type="auto"/>
          </w:tcPr>
          <w:p w14:paraId="2387162A" w14:textId="35BDAFD4" w:rsidR="00DF6487" w:rsidRDefault="00DF6487" w:rsidP="007D4695">
            <w:r>
              <w:t>Volt</w:t>
            </w:r>
          </w:p>
        </w:tc>
        <w:tc>
          <w:tcPr>
            <w:tcW w:w="2606" w:type="dxa"/>
          </w:tcPr>
          <w:p w14:paraId="106A1D08" w14:textId="490F29FD" w:rsidR="00DF6487" w:rsidRDefault="00DF6487" w:rsidP="007D4695">
            <w:r>
              <w:t>V</w:t>
            </w:r>
          </w:p>
        </w:tc>
        <w:tc>
          <w:tcPr>
            <w:tcW w:w="4627" w:type="dxa"/>
          </w:tcPr>
          <w:p w14:paraId="51E8723A" w14:textId="063E610A" w:rsidR="00DF6487" w:rsidRDefault="00DF6487" w:rsidP="007D4695">
            <w:r>
              <w:t>1V =1 W/A =1 J/C =</w:t>
            </w:r>
            <w:r w:rsidR="00994151">
              <w:br/>
            </w:r>
            <w:r>
              <w:t>1\frac{kg *m^2}{s^3 *A}</w:t>
            </w:r>
          </w:p>
        </w:tc>
      </w:tr>
      <w:tr w:rsidR="00DF6487" w:rsidRPr="00EC5A0F" w14:paraId="59E79A87" w14:textId="77777777" w:rsidTr="007D4695">
        <w:tc>
          <w:tcPr>
            <w:tcW w:w="0" w:type="auto"/>
          </w:tcPr>
          <w:p w14:paraId="7F25F644" w14:textId="28F207A3" w:rsidR="00DF6487" w:rsidRDefault="00DF6487" w:rsidP="007D4695">
            <w:r w:rsidRPr="00EC5A0F">
              <w:t>elektrische Stromstärke</w:t>
            </w:r>
          </w:p>
        </w:tc>
        <w:tc>
          <w:tcPr>
            <w:tcW w:w="0" w:type="auto"/>
          </w:tcPr>
          <w:p w14:paraId="6E659100" w14:textId="681BC6AA" w:rsidR="00DF6487" w:rsidRDefault="00DF6487" w:rsidP="007D4695">
            <w:r>
              <w:t>I</w:t>
            </w:r>
          </w:p>
        </w:tc>
        <w:tc>
          <w:tcPr>
            <w:tcW w:w="0" w:type="auto"/>
          </w:tcPr>
          <w:p w14:paraId="4978A868" w14:textId="262CB415" w:rsidR="00DF6487" w:rsidRDefault="00DF6487" w:rsidP="007D4695">
            <w:r>
              <w:t>Ampere</w:t>
            </w:r>
          </w:p>
        </w:tc>
        <w:tc>
          <w:tcPr>
            <w:tcW w:w="2606" w:type="dxa"/>
          </w:tcPr>
          <w:p w14:paraId="34E17DEA" w14:textId="1C055802" w:rsidR="00DF6487" w:rsidRDefault="00DF6487" w:rsidP="007D4695">
            <w:r>
              <w:t>A</w:t>
            </w:r>
          </w:p>
        </w:tc>
        <w:tc>
          <w:tcPr>
            <w:tcW w:w="4627" w:type="dxa"/>
          </w:tcPr>
          <w:p w14:paraId="49A85592" w14:textId="76F1F4D1" w:rsidR="00DF6487" w:rsidRDefault="00DF6487" w:rsidP="007D4695">
            <w:r>
              <w:t>--</w:t>
            </w:r>
          </w:p>
        </w:tc>
      </w:tr>
      <w:tr w:rsidR="00DF6487" w:rsidRPr="00EC5A0F" w14:paraId="37FDD627" w14:textId="77777777" w:rsidTr="007D4695">
        <w:tc>
          <w:tcPr>
            <w:tcW w:w="0" w:type="auto"/>
          </w:tcPr>
          <w:p w14:paraId="2D2F1332" w14:textId="5EF941A6" w:rsidR="00DF6487" w:rsidRPr="00EC5A0F" w:rsidRDefault="00DF6487" w:rsidP="007D4695">
            <w:r>
              <w:lastRenderedPageBreak/>
              <w:t>elektrischer Widerstand</w:t>
            </w:r>
          </w:p>
        </w:tc>
        <w:tc>
          <w:tcPr>
            <w:tcW w:w="0" w:type="auto"/>
          </w:tcPr>
          <w:p w14:paraId="02003484" w14:textId="1B5859FE" w:rsidR="00DF6487" w:rsidRDefault="00DF6487" w:rsidP="007D4695">
            <w:r>
              <w:t>R</w:t>
            </w:r>
          </w:p>
        </w:tc>
        <w:tc>
          <w:tcPr>
            <w:tcW w:w="0" w:type="auto"/>
          </w:tcPr>
          <w:p w14:paraId="5CEB6D24" w14:textId="6FCEBF06" w:rsidR="00DF6487" w:rsidRDefault="00DF6487" w:rsidP="007D4695">
            <w:r>
              <w:t>Ohm</w:t>
            </w:r>
          </w:p>
        </w:tc>
        <w:tc>
          <w:tcPr>
            <w:tcW w:w="2606" w:type="dxa"/>
          </w:tcPr>
          <w:p w14:paraId="4EC6D8F8" w14:textId="6D77BCC7" w:rsidR="00DF6487" w:rsidRDefault="00DF6487" w:rsidP="007D4695">
            <w:r>
              <w:t>~W</w:t>
            </w:r>
          </w:p>
        </w:tc>
        <w:tc>
          <w:tcPr>
            <w:tcW w:w="4627" w:type="dxa"/>
          </w:tcPr>
          <w:p w14:paraId="3D7E793C" w14:textId="15D0A9E0" w:rsidR="00DF6487" w:rsidRDefault="00DF6487" w:rsidP="007D4695">
            <w:r>
              <w:t>1~W =1 V/A =</w:t>
            </w:r>
            <w:r w:rsidR="00BB54D8">
              <w:br/>
            </w:r>
            <w:r>
              <w:t>1\frac{kg *m^2}{s^3 *A^2}</w:t>
            </w:r>
          </w:p>
        </w:tc>
      </w:tr>
      <w:tr w:rsidR="00DF6487" w:rsidRPr="00EC5A0F" w14:paraId="3C14FC4D" w14:textId="77777777" w:rsidTr="007D4695">
        <w:tc>
          <w:tcPr>
            <w:tcW w:w="0" w:type="auto"/>
          </w:tcPr>
          <w:p w14:paraId="66571C4E" w14:textId="21195A75" w:rsidR="00DF6487" w:rsidRDefault="00F84B05" w:rsidP="007D4695">
            <w:r w:rsidRPr="00EC5A0F">
              <w:t>elektrisches Potenzial</w:t>
            </w:r>
          </w:p>
        </w:tc>
        <w:tc>
          <w:tcPr>
            <w:tcW w:w="0" w:type="auto"/>
          </w:tcPr>
          <w:p w14:paraId="36E5BFB1" w14:textId="4EE7578C" w:rsidR="00DF6487" w:rsidRDefault="00F84B05" w:rsidP="007D4695">
            <w:r>
              <w:t>~f</w:t>
            </w:r>
          </w:p>
        </w:tc>
        <w:tc>
          <w:tcPr>
            <w:tcW w:w="0" w:type="auto"/>
          </w:tcPr>
          <w:p w14:paraId="26F7BD99" w14:textId="2CF18F0E" w:rsidR="00DF6487" w:rsidRDefault="00F84B05" w:rsidP="007D4695">
            <w:r>
              <w:t>Volt</w:t>
            </w:r>
          </w:p>
        </w:tc>
        <w:tc>
          <w:tcPr>
            <w:tcW w:w="2606" w:type="dxa"/>
          </w:tcPr>
          <w:p w14:paraId="09315753" w14:textId="3307EE1F" w:rsidR="00DF6487" w:rsidRDefault="00F84B05" w:rsidP="007D4695">
            <w:r>
              <w:t>V</w:t>
            </w:r>
          </w:p>
        </w:tc>
        <w:tc>
          <w:tcPr>
            <w:tcW w:w="4627" w:type="dxa"/>
          </w:tcPr>
          <w:p w14:paraId="44EFBC3B" w14:textId="081AC684" w:rsidR="00DF6487" w:rsidRDefault="00F84B05" w:rsidP="007D4695">
            <w:r>
              <w:t>1V =1 W/A =1 J/C =</w:t>
            </w:r>
            <w:r w:rsidR="00994151">
              <w:br/>
            </w:r>
            <w:r>
              <w:t>1\frac{kg *m^2}{s^3 *A}</w:t>
            </w:r>
          </w:p>
        </w:tc>
      </w:tr>
      <w:tr w:rsidR="00F84B05" w:rsidRPr="00EC5A0F" w14:paraId="6B6C3F54" w14:textId="77777777" w:rsidTr="007D4695">
        <w:tc>
          <w:tcPr>
            <w:tcW w:w="0" w:type="auto"/>
          </w:tcPr>
          <w:p w14:paraId="6ACDBF8E" w14:textId="51441102" w:rsidR="00F84B05" w:rsidRPr="00EC5A0F" w:rsidRDefault="00F84B05" w:rsidP="007D4695">
            <w:r w:rsidRPr="00EC5A0F">
              <w:t>elektrochemisches Potenzial</w:t>
            </w:r>
          </w:p>
        </w:tc>
        <w:tc>
          <w:tcPr>
            <w:tcW w:w="0" w:type="auto"/>
          </w:tcPr>
          <w:p w14:paraId="723AA2FE" w14:textId="3B4D6938" w:rsidR="00F84B05" w:rsidRDefault="00F84B05" w:rsidP="007D4695">
            <w:r>
              <w:t>E</w:t>
            </w:r>
          </w:p>
        </w:tc>
        <w:tc>
          <w:tcPr>
            <w:tcW w:w="0" w:type="auto"/>
          </w:tcPr>
          <w:p w14:paraId="4E8BE694" w14:textId="754800B7" w:rsidR="00F84B05" w:rsidRDefault="00F84B05" w:rsidP="007D4695">
            <w:r>
              <w:t>Volt</w:t>
            </w:r>
          </w:p>
        </w:tc>
        <w:tc>
          <w:tcPr>
            <w:tcW w:w="2606" w:type="dxa"/>
          </w:tcPr>
          <w:p w14:paraId="6819A2CA" w14:textId="66505634" w:rsidR="00F84B05" w:rsidRDefault="00F84B05" w:rsidP="007D4695">
            <w:r>
              <w:t>V</w:t>
            </w:r>
          </w:p>
        </w:tc>
        <w:tc>
          <w:tcPr>
            <w:tcW w:w="4627" w:type="dxa"/>
          </w:tcPr>
          <w:p w14:paraId="3A871638" w14:textId="24156A2D" w:rsidR="00F84B05" w:rsidRDefault="00F84B05" w:rsidP="007D4695">
            <w:r>
              <w:t>1V =1 W/A =1 J/C =</w:t>
            </w:r>
            <w:r w:rsidR="00994151">
              <w:br/>
            </w:r>
            <w:r>
              <w:t>1\frac{kg *m^2}{s^3 *A}</w:t>
            </w:r>
          </w:p>
        </w:tc>
      </w:tr>
      <w:tr w:rsidR="00F84B05" w:rsidRPr="00EC5A0F" w14:paraId="4A1D760F" w14:textId="77777777" w:rsidTr="007D4695">
        <w:tc>
          <w:tcPr>
            <w:tcW w:w="0" w:type="auto"/>
          </w:tcPr>
          <w:p w14:paraId="2B976D76" w14:textId="209C48CC" w:rsidR="00F84B05" w:rsidRPr="00EC5A0F" w:rsidRDefault="00F84B05" w:rsidP="007D4695">
            <w:r w:rsidRPr="00EC5A0F">
              <w:t>Energie</w:t>
            </w:r>
            <w:r>
              <w:t>*</w:t>
            </w:r>
          </w:p>
        </w:tc>
        <w:tc>
          <w:tcPr>
            <w:tcW w:w="0" w:type="auto"/>
          </w:tcPr>
          <w:p w14:paraId="6B4F23E0" w14:textId="26A172C2" w:rsidR="00F84B05" w:rsidRDefault="00F84B05" w:rsidP="007D4695">
            <w:r>
              <w:t>E</w:t>
            </w:r>
          </w:p>
        </w:tc>
        <w:tc>
          <w:tcPr>
            <w:tcW w:w="0" w:type="auto"/>
          </w:tcPr>
          <w:p w14:paraId="56204AAD" w14:textId="42CC996B" w:rsidR="00F84B05" w:rsidRDefault="00F84B05" w:rsidP="007D4695">
            <w:r>
              <w:t>Joule</w:t>
            </w:r>
          </w:p>
        </w:tc>
        <w:tc>
          <w:tcPr>
            <w:tcW w:w="2606" w:type="dxa"/>
          </w:tcPr>
          <w:p w14:paraId="2FDDA3E5" w14:textId="3E2666A0" w:rsidR="00F84B05" w:rsidRDefault="00F84B05" w:rsidP="007D4695">
            <w:r>
              <w:t>J</w:t>
            </w:r>
          </w:p>
        </w:tc>
        <w:tc>
          <w:tcPr>
            <w:tcW w:w="4627" w:type="dxa"/>
          </w:tcPr>
          <w:p w14:paraId="64E541E2" w14:textId="7B2EC037" w:rsidR="00F84B05" w:rsidRDefault="00F84B05" w:rsidP="007D4695">
            <w:r>
              <w:t>1J =1Nm =1Ws =</w:t>
            </w:r>
            <w:r w:rsidR="00BB54D8">
              <w:br/>
            </w:r>
            <w:r>
              <w:t>1\frac{kg *m^2}{s^2}</w:t>
            </w:r>
          </w:p>
        </w:tc>
      </w:tr>
      <w:tr w:rsidR="00F84B05" w:rsidRPr="00EC5A0F" w14:paraId="66C736D9" w14:textId="77777777" w:rsidTr="007D4695">
        <w:tc>
          <w:tcPr>
            <w:tcW w:w="0" w:type="auto"/>
          </w:tcPr>
          <w:p w14:paraId="22650BC6" w14:textId="1C606AE8" w:rsidR="00F84B05" w:rsidRPr="00EC5A0F" w:rsidRDefault="00F84B05" w:rsidP="007D4695">
            <w:r>
              <w:t>Energie*</w:t>
            </w:r>
          </w:p>
        </w:tc>
        <w:tc>
          <w:tcPr>
            <w:tcW w:w="0" w:type="auto"/>
          </w:tcPr>
          <w:p w14:paraId="1981776F" w14:textId="39F20166" w:rsidR="00F84B05" w:rsidRDefault="00F84B05" w:rsidP="007D4695">
            <w:r>
              <w:t>E</w:t>
            </w:r>
          </w:p>
        </w:tc>
        <w:tc>
          <w:tcPr>
            <w:tcW w:w="0" w:type="auto"/>
          </w:tcPr>
          <w:p w14:paraId="16CFA243" w14:textId="1051DE26" w:rsidR="00F84B05" w:rsidRDefault="00F84B05" w:rsidP="007D4695">
            <w:r>
              <w:t>Elektronenvolt</w:t>
            </w:r>
          </w:p>
        </w:tc>
        <w:tc>
          <w:tcPr>
            <w:tcW w:w="2606" w:type="dxa"/>
          </w:tcPr>
          <w:p w14:paraId="36909C03" w14:textId="10560ACB" w:rsidR="00F84B05" w:rsidRDefault="00F84B05" w:rsidP="007D4695">
            <w:r>
              <w:t>eV</w:t>
            </w:r>
          </w:p>
        </w:tc>
        <w:tc>
          <w:tcPr>
            <w:tcW w:w="4627" w:type="dxa"/>
          </w:tcPr>
          <w:p w14:paraId="64BDF75A" w14:textId="069538A2" w:rsidR="00F84B05" w:rsidRDefault="00F84B05" w:rsidP="007D4695">
            <w:r>
              <w:t>1eV =</w:t>
            </w:r>
            <w:r w:rsidR="007D4695">
              <w:br/>
            </w:r>
            <w:r>
              <w:t>1,</w:t>
            </w:r>
            <w:r w:rsidRPr="00EC5A0F">
              <w:t>602176634 *10</w:t>
            </w:r>
            <w:r>
              <w:t>^{-19}</w:t>
            </w:r>
            <w:r w:rsidRPr="00EC5A0F">
              <w:t>J</w:t>
            </w:r>
          </w:p>
        </w:tc>
      </w:tr>
      <w:tr w:rsidR="00F84B05" w:rsidRPr="00EC5A0F" w14:paraId="6A1BDB4E" w14:textId="77777777" w:rsidTr="007D4695">
        <w:tc>
          <w:tcPr>
            <w:tcW w:w="0" w:type="auto"/>
          </w:tcPr>
          <w:p w14:paraId="48B8296C" w14:textId="34AD82F3" w:rsidR="00F84B05" w:rsidRDefault="00F84B05" w:rsidP="007D4695">
            <w:r>
              <w:t>Energie*</w:t>
            </w:r>
          </w:p>
        </w:tc>
        <w:tc>
          <w:tcPr>
            <w:tcW w:w="0" w:type="auto"/>
          </w:tcPr>
          <w:p w14:paraId="5C19ECE0" w14:textId="663B455D" w:rsidR="00F84B05" w:rsidRDefault="00F84B05" w:rsidP="007D4695">
            <w:r>
              <w:t>E</w:t>
            </w:r>
          </w:p>
        </w:tc>
        <w:tc>
          <w:tcPr>
            <w:tcW w:w="0" w:type="auto"/>
          </w:tcPr>
          <w:p w14:paraId="69A122A4" w14:textId="77071847" w:rsidR="00F84B05" w:rsidRDefault="00F84B05" w:rsidP="007D4695">
            <w:r>
              <w:t>Kilokalorie</w:t>
            </w:r>
          </w:p>
        </w:tc>
        <w:tc>
          <w:tcPr>
            <w:tcW w:w="2606" w:type="dxa"/>
          </w:tcPr>
          <w:p w14:paraId="65BAE28A" w14:textId="11BC41BA" w:rsidR="00F84B05" w:rsidRDefault="00F84B05" w:rsidP="007D4695">
            <w:r>
              <w:t>kcal</w:t>
            </w:r>
          </w:p>
        </w:tc>
        <w:tc>
          <w:tcPr>
            <w:tcW w:w="4627" w:type="dxa"/>
          </w:tcPr>
          <w:p w14:paraId="4D91B6BA" w14:textId="77CB18EC" w:rsidR="00F84B05" w:rsidRDefault="00F84B05" w:rsidP="007D4695">
            <w:r>
              <w:t>1kcal =</w:t>
            </w:r>
            <w:r w:rsidRPr="00EC5A0F">
              <w:t>4,184kJ</w:t>
            </w:r>
          </w:p>
        </w:tc>
      </w:tr>
      <w:tr w:rsidR="00F84B05" w:rsidRPr="00EC5A0F" w14:paraId="2F6A8352" w14:textId="77777777" w:rsidTr="007D4695">
        <w:tc>
          <w:tcPr>
            <w:tcW w:w="0" w:type="auto"/>
          </w:tcPr>
          <w:p w14:paraId="087C5466" w14:textId="3228F98F" w:rsidR="00F84B05" w:rsidRDefault="00F84B05" w:rsidP="007D4695">
            <w:r>
              <w:t>Energie*</w:t>
            </w:r>
          </w:p>
        </w:tc>
        <w:tc>
          <w:tcPr>
            <w:tcW w:w="0" w:type="auto"/>
          </w:tcPr>
          <w:p w14:paraId="24BE7478" w14:textId="68FABAB0" w:rsidR="00F84B05" w:rsidRDefault="00F84B05" w:rsidP="007D4695">
            <w:r>
              <w:t>E</w:t>
            </w:r>
          </w:p>
        </w:tc>
        <w:tc>
          <w:tcPr>
            <w:tcW w:w="0" w:type="auto"/>
          </w:tcPr>
          <w:p w14:paraId="3986E7E6" w14:textId="7F854FA3" w:rsidR="00F84B05" w:rsidRDefault="00F84B05" w:rsidP="007D4695">
            <w:r w:rsidRPr="00EC5A0F">
              <w:t>Kilowattstunde</w:t>
            </w:r>
          </w:p>
        </w:tc>
        <w:tc>
          <w:tcPr>
            <w:tcW w:w="2606" w:type="dxa"/>
          </w:tcPr>
          <w:p w14:paraId="077B4743" w14:textId="6D54D977" w:rsidR="00F84B05" w:rsidRDefault="00F84B05" w:rsidP="007D4695">
            <w:r>
              <w:t>kWh</w:t>
            </w:r>
          </w:p>
        </w:tc>
        <w:tc>
          <w:tcPr>
            <w:tcW w:w="4627" w:type="dxa"/>
          </w:tcPr>
          <w:p w14:paraId="1F698D9D" w14:textId="0F620FA8" w:rsidR="00F84B05" w:rsidRDefault="00F84B05" w:rsidP="007D4695">
            <w:r>
              <w:t>1kWh =3600kJ</w:t>
            </w:r>
          </w:p>
        </w:tc>
      </w:tr>
      <w:tr w:rsidR="00F84B05" w:rsidRPr="00EC5A0F" w14:paraId="22AD4309" w14:textId="77777777" w:rsidTr="007D4695">
        <w:tc>
          <w:tcPr>
            <w:tcW w:w="0" w:type="auto"/>
          </w:tcPr>
          <w:p w14:paraId="725001A4" w14:textId="277CEF18" w:rsidR="00F84B05" w:rsidRDefault="00F84B05" w:rsidP="007D4695">
            <w:r w:rsidRPr="00EC5A0F">
              <w:t>Energiedosis</w:t>
            </w:r>
          </w:p>
        </w:tc>
        <w:tc>
          <w:tcPr>
            <w:tcW w:w="0" w:type="auto"/>
          </w:tcPr>
          <w:p w14:paraId="025BEED6" w14:textId="756EBB5B" w:rsidR="00F84B05" w:rsidRDefault="00F84B05" w:rsidP="007D4695">
            <w:r>
              <w:t>D</w:t>
            </w:r>
          </w:p>
        </w:tc>
        <w:tc>
          <w:tcPr>
            <w:tcW w:w="0" w:type="auto"/>
          </w:tcPr>
          <w:p w14:paraId="1BE63DC5" w14:textId="4BCEAB74" w:rsidR="00F84B05" w:rsidRPr="00EC5A0F" w:rsidRDefault="00F84B05" w:rsidP="007D4695">
            <w:r>
              <w:t>Gray</w:t>
            </w:r>
          </w:p>
        </w:tc>
        <w:tc>
          <w:tcPr>
            <w:tcW w:w="2606" w:type="dxa"/>
          </w:tcPr>
          <w:p w14:paraId="6ADC609E" w14:textId="219853AB" w:rsidR="00F84B05" w:rsidRDefault="00F84B05" w:rsidP="007D4695">
            <w:r>
              <w:t>Gy</w:t>
            </w:r>
          </w:p>
        </w:tc>
        <w:tc>
          <w:tcPr>
            <w:tcW w:w="4627" w:type="dxa"/>
          </w:tcPr>
          <w:p w14:paraId="23738B21" w14:textId="5C7B6643" w:rsidR="00F84B05" w:rsidRDefault="00F84B05" w:rsidP="007D4695">
            <w:r>
              <w:t>1Gy =1\frac{J}{kg}</w:t>
            </w:r>
          </w:p>
        </w:tc>
      </w:tr>
      <w:tr w:rsidR="00F84B05" w:rsidRPr="00EC5A0F" w14:paraId="2E3936C4" w14:textId="77777777" w:rsidTr="007D4695">
        <w:tc>
          <w:tcPr>
            <w:tcW w:w="0" w:type="auto"/>
          </w:tcPr>
          <w:p w14:paraId="48C2E9F0" w14:textId="20483FC6" w:rsidR="00F84B05" w:rsidRDefault="00F84B05" w:rsidP="007D4695">
            <w:r w:rsidRPr="00EC5A0F">
              <w:t>Enthalpie</w:t>
            </w:r>
          </w:p>
        </w:tc>
        <w:tc>
          <w:tcPr>
            <w:tcW w:w="0" w:type="auto"/>
          </w:tcPr>
          <w:p w14:paraId="78957520" w14:textId="050F0A9C" w:rsidR="00F84B05" w:rsidRDefault="00F84B05" w:rsidP="007D4695">
            <w:r>
              <w:t>H</w:t>
            </w:r>
          </w:p>
        </w:tc>
        <w:tc>
          <w:tcPr>
            <w:tcW w:w="0" w:type="auto"/>
          </w:tcPr>
          <w:p w14:paraId="18BB3DC5" w14:textId="6BDC721C" w:rsidR="00F84B05" w:rsidRPr="00EC5A0F" w:rsidRDefault="00F84B05" w:rsidP="007D4695">
            <w:r>
              <w:t>Joule</w:t>
            </w:r>
          </w:p>
        </w:tc>
        <w:tc>
          <w:tcPr>
            <w:tcW w:w="2606" w:type="dxa"/>
          </w:tcPr>
          <w:p w14:paraId="623D6CD4" w14:textId="031290F2" w:rsidR="00F84B05" w:rsidRDefault="00F84B05" w:rsidP="007D4695">
            <w:r>
              <w:t>J</w:t>
            </w:r>
          </w:p>
        </w:tc>
        <w:tc>
          <w:tcPr>
            <w:tcW w:w="4627" w:type="dxa"/>
          </w:tcPr>
          <w:p w14:paraId="6984FF0B" w14:textId="25AA401F" w:rsidR="00F84B05" w:rsidRDefault="00F84B05" w:rsidP="007D4695">
            <w:r>
              <w:t>1J =1Nm =</w:t>
            </w:r>
            <w:r w:rsidR="007D4695">
              <w:br/>
            </w:r>
            <w:r>
              <w:t>1\frac{kg *m^2}{s^2}</w:t>
            </w:r>
          </w:p>
        </w:tc>
      </w:tr>
      <w:tr w:rsidR="00F84B05" w:rsidRPr="00EC5A0F" w14:paraId="4C3A077F" w14:textId="77777777" w:rsidTr="007D4695">
        <w:tc>
          <w:tcPr>
            <w:tcW w:w="0" w:type="auto"/>
          </w:tcPr>
          <w:p w14:paraId="6F10C61B" w14:textId="66EE07C7" w:rsidR="00F84B05" w:rsidRDefault="00F84B05" w:rsidP="007D4695">
            <w:r w:rsidRPr="00EC5A0F">
              <w:t>freie Enthalpie</w:t>
            </w:r>
          </w:p>
        </w:tc>
        <w:tc>
          <w:tcPr>
            <w:tcW w:w="0" w:type="auto"/>
          </w:tcPr>
          <w:p w14:paraId="718CDDD6" w14:textId="25523C5E" w:rsidR="00F84B05" w:rsidRDefault="00795395" w:rsidP="007D4695">
            <w:r>
              <w:t>G</w:t>
            </w:r>
          </w:p>
        </w:tc>
        <w:tc>
          <w:tcPr>
            <w:tcW w:w="0" w:type="auto"/>
          </w:tcPr>
          <w:p w14:paraId="44274777" w14:textId="36C6E405" w:rsidR="00F84B05" w:rsidRPr="00EC5A0F" w:rsidRDefault="00795395" w:rsidP="007D4695">
            <w:r>
              <w:t>Joule</w:t>
            </w:r>
          </w:p>
        </w:tc>
        <w:tc>
          <w:tcPr>
            <w:tcW w:w="2606" w:type="dxa"/>
          </w:tcPr>
          <w:p w14:paraId="31ED6949" w14:textId="07265648" w:rsidR="00F84B05" w:rsidRDefault="00795395" w:rsidP="007D4695">
            <w:r>
              <w:t>J</w:t>
            </w:r>
          </w:p>
        </w:tc>
        <w:tc>
          <w:tcPr>
            <w:tcW w:w="4627" w:type="dxa"/>
          </w:tcPr>
          <w:p w14:paraId="7BECF32D" w14:textId="0F6AB19E" w:rsidR="00F84B05" w:rsidRDefault="00795395" w:rsidP="007D4695">
            <w:r>
              <w:t>1J =1Nm =</w:t>
            </w:r>
            <w:r w:rsidR="007D4695">
              <w:br/>
            </w:r>
            <w:r>
              <w:t>1\frac{kg *m^2}{s^2}</w:t>
            </w:r>
          </w:p>
        </w:tc>
      </w:tr>
      <w:tr w:rsidR="00F84B05" w:rsidRPr="00EC5A0F" w14:paraId="5778DEE6" w14:textId="77777777" w:rsidTr="007D4695">
        <w:tc>
          <w:tcPr>
            <w:tcW w:w="0" w:type="auto"/>
          </w:tcPr>
          <w:p w14:paraId="77638F12" w14:textId="02E8176B" w:rsidR="00F84B05" w:rsidRDefault="00F84B05" w:rsidP="007D4695">
            <w:r w:rsidRPr="00EC5A0F">
              <w:t>Entropie</w:t>
            </w:r>
          </w:p>
        </w:tc>
        <w:tc>
          <w:tcPr>
            <w:tcW w:w="0" w:type="auto"/>
          </w:tcPr>
          <w:p w14:paraId="4174A418" w14:textId="7A216285" w:rsidR="00F84B05" w:rsidRDefault="00795395" w:rsidP="007D4695">
            <w:r>
              <w:t>S</w:t>
            </w:r>
          </w:p>
        </w:tc>
        <w:tc>
          <w:tcPr>
            <w:tcW w:w="0" w:type="auto"/>
          </w:tcPr>
          <w:p w14:paraId="32C7FE9E" w14:textId="02C71360" w:rsidR="00F84B05" w:rsidRPr="00EC5A0F" w:rsidRDefault="00795395" w:rsidP="007D4695">
            <w:r>
              <w:t>--</w:t>
            </w:r>
          </w:p>
        </w:tc>
        <w:tc>
          <w:tcPr>
            <w:tcW w:w="2606" w:type="dxa"/>
          </w:tcPr>
          <w:p w14:paraId="3D7FBB55" w14:textId="5847B26A" w:rsidR="00F84B05" w:rsidRDefault="00795395" w:rsidP="007D4695">
            <w:r>
              <w:t>J/K</w:t>
            </w:r>
          </w:p>
        </w:tc>
        <w:tc>
          <w:tcPr>
            <w:tcW w:w="4627" w:type="dxa"/>
          </w:tcPr>
          <w:p w14:paraId="68426DBD" w14:textId="475A9CA8" w:rsidR="00F84B05" w:rsidRDefault="00795395" w:rsidP="007D4695">
            <w:r>
              <w:t>--</w:t>
            </w:r>
          </w:p>
        </w:tc>
      </w:tr>
      <w:tr w:rsidR="00F84B05" w:rsidRPr="00EC5A0F" w14:paraId="6992A75D" w14:textId="77777777" w:rsidTr="007D4695">
        <w:tc>
          <w:tcPr>
            <w:tcW w:w="0" w:type="auto"/>
          </w:tcPr>
          <w:p w14:paraId="70DE7DE6" w14:textId="6F908E6E" w:rsidR="00F84B05" w:rsidRDefault="00F84B05" w:rsidP="007D4695">
            <w:r w:rsidRPr="00EC5A0F">
              <w:t>Flächeninhalt</w:t>
            </w:r>
          </w:p>
        </w:tc>
        <w:tc>
          <w:tcPr>
            <w:tcW w:w="0" w:type="auto"/>
          </w:tcPr>
          <w:p w14:paraId="2290D119" w14:textId="526E90AE" w:rsidR="00F84B05" w:rsidRDefault="00795395" w:rsidP="007D4695">
            <w:r>
              <w:t>A</w:t>
            </w:r>
          </w:p>
        </w:tc>
        <w:tc>
          <w:tcPr>
            <w:tcW w:w="0" w:type="auto"/>
          </w:tcPr>
          <w:p w14:paraId="28B27F54" w14:textId="0A9C5516" w:rsidR="00F84B05" w:rsidRPr="00EC5A0F" w:rsidRDefault="00795395" w:rsidP="007D4695">
            <w:r>
              <w:t>--</w:t>
            </w:r>
          </w:p>
        </w:tc>
        <w:tc>
          <w:tcPr>
            <w:tcW w:w="2606" w:type="dxa"/>
          </w:tcPr>
          <w:p w14:paraId="62CB8BC9" w14:textId="71625E76" w:rsidR="00F84B05" w:rsidRDefault="00795395" w:rsidP="007D4695">
            <w:r>
              <w:t>m^2</w:t>
            </w:r>
          </w:p>
        </w:tc>
        <w:tc>
          <w:tcPr>
            <w:tcW w:w="4627" w:type="dxa"/>
          </w:tcPr>
          <w:p w14:paraId="35BE88CB" w14:textId="48FF3A3D" w:rsidR="00F84B05" w:rsidRDefault="00795395" w:rsidP="007D4695">
            <w:r>
              <w:t>--</w:t>
            </w:r>
          </w:p>
        </w:tc>
      </w:tr>
      <w:tr w:rsidR="00F84B05" w:rsidRPr="00EC5A0F" w14:paraId="75979E20" w14:textId="77777777" w:rsidTr="007D4695">
        <w:tc>
          <w:tcPr>
            <w:tcW w:w="0" w:type="auto"/>
          </w:tcPr>
          <w:p w14:paraId="616644B9" w14:textId="7C6FC161" w:rsidR="00F84B05" w:rsidRDefault="00F84B05" w:rsidP="007D4695">
            <w:r w:rsidRPr="00EC5A0F">
              <w:t>Flächenladungsdichte</w:t>
            </w:r>
          </w:p>
        </w:tc>
        <w:tc>
          <w:tcPr>
            <w:tcW w:w="0" w:type="auto"/>
          </w:tcPr>
          <w:p w14:paraId="2B6754FC" w14:textId="377F1DFF" w:rsidR="00F84B05" w:rsidRDefault="00795395" w:rsidP="007D4695">
            <w:r>
              <w:t>~s</w:t>
            </w:r>
          </w:p>
        </w:tc>
        <w:tc>
          <w:tcPr>
            <w:tcW w:w="0" w:type="auto"/>
          </w:tcPr>
          <w:p w14:paraId="363410FA" w14:textId="1C770633" w:rsidR="00F84B05" w:rsidRPr="00EC5A0F" w:rsidRDefault="00795395" w:rsidP="007D4695">
            <w:r>
              <w:t>--</w:t>
            </w:r>
          </w:p>
        </w:tc>
        <w:tc>
          <w:tcPr>
            <w:tcW w:w="2606" w:type="dxa"/>
          </w:tcPr>
          <w:p w14:paraId="067C20F6" w14:textId="7CE1269D" w:rsidR="00F84B05" w:rsidRDefault="00795395" w:rsidP="007D4695">
            <w:r>
              <w:t>\frac{As}{m^2}</w:t>
            </w:r>
          </w:p>
        </w:tc>
        <w:tc>
          <w:tcPr>
            <w:tcW w:w="4627" w:type="dxa"/>
          </w:tcPr>
          <w:p w14:paraId="6309448C" w14:textId="0547F63F" w:rsidR="00F84B05" w:rsidRDefault="00795395" w:rsidP="007D4695">
            <w:r>
              <w:t>--</w:t>
            </w:r>
          </w:p>
        </w:tc>
      </w:tr>
      <w:tr w:rsidR="00F84B05" w:rsidRPr="00EC5A0F" w14:paraId="756AAB87" w14:textId="77777777" w:rsidTr="007D4695">
        <w:tc>
          <w:tcPr>
            <w:tcW w:w="0" w:type="auto"/>
          </w:tcPr>
          <w:p w14:paraId="2E8DD717" w14:textId="6948AEFE" w:rsidR="00F84B05" w:rsidRDefault="00F84B05" w:rsidP="007D4695">
            <w:r w:rsidRPr="00EC5A0F">
              <w:t>Frequenz</w:t>
            </w:r>
          </w:p>
        </w:tc>
        <w:tc>
          <w:tcPr>
            <w:tcW w:w="0" w:type="auto"/>
          </w:tcPr>
          <w:p w14:paraId="12815451" w14:textId="34BE8CEE" w:rsidR="00F84B05" w:rsidRDefault="00795395" w:rsidP="007D4695">
            <w:r>
              <w:t>f</w:t>
            </w:r>
          </w:p>
        </w:tc>
        <w:tc>
          <w:tcPr>
            <w:tcW w:w="0" w:type="auto"/>
          </w:tcPr>
          <w:p w14:paraId="068C5B6E" w14:textId="62EDD031" w:rsidR="00F84B05" w:rsidRPr="00EC5A0F" w:rsidRDefault="00795395" w:rsidP="007D4695">
            <w:r>
              <w:t>Hertz</w:t>
            </w:r>
          </w:p>
        </w:tc>
        <w:tc>
          <w:tcPr>
            <w:tcW w:w="2606" w:type="dxa"/>
          </w:tcPr>
          <w:p w14:paraId="519C40AF" w14:textId="6159D31E" w:rsidR="00F84B05" w:rsidRDefault="00795395" w:rsidP="007D4695">
            <w:r>
              <w:t>Hz</w:t>
            </w:r>
          </w:p>
        </w:tc>
        <w:tc>
          <w:tcPr>
            <w:tcW w:w="4627" w:type="dxa"/>
          </w:tcPr>
          <w:p w14:paraId="726A5C7A" w14:textId="3F2B7674" w:rsidR="00F84B05" w:rsidRDefault="00795395" w:rsidP="007D4695">
            <w:r>
              <w:t>1Hz =1 1/s</w:t>
            </w:r>
          </w:p>
        </w:tc>
      </w:tr>
      <w:tr w:rsidR="00F84B05" w:rsidRPr="00EC5A0F" w14:paraId="00A5ED6D" w14:textId="77777777" w:rsidTr="007D4695">
        <w:tc>
          <w:tcPr>
            <w:tcW w:w="0" w:type="auto"/>
          </w:tcPr>
          <w:p w14:paraId="27B6603D" w14:textId="016C0DEC" w:rsidR="00F84B05" w:rsidRPr="00EC5A0F" w:rsidRDefault="00F84B05" w:rsidP="007D4695">
            <w:r w:rsidRPr="00EC5A0F">
              <w:t>Geschwindigkeit</w:t>
            </w:r>
          </w:p>
        </w:tc>
        <w:tc>
          <w:tcPr>
            <w:tcW w:w="0" w:type="auto"/>
          </w:tcPr>
          <w:p w14:paraId="1A96CEB7" w14:textId="295EB8AE" w:rsidR="00F84B05" w:rsidRDefault="00795395" w:rsidP="007D4695">
            <w:r>
              <w:t>v</w:t>
            </w:r>
          </w:p>
        </w:tc>
        <w:tc>
          <w:tcPr>
            <w:tcW w:w="0" w:type="auto"/>
          </w:tcPr>
          <w:p w14:paraId="2685120E" w14:textId="6C78705B" w:rsidR="00F84B05" w:rsidRPr="00EC5A0F" w:rsidRDefault="00795395" w:rsidP="007D4695">
            <w:r>
              <w:t>--</w:t>
            </w:r>
          </w:p>
        </w:tc>
        <w:tc>
          <w:tcPr>
            <w:tcW w:w="2606" w:type="dxa"/>
          </w:tcPr>
          <w:p w14:paraId="5A12792D" w14:textId="7A1B2FF2" w:rsidR="00F84B05" w:rsidRDefault="00795395" w:rsidP="007D4695">
            <w:r>
              <w:t>m/s</w:t>
            </w:r>
          </w:p>
        </w:tc>
        <w:tc>
          <w:tcPr>
            <w:tcW w:w="4627" w:type="dxa"/>
          </w:tcPr>
          <w:p w14:paraId="11BFA83D" w14:textId="4EC0A425" w:rsidR="00F84B05" w:rsidRDefault="00795395" w:rsidP="007D4695">
            <w:r>
              <w:t>--</w:t>
            </w:r>
          </w:p>
        </w:tc>
      </w:tr>
      <w:tr w:rsidR="00F84B05" w:rsidRPr="00EC5A0F" w14:paraId="567577BB" w14:textId="77777777" w:rsidTr="007D4695">
        <w:tc>
          <w:tcPr>
            <w:tcW w:w="0" w:type="auto"/>
          </w:tcPr>
          <w:p w14:paraId="0B87FB04" w14:textId="2986803E" w:rsidR="00F84B05" w:rsidRPr="00EC5A0F" w:rsidRDefault="00F84B05" w:rsidP="007D4695">
            <w:r w:rsidRPr="00EC5A0F">
              <w:t>Helligkeit</w:t>
            </w:r>
          </w:p>
        </w:tc>
        <w:tc>
          <w:tcPr>
            <w:tcW w:w="0" w:type="auto"/>
          </w:tcPr>
          <w:p w14:paraId="7AB582D2" w14:textId="68C2D075" w:rsidR="00F84B05" w:rsidRDefault="00795395" w:rsidP="007D4695">
            <w:r>
              <w:t>m, M</w:t>
            </w:r>
          </w:p>
        </w:tc>
        <w:tc>
          <w:tcPr>
            <w:tcW w:w="0" w:type="auto"/>
          </w:tcPr>
          <w:p w14:paraId="20689F3D" w14:textId="4B014313" w:rsidR="00F84B05" w:rsidRPr="00EC5A0F" w:rsidRDefault="00795395" w:rsidP="007D4695">
            <w:r>
              <w:t>Magnitude</w:t>
            </w:r>
          </w:p>
        </w:tc>
        <w:tc>
          <w:tcPr>
            <w:tcW w:w="2606" w:type="dxa"/>
          </w:tcPr>
          <w:p w14:paraId="68B19ED4" w14:textId="3CF99FD0" w:rsidR="00F84B05" w:rsidRDefault="00795395" w:rsidP="007D4695">
            <w:r>
              <w:t>mag</w:t>
            </w:r>
          </w:p>
        </w:tc>
        <w:tc>
          <w:tcPr>
            <w:tcW w:w="4627" w:type="dxa"/>
          </w:tcPr>
          <w:p w14:paraId="012729A6" w14:textId="4ECB827E" w:rsidR="00F84B05" w:rsidRDefault="00795395" w:rsidP="007D4695">
            <w:r>
              <w:t>--</w:t>
            </w:r>
          </w:p>
        </w:tc>
      </w:tr>
      <w:tr w:rsidR="00F84B05" w:rsidRPr="00EC5A0F" w14:paraId="2F3E8F7A" w14:textId="77777777" w:rsidTr="007D4695">
        <w:tc>
          <w:tcPr>
            <w:tcW w:w="0" w:type="auto"/>
          </w:tcPr>
          <w:p w14:paraId="589AF2F6" w14:textId="702FD0EB" w:rsidR="00F84B05" w:rsidRPr="00EC5A0F" w:rsidRDefault="00F84B05" w:rsidP="007D4695">
            <w:r w:rsidRPr="00EC5A0F">
              <w:lastRenderedPageBreak/>
              <w:t>Impuls</w:t>
            </w:r>
          </w:p>
        </w:tc>
        <w:tc>
          <w:tcPr>
            <w:tcW w:w="0" w:type="auto"/>
          </w:tcPr>
          <w:p w14:paraId="4B67A5C7" w14:textId="705A092B" w:rsidR="00F84B05" w:rsidRDefault="00795395" w:rsidP="007D4695">
            <w:r>
              <w:t>p</w:t>
            </w:r>
          </w:p>
        </w:tc>
        <w:tc>
          <w:tcPr>
            <w:tcW w:w="0" w:type="auto"/>
          </w:tcPr>
          <w:p w14:paraId="624F9809" w14:textId="35B843AF" w:rsidR="00F84B05" w:rsidRPr="00EC5A0F" w:rsidRDefault="00795395" w:rsidP="007D4695">
            <w:r>
              <w:t>--</w:t>
            </w:r>
          </w:p>
        </w:tc>
        <w:tc>
          <w:tcPr>
            <w:tcW w:w="2606" w:type="dxa"/>
          </w:tcPr>
          <w:p w14:paraId="22887BD2" w14:textId="34C22163" w:rsidR="00F84B05" w:rsidRDefault="00795395" w:rsidP="007D4695">
            <w:r>
              <w:t>\frac{kg *m}{s}</w:t>
            </w:r>
          </w:p>
        </w:tc>
        <w:tc>
          <w:tcPr>
            <w:tcW w:w="4627" w:type="dxa"/>
          </w:tcPr>
          <w:p w14:paraId="6902E600" w14:textId="6C1A423B" w:rsidR="00F84B05" w:rsidRDefault="00795395" w:rsidP="007D4695">
            <w:r>
              <w:t>--</w:t>
            </w:r>
          </w:p>
        </w:tc>
      </w:tr>
      <w:tr w:rsidR="00795395" w:rsidRPr="00EC5A0F" w14:paraId="7A1A0E46" w14:textId="77777777" w:rsidTr="007D4695">
        <w:tc>
          <w:tcPr>
            <w:tcW w:w="0" w:type="auto"/>
          </w:tcPr>
          <w:p w14:paraId="3ABC4898" w14:textId="521D0763" w:rsidR="00795395" w:rsidRPr="00EC5A0F" w:rsidRDefault="00795395" w:rsidP="007D4695">
            <w:r w:rsidRPr="00EC5A0F">
              <w:t>Induktivität</w:t>
            </w:r>
          </w:p>
        </w:tc>
        <w:tc>
          <w:tcPr>
            <w:tcW w:w="0" w:type="auto"/>
          </w:tcPr>
          <w:p w14:paraId="6439B6D9" w14:textId="5E66AD8D" w:rsidR="00795395" w:rsidRDefault="00795395" w:rsidP="007D4695">
            <w:r>
              <w:t>L</w:t>
            </w:r>
          </w:p>
        </w:tc>
        <w:tc>
          <w:tcPr>
            <w:tcW w:w="0" w:type="auto"/>
          </w:tcPr>
          <w:p w14:paraId="1528958D" w14:textId="224FA7EA" w:rsidR="00795395" w:rsidRDefault="00795395" w:rsidP="007D4695">
            <w:r>
              <w:t>Henry</w:t>
            </w:r>
          </w:p>
        </w:tc>
        <w:tc>
          <w:tcPr>
            <w:tcW w:w="2606" w:type="dxa"/>
          </w:tcPr>
          <w:p w14:paraId="50FDF938" w14:textId="64E98CEE" w:rsidR="00795395" w:rsidRDefault="00795395" w:rsidP="007D4695">
            <w:r>
              <w:t>H</w:t>
            </w:r>
          </w:p>
        </w:tc>
        <w:tc>
          <w:tcPr>
            <w:tcW w:w="4627" w:type="dxa"/>
          </w:tcPr>
          <w:p w14:paraId="3A4EBF9F" w14:textId="1D29CF77" w:rsidR="00795395" w:rsidRDefault="00795395" w:rsidP="007D4695">
            <w:r>
              <w:t>1H =1\frac{V *s}{A} =</w:t>
            </w:r>
            <w:r w:rsidR="00CA1EB5">
              <w:br/>
            </w:r>
            <w:r>
              <w:t>1\frac{kg *m^2}{s^2 *A^2}</w:t>
            </w:r>
          </w:p>
        </w:tc>
      </w:tr>
      <w:tr w:rsidR="00795395" w:rsidRPr="00EC5A0F" w14:paraId="55AB9518" w14:textId="77777777" w:rsidTr="007D4695">
        <w:tc>
          <w:tcPr>
            <w:tcW w:w="0" w:type="auto"/>
          </w:tcPr>
          <w:p w14:paraId="19882DA6" w14:textId="0A4EB675" w:rsidR="00795395" w:rsidRPr="00EC5A0F" w:rsidRDefault="00795395" w:rsidP="007D4695">
            <w:r w:rsidRPr="00EC5A0F">
              <w:t>Intensität</w:t>
            </w:r>
          </w:p>
        </w:tc>
        <w:tc>
          <w:tcPr>
            <w:tcW w:w="0" w:type="auto"/>
          </w:tcPr>
          <w:p w14:paraId="184C02BD" w14:textId="37319689" w:rsidR="00795395" w:rsidRDefault="00795395" w:rsidP="007D4695">
            <w:r>
              <w:t>I</w:t>
            </w:r>
          </w:p>
        </w:tc>
        <w:tc>
          <w:tcPr>
            <w:tcW w:w="0" w:type="auto"/>
          </w:tcPr>
          <w:p w14:paraId="3711C070" w14:textId="429CE048" w:rsidR="00795395" w:rsidRDefault="00795395" w:rsidP="007D4695">
            <w:r>
              <w:t>--</w:t>
            </w:r>
          </w:p>
        </w:tc>
        <w:tc>
          <w:tcPr>
            <w:tcW w:w="2606" w:type="dxa"/>
          </w:tcPr>
          <w:p w14:paraId="3F104FDF" w14:textId="396D00A8" w:rsidR="00795395" w:rsidRDefault="00795395" w:rsidP="007D4695">
            <w:r>
              <w:t>\frac{W}{m^2}</w:t>
            </w:r>
          </w:p>
        </w:tc>
        <w:tc>
          <w:tcPr>
            <w:tcW w:w="4627" w:type="dxa"/>
          </w:tcPr>
          <w:p w14:paraId="6FD4E6EA" w14:textId="29F0A7C9" w:rsidR="00795395" w:rsidRDefault="00795395" w:rsidP="007D4695">
            <w:r>
              <w:t>--</w:t>
            </w:r>
          </w:p>
        </w:tc>
      </w:tr>
      <w:tr w:rsidR="00795395" w:rsidRPr="00EC5A0F" w14:paraId="748B5A9D" w14:textId="77777777" w:rsidTr="007D4695">
        <w:tc>
          <w:tcPr>
            <w:tcW w:w="0" w:type="auto"/>
          </w:tcPr>
          <w:p w14:paraId="4054898F" w14:textId="176C7CE4" w:rsidR="00795395" w:rsidRPr="00EC5A0F" w:rsidRDefault="00795395" w:rsidP="007D4695">
            <w:r w:rsidRPr="00EC5A0F">
              <w:t>innere Energie</w:t>
            </w:r>
          </w:p>
        </w:tc>
        <w:tc>
          <w:tcPr>
            <w:tcW w:w="0" w:type="auto"/>
          </w:tcPr>
          <w:p w14:paraId="062E0680" w14:textId="10618391" w:rsidR="00795395" w:rsidRDefault="00795395" w:rsidP="007D4695">
            <w:r>
              <w:t>U</w:t>
            </w:r>
          </w:p>
        </w:tc>
        <w:tc>
          <w:tcPr>
            <w:tcW w:w="0" w:type="auto"/>
          </w:tcPr>
          <w:p w14:paraId="2EBBFDEB" w14:textId="13739301" w:rsidR="00795395" w:rsidRDefault="00795395" w:rsidP="007D4695">
            <w:r>
              <w:t>Joule</w:t>
            </w:r>
          </w:p>
        </w:tc>
        <w:tc>
          <w:tcPr>
            <w:tcW w:w="2606" w:type="dxa"/>
          </w:tcPr>
          <w:p w14:paraId="7D08FAA8" w14:textId="53DB4628" w:rsidR="00795395" w:rsidRDefault="00795395" w:rsidP="007D4695">
            <w:r>
              <w:t>J</w:t>
            </w:r>
          </w:p>
        </w:tc>
        <w:tc>
          <w:tcPr>
            <w:tcW w:w="4627" w:type="dxa"/>
          </w:tcPr>
          <w:p w14:paraId="5C84FA83" w14:textId="0B2CB166" w:rsidR="00795395" w:rsidRDefault="00795395" w:rsidP="007D4695">
            <w:r>
              <w:t>1J =1Nm =</w:t>
            </w:r>
            <w:r w:rsidR="007D4695">
              <w:br/>
            </w:r>
            <w:r>
              <w:t>1\frac{kg *m^2}{s^2}</w:t>
            </w:r>
          </w:p>
        </w:tc>
      </w:tr>
      <w:tr w:rsidR="00795395" w:rsidRPr="00EC5A0F" w14:paraId="4E2659FF" w14:textId="77777777" w:rsidTr="007D4695">
        <w:tc>
          <w:tcPr>
            <w:tcW w:w="0" w:type="auto"/>
          </w:tcPr>
          <w:p w14:paraId="268F95D8" w14:textId="2025C88F" w:rsidR="00795395" w:rsidRPr="00EC5A0F" w:rsidRDefault="00795395" w:rsidP="007D4695">
            <w:r w:rsidRPr="00EC5A0F">
              <w:t>Kraft</w:t>
            </w:r>
          </w:p>
        </w:tc>
        <w:tc>
          <w:tcPr>
            <w:tcW w:w="0" w:type="auto"/>
          </w:tcPr>
          <w:p w14:paraId="6D7441ED" w14:textId="6BEFD35B" w:rsidR="00795395" w:rsidRDefault="00795395" w:rsidP="007D4695">
            <w:r>
              <w:t>F</w:t>
            </w:r>
          </w:p>
        </w:tc>
        <w:tc>
          <w:tcPr>
            <w:tcW w:w="0" w:type="auto"/>
          </w:tcPr>
          <w:p w14:paraId="201225B9" w14:textId="667623C2" w:rsidR="00795395" w:rsidRDefault="00795395" w:rsidP="007D4695">
            <w:r>
              <w:t>Newton</w:t>
            </w:r>
          </w:p>
        </w:tc>
        <w:tc>
          <w:tcPr>
            <w:tcW w:w="2606" w:type="dxa"/>
          </w:tcPr>
          <w:p w14:paraId="733DF129" w14:textId="5D46BB4B" w:rsidR="00795395" w:rsidRDefault="00795395" w:rsidP="007D4695">
            <w:r>
              <w:t>N</w:t>
            </w:r>
          </w:p>
        </w:tc>
        <w:tc>
          <w:tcPr>
            <w:tcW w:w="4627" w:type="dxa"/>
          </w:tcPr>
          <w:p w14:paraId="2A59B29F" w14:textId="6D8C584A" w:rsidR="00795395" w:rsidRDefault="00795395" w:rsidP="007D4695">
            <w:r>
              <w:t>1N =1\frac{kg *m}{s^2}</w:t>
            </w:r>
          </w:p>
        </w:tc>
      </w:tr>
      <w:tr w:rsidR="00795395" w:rsidRPr="00EC5A0F" w14:paraId="0D18DEA8" w14:textId="77777777" w:rsidTr="007D4695">
        <w:tc>
          <w:tcPr>
            <w:tcW w:w="0" w:type="auto"/>
          </w:tcPr>
          <w:p w14:paraId="1258BB3B" w14:textId="576FDEC3" w:rsidR="00795395" w:rsidRPr="00EC5A0F" w:rsidRDefault="00795395" w:rsidP="007D4695">
            <w:r w:rsidRPr="00EC5A0F">
              <w:t>Kreisfrequenz</w:t>
            </w:r>
          </w:p>
        </w:tc>
        <w:tc>
          <w:tcPr>
            <w:tcW w:w="0" w:type="auto"/>
          </w:tcPr>
          <w:p w14:paraId="71138093" w14:textId="4B9D909B" w:rsidR="00795395" w:rsidRDefault="00795395" w:rsidP="007D4695">
            <w:r>
              <w:t>~w</w:t>
            </w:r>
          </w:p>
        </w:tc>
        <w:tc>
          <w:tcPr>
            <w:tcW w:w="0" w:type="auto"/>
          </w:tcPr>
          <w:p w14:paraId="143885CF" w14:textId="772B54F2" w:rsidR="00795395" w:rsidRDefault="00795395" w:rsidP="007D4695">
            <w:r>
              <w:t>--</w:t>
            </w:r>
          </w:p>
        </w:tc>
        <w:tc>
          <w:tcPr>
            <w:tcW w:w="2606" w:type="dxa"/>
          </w:tcPr>
          <w:p w14:paraId="57721A28" w14:textId="634C4501" w:rsidR="00795395" w:rsidRDefault="00795395" w:rsidP="007D4695">
            <w:r>
              <w:t>1/s</w:t>
            </w:r>
          </w:p>
        </w:tc>
        <w:tc>
          <w:tcPr>
            <w:tcW w:w="4627" w:type="dxa"/>
          </w:tcPr>
          <w:p w14:paraId="4F626711" w14:textId="1E6457C6" w:rsidR="00795395" w:rsidRDefault="00795395" w:rsidP="007D4695">
            <w:r>
              <w:t>--</w:t>
            </w:r>
          </w:p>
        </w:tc>
      </w:tr>
      <w:tr w:rsidR="00795395" w:rsidRPr="00EC5A0F" w14:paraId="20D164C0" w14:textId="77777777" w:rsidTr="007D4695">
        <w:tc>
          <w:tcPr>
            <w:tcW w:w="0" w:type="auto"/>
          </w:tcPr>
          <w:p w14:paraId="64E74DBF" w14:textId="1158AB9C" w:rsidR="00795395" w:rsidRPr="00EC5A0F" w:rsidRDefault="00795395" w:rsidP="007D4695">
            <w:r w:rsidRPr="00EC5A0F">
              <w:t>Länge</w:t>
            </w:r>
          </w:p>
        </w:tc>
        <w:tc>
          <w:tcPr>
            <w:tcW w:w="0" w:type="auto"/>
          </w:tcPr>
          <w:p w14:paraId="189E7EBE" w14:textId="0A880B92" w:rsidR="00795395" w:rsidRDefault="00795395" w:rsidP="007D4695">
            <w:r>
              <w:t>l</w:t>
            </w:r>
          </w:p>
        </w:tc>
        <w:tc>
          <w:tcPr>
            <w:tcW w:w="0" w:type="auto"/>
          </w:tcPr>
          <w:p w14:paraId="1370F726" w14:textId="1AE7D839" w:rsidR="00795395" w:rsidRDefault="00795395" w:rsidP="007D4695">
            <w:r>
              <w:t>Meter</w:t>
            </w:r>
          </w:p>
        </w:tc>
        <w:tc>
          <w:tcPr>
            <w:tcW w:w="2606" w:type="dxa"/>
          </w:tcPr>
          <w:p w14:paraId="6FC62227" w14:textId="4B5EC2C5" w:rsidR="00795395" w:rsidRDefault="00795395" w:rsidP="007D4695">
            <w:r>
              <w:t>m</w:t>
            </w:r>
          </w:p>
        </w:tc>
        <w:tc>
          <w:tcPr>
            <w:tcW w:w="4627" w:type="dxa"/>
          </w:tcPr>
          <w:p w14:paraId="1F191899" w14:textId="25F8C869" w:rsidR="00795395" w:rsidRDefault="00795395" w:rsidP="007D4695">
            <w:r>
              <w:t>--</w:t>
            </w:r>
          </w:p>
        </w:tc>
      </w:tr>
      <w:tr w:rsidR="00795395" w:rsidRPr="00EC5A0F" w14:paraId="35DB4462" w14:textId="77777777" w:rsidTr="007D4695">
        <w:tc>
          <w:tcPr>
            <w:tcW w:w="0" w:type="auto"/>
          </w:tcPr>
          <w:p w14:paraId="321102CF" w14:textId="19E5D343" w:rsidR="00795395" w:rsidRPr="00EC5A0F" w:rsidRDefault="00795395" w:rsidP="007D4695">
            <w:r w:rsidRPr="00EC5A0F">
              <w:t>Leistung</w:t>
            </w:r>
          </w:p>
        </w:tc>
        <w:tc>
          <w:tcPr>
            <w:tcW w:w="0" w:type="auto"/>
          </w:tcPr>
          <w:p w14:paraId="51A57CB7" w14:textId="542D2495" w:rsidR="00795395" w:rsidRDefault="00795395" w:rsidP="007D4695">
            <w:r>
              <w:t>P</w:t>
            </w:r>
          </w:p>
        </w:tc>
        <w:tc>
          <w:tcPr>
            <w:tcW w:w="0" w:type="auto"/>
          </w:tcPr>
          <w:p w14:paraId="54AE5730" w14:textId="23B71B6B" w:rsidR="00795395" w:rsidRDefault="00795395" w:rsidP="007D4695">
            <w:r>
              <w:t>Watt</w:t>
            </w:r>
          </w:p>
        </w:tc>
        <w:tc>
          <w:tcPr>
            <w:tcW w:w="2606" w:type="dxa"/>
          </w:tcPr>
          <w:p w14:paraId="3F53BD0E" w14:textId="42A3ADE4" w:rsidR="00795395" w:rsidRDefault="00795395" w:rsidP="007D4695">
            <w:r>
              <w:t>W</w:t>
            </w:r>
          </w:p>
        </w:tc>
        <w:tc>
          <w:tcPr>
            <w:tcW w:w="4627" w:type="dxa"/>
          </w:tcPr>
          <w:p w14:paraId="0A889C27" w14:textId="4C9E55F8" w:rsidR="00795395" w:rsidRDefault="00795395" w:rsidP="007D4695">
            <w:r>
              <w:t>1W =1 J/S =</w:t>
            </w:r>
            <w:r w:rsidR="007D4695">
              <w:br/>
            </w:r>
            <w:r>
              <w:t>1\frac{kg *m^2}{s^3}</w:t>
            </w:r>
          </w:p>
        </w:tc>
      </w:tr>
      <w:tr w:rsidR="00795395" w:rsidRPr="00EC5A0F" w14:paraId="2CF36001" w14:textId="77777777" w:rsidTr="007D4695">
        <w:tc>
          <w:tcPr>
            <w:tcW w:w="0" w:type="auto"/>
          </w:tcPr>
          <w:p w14:paraId="0881D559" w14:textId="2908DEA7" w:rsidR="00795395" w:rsidRPr="00EC5A0F" w:rsidRDefault="00795395" w:rsidP="007D4695">
            <w:r w:rsidRPr="00EC5A0F">
              <w:t>magnetische Feldstärke</w:t>
            </w:r>
          </w:p>
        </w:tc>
        <w:tc>
          <w:tcPr>
            <w:tcW w:w="0" w:type="auto"/>
          </w:tcPr>
          <w:p w14:paraId="77E26809" w14:textId="448BBB21" w:rsidR="00795395" w:rsidRDefault="007C30AB" w:rsidP="007D4695">
            <w:r>
              <w:t>H</w:t>
            </w:r>
          </w:p>
        </w:tc>
        <w:tc>
          <w:tcPr>
            <w:tcW w:w="0" w:type="auto"/>
          </w:tcPr>
          <w:p w14:paraId="43BE0928" w14:textId="15C37A98" w:rsidR="00795395" w:rsidRDefault="007C30AB" w:rsidP="007D4695">
            <w:r>
              <w:t>--</w:t>
            </w:r>
          </w:p>
        </w:tc>
        <w:tc>
          <w:tcPr>
            <w:tcW w:w="2606" w:type="dxa"/>
          </w:tcPr>
          <w:p w14:paraId="6C722AB5" w14:textId="2689D500" w:rsidR="00795395" w:rsidRDefault="007C30AB" w:rsidP="007D4695">
            <w:r>
              <w:t>A/m</w:t>
            </w:r>
          </w:p>
        </w:tc>
        <w:tc>
          <w:tcPr>
            <w:tcW w:w="4627" w:type="dxa"/>
          </w:tcPr>
          <w:p w14:paraId="72DD4029" w14:textId="2F8A0D76" w:rsidR="00795395" w:rsidRDefault="007C30AB" w:rsidP="007D4695">
            <w:r>
              <w:t>--</w:t>
            </w:r>
          </w:p>
        </w:tc>
      </w:tr>
      <w:tr w:rsidR="00795395" w:rsidRPr="00EC5A0F" w14:paraId="5CB6E779" w14:textId="77777777" w:rsidTr="007D4695">
        <w:tc>
          <w:tcPr>
            <w:tcW w:w="0" w:type="auto"/>
          </w:tcPr>
          <w:p w14:paraId="48E5B9DA" w14:textId="1B1EB0AE" w:rsidR="00795395" w:rsidRPr="00EC5A0F" w:rsidRDefault="00795395" w:rsidP="007D4695">
            <w:r w:rsidRPr="00EC5A0F">
              <w:t>magnetischer Fluss</w:t>
            </w:r>
          </w:p>
        </w:tc>
        <w:tc>
          <w:tcPr>
            <w:tcW w:w="0" w:type="auto"/>
          </w:tcPr>
          <w:p w14:paraId="3017BAEF" w14:textId="6CB4EDB8" w:rsidR="00795395" w:rsidRDefault="007C30AB" w:rsidP="007D4695">
            <w:r>
              <w:t>~F</w:t>
            </w:r>
          </w:p>
        </w:tc>
        <w:tc>
          <w:tcPr>
            <w:tcW w:w="0" w:type="auto"/>
          </w:tcPr>
          <w:p w14:paraId="196B3B64" w14:textId="7B3597C8" w:rsidR="00795395" w:rsidRDefault="007C30AB" w:rsidP="007D4695">
            <w:r>
              <w:t>Weber</w:t>
            </w:r>
          </w:p>
        </w:tc>
        <w:tc>
          <w:tcPr>
            <w:tcW w:w="2606" w:type="dxa"/>
          </w:tcPr>
          <w:p w14:paraId="41D239A1" w14:textId="52678263" w:rsidR="00795395" w:rsidRDefault="007C30AB" w:rsidP="007D4695">
            <w:r>
              <w:t>Wb</w:t>
            </w:r>
          </w:p>
        </w:tc>
        <w:tc>
          <w:tcPr>
            <w:tcW w:w="4627" w:type="dxa"/>
          </w:tcPr>
          <w:p w14:paraId="38F9A836" w14:textId="0E8E0A95" w:rsidR="00795395" w:rsidRDefault="007C30AB" w:rsidP="007D4695">
            <w:r>
              <w:t>1Wb =1V *s</w:t>
            </w:r>
          </w:p>
        </w:tc>
      </w:tr>
      <w:tr w:rsidR="00795395" w:rsidRPr="00EC5A0F" w14:paraId="24DAC9C9" w14:textId="77777777" w:rsidTr="007D4695">
        <w:tc>
          <w:tcPr>
            <w:tcW w:w="0" w:type="auto"/>
          </w:tcPr>
          <w:p w14:paraId="5A019FCE" w14:textId="72F18064" w:rsidR="00795395" w:rsidRPr="00EC5A0F" w:rsidRDefault="00795395" w:rsidP="007D4695">
            <w:r w:rsidRPr="00EC5A0F">
              <w:t>magnetische Flussdichte</w:t>
            </w:r>
          </w:p>
        </w:tc>
        <w:tc>
          <w:tcPr>
            <w:tcW w:w="0" w:type="auto"/>
          </w:tcPr>
          <w:p w14:paraId="0B5C78D5" w14:textId="7A38B630" w:rsidR="00795395" w:rsidRDefault="007C30AB" w:rsidP="007D4695">
            <w:r>
              <w:t>B</w:t>
            </w:r>
          </w:p>
        </w:tc>
        <w:tc>
          <w:tcPr>
            <w:tcW w:w="0" w:type="auto"/>
          </w:tcPr>
          <w:p w14:paraId="7594326E" w14:textId="3AB3C014" w:rsidR="00795395" w:rsidRDefault="007C30AB" w:rsidP="007D4695">
            <w:r>
              <w:t>Tesla</w:t>
            </w:r>
          </w:p>
        </w:tc>
        <w:tc>
          <w:tcPr>
            <w:tcW w:w="2606" w:type="dxa"/>
          </w:tcPr>
          <w:p w14:paraId="515FA8DC" w14:textId="1CDCA159" w:rsidR="00795395" w:rsidRDefault="007C30AB" w:rsidP="007D4695">
            <w:r>
              <w:t>T</w:t>
            </w:r>
          </w:p>
        </w:tc>
        <w:tc>
          <w:tcPr>
            <w:tcW w:w="4627" w:type="dxa"/>
          </w:tcPr>
          <w:p w14:paraId="5DDDE659" w14:textId="3141AA24" w:rsidR="00795395" w:rsidRDefault="007C30AB" w:rsidP="007D4695">
            <w:r>
              <w:t>1T =1\frac{N}{A *m} =</w:t>
            </w:r>
            <w:r w:rsidR="00CA1EB5">
              <w:br/>
            </w:r>
            <w:r>
              <w:t>1\frac{V *s}{m^2} =</w:t>
            </w:r>
            <w:r w:rsidR="00BB54D8">
              <w:br/>
            </w:r>
            <w:r>
              <w:t>1\frac{kg}{s^2 *A}</w:t>
            </w:r>
          </w:p>
        </w:tc>
      </w:tr>
      <w:tr w:rsidR="00795395" w:rsidRPr="00EC5A0F" w14:paraId="3C9EA3AB" w14:textId="77777777" w:rsidTr="007D4695">
        <w:tc>
          <w:tcPr>
            <w:tcW w:w="0" w:type="auto"/>
          </w:tcPr>
          <w:p w14:paraId="621FB27B" w14:textId="1C391FA2" w:rsidR="00795395" w:rsidRPr="00EC5A0F" w:rsidRDefault="00795395" w:rsidP="007D4695">
            <w:r w:rsidRPr="00EC5A0F">
              <w:t>Masse</w:t>
            </w:r>
            <w:r w:rsidR="007C30AB">
              <w:t>*</w:t>
            </w:r>
          </w:p>
        </w:tc>
        <w:tc>
          <w:tcPr>
            <w:tcW w:w="0" w:type="auto"/>
          </w:tcPr>
          <w:p w14:paraId="750F0E18" w14:textId="75752F01" w:rsidR="00795395" w:rsidRDefault="007C30AB" w:rsidP="007D4695">
            <w:r>
              <w:t>m</w:t>
            </w:r>
          </w:p>
        </w:tc>
        <w:tc>
          <w:tcPr>
            <w:tcW w:w="0" w:type="auto"/>
          </w:tcPr>
          <w:p w14:paraId="5D9CA0C2" w14:textId="0C2A6BDF" w:rsidR="00795395" w:rsidRDefault="007C30AB" w:rsidP="007D4695">
            <w:r>
              <w:t>Kilogramm</w:t>
            </w:r>
          </w:p>
        </w:tc>
        <w:tc>
          <w:tcPr>
            <w:tcW w:w="2606" w:type="dxa"/>
          </w:tcPr>
          <w:p w14:paraId="5CD01DFF" w14:textId="0517A7CE" w:rsidR="00795395" w:rsidRDefault="007C30AB" w:rsidP="007D4695">
            <w:r>
              <w:t>kg</w:t>
            </w:r>
          </w:p>
        </w:tc>
        <w:tc>
          <w:tcPr>
            <w:tcW w:w="4627" w:type="dxa"/>
          </w:tcPr>
          <w:p w14:paraId="371BB294" w14:textId="0AA99388" w:rsidR="00795395" w:rsidRDefault="007C30AB" w:rsidP="007D4695">
            <w:r>
              <w:t>--</w:t>
            </w:r>
          </w:p>
        </w:tc>
      </w:tr>
      <w:tr w:rsidR="007C30AB" w:rsidRPr="00EC5A0F" w14:paraId="20278ED8" w14:textId="77777777" w:rsidTr="007D4695">
        <w:tc>
          <w:tcPr>
            <w:tcW w:w="0" w:type="auto"/>
          </w:tcPr>
          <w:p w14:paraId="430FE1F1" w14:textId="24128496" w:rsidR="007C30AB" w:rsidRPr="00EC5A0F" w:rsidRDefault="007C30AB" w:rsidP="007D4695">
            <w:r>
              <w:t>Masse*</w:t>
            </w:r>
          </w:p>
        </w:tc>
        <w:tc>
          <w:tcPr>
            <w:tcW w:w="0" w:type="auto"/>
          </w:tcPr>
          <w:p w14:paraId="535BC58C" w14:textId="2B992244" w:rsidR="007C30AB" w:rsidRDefault="007C30AB" w:rsidP="007D4695">
            <w:r>
              <w:t>m</w:t>
            </w:r>
          </w:p>
        </w:tc>
        <w:tc>
          <w:tcPr>
            <w:tcW w:w="0" w:type="auto"/>
          </w:tcPr>
          <w:p w14:paraId="02B67463" w14:textId="32E1F73F" w:rsidR="007C30AB" w:rsidRDefault="007C30AB" w:rsidP="007D4695">
            <w:r>
              <w:t>atomare Masse</w:t>
            </w:r>
            <w:r w:rsidR="00CA1EB5">
              <w:t>-</w:t>
            </w:r>
            <w:r>
              <w:t>einheit</w:t>
            </w:r>
          </w:p>
        </w:tc>
        <w:tc>
          <w:tcPr>
            <w:tcW w:w="2606" w:type="dxa"/>
          </w:tcPr>
          <w:p w14:paraId="2C9BBC5A" w14:textId="3CD55F44" w:rsidR="007C30AB" w:rsidRDefault="007C30AB" w:rsidP="007D4695">
            <w:r>
              <w:t>u</w:t>
            </w:r>
          </w:p>
        </w:tc>
        <w:tc>
          <w:tcPr>
            <w:tcW w:w="4627" w:type="dxa"/>
          </w:tcPr>
          <w:p w14:paraId="6D959FFD" w14:textId="7154E29B" w:rsidR="007C30AB" w:rsidRDefault="007C30AB" w:rsidP="007D4695">
            <w:r>
              <w:t>1u =</w:t>
            </w:r>
            <w:r w:rsidR="007D4695">
              <w:br/>
            </w:r>
            <w:r w:rsidRPr="00EC5A0F">
              <w:t>1,66053906660 *10</w:t>
            </w:r>
            <w:r>
              <w:t>^{-27}</w:t>
            </w:r>
            <w:r w:rsidRPr="00EC5A0F">
              <w:t>kg</w:t>
            </w:r>
          </w:p>
        </w:tc>
      </w:tr>
      <w:tr w:rsidR="00795395" w:rsidRPr="00EC5A0F" w14:paraId="0C6DD8E7" w14:textId="77777777" w:rsidTr="007D4695">
        <w:tc>
          <w:tcPr>
            <w:tcW w:w="0" w:type="auto"/>
          </w:tcPr>
          <w:p w14:paraId="67862BF3" w14:textId="4813240E" w:rsidR="00795395" w:rsidRPr="00EC5A0F" w:rsidRDefault="00795395" w:rsidP="007D4695">
            <w:r w:rsidRPr="00EC5A0F">
              <w:t>Schalldruckpegel</w:t>
            </w:r>
          </w:p>
        </w:tc>
        <w:tc>
          <w:tcPr>
            <w:tcW w:w="0" w:type="auto"/>
          </w:tcPr>
          <w:p w14:paraId="2150ED02" w14:textId="44585069" w:rsidR="00795395" w:rsidRDefault="007C30AB" w:rsidP="007D4695">
            <w:r>
              <w:t>L_P</w:t>
            </w:r>
          </w:p>
        </w:tc>
        <w:tc>
          <w:tcPr>
            <w:tcW w:w="0" w:type="auto"/>
          </w:tcPr>
          <w:p w14:paraId="38A13680" w14:textId="332F1A94" w:rsidR="00795395" w:rsidRDefault="007C30AB" w:rsidP="007D4695">
            <w:r>
              <w:t>Dezibel</w:t>
            </w:r>
          </w:p>
        </w:tc>
        <w:tc>
          <w:tcPr>
            <w:tcW w:w="2606" w:type="dxa"/>
          </w:tcPr>
          <w:p w14:paraId="1BB49F00" w14:textId="06F536E6" w:rsidR="00795395" w:rsidRDefault="007C30AB" w:rsidP="007D4695">
            <w:r>
              <w:t>dB</w:t>
            </w:r>
          </w:p>
        </w:tc>
        <w:tc>
          <w:tcPr>
            <w:tcW w:w="4627" w:type="dxa"/>
          </w:tcPr>
          <w:p w14:paraId="7B4475F3" w14:textId="5AFEAC1F" w:rsidR="00795395" w:rsidRDefault="007C30AB" w:rsidP="007D4695">
            <w:r>
              <w:t>--</w:t>
            </w:r>
          </w:p>
        </w:tc>
      </w:tr>
      <w:tr w:rsidR="00795395" w:rsidRPr="00EC5A0F" w14:paraId="0348295C" w14:textId="77777777" w:rsidTr="007D4695">
        <w:tc>
          <w:tcPr>
            <w:tcW w:w="0" w:type="auto"/>
          </w:tcPr>
          <w:p w14:paraId="2320D08D" w14:textId="08E1F3CC" w:rsidR="00795395" w:rsidRPr="00EC5A0F" w:rsidRDefault="00795395" w:rsidP="007D4695">
            <w:r w:rsidRPr="00EC5A0F">
              <w:t>Schallintensitätspegel</w:t>
            </w:r>
          </w:p>
        </w:tc>
        <w:tc>
          <w:tcPr>
            <w:tcW w:w="0" w:type="auto"/>
          </w:tcPr>
          <w:p w14:paraId="3CED78B4" w14:textId="64903ED2" w:rsidR="00795395" w:rsidRDefault="007C30AB" w:rsidP="007D4695">
            <w:r>
              <w:t>L_I</w:t>
            </w:r>
          </w:p>
        </w:tc>
        <w:tc>
          <w:tcPr>
            <w:tcW w:w="0" w:type="auto"/>
          </w:tcPr>
          <w:p w14:paraId="7D3C762A" w14:textId="15C60B7C" w:rsidR="00795395" w:rsidRDefault="007C30AB" w:rsidP="007D4695">
            <w:r>
              <w:t>Dezibel</w:t>
            </w:r>
          </w:p>
        </w:tc>
        <w:tc>
          <w:tcPr>
            <w:tcW w:w="2606" w:type="dxa"/>
          </w:tcPr>
          <w:p w14:paraId="138E353A" w14:textId="1D055A47" w:rsidR="00795395" w:rsidRDefault="007C30AB" w:rsidP="007D4695">
            <w:r>
              <w:t>dB</w:t>
            </w:r>
          </w:p>
        </w:tc>
        <w:tc>
          <w:tcPr>
            <w:tcW w:w="4627" w:type="dxa"/>
          </w:tcPr>
          <w:p w14:paraId="519CB13C" w14:textId="4E6EB33A" w:rsidR="00795395" w:rsidRDefault="007C30AB" w:rsidP="007D4695">
            <w:r>
              <w:t>--</w:t>
            </w:r>
          </w:p>
        </w:tc>
      </w:tr>
      <w:tr w:rsidR="00795395" w:rsidRPr="00EC5A0F" w14:paraId="4701A00C" w14:textId="77777777" w:rsidTr="007D4695">
        <w:tc>
          <w:tcPr>
            <w:tcW w:w="0" w:type="auto"/>
          </w:tcPr>
          <w:p w14:paraId="4A0F8B47" w14:textId="07DE90B7" w:rsidR="00795395" w:rsidRPr="00EC5A0F" w:rsidRDefault="00795395" w:rsidP="007D4695">
            <w:r w:rsidRPr="00EC5A0F">
              <w:t>spezifische Wärmekapazität</w:t>
            </w:r>
          </w:p>
        </w:tc>
        <w:tc>
          <w:tcPr>
            <w:tcW w:w="0" w:type="auto"/>
          </w:tcPr>
          <w:p w14:paraId="515EF3B7" w14:textId="00626B64" w:rsidR="00795395" w:rsidRDefault="007C30AB" w:rsidP="007D4695">
            <w:r>
              <w:t>c</w:t>
            </w:r>
          </w:p>
        </w:tc>
        <w:tc>
          <w:tcPr>
            <w:tcW w:w="0" w:type="auto"/>
          </w:tcPr>
          <w:p w14:paraId="42B893EA" w14:textId="59CA19E8" w:rsidR="00795395" w:rsidRDefault="007C30AB" w:rsidP="007D4695">
            <w:r>
              <w:t>--</w:t>
            </w:r>
          </w:p>
        </w:tc>
        <w:tc>
          <w:tcPr>
            <w:tcW w:w="2606" w:type="dxa"/>
          </w:tcPr>
          <w:p w14:paraId="3E0F4915" w14:textId="503F9997" w:rsidR="00795395" w:rsidRDefault="007C30AB" w:rsidP="007D4695">
            <w:r>
              <w:t>\frac{J}{kg *K}</w:t>
            </w:r>
          </w:p>
        </w:tc>
        <w:tc>
          <w:tcPr>
            <w:tcW w:w="4627" w:type="dxa"/>
          </w:tcPr>
          <w:p w14:paraId="6B7372A2" w14:textId="591C050C" w:rsidR="00795395" w:rsidRDefault="007C30AB" w:rsidP="007D4695">
            <w:r>
              <w:t>--</w:t>
            </w:r>
          </w:p>
        </w:tc>
      </w:tr>
      <w:tr w:rsidR="00795395" w:rsidRPr="00EC5A0F" w14:paraId="5866D02B" w14:textId="77777777" w:rsidTr="007D4695">
        <w:tc>
          <w:tcPr>
            <w:tcW w:w="0" w:type="auto"/>
          </w:tcPr>
          <w:p w14:paraId="69FEB970" w14:textId="4EFF258E" w:rsidR="00795395" w:rsidRPr="00EC5A0F" w:rsidRDefault="00795395" w:rsidP="007D4695">
            <w:r w:rsidRPr="00EC5A0F">
              <w:t>Stoffmenge</w:t>
            </w:r>
          </w:p>
        </w:tc>
        <w:tc>
          <w:tcPr>
            <w:tcW w:w="0" w:type="auto"/>
          </w:tcPr>
          <w:p w14:paraId="6C1D0036" w14:textId="22FA953F" w:rsidR="00795395" w:rsidRDefault="007C30AB" w:rsidP="007D4695">
            <w:r>
              <w:t>n</w:t>
            </w:r>
          </w:p>
        </w:tc>
        <w:tc>
          <w:tcPr>
            <w:tcW w:w="0" w:type="auto"/>
          </w:tcPr>
          <w:p w14:paraId="2F9E017E" w14:textId="12110914" w:rsidR="00795395" w:rsidRDefault="007C30AB" w:rsidP="007D4695">
            <w:r>
              <w:t>Mol</w:t>
            </w:r>
          </w:p>
        </w:tc>
        <w:tc>
          <w:tcPr>
            <w:tcW w:w="2606" w:type="dxa"/>
          </w:tcPr>
          <w:p w14:paraId="5BAC0B93" w14:textId="7F904EE9" w:rsidR="00795395" w:rsidRDefault="007C30AB" w:rsidP="007D4695">
            <w:r>
              <w:t>mol</w:t>
            </w:r>
          </w:p>
        </w:tc>
        <w:tc>
          <w:tcPr>
            <w:tcW w:w="4627" w:type="dxa"/>
          </w:tcPr>
          <w:p w14:paraId="7244E735" w14:textId="7982B59D" w:rsidR="00795395" w:rsidRDefault="007C30AB" w:rsidP="007D4695">
            <w:r>
              <w:t>--</w:t>
            </w:r>
          </w:p>
        </w:tc>
      </w:tr>
      <w:tr w:rsidR="00795395" w:rsidRPr="00EC5A0F" w14:paraId="326D9C4A" w14:textId="77777777" w:rsidTr="007D4695">
        <w:tc>
          <w:tcPr>
            <w:tcW w:w="0" w:type="auto"/>
          </w:tcPr>
          <w:p w14:paraId="1B802965" w14:textId="33A19491" w:rsidR="00795395" w:rsidRPr="00EC5A0F" w:rsidRDefault="00795395" w:rsidP="007D4695">
            <w:r w:rsidRPr="00EC5A0F">
              <w:lastRenderedPageBreak/>
              <w:t>Temperatur</w:t>
            </w:r>
          </w:p>
        </w:tc>
        <w:tc>
          <w:tcPr>
            <w:tcW w:w="0" w:type="auto"/>
          </w:tcPr>
          <w:p w14:paraId="1EC0D94A" w14:textId="39BA1AC4" w:rsidR="00795395" w:rsidRDefault="007C30AB" w:rsidP="007D4695">
            <w:r>
              <w:t>T; ~t</w:t>
            </w:r>
          </w:p>
        </w:tc>
        <w:tc>
          <w:tcPr>
            <w:tcW w:w="0" w:type="auto"/>
          </w:tcPr>
          <w:p w14:paraId="675CBE4D" w14:textId="21D6ED3A" w:rsidR="00795395" w:rsidRDefault="007C30AB" w:rsidP="007D4695">
            <w:r>
              <w:t>Kelvin; Grad Cel</w:t>
            </w:r>
            <w:r w:rsidR="00CA1EB5">
              <w:t>-</w:t>
            </w:r>
            <w:r>
              <w:t>sius</w:t>
            </w:r>
          </w:p>
        </w:tc>
        <w:tc>
          <w:tcPr>
            <w:tcW w:w="2606" w:type="dxa"/>
          </w:tcPr>
          <w:p w14:paraId="6BFD88AE" w14:textId="28BD6E85" w:rsidR="00795395" w:rsidRDefault="007C30AB" w:rsidP="007D4695">
            <w:r>
              <w:t>K; °C</w:t>
            </w:r>
          </w:p>
        </w:tc>
        <w:tc>
          <w:tcPr>
            <w:tcW w:w="4627" w:type="dxa"/>
          </w:tcPr>
          <w:p w14:paraId="78716CF3" w14:textId="6F93CDD0" w:rsidR="00795395" w:rsidRDefault="007C30AB" w:rsidP="007D4695">
            <w:r>
              <w:t>0°C \^= 273,15K</w:t>
            </w:r>
          </w:p>
        </w:tc>
      </w:tr>
      <w:tr w:rsidR="00795395" w:rsidRPr="00EC5A0F" w14:paraId="6FB1BCE4" w14:textId="77777777" w:rsidTr="007D4695">
        <w:tc>
          <w:tcPr>
            <w:tcW w:w="0" w:type="auto"/>
          </w:tcPr>
          <w:p w14:paraId="1713683C" w14:textId="144B909D" w:rsidR="00795395" w:rsidRPr="00EC5A0F" w:rsidRDefault="00795395" w:rsidP="007D4695">
            <w:r w:rsidRPr="00EC5A0F">
              <w:t>Trägheitsmoment</w:t>
            </w:r>
          </w:p>
        </w:tc>
        <w:tc>
          <w:tcPr>
            <w:tcW w:w="0" w:type="auto"/>
          </w:tcPr>
          <w:p w14:paraId="5E928CFA" w14:textId="31F787D1" w:rsidR="00795395" w:rsidRDefault="007C30AB" w:rsidP="007D4695">
            <w:r>
              <w:t>J</w:t>
            </w:r>
          </w:p>
        </w:tc>
        <w:tc>
          <w:tcPr>
            <w:tcW w:w="0" w:type="auto"/>
          </w:tcPr>
          <w:p w14:paraId="37374217" w14:textId="374920AB" w:rsidR="00795395" w:rsidRDefault="007C30AB" w:rsidP="007D4695">
            <w:r>
              <w:t>--</w:t>
            </w:r>
          </w:p>
        </w:tc>
        <w:tc>
          <w:tcPr>
            <w:tcW w:w="2606" w:type="dxa"/>
          </w:tcPr>
          <w:p w14:paraId="5DEF3C14" w14:textId="623C3335" w:rsidR="00795395" w:rsidRDefault="007C30AB" w:rsidP="007D4695">
            <w:r>
              <w:t>kg *m^2</w:t>
            </w:r>
          </w:p>
        </w:tc>
        <w:tc>
          <w:tcPr>
            <w:tcW w:w="4627" w:type="dxa"/>
          </w:tcPr>
          <w:p w14:paraId="3DE0AF4C" w14:textId="2868EBDB" w:rsidR="00795395" w:rsidRDefault="007C30AB" w:rsidP="007D4695">
            <w:r>
              <w:t>--</w:t>
            </w:r>
          </w:p>
        </w:tc>
      </w:tr>
      <w:tr w:rsidR="00795395" w:rsidRPr="00EC5A0F" w14:paraId="782CC902" w14:textId="77777777" w:rsidTr="007D4695">
        <w:tc>
          <w:tcPr>
            <w:tcW w:w="0" w:type="auto"/>
          </w:tcPr>
          <w:p w14:paraId="07C5C289" w14:textId="606F73BF" w:rsidR="00795395" w:rsidRPr="00EC5A0F" w:rsidRDefault="00795395" w:rsidP="007D4695">
            <w:r w:rsidRPr="00EC5A0F">
              <w:t>Viskosität</w:t>
            </w:r>
          </w:p>
        </w:tc>
        <w:tc>
          <w:tcPr>
            <w:tcW w:w="0" w:type="auto"/>
          </w:tcPr>
          <w:p w14:paraId="48C4B9E4" w14:textId="465F4374" w:rsidR="00795395" w:rsidRDefault="007C30AB" w:rsidP="007D4695">
            <w:r>
              <w:t>~j</w:t>
            </w:r>
          </w:p>
        </w:tc>
        <w:tc>
          <w:tcPr>
            <w:tcW w:w="0" w:type="auto"/>
          </w:tcPr>
          <w:p w14:paraId="3E1C3B8A" w14:textId="01BFD50D" w:rsidR="00795395" w:rsidRDefault="007C30AB" w:rsidP="007D4695">
            <w:r>
              <w:t>--</w:t>
            </w:r>
          </w:p>
        </w:tc>
        <w:tc>
          <w:tcPr>
            <w:tcW w:w="2606" w:type="dxa"/>
          </w:tcPr>
          <w:p w14:paraId="5C25038F" w14:textId="5758503C" w:rsidR="00795395" w:rsidRDefault="007C30AB" w:rsidP="007D4695">
            <w:r>
              <w:t>\frac{kg}{m *s}</w:t>
            </w:r>
          </w:p>
        </w:tc>
        <w:tc>
          <w:tcPr>
            <w:tcW w:w="4627" w:type="dxa"/>
          </w:tcPr>
          <w:p w14:paraId="13066A68" w14:textId="271D4D1F" w:rsidR="00795395" w:rsidRDefault="007C30AB" w:rsidP="007D4695">
            <w:r>
              <w:t>--</w:t>
            </w:r>
          </w:p>
        </w:tc>
      </w:tr>
      <w:tr w:rsidR="00795395" w:rsidRPr="00EC5A0F" w14:paraId="05709D87" w14:textId="77777777" w:rsidTr="007D4695">
        <w:tc>
          <w:tcPr>
            <w:tcW w:w="0" w:type="auto"/>
          </w:tcPr>
          <w:p w14:paraId="1233FD0F" w14:textId="280BB9E9" w:rsidR="00795395" w:rsidRPr="00EC5A0F" w:rsidRDefault="00795395" w:rsidP="007D4695">
            <w:r w:rsidRPr="00EC5A0F">
              <w:t>Volumen</w:t>
            </w:r>
          </w:p>
        </w:tc>
        <w:tc>
          <w:tcPr>
            <w:tcW w:w="0" w:type="auto"/>
          </w:tcPr>
          <w:p w14:paraId="6F7FF433" w14:textId="2A246BAA" w:rsidR="00795395" w:rsidRDefault="007C30AB" w:rsidP="007D4695">
            <w:r>
              <w:t>V</w:t>
            </w:r>
          </w:p>
        </w:tc>
        <w:tc>
          <w:tcPr>
            <w:tcW w:w="0" w:type="auto"/>
          </w:tcPr>
          <w:p w14:paraId="1AC83ADF" w14:textId="648234B5" w:rsidR="00795395" w:rsidRDefault="007C30AB" w:rsidP="007D4695">
            <w:r>
              <w:t>Kubikmeter; Liter</w:t>
            </w:r>
          </w:p>
        </w:tc>
        <w:tc>
          <w:tcPr>
            <w:tcW w:w="2606" w:type="dxa"/>
          </w:tcPr>
          <w:p w14:paraId="0E8737AF" w14:textId="34BDB609" w:rsidR="00795395" w:rsidRDefault="007C30AB" w:rsidP="007D4695">
            <w:r>
              <w:t>m^3; l, L</w:t>
            </w:r>
          </w:p>
        </w:tc>
        <w:tc>
          <w:tcPr>
            <w:tcW w:w="4627" w:type="dxa"/>
          </w:tcPr>
          <w:p w14:paraId="746FF0AA" w14:textId="16E76FDE" w:rsidR="00795395" w:rsidRDefault="007C30AB" w:rsidP="007D4695">
            <w:r>
              <w:t>1m^3 =1000L</w:t>
            </w:r>
          </w:p>
        </w:tc>
      </w:tr>
      <w:tr w:rsidR="00795395" w:rsidRPr="00EC5A0F" w14:paraId="3B54643F" w14:textId="77777777" w:rsidTr="007D4695">
        <w:tc>
          <w:tcPr>
            <w:tcW w:w="0" w:type="auto"/>
          </w:tcPr>
          <w:p w14:paraId="0BAB2A8A" w14:textId="531780B5" w:rsidR="00795395" w:rsidRPr="00EC5A0F" w:rsidRDefault="00795395" w:rsidP="007D4695">
            <w:r w:rsidRPr="00EC5A0F">
              <w:t>Wärme</w:t>
            </w:r>
          </w:p>
        </w:tc>
        <w:tc>
          <w:tcPr>
            <w:tcW w:w="0" w:type="auto"/>
          </w:tcPr>
          <w:p w14:paraId="408BA781" w14:textId="47BB596F" w:rsidR="00795395" w:rsidRDefault="007C30AB" w:rsidP="007D4695">
            <w:r>
              <w:t>Q</w:t>
            </w:r>
          </w:p>
        </w:tc>
        <w:tc>
          <w:tcPr>
            <w:tcW w:w="0" w:type="auto"/>
          </w:tcPr>
          <w:p w14:paraId="48A5E29E" w14:textId="04F7ECEA" w:rsidR="00795395" w:rsidRDefault="007C30AB" w:rsidP="007D4695">
            <w:r>
              <w:t>Joule</w:t>
            </w:r>
          </w:p>
        </w:tc>
        <w:tc>
          <w:tcPr>
            <w:tcW w:w="2606" w:type="dxa"/>
          </w:tcPr>
          <w:p w14:paraId="1EF3B0AD" w14:textId="36487BB0" w:rsidR="00795395" w:rsidRDefault="007C30AB" w:rsidP="007D4695">
            <w:r>
              <w:t>J</w:t>
            </w:r>
          </w:p>
        </w:tc>
        <w:tc>
          <w:tcPr>
            <w:tcW w:w="4627" w:type="dxa"/>
          </w:tcPr>
          <w:p w14:paraId="05CD9832" w14:textId="60865A81" w:rsidR="00795395" w:rsidRDefault="007C30AB" w:rsidP="007D4695">
            <w:r>
              <w:t>1J =1Nm =</w:t>
            </w:r>
            <w:r w:rsidR="007D4695">
              <w:br/>
            </w:r>
            <w:r>
              <w:t>1\frac{kg *m^2}{s^2}</w:t>
            </w:r>
          </w:p>
        </w:tc>
      </w:tr>
      <w:tr w:rsidR="00795395" w:rsidRPr="00EC5A0F" w14:paraId="350216C8" w14:textId="77777777" w:rsidTr="007D4695">
        <w:tc>
          <w:tcPr>
            <w:tcW w:w="0" w:type="auto"/>
          </w:tcPr>
          <w:p w14:paraId="2559DB4D" w14:textId="63816C46" w:rsidR="00795395" w:rsidRPr="00EC5A0F" w:rsidRDefault="00795395" w:rsidP="007D4695">
            <w:r w:rsidRPr="00EC5A0F">
              <w:t>Wellenlänge</w:t>
            </w:r>
          </w:p>
        </w:tc>
        <w:tc>
          <w:tcPr>
            <w:tcW w:w="0" w:type="auto"/>
          </w:tcPr>
          <w:p w14:paraId="033ED3F2" w14:textId="010FB66E" w:rsidR="00795395" w:rsidRDefault="007C30AB" w:rsidP="007D4695">
            <w:r>
              <w:t>~l</w:t>
            </w:r>
          </w:p>
        </w:tc>
        <w:tc>
          <w:tcPr>
            <w:tcW w:w="0" w:type="auto"/>
          </w:tcPr>
          <w:p w14:paraId="1C559C85" w14:textId="7F020656" w:rsidR="00795395" w:rsidRDefault="007C30AB" w:rsidP="007D4695">
            <w:r>
              <w:t>Meter</w:t>
            </w:r>
          </w:p>
        </w:tc>
        <w:tc>
          <w:tcPr>
            <w:tcW w:w="2606" w:type="dxa"/>
          </w:tcPr>
          <w:p w14:paraId="1B62573D" w14:textId="0BB9FB92" w:rsidR="00795395" w:rsidRDefault="007C30AB" w:rsidP="007D4695">
            <w:r>
              <w:t>m</w:t>
            </w:r>
          </w:p>
        </w:tc>
        <w:tc>
          <w:tcPr>
            <w:tcW w:w="4627" w:type="dxa"/>
          </w:tcPr>
          <w:p w14:paraId="26B97D21" w14:textId="5F8D812D" w:rsidR="00795395" w:rsidRDefault="007C30AB" w:rsidP="007D4695">
            <w:r>
              <w:t>--</w:t>
            </w:r>
          </w:p>
        </w:tc>
      </w:tr>
      <w:tr w:rsidR="00795395" w:rsidRPr="00EC5A0F" w14:paraId="6BC25D3A" w14:textId="77777777" w:rsidTr="007D4695">
        <w:tc>
          <w:tcPr>
            <w:tcW w:w="0" w:type="auto"/>
          </w:tcPr>
          <w:p w14:paraId="3A997303" w14:textId="52A191A9" w:rsidR="00795395" w:rsidRPr="00EC5A0F" w:rsidRDefault="00795395" w:rsidP="007D4695">
            <w:r w:rsidRPr="00EC5A0F">
              <w:t>Winkelgeschwindigkeit</w:t>
            </w:r>
          </w:p>
        </w:tc>
        <w:tc>
          <w:tcPr>
            <w:tcW w:w="0" w:type="auto"/>
          </w:tcPr>
          <w:p w14:paraId="2BDE10A2" w14:textId="79732E03" w:rsidR="00795395" w:rsidRDefault="007C30AB" w:rsidP="007D4695">
            <w:r>
              <w:t>~w</w:t>
            </w:r>
          </w:p>
        </w:tc>
        <w:tc>
          <w:tcPr>
            <w:tcW w:w="0" w:type="auto"/>
          </w:tcPr>
          <w:p w14:paraId="0130E8D4" w14:textId="210AFB1B" w:rsidR="00795395" w:rsidRDefault="007C30AB" w:rsidP="007D4695">
            <w:r>
              <w:t>--</w:t>
            </w:r>
          </w:p>
        </w:tc>
        <w:tc>
          <w:tcPr>
            <w:tcW w:w="2606" w:type="dxa"/>
          </w:tcPr>
          <w:p w14:paraId="4C60B58D" w14:textId="279D4920" w:rsidR="00795395" w:rsidRDefault="007C30AB" w:rsidP="007D4695">
            <w:r>
              <w:t>1/s</w:t>
            </w:r>
          </w:p>
        </w:tc>
        <w:tc>
          <w:tcPr>
            <w:tcW w:w="4627" w:type="dxa"/>
          </w:tcPr>
          <w:p w14:paraId="3521C654" w14:textId="3BDC91C5" w:rsidR="00795395" w:rsidRDefault="007C30AB" w:rsidP="007D4695">
            <w:r>
              <w:t>--</w:t>
            </w:r>
          </w:p>
        </w:tc>
      </w:tr>
      <w:tr w:rsidR="00795395" w:rsidRPr="00EC5A0F" w14:paraId="706C70B2" w14:textId="77777777" w:rsidTr="007D4695">
        <w:tc>
          <w:tcPr>
            <w:tcW w:w="0" w:type="auto"/>
          </w:tcPr>
          <w:p w14:paraId="7828C42E" w14:textId="46EBCCDB" w:rsidR="00795395" w:rsidRPr="00EC5A0F" w:rsidRDefault="00795395" w:rsidP="007D4695">
            <w:r w:rsidRPr="00EC5A0F">
              <w:t>Zeit</w:t>
            </w:r>
          </w:p>
        </w:tc>
        <w:tc>
          <w:tcPr>
            <w:tcW w:w="0" w:type="auto"/>
          </w:tcPr>
          <w:p w14:paraId="4EFB20EE" w14:textId="17D109DC" w:rsidR="00795395" w:rsidRDefault="007C30AB" w:rsidP="007D4695">
            <w:r>
              <w:t>t</w:t>
            </w:r>
          </w:p>
        </w:tc>
        <w:tc>
          <w:tcPr>
            <w:tcW w:w="0" w:type="auto"/>
          </w:tcPr>
          <w:p w14:paraId="132B2CFF" w14:textId="34D5528D" w:rsidR="00795395" w:rsidRDefault="007C30AB" w:rsidP="007D4695">
            <w:r>
              <w:t>Sekunde</w:t>
            </w:r>
          </w:p>
        </w:tc>
        <w:tc>
          <w:tcPr>
            <w:tcW w:w="2606" w:type="dxa"/>
          </w:tcPr>
          <w:p w14:paraId="7A69E0A4" w14:textId="76CCCCB4" w:rsidR="00795395" w:rsidRDefault="007C30AB" w:rsidP="007D4695">
            <w:r>
              <w:t>s</w:t>
            </w:r>
          </w:p>
        </w:tc>
        <w:tc>
          <w:tcPr>
            <w:tcW w:w="4627" w:type="dxa"/>
          </w:tcPr>
          <w:p w14:paraId="4ADBE1A6" w14:textId="1116474A" w:rsidR="00795395" w:rsidRDefault="007C30AB" w:rsidP="007D4695">
            <w:r>
              <w:t>--</w:t>
            </w:r>
          </w:p>
        </w:tc>
      </w:tr>
    </w:tbl>
    <w:p w14:paraId="4EE07066" w14:textId="2B263EB5" w:rsidR="007C30AB" w:rsidRDefault="007C30AB" w:rsidP="00B505E9">
      <w:r>
        <w:t>&lt;/Tabelle&gt;</w:t>
      </w:r>
    </w:p>
    <w:p w14:paraId="67A40AF2" w14:textId="77777777" w:rsidR="00C737BC" w:rsidRDefault="00C737BC" w:rsidP="00C737BC"/>
    <w:p w14:paraId="1B44E598" w14:textId="77777777" w:rsidR="00C737BC" w:rsidRDefault="00C737BC" w:rsidP="00C737BC">
      <w:pPr>
        <w:pStyle w:val="berschrift2"/>
      </w:pPr>
      <w:r>
        <w:t>4.2 Astronomische Entfernungsangaben</w:t>
      </w:r>
    </w:p>
    <w:p w14:paraId="3D28BF7A" w14:textId="4DC63963" w:rsidR="00C737BC" w:rsidRDefault="001F5BD2" w:rsidP="001F5BD2">
      <w:pPr>
        <w:pStyle w:val="Liste"/>
      </w:pPr>
      <w:r>
        <w:t xml:space="preserve">- </w:t>
      </w:r>
      <w:r w:rsidR="00C737BC">
        <w:t>1Lj =9,4607 *10</w:t>
      </w:r>
      <w:r>
        <w:t>^{15}</w:t>
      </w:r>
      <w:r w:rsidR="00C737BC">
        <w:t>m</w:t>
      </w:r>
    </w:p>
    <w:p w14:paraId="5F467B31" w14:textId="565CB98B" w:rsidR="00C737BC" w:rsidRDefault="001F5BD2" w:rsidP="001F5BD2">
      <w:pPr>
        <w:pStyle w:val="Liste"/>
      </w:pPr>
      <w:r>
        <w:t xml:space="preserve">- </w:t>
      </w:r>
      <w:r w:rsidR="00C737BC">
        <w:t>1AE =1,4960 *10</w:t>
      </w:r>
      <w:r>
        <w:t>^{11}</w:t>
      </w:r>
      <w:r w:rsidR="00C737BC">
        <w:t>m</w:t>
      </w:r>
    </w:p>
    <w:p w14:paraId="2DF0F8C5" w14:textId="472F832C" w:rsidR="00C737BC" w:rsidRDefault="001F5BD2" w:rsidP="001F5BD2">
      <w:pPr>
        <w:pStyle w:val="Liste"/>
      </w:pPr>
      <w:r>
        <w:t xml:space="preserve">- </w:t>
      </w:r>
      <w:r w:rsidR="00C737BC">
        <w:t>1pc =3,0857 *10</w:t>
      </w:r>
      <w:r>
        <w:t>^{16}</w:t>
      </w:r>
      <w:r w:rsidR="00C737BC">
        <w:t>m</w:t>
      </w:r>
    </w:p>
    <w:p w14:paraId="394E5FDE" w14:textId="77777777" w:rsidR="001F5BD2" w:rsidRDefault="001F5BD2" w:rsidP="00C737BC"/>
    <w:p w14:paraId="10845B9C" w14:textId="7D818C82" w:rsidR="00C737BC" w:rsidRDefault="00C737BC" w:rsidP="001F5BD2">
      <w:pPr>
        <w:pStyle w:val="berschrift2"/>
      </w:pPr>
      <w:r>
        <w:t>4.3 Vorsätze bei Einheiten</w:t>
      </w:r>
    </w:p>
    <w:p w14:paraId="6DF846F1" w14:textId="4515EA6D" w:rsidR="00B505E9" w:rsidRDefault="00B505E9" w:rsidP="00B505E9">
      <w:r>
        <w:t>Legende zur Tabelle:</w:t>
      </w:r>
      <w:r>
        <w:br/>
        <w:t>Faktor (Spalte 3): Faktor, mit dem die Einheit multipliziert wird</w:t>
      </w:r>
    </w:p>
    <w:p w14:paraId="74CF1FE7" w14:textId="77777777" w:rsidR="0058752E" w:rsidRPr="00B505E9" w:rsidRDefault="0058752E" w:rsidP="00B505E9"/>
    <w:p w14:paraId="02C0164E" w14:textId="5A9F68CF" w:rsidR="001F5BD2" w:rsidRPr="001F5BD2" w:rsidRDefault="001F5BD2" w:rsidP="001F5BD2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269"/>
        <w:gridCol w:w="1319"/>
        <w:gridCol w:w="1640"/>
      </w:tblGrid>
      <w:tr w:rsidR="001F5BD2" w:rsidRPr="001F5BD2" w14:paraId="642D901B" w14:textId="77777777" w:rsidTr="001F5BD2">
        <w:tc>
          <w:tcPr>
            <w:tcW w:w="0" w:type="auto"/>
          </w:tcPr>
          <w:p w14:paraId="4A8B08DB" w14:textId="77777777" w:rsidR="001F5BD2" w:rsidRPr="001F5BD2" w:rsidRDefault="001F5BD2" w:rsidP="007D4695">
            <w:r w:rsidRPr="001F5BD2">
              <w:lastRenderedPageBreak/>
              <w:t>Vorsatz</w:t>
            </w:r>
          </w:p>
        </w:tc>
        <w:tc>
          <w:tcPr>
            <w:tcW w:w="0" w:type="auto"/>
          </w:tcPr>
          <w:p w14:paraId="52DF9E43" w14:textId="77777777" w:rsidR="001F5BD2" w:rsidRPr="001F5BD2" w:rsidRDefault="001F5BD2" w:rsidP="007D4695">
            <w:r w:rsidRPr="001F5BD2">
              <w:t>Zeichen</w:t>
            </w:r>
          </w:p>
        </w:tc>
        <w:tc>
          <w:tcPr>
            <w:tcW w:w="0" w:type="auto"/>
          </w:tcPr>
          <w:p w14:paraId="67C74EF9" w14:textId="20DA9FD5" w:rsidR="001F5BD2" w:rsidRPr="001F5BD2" w:rsidRDefault="001F5BD2" w:rsidP="007D4695">
            <w:r w:rsidRPr="001F5BD2">
              <w:t>Faktor</w:t>
            </w:r>
          </w:p>
        </w:tc>
      </w:tr>
      <w:tr w:rsidR="001F5BD2" w:rsidRPr="001F5BD2" w14:paraId="7D9B0CAD" w14:textId="77777777" w:rsidTr="001F5BD2">
        <w:tc>
          <w:tcPr>
            <w:tcW w:w="0" w:type="auto"/>
          </w:tcPr>
          <w:p w14:paraId="67F7E347" w14:textId="08268242" w:rsidR="001F5BD2" w:rsidRPr="001F5BD2" w:rsidRDefault="001F5BD2" w:rsidP="007D4695">
            <w:r w:rsidRPr="001F5BD2">
              <w:t>Exa</w:t>
            </w:r>
          </w:p>
        </w:tc>
        <w:tc>
          <w:tcPr>
            <w:tcW w:w="0" w:type="auto"/>
          </w:tcPr>
          <w:p w14:paraId="2BD6F6F5" w14:textId="485FD32D" w:rsidR="001F5BD2" w:rsidRPr="001F5BD2" w:rsidRDefault="001F5BD2" w:rsidP="007D4695">
            <w:r w:rsidRPr="001F5BD2">
              <w:t>E</w:t>
            </w:r>
          </w:p>
        </w:tc>
        <w:tc>
          <w:tcPr>
            <w:tcW w:w="0" w:type="auto"/>
          </w:tcPr>
          <w:p w14:paraId="70CCD883" w14:textId="14BBEAAC" w:rsidR="001F5BD2" w:rsidRPr="001F5BD2" w:rsidRDefault="001F5BD2" w:rsidP="007D4695">
            <w:r w:rsidRPr="001F5BD2">
              <w:t>10</w:t>
            </w:r>
            <w:r>
              <w:t>^{18}</w:t>
            </w:r>
          </w:p>
        </w:tc>
      </w:tr>
      <w:tr w:rsidR="001F5BD2" w:rsidRPr="001F5BD2" w14:paraId="54146750" w14:textId="77777777" w:rsidTr="001F5BD2">
        <w:tc>
          <w:tcPr>
            <w:tcW w:w="0" w:type="auto"/>
          </w:tcPr>
          <w:p w14:paraId="20883ABF" w14:textId="3A757220" w:rsidR="001F5BD2" w:rsidRPr="001F5BD2" w:rsidRDefault="001F5BD2" w:rsidP="007D4695">
            <w:r w:rsidRPr="001F5BD2">
              <w:t>Peta</w:t>
            </w:r>
          </w:p>
        </w:tc>
        <w:tc>
          <w:tcPr>
            <w:tcW w:w="0" w:type="auto"/>
          </w:tcPr>
          <w:p w14:paraId="25427D97" w14:textId="1B1481AC" w:rsidR="001F5BD2" w:rsidRPr="001F5BD2" w:rsidRDefault="001F5BD2" w:rsidP="007D4695">
            <w:r w:rsidRPr="001F5BD2">
              <w:t>P</w:t>
            </w:r>
          </w:p>
        </w:tc>
        <w:tc>
          <w:tcPr>
            <w:tcW w:w="0" w:type="auto"/>
          </w:tcPr>
          <w:p w14:paraId="02D8D949" w14:textId="61A0EA5F" w:rsidR="001F5BD2" w:rsidRPr="001F5BD2" w:rsidRDefault="001F5BD2" w:rsidP="007D4695">
            <w:r w:rsidRPr="001F5BD2">
              <w:t>10</w:t>
            </w:r>
            <w:r>
              <w:t>^{15}</w:t>
            </w:r>
          </w:p>
        </w:tc>
      </w:tr>
      <w:tr w:rsidR="001F5BD2" w:rsidRPr="001F5BD2" w14:paraId="07A39DC1" w14:textId="77777777" w:rsidTr="001F5BD2">
        <w:tc>
          <w:tcPr>
            <w:tcW w:w="0" w:type="auto"/>
          </w:tcPr>
          <w:p w14:paraId="2B44213C" w14:textId="268871C6" w:rsidR="001F5BD2" w:rsidRPr="001F5BD2" w:rsidRDefault="001F5BD2" w:rsidP="007D4695">
            <w:r w:rsidRPr="001F5BD2">
              <w:t>Tera</w:t>
            </w:r>
          </w:p>
        </w:tc>
        <w:tc>
          <w:tcPr>
            <w:tcW w:w="0" w:type="auto"/>
          </w:tcPr>
          <w:p w14:paraId="6FBBBD68" w14:textId="5EAA993B" w:rsidR="001F5BD2" w:rsidRPr="001F5BD2" w:rsidRDefault="001F5BD2" w:rsidP="007D4695">
            <w:r w:rsidRPr="001F5BD2">
              <w:t>T</w:t>
            </w:r>
          </w:p>
        </w:tc>
        <w:tc>
          <w:tcPr>
            <w:tcW w:w="0" w:type="auto"/>
          </w:tcPr>
          <w:p w14:paraId="105E2AFB" w14:textId="10FCC7B8" w:rsidR="001F5BD2" w:rsidRPr="001F5BD2" w:rsidRDefault="001F5BD2" w:rsidP="007D4695">
            <w:r w:rsidRPr="001F5BD2">
              <w:t>10</w:t>
            </w:r>
            <w:r>
              <w:t>^{12}</w:t>
            </w:r>
          </w:p>
        </w:tc>
      </w:tr>
      <w:tr w:rsidR="001F5BD2" w:rsidRPr="001F5BD2" w14:paraId="2D73BEC8" w14:textId="77777777" w:rsidTr="001F5BD2">
        <w:tc>
          <w:tcPr>
            <w:tcW w:w="0" w:type="auto"/>
          </w:tcPr>
          <w:p w14:paraId="037D8C49" w14:textId="4B044551" w:rsidR="001F5BD2" w:rsidRPr="001F5BD2" w:rsidRDefault="001F5BD2" w:rsidP="007D4695">
            <w:r w:rsidRPr="001F5BD2">
              <w:t>Giga</w:t>
            </w:r>
          </w:p>
        </w:tc>
        <w:tc>
          <w:tcPr>
            <w:tcW w:w="0" w:type="auto"/>
          </w:tcPr>
          <w:p w14:paraId="027B85B2" w14:textId="6106D873" w:rsidR="001F5BD2" w:rsidRPr="001F5BD2" w:rsidRDefault="001F5BD2" w:rsidP="007D4695">
            <w:r w:rsidRPr="001F5BD2">
              <w:t>G</w:t>
            </w:r>
          </w:p>
        </w:tc>
        <w:tc>
          <w:tcPr>
            <w:tcW w:w="0" w:type="auto"/>
          </w:tcPr>
          <w:p w14:paraId="57C4A17B" w14:textId="14BCA273" w:rsidR="001F5BD2" w:rsidRPr="001F5BD2" w:rsidRDefault="001F5BD2" w:rsidP="007D4695">
            <w:r w:rsidRPr="001F5BD2">
              <w:t>10</w:t>
            </w:r>
            <w:r>
              <w:t>^</w:t>
            </w:r>
            <w:r w:rsidRPr="001F5BD2">
              <w:t>9</w:t>
            </w:r>
          </w:p>
        </w:tc>
      </w:tr>
      <w:tr w:rsidR="001F5BD2" w:rsidRPr="001F5BD2" w14:paraId="3DC63F9C" w14:textId="77777777" w:rsidTr="001F5BD2">
        <w:tc>
          <w:tcPr>
            <w:tcW w:w="0" w:type="auto"/>
          </w:tcPr>
          <w:p w14:paraId="7409F222" w14:textId="217D59C8" w:rsidR="001F5BD2" w:rsidRPr="001F5BD2" w:rsidRDefault="001F5BD2" w:rsidP="007D4695">
            <w:r w:rsidRPr="001F5BD2">
              <w:t>Mega</w:t>
            </w:r>
          </w:p>
        </w:tc>
        <w:tc>
          <w:tcPr>
            <w:tcW w:w="0" w:type="auto"/>
          </w:tcPr>
          <w:p w14:paraId="3C9AFAC3" w14:textId="6769CDBE" w:rsidR="001F5BD2" w:rsidRPr="001F5BD2" w:rsidRDefault="001F5BD2" w:rsidP="007D4695">
            <w:r w:rsidRPr="001F5BD2">
              <w:t>M</w:t>
            </w:r>
          </w:p>
        </w:tc>
        <w:tc>
          <w:tcPr>
            <w:tcW w:w="0" w:type="auto"/>
          </w:tcPr>
          <w:p w14:paraId="2092E0C9" w14:textId="00F99EBC" w:rsidR="001F5BD2" w:rsidRPr="001F5BD2" w:rsidRDefault="001F5BD2" w:rsidP="007D4695">
            <w:r w:rsidRPr="001F5BD2">
              <w:t>10</w:t>
            </w:r>
            <w:r>
              <w:t>^</w:t>
            </w:r>
            <w:r w:rsidRPr="001F5BD2">
              <w:t>6</w:t>
            </w:r>
          </w:p>
        </w:tc>
      </w:tr>
      <w:tr w:rsidR="001F5BD2" w:rsidRPr="001F5BD2" w14:paraId="7AFEB85D" w14:textId="77777777" w:rsidTr="001F5BD2">
        <w:tc>
          <w:tcPr>
            <w:tcW w:w="0" w:type="auto"/>
          </w:tcPr>
          <w:p w14:paraId="4CC7DAF5" w14:textId="76572A40" w:rsidR="001F5BD2" w:rsidRPr="001F5BD2" w:rsidRDefault="001F5BD2" w:rsidP="007D4695">
            <w:r w:rsidRPr="001F5BD2">
              <w:t>Kilo</w:t>
            </w:r>
          </w:p>
        </w:tc>
        <w:tc>
          <w:tcPr>
            <w:tcW w:w="0" w:type="auto"/>
          </w:tcPr>
          <w:p w14:paraId="2A27B535" w14:textId="7FC298B8" w:rsidR="001F5BD2" w:rsidRPr="001F5BD2" w:rsidRDefault="001F5BD2" w:rsidP="007D4695">
            <w:r w:rsidRPr="001F5BD2">
              <w:t>k</w:t>
            </w:r>
          </w:p>
        </w:tc>
        <w:tc>
          <w:tcPr>
            <w:tcW w:w="0" w:type="auto"/>
          </w:tcPr>
          <w:p w14:paraId="505F81AD" w14:textId="184823AA" w:rsidR="001F5BD2" w:rsidRPr="001F5BD2" w:rsidRDefault="001F5BD2" w:rsidP="007D4695">
            <w:r w:rsidRPr="001F5BD2">
              <w:t>10</w:t>
            </w:r>
            <w:r>
              <w:t>^</w:t>
            </w:r>
            <w:r w:rsidRPr="001F5BD2">
              <w:t>3</w:t>
            </w:r>
          </w:p>
        </w:tc>
      </w:tr>
      <w:tr w:rsidR="001F5BD2" w:rsidRPr="001F5BD2" w14:paraId="0B09DF70" w14:textId="77777777" w:rsidTr="001F5BD2">
        <w:tc>
          <w:tcPr>
            <w:tcW w:w="0" w:type="auto"/>
          </w:tcPr>
          <w:p w14:paraId="4E08C702" w14:textId="1D8CB2E2" w:rsidR="001F5BD2" w:rsidRPr="001F5BD2" w:rsidRDefault="001F5BD2" w:rsidP="007D4695">
            <w:r w:rsidRPr="001F5BD2">
              <w:t>Hekto</w:t>
            </w:r>
          </w:p>
        </w:tc>
        <w:tc>
          <w:tcPr>
            <w:tcW w:w="0" w:type="auto"/>
          </w:tcPr>
          <w:p w14:paraId="41C78187" w14:textId="6EA66020" w:rsidR="001F5BD2" w:rsidRPr="001F5BD2" w:rsidRDefault="001F5BD2" w:rsidP="007D4695">
            <w:r w:rsidRPr="001F5BD2">
              <w:t>h</w:t>
            </w:r>
          </w:p>
        </w:tc>
        <w:tc>
          <w:tcPr>
            <w:tcW w:w="0" w:type="auto"/>
          </w:tcPr>
          <w:p w14:paraId="1DC0DDCE" w14:textId="1AF11424" w:rsidR="001F5BD2" w:rsidRPr="001F5BD2" w:rsidRDefault="001F5BD2" w:rsidP="007D4695">
            <w:r w:rsidRPr="001F5BD2">
              <w:t>10</w:t>
            </w:r>
            <w:r>
              <w:t>^</w:t>
            </w:r>
            <w:r w:rsidRPr="001F5BD2">
              <w:t>2</w:t>
            </w:r>
          </w:p>
        </w:tc>
      </w:tr>
      <w:tr w:rsidR="001F5BD2" w:rsidRPr="001F5BD2" w14:paraId="4157D585" w14:textId="77777777" w:rsidTr="001F5BD2">
        <w:tc>
          <w:tcPr>
            <w:tcW w:w="0" w:type="auto"/>
          </w:tcPr>
          <w:p w14:paraId="192BD04F" w14:textId="28A52132" w:rsidR="001F5BD2" w:rsidRPr="001F5BD2" w:rsidRDefault="001F5BD2" w:rsidP="007D4695">
            <w:r w:rsidRPr="001F5BD2">
              <w:t>Deka</w:t>
            </w:r>
          </w:p>
        </w:tc>
        <w:tc>
          <w:tcPr>
            <w:tcW w:w="0" w:type="auto"/>
          </w:tcPr>
          <w:p w14:paraId="40E31E12" w14:textId="01F9FE88" w:rsidR="001F5BD2" w:rsidRPr="001F5BD2" w:rsidRDefault="001F5BD2" w:rsidP="007D4695">
            <w:r w:rsidRPr="001F5BD2">
              <w:t>da</w:t>
            </w:r>
          </w:p>
        </w:tc>
        <w:tc>
          <w:tcPr>
            <w:tcW w:w="0" w:type="auto"/>
          </w:tcPr>
          <w:p w14:paraId="64057B4B" w14:textId="66648C52" w:rsidR="001F5BD2" w:rsidRPr="001F5BD2" w:rsidRDefault="001F5BD2" w:rsidP="007D4695">
            <w:r w:rsidRPr="001F5BD2">
              <w:t>10</w:t>
            </w:r>
            <w:r>
              <w:t>^</w:t>
            </w:r>
            <w:r w:rsidRPr="001F5BD2">
              <w:t>1</w:t>
            </w:r>
          </w:p>
        </w:tc>
      </w:tr>
      <w:tr w:rsidR="001F5BD2" w:rsidRPr="001F5BD2" w14:paraId="43E15D5F" w14:textId="77777777" w:rsidTr="001F5BD2">
        <w:tc>
          <w:tcPr>
            <w:tcW w:w="0" w:type="auto"/>
          </w:tcPr>
          <w:p w14:paraId="7CDD2EAB" w14:textId="311FCF4F" w:rsidR="001F5BD2" w:rsidRPr="001F5BD2" w:rsidRDefault="001F5BD2" w:rsidP="007D4695">
            <w:r w:rsidRPr="001F5BD2">
              <w:t>Dezi</w:t>
            </w:r>
          </w:p>
        </w:tc>
        <w:tc>
          <w:tcPr>
            <w:tcW w:w="0" w:type="auto"/>
          </w:tcPr>
          <w:p w14:paraId="4C545619" w14:textId="6974E732" w:rsidR="001F5BD2" w:rsidRPr="001F5BD2" w:rsidRDefault="001F5BD2" w:rsidP="007D4695">
            <w:r w:rsidRPr="001F5BD2">
              <w:t>d</w:t>
            </w:r>
          </w:p>
        </w:tc>
        <w:tc>
          <w:tcPr>
            <w:tcW w:w="0" w:type="auto"/>
          </w:tcPr>
          <w:p w14:paraId="5A77E036" w14:textId="4C5AF1A8" w:rsidR="001F5BD2" w:rsidRPr="001F5BD2" w:rsidRDefault="001F5BD2" w:rsidP="007D4695">
            <w:r w:rsidRPr="001F5BD2">
              <w:t>10</w:t>
            </w:r>
            <w:r>
              <w:t>^{-1}</w:t>
            </w:r>
          </w:p>
        </w:tc>
      </w:tr>
      <w:tr w:rsidR="001F5BD2" w:rsidRPr="001F5BD2" w14:paraId="09CB5DC8" w14:textId="77777777" w:rsidTr="001F5BD2">
        <w:tc>
          <w:tcPr>
            <w:tcW w:w="0" w:type="auto"/>
          </w:tcPr>
          <w:p w14:paraId="3213A5E4" w14:textId="5C24AB2F" w:rsidR="001F5BD2" w:rsidRPr="001F5BD2" w:rsidRDefault="001F5BD2" w:rsidP="007D4695">
            <w:r w:rsidRPr="001F5BD2">
              <w:t>Zenti</w:t>
            </w:r>
          </w:p>
        </w:tc>
        <w:tc>
          <w:tcPr>
            <w:tcW w:w="0" w:type="auto"/>
          </w:tcPr>
          <w:p w14:paraId="36CFD872" w14:textId="1EA3838A" w:rsidR="001F5BD2" w:rsidRPr="001F5BD2" w:rsidRDefault="001F5BD2" w:rsidP="007D4695">
            <w:r w:rsidRPr="001F5BD2">
              <w:t>c</w:t>
            </w:r>
          </w:p>
        </w:tc>
        <w:tc>
          <w:tcPr>
            <w:tcW w:w="0" w:type="auto"/>
          </w:tcPr>
          <w:p w14:paraId="5EAF653A" w14:textId="10510424" w:rsidR="001F5BD2" w:rsidRPr="001F5BD2" w:rsidRDefault="001F5BD2" w:rsidP="007D4695">
            <w:r w:rsidRPr="001F5BD2">
              <w:t>10</w:t>
            </w:r>
            <w:r>
              <w:t>^{-2}</w:t>
            </w:r>
          </w:p>
        </w:tc>
      </w:tr>
      <w:tr w:rsidR="001F5BD2" w:rsidRPr="001F5BD2" w14:paraId="1A8CB9A8" w14:textId="77777777" w:rsidTr="001F5BD2">
        <w:tc>
          <w:tcPr>
            <w:tcW w:w="0" w:type="auto"/>
          </w:tcPr>
          <w:p w14:paraId="61F739B4" w14:textId="6BDF2DC5" w:rsidR="001F5BD2" w:rsidRPr="001F5BD2" w:rsidRDefault="001F5BD2" w:rsidP="007D4695">
            <w:r w:rsidRPr="001F5BD2">
              <w:t>Milli</w:t>
            </w:r>
          </w:p>
        </w:tc>
        <w:tc>
          <w:tcPr>
            <w:tcW w:w="0" w:type="auto"/>
          </w:tcPr>
          <w:p w14:paraId="646DA97F" w14:textId="2DEE00DA" w:rsidR="001F5BD2" w:rsidRPr="001F5BD2" w:rsidRDefault="001F5BD2" w:rsidP="007D4695">
            <w:r w:rsidRPr="001F5BD2">
              <w:t>m</w:t>
            </w:r>
          </w:p>
        </w:tc>
        <w:tc>
          <w:tcPr>
            <w:tcW w:w="0" w:type="auto"/>
          </w:tcPr>
          <w:p w14:paraId="5E0C57AF" w14:textId="0958831D" w:rsidR="001F5BD2" w:rsidRPr="001F5BD2" w:rsidRDefault="001F5BD2" w:rsidP="007D4695">
            <w:r w:rsidRPr="001F5BD2">
              <w:t>10</w:t>
            </w:r>
            <w:r>
              <w:t>^{-3}</w:t>
            </w:r>
          </w:p>
        </w:tc>
      </w:tr>
      <w:tr w:rsidR="001F5BD2" w:rsidRPr="001F5BD2" w14:paraId="09C2EE76" w14:textId="77777777" w:rsidTr="001F5BD2">
        <w:tc>
          <w:tcPr>
            <w:tcW w:w="0" w:type="auto"/>
          </w:tcPr>
          <w:p w14:paraId="3BD98A96" w14:textId="0DED04C0" w:rsidR="001F5BD2" w:rsidRPr="001F5BD2" w:rsidRDefault="001F5BD2" w:rsidP="007D4695">
            <w:r w:rsidRPr="001F5BD2">
              <w:t>Mikro</w:t>
            </w:r>
          </w:p>
        </w:tc>
        <w:tc>
          <w:tcPr>
            <w:tcW w:w="0" w:type="auto"/>
          </w:tcPr>
          <w:p w14:paraId="23A6792E" w14:textId="6C5FAFF3" w:rsidR="001F5BD2" w:rsidRPr="001F5BD2" w:rsidRDefault="001F5BD2" w:rsidP="007D4695">
            <w:r>
              <w:t>~m</w:t>
            </w:r>
          </w:p>
        </w:tc>
        <w:tc>
          <w:tcPr>
            <w:tcW w:w="0" w:type="auto"/>
          </w:tcPr>
          <w:p w14:paraId="4483A7A3" w14:textId="735911B8" w:rsidR="001F5BD2" w:rsidRPr="001F5BD2" w:rsidRDefault="001F5BD2" w:rsidP="007D4695">
            <w:r w:rsidRPr="001F5BD2">
              <w:t>10</w:t>
            </w:r>
            <w:r>
              <w:t>^{-6}</w:t>
            </w:r>
          </w:p>
        </w:tc>
      </w:tr>
      <w:tr w:rsidR="001F5BD2" w:rsidRPr="001F5BD2" w14:paraId="01AFEE40" w14:textId="77777777" w:rsidTr="001F5BD2">
        <w:tc>
          <w:tcPr>
            <w:tcW w:w="0" w:type="auto"/>
          </w:tcPr>
          <w:p w14:paraId="62772C6A" w14:textId="01AA7B92" w:rsidR="001F5BD2" w:rsidRPr="001F5BD2" w:rsidRDefault="001F5BD2" w:rsidP="007D4695">
            <w:r w:rsidRPr="001F5BD2">
              <w:t>Nano</w:t>
            </w:r>
          </w:p>
        </w:tc>
        <w:tc>
          <w:tcPr>
            <w:tcW w:w="0" w:type="auto"/>
          </w:tcPr>
          <w:p w14:paraId="10EFC876" w14:textId="14D5E284" w:rsidR="001F5BD2" w:rsidRPr="001F5BD2" w:rsidRDefault="001F5BD2" w:rsidP="007D4695">
            <w:r w:rsidRPr="001F5BD2">
              <w:t>n</w:t>
            </w:r>
          </w:p>
        </w:tc>
        <w:tc>
          <w:tcPr>
            <w:tcW w:w="0" w:type="auto"/>
          </w:tcPr>
          <w:p w14:paraId="59EA0433" w14:textId="32B9D65D" w:rsidR="001F5BD2" w:rsidRPr="001F5BD2" w:rsidRDefault="001F5BD2" w:rsidP="007D4695">
            <w:r w:rsidRPr="001F5BD2">
              <w:t>10</w:t>
            </w:r>
            <w:r>
              <w:t>^{-9}</w:t>
            </w:r>
          </w:p>
        </w:tc>
      </w:tr>
      <w:tr w:rsidR="001F5BD2" w:rsidRPr="001F5BD2" w14:paraId="58AE30B4" w14:textId="77777777" w:rsidTr="001F5BD2">
        <w:tc>
          <w:tcPr>
            <w:tcW w:w="0" w:type="auto"/>
          </w:tcPr>
          <w:p w14:paraId="2D213272" w14:textId="2C60DD3F" w:rsidR="001F5BD2" w:rsidRPr="001F5BD2" w:rsidRDefault="001F5BD2" w:rsidP="007D4695">
            <w:r w:rsidRPr="001F5BD2">
              <w:t>Piko</w:t>
            </w:r>
          </w:p>
        </w:tc>
        <w:tc>
          <w:tcPr>
            <w:tcW w:w="0" w:type="auto"/>
          </w:tcPr>
          <w:p w14:paraId="6D98FA9B" w14:textId="6D64AECE" w:rsidR="001F5BD2" w:rsidRPr="001F5BD2" w:rsidRDefault="001F5BD2" w:rsidP="007D4695">
            <w:r w:rsidRPr="001F5BD2">
              <w:t>P</w:t>
            </w:r>
          </w:p>
        </w:tc>
        <w:tc>
          <w:tcPr>
            <w:tcW w:w="0" w:type="auto"/>
          </w:tcPr>
          <w:p w14:paraId="20D2F92E" w14:textId="79ADD1B5" w:rsidR="001F5BD2" w:rsidRPr="001F5BD2" w:rsidRDefault="001F5BD2" w:rsidP="007D4695">
            <w:r w:rsidRPr="001F5BD2">
              <w:t>10</w:t>
            </w:r>
            <w:r>
              <w:t>^{-12}</w:t>
            </w:r>
          </w:p>
        </w:tc>
      </w:tr>
      <w:tr w:rsidR="001F5BD2" w:rsidRPr="001F5BD2" w14:paraId="1FE7E061" w14:textId="77777777" w:rsidTr="001F5BD2">
        <w:tc>
          <w:tcPr>
            <w:tcW w:w="0" w:type="auto"/>
          </w:tcPr>
          <w:p w14:paraId="118A27F1" w14:textId="6B8CB755" w:rsidR="001F5BD2" w:rsidRPr="001F5BD2" w:rsidRDefault="001F5BD2" w:rsidP="007D4695">
            <w:r w:rsidRPr="001F5BD2">
              <w:t>Femto</w:t>
            </w:r>
          </w:p>
        </w:tc>
        <w:tc>
          <w:tcPr>
            <w:tcW w:w="0" w:type="auto"/>
          </w:tcPr>
          <w:p w14:paraId="7C2B0BD5" w14:textId="15E888D4" w:rsidR="001F5BD2" w:rsidRPr="001F5BD2" w:rsidRDefault="001F5BD2" w:rsidP="007D4695">
            <w:r w:rsidRPr="001F5BD2">
              <w:t>f</w:t>
            </w:r>
          </w:p>
        </w:tc>
        <w:tc>
          <w:tcPr>
            <w:tcW w:w="0" w:type="auto"/>
          </w:tcPr>
          <w:p w14:paraId="1A71EEEE" w14:textId="1513157B" w:rsidR="001F5BD2" w:rsidRPr="001F5BD2" w:rsidRDefault="001F5BD2" w:rsidP="007D4695">
            <w:r w:rsidRPr="001F5BD2">
              <w:t>10</w:t>
            </w:r>
            <w:r>
              <w:t>^{-15}</w:t>
            </w:r>
          </w:p>
        </w:tc>
      </w:tr>
      <w:tr w:rsidR="001F5BD2" w:rsidRPr="001F5BD2" w14:paraId="1685C155" w14:textId="77777777" w:rsidTr="001F5BD2">
        <w:tc>
          <w:tcPr>
            <w:tcW w:w="0" w:type="auto"/>
          </w:tcPr>
          <w:p w14:paraId="35298CE4" w14:textId="482BCEA8" w:rsidR="001F5BD2" w:rsidRPr="001F5BD2" w:rsidRDefault="001F5BD2" w:rsidP="007D4695">
            <w:r w:rsidRPr="001F5BD2">
              <w:t>Atto</w:t>
            </w:r>
          </w:p>
        </w:tc>
        <w:tc>
          <w:tcPr>
            <w:tcW w:w="0" w:type="auto"/>
          </w:tcPr>
          <w:p w14:paraId="160ECCAA" w14:textId="68120221" w:rsidR="001F5BD2" w:rsidRPr="001F5BD2" w:rsidRDefault="001F5BD2" w:rsidP="007D4695">
            <w:r w:rsidRPr="001F5BD2">
              <w:t>a</w:t>
            </w:r>
          </w:p>
        </w:tc>
        <w:tc>
          <w:tcPr>
            <w:tcW w:w="0" w:type="auto"/>
          </w:tcPr>
          <w:p w14:paraId="50CE5452" w14:textId="70741A3F" w:rsidR="001F5BD2" w:rsidRPr="001F5BD2" w:rsidRDefault="001F5BD2" w:rsidP="007D4695">
            <w:r w:rsidRPr="001F5BD2">
              <w:t>10</w:t>
            </w:r>
            <w:r>
              <w:t>^{-18}</w:t>
            </w:r>
          </w:p>
        </w:tc>
      </w:tr>
    </w:tbl>
    <w:p w14:paraId="7CF84787" w14:textId="667A6407" w:rsidR="001F5BD2" w:rsidRDefault="001F5BD2" w:rsidP="00B505E9">
      <w:r>
        <w:t>&lt;/Tabelle&gt;</w:t>
      </w:r>
    </w:p>
    <w:p w14:paraId="5EAEE4E2" w14:textId="77777777" w:rsidR="001F5BD2" w:rsidRDefault="001F5BD2" w:rsidP="00C737BC">
      <w:pPr>
        <w:rPr>
          <w:sz w:val="20"/>
          <w:szCs w:val="20"/>
        </w:rPr>
      </w:pPr>
    </w:p>
    <w:p w14:paraId="3CEC691B" w14:textId="0E93FF1E" w:rsidR="00C737BC" w:rsidRDefault="00C737BC" w:rsidP="001F5BD2">
      <w:pPr>
        <w:pStyle w:val="berschrift2"/>
      </w:pPr>
      <w:r>
        <w:t>4.4 Tabellierte Werte</w:t>
      </w:r>
    </w:p>
    <w:p w14:paraId="548904E1" w14:textId="77777777" w:rsidR="00C737BC" w:rsidRDefault="00C737BC" w:rsidP="001F5BD2">
      <w:pPr>
        <w:pStyle w:val="berschrift3"/>
      </w:pPr>
      <w:r>
        <w:t>Naturkonstanten und Näherungswerte wichtiger Größen</w:t>
      </w:r>
    </w:p>
    <w:p w14:paraId="278CFDF0" w14:textId="4907C59F" w:rsidR="00C737BC" w:rsidRDefault="001F5BD2" w:rsidP="001F5BD2">
      <w:pPr>
        <w:pStyle w:val="Liste"/>
      </w:pPr>
      <w:r>
        <w:t xml:space="preserve">- </w:t>
      </w:r>
      <w:r w:rsidR="00C737BC">
        <w:t>Avogadro-Konstante:</w:t>
      </w:r>
      <w:r>
        <w:br/>
      </w:r>
      <w:r w:rsidR="00C737BC">
        <w:t>N</w:t>
      </w:r>
      <w:r>
        <w:t>_</w:t>
      </w:r>
      <w:r w:rsidR="00C737BC">
        <w:t>A =6,02214076 *10</w:t>
      </w:r>
      <w:r>
        <w:t>^{23} \frac{1}{mol}</w:t>
      </w:r>
      <w:r w:rsidR="00C737BC">
        <w:t xml:space="preserve"> (definiert)</w:t>
      </w:r>
    </w:p>
    <w:p w14:paraId="4A354365" w14:textId="77777777" w:rsidR="0058752E" w:rsidRDefault="0058752E" w:rsidP="001F5BD2">
      <w:pPr>
        <w:pStyle w:val="Liste"/>
      </w:pPr>
    </w:p>
    <w:p w14:paraId="1E0A013B" w14:textId="6F014365" w:rsidR="00C737BC" w:rsidRDefault="001F5BD2" w:rsidP="001F5BD2">
      <w:pPr>
        <w:pStyle w:val="Liste"/>
      </w:pPr>
      <w:r>
        <w:lastRenderedPageBreak/>
        <w:t xml:space="preserve">- </w:t>
      </w:r>
      <w:r w:rsidR="00C737BC">
        <w:t>Elementarladung:</w:t>
      </w:r>
      <w:r>
        <w:br/>
      </w:r>
      <w:r w:rsidR="00C737BC">
        <w:t>e =1,602176634 *10</w:t>
      </w:r>
      <w:r w:rsidR="00924C16">
        <w:t>^{-19}</w:t>
      </w:r>
      <w:r w:rsidR="00C737BC">
        <w:t>C (definiert)</w:t>
      </w:r>
    </w:p>
    <w:p w14:paraId="315ADECB" w14:textId="77777777" w:rsidR="0058752E" w:rsidRDefault="0058752E" w:rsidP="001F5BD2">
      <w:pPr>
        <w:pStyle w:val="Liste"/>
      </w:pPr>
    </w:p>
    <w:p w14:paraId="601E98E3" w14:textId="78676356" w:rsidR="00C737BC" w:rsidRDefault="001F5BD2" w:rsidP="001F5BD2">
      <w:pPr>
        <w:pStyle w:val="Liste"/>
      </w:pPr>
      <w:r>
        <w:t xml:space="preserve">- </w:t>
      </w:r>
      <w:r w:rsidR="00C737BC">
        <w:t>elektrische Feldkonstante:</w:t>
      </w:r>
      <w:r w:rsidR="00924C16">
        <w:br/>
        <w:t>~e_</w:t>
      </w:r>
      <w:r w:rsidR="00C737BC">
        <w:t>0 =</w:t>
      </w:r>
      <w:r w:rsidR="00924C16">
        <w:t xml:space="preserve">\frac{1}{~m_0 *c^2} </w:t>
      </w:r>
      <w:r w:rsidR="00924C16">
        <w:br/>
      </w:r>
      <w:r w:rsidR="00C737BC">
        <w:t>=8,8541878128 *10</w:t>
      </w:r>
      <w:r w:rsidR="00924C16">
        <w:t>^{-12}</w:t>
      </w:r>
      <w:r w:rsidR="00C737BC">
        <w:t xml:space="preserve"> </w:t>
      </w:r>
      <w:r w:rsidR="00924C16">
        <w:t>\frac{A *s}{V *m}</w:t>
      </w:r>
    </w:p>
    <w:p w14:paraId="5A7517E9" w14:textId="77777777" w:rsidR="0058752E" w:rsidRDefault="0058752E" w:rsidP="001F5BD2">
      <w:pPr>
        <w:pStyle w:val="Liste"/>
      </w:pPr>
    </w:p>
    <w:p w14:paraId="68C04F68" w14:textId="0621D1AA" w:rsidR="00C737BC" w:rsidRDefault="001F5BD2" w:rsidP="001F5BD2">
      <w:pPr>
        <w:pStyle w:val="Liste"/>
      </w:pPr>
      <w:r>
        <w:t xml:space="preserve">- </w:t>
      </w:r>
      <w:r w:rsidR="00C737BC">
        <w:t>Faraday-Konstante:</w:t>
      </w:r>
      <w:r w:rsidR="00924C16">
        <w:br/>
      </w:r>
      <w:r w:rsidR="00C737BC">
        <w:t>F =96485,33212...</w:t>
      </w:r>
      <w:r>
        <w:t xml:space="preserve"> </w:t>
      </w:r>
      <w:r w:rsidR="00924C16">
        <w:t>\frac{C}{mol}</w:t>
      </w:r>
      <w:r w:rsidR="00C737BC">
        <w:t xml:space="preserve"> (definiert)</w:t>
      </w:r>
    </w:p>
    <w:p w14:paraId="34619F60" w14:textId="77777777" w:rsidR="0058752E" w:rsidRDefault="0058752E" w:rsidP="001F5BD2">
      <w:pPr>
        <w:pStyle w:val="Liste"/>
      </w:pPr>
    </w:p>
    <w:p w14:paraId="6551515E" w14:textId="5923257A" w:rsidR="00C737BC" w:rsidRDefault="001F5BD2" w:rsidP="001F5BD2">
      <w:pPr>
        <w:pStyle w:val="Liste"/>
      </w:pPr>
      <w:r>
        <w:t xml:space="preserve">- </w:t>
      </w:r>
      <w:r w:rsidR="00C737BC">
        <w:t>Gravitationskonstante:</w:t>
      </w:r>
      <w:r w:rsidR="00924C16">
        <w:br/>
      </w:r>
      <w:r w:rsidR="00C737BC">
        <w:t>G =6,67430 *10</w:t>
      </w:r>
      <w:r w:rsidR="00924C16">
        <w:t>^{-11}</w:t>
      </w:r>
      <w:r w:rsidR="00C737BC">
        <w:t xml:space="preserve"> </w:t>
      </w:r>
      <w:r w:rsidR="00924C16">
        <w:t>\frac{m^3}{kg *s^2}</w:t>
      </w:r>
    </w:p>
    <w:p w14:paraId="4F82C93E" w14:textId="77777777" w:rsidR="0058752E" w:rsidRDefault="0058752E" w:rsidP="001F5BD2">
      <w:pPr>
        <w:pStyle w:val="Liste"/>
      </w:pPr>
    </w:p>
    <w:p w14:paraId="7B907FBF" w14:textId="202BE87D" w:rsidR="00C737BC" w:rsidRDefault="001F5BD2" w:rsidP="001F5BD2">
      <w:pPr>
        <w:pStyle w:val="Liste"/>
      </w:pPr>
      <w:r>
        <w:t xml:space="preserve">- </w:t>
      </w:r>
      <w:r w:rsidR="00C737BC">
        <w:t>Hubble-Parameter:</w:t>
      </w:r>
      <w:r w:rsidR="00924C16">
        <w:br/>
      </w:r>
      <w:r w:rsidR="00C737BC">
        <w:t>H</w:t>
      </w:r>
      <w:r w:rsidR="00924C16">
        <w:t>_</w:t>
      </w:r>
      <w:r w:rsidR="00C737BC">
        <w:t xml:space="preserve">0 =68 </w:t>
      </w:r>
      <w:r w:rsidR="00924C16">
        <w:t>\frac{km}{s *Mpc}</w:t>
      </w:r>
    </w:p>
    <w:p w14:paraId="303C1351" w14:textId="77777777" w:rsidR="0058752E" w:rsidRDefault="0058752E" w:rsidP="001F5BD2">
      <w:pPr>
        <w:pStyle w:val="Liste"/>
      </w:pPr>
    </w:p>
    <w:p w14:paraId="7181BEFD" w14:textId="676F3473" w:rsidR="00C737BC" w:rsidRDefault="001F5BD2" w:rsidP="001F5BD2">
      <w:pPr>
        <w:pStyle w:val="Liste"/>
      </w:pPr>
      <w:r>
        <w:t xml:space="preserve">- </w:t>
      </w:r>
      <w:r w:rsidR="00C737BC">
        <w:t>ideale Gaskonstante:</w:t>
      </w:r>
      <w:r w:rsidR="00924C16">
        <w:br/>
      </w:r>
      <w:r w:rsidR="00C737BC">
        <w:t>R =8,314462618...</w:t>
      </w:r>
      <w:r w:rsidR="00924C16">
        <w:t xml:space="preserve"> \frac{J}{mol *K} </w:t>
      </w:r>
      <w:r w:rsidR="00C737BC">
        <w:t>(definiert)</w:t>
      </w:r>
    </w:p>
    <w:p w14:paraId="0F6F106E" w14:textId="77777777" w:rsidR="0058752E" w:rsidRDefault="0058752E" w:rsidP="001F5BD2">
      <w:pPr>
        <w:pStyle w:val="Liste"/>
      </w:pPr>
    </w:p>
    <w:p w14:paraId="342B4094" w14:textId="0BBDE7B7" w:rsidR="00C737BC" w:rsidRDefault="001F5BD2" w:rsidP="001F5BD2">
      <w:pPr>
        <w:pStyle w:val="Liste"/>
      </w:pPr>
      <w:r>
        <w:t xml:space="preserve">- </w:t>
      </w:r>
      <w:r w:rsidR="00C737BC">
        <w:t>magnetische Feldkonstante:</w:t>
      </w:r>
      <w:r w:rsidR="00924C16">
        <w:br/>
        <w:t>~m_</w:t>
      </w:r>
      <w:r w:rsidR="00C737BC">
        <w:t>0 =1,256637 *10</w:t>
      </w:r>
      <w:r w:rsidR="00924C16">
        <w:t>^{-6} \frac{V *s}{A *m}</w:t>
      </w:r>
    </w:p>
    <w:p w14:paraId="56FA3A41" w14:textId="77777777" w:rsidR="0058752E" w:rsidRDefault="0058752E" w:rsidP="001F5BD2">
      <w:pPr>
        <w:pStyle w:val="Liste"/>
      </w:pPr>
    </w:p>
    <w:p w14:paraId="4DC69ADC" w14:textId="32D6013C" w:rsidR="00C737BC" w:rsidRDefault="001F5BD2" w:rsidP="001F5BD2">
      <w:pPr>
        <w:pStyle w:val="Liste"/>
      </w:pPr>
      <w:r>
        <w:t xml:space="preserve">- </w:t>
      </w:r>
      <w:r w:rsidR="00C737BC">
        <w:t>Normgröße der Normalfallbeschleunigung, Ortsfaktor:</w:t>
      </w:r>
      <w:r w:rsidR="00924C16">
        <w:br/>
      </w:r>
      <w:r w:rsidR="00C737BC">
        <w:t xml:space="preserve">g =9,80665 </w:t>
      </w:r>
      <w:r w:rsidR="00924C16">
        <w:t xml:space="preserve">\frac{m}{s^2} </w:t>
      </w:r>
      <w:r w:rsidR="00C737BC">
        <w:t>(definiert)</w:t>
      </w:r>
    </w:p>
    <w:p w14:paraId="1C623DA8" w14:textId="77777777" w:rsidR="0058752E" w:rsidRDefault="0058752E" w:rsidP="001F5BD2">
      <w:pPr>
        <w:pStyle w:val="Liste"/>
      </w:pPr>
    </w:p>
    <w:p w14:paraId="5FAC538B" w14:textId="5899B930" w:rsidR="00C737BC" w:rsidRDefault="001F5BD2" w:rsidP="001F5BD2">
      <w:pPr>
        <w:pStyle w:val="Liste"/>
      </w:pPr>
      <w:r>
        <w:lastRenderedPageBreak/>
        <w:t xml:space="preserve">- </w:t>
      </w:r>
      <w:r w:rsidR="00C737BC">
        <w:t>Planck'sches Wirkungsquantum:</w:t>
      </w:r>
      <w:r w:rsidR="00924C16">
        <w:br/>
      </w:r>
      <w:r w:rsidR="00C737BC">
        <w:t>h =6,62607015 *10</w:t>
      </w:r>
      <w:r w:rsidR="00924C16">
        <w:t xml:space="preserve">{-34} </w:t>
      </w:r>
      <w:r w:rsidR="00C737BC">
        <w:t>J *s (definiert)</w:t>
      </w:r>
    </w:p>
    <w:p w14:paraId="6CC5F572" w14:textId="77777777" w:rsidR="0058752E" w:rsidRDefault="0058752E" w:rsidP="001F5BD2">
      <w:pPr>
        <w:pStyle w:val="Liste"/>
      </w:pPr>
    </w:p>
    <w:p w14:paraId="3CF73C4F" w14:textId="7FE419FD" w:rsidR="00C737BC" w:rsidRDefault="001F5BD2" w:rsidP="001F5BD2">
      <w:pPr>
        <w:pStyle w:val="Liste"/>
      </w:pPr>
      <w:r>
        <w:t xml:space="preserve">- </w:t>
      </w:r>
      <w:r w:rsidR="00C737BC">
        <w:t>Rydberg-Konstante:</w:t>
      </w:r>
      <w:r w:rsidR="00924C16">
        <w:br/>
      </w:r>
      <w:r w:rsidR="00C737BC">
        <w:t>R</w:t>
      </w:r>
      <w:r w:rsidR="00924C16">
        <w:t>_</w:t>
      </w:r>
      <w:r w:rsidR="00C737BC">
        <w:t>H =1,096776 *10</w:t>
      </w:r>
      <w:r w:rsidR="00924C16">
        <w:t>^</w:t>
      </w:r>
      <w:r w:rsidR="00C737BC">
        <w:t xml:space="preserve">7 </w:t>
      </w:r>
      <w:r w:rsidR="00924C16">
        <w:t xml:space="preserve">1/m </w:t>
      </w:r>
      <w:r w:rsidR="00C737BC">
        <w:t>(Wasserstoffatom)</w:t>
      </w:r>
    </w:p>
    <w:p w14:paraId="40CFA790" w14:textId="77777777" w:rsidR="0058752E" w:rsidRDefault="0058752E" w:rsidP="001F5BD2">
      <w:pPr>
        <w:pStyle w:val="Liste"/>
      </w:pPr>
    </w:p>
    <w:p w14:paraId="45059E6D" w14:textId="0165FE0B" w:rsidR="00C737BC" w:rsidRDefault="001F5BD2" w:rsidP="001F5BD2">
      <w:pPr>
        <w:pStyle w:val="Liste"/>
      </w:pPr>
      <w:r>
        <w:t xml:space="preserve">- </w:t>
      </w:r>
      <w:r w:rsidR="00C737BC">
        <w:t>Stefan-Boltzmann-Konstante:</w:t>
      </w:r>
      <w:r w:rsidR="00924C16">
        <w:br/>
        <w:t>~s</w:t>
      </w:r>
      <w:r w:rsidR="00C737BC">
        <w:t xml:space="preserve"> =5,670374419...*10</w:t>
      </w:r>
      <w:r w:rsidR="00924C16">
        <w:t>{-8}</w:t>
      </w:r>
      <w:r w:rsidR="00C737BC">
        <w:t xml:space="preserve"> </w:t>
      </w:r>
      <w:r w:rsidR="00924C16">
        <w:t>\frac{W}{m^2 *K^4}</w:t>
      </w:r>
      <w:r w:rsidR="00C737BC">
        <w:t xml:space="preserve"> (definiert)</w:t>
      </w:r>
    </w:p>
    <w:p w14:paraId="5F90CF88" w14:textId="77777777" w:rsidR="0058752E" w:rsidRDefault="0058752E" w:rsidP="001F5BD2">
      <w:pPr>
        <w:pStyle w:val="Liste"/>
      </w:pPr>
    </w:p>
    <w:p w14:paraId="039BA720" w14:textId="795C28A9" w:rsidR="00C737BC" w:rsidRDefault="001F5BD2" w:rsidP="001F5BD2">
      <w:pPr>
        <w:pStyle w:val="Liste"/>
      </w:pPr>
      <w:r>
        <w:t xml:space="preserve">- </w:t>
      </w:r>
      <w:r w:rsidR="00C737BC">
        <w:t>Vakuumlichtgeschwindigkeit</w:t>
      </w:r>
      <w:r w:rsidR="00924C16">
        <w:t>:</w:t>
      </w:r>
      <w:r w:rsidR="00924C16">
        <w:br/>
      </w:r>
      <w:r w:rsidR="00C737BC">
        <w:t>c =2,99792458 *10</w:t>
      </w:r>
      <w:r w:rsidR="00924C16">
        <w:t>^</w:t>
      </w:r>
      <w:r w:rsidR="00C737BC">
        <w:t>8 m</w:t>
      </w:r>
      <w:r w:rsidR="00924C16">
        <w:t>/s</w:t>
      </w:r>
      <w:r w:rsidR="00C737BC">
        <w:t xml:space="preserve"> (definiert)</w:t>
      </w:r>
    </w:p>
    <w:p w14:paraId="4A951459" w14:textId="77777777" w:rsidR="0058752E" w:rsidRDefault="0058752E" w:rsidP="001F5BD2">
      <w:pPr>
        <w:pStyle w:val="Liste"/>
      </w:pPr>
    </w:p>
    <w:p w14:paraId="5FCA3002" w14:textId="51768339" w:rsidR="00C737BC" w:rsidRDefault="001F5BD2" w:rsidP="001F5BD2">
      <w:pPr>
        <w:pStyle w:val="Liste"/>
      </w:pPr>
      <w:r>
        <w:t xml:space="preserve">- </w:t>
      </w:r>
      <w:r w:rsidR="00C737BC">
        <w:t>Wien'sche Verschiebungskonstante:</w:t>
      </w:r>
      <w:r w:rsidR="00924C16">
        <w:br/>
      </w:r>
      <w:r w:rsidR="00C737BC">
        <w:t>b =2,897771955...</w:t>
      </w:r>
      <w:r w:rsidR="00924C16">
        <w:t xml:space="preserve"> </w:t>
      </w:r>
      <w:r w:rsidR="00C737BC">
        <w:t>*10</w:t>
      </w:r>
      <w:r w:rsidR="00924C16">
        <w:t>{-3}</w:t>
      </w:r>
      <w:r w:rsidR="00C737BC">
        <w:t xml:space="preserve"> m</w:t>
      </w:r>
      <w:r w:rsidR="00924C16">
        <w:t xml:space="preserve"> </w:t>
      </w:r>
      <w:r w:rsidR="00C737BC">
        <w:t>*K (definiert)</w:t>
      </w:r>
    </w:p>
    <w:p w14:paraId="3AB5F5B9" w14:textId="77777777" w:rsidR="001F5BD2" w:rsidRDefault="001F5BD2" w:rsidP="00C737BC"/>
    <w:p w14:paraId="6AA096A3" w14:textId="6922CFA0" w:rsidR="00C737BC" w:rsidRDefault="00C737BC" w:rsidP="001F5BD2">
      <w:pPr>
        <w:pStyle w:val="berschrift3"/>
      </w:pPr>
      <w:r>
        <w:t xml:space="preserve">Elektron, Proton, Neutron, </w:t>
      </w:r>
      <w:r w:rsidR="00136094">
        <w:t>~</w:t>
      </w:r>
      <w:r>
        <w:t>a-Teilchen</w:t>
      </w:r>
    </w:p>
    <w:p w14:paraId="49C0C4A2" w14:textId="020D98E0" w:rsidR="00C737BC" w:rsidRDefault="001F5BD2" w:rsidP="00136094">
      <w:pPr>
        <w:pStyle w:val="Liste"/>
      </w:pPr>
      <w:r>
        <w:t xml:space="preserve">- </w:t>
      </w:r>
      <w:r w:rsidR="00C737BC">
        <w:t>Elektron</w:t>
      </w:r>
      <w:r w:rsidR="00136094">
        <w:br/>
      </w:r>
      <w:r w:rsidR="00C737BC">
        <w:t>Masse: m</w:t>
      </w:r>
      <w:r w:rsidR="00136094">
        <w:t>_</w:t>
      </w:r>
      <w:r w:rsidR="00C737BC">
        <w:t>e =9,1093837015 *10</w:t>
      </w:r>
      <w:r w:rsidR="00136094">
        <w:t>{-31}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e =-1e</w:t>
      </w:r>
    </w:p>
    <w:p w14:paraId="6103539A" w14:textId="77777777" w:rsidR="0058752E" w:rsidRDefault="0058752E" w:rsidP="00136094">
      <w:pPr>
        <w:pStyle w:val="Liste"/>
      </w:pPr>
    </w:p>
    <w:p w14:paraId="50414C90" w14:textId="543A70B9" w:rsidR="00C737BC" w:rsidRDefault="001F5BD2" w:rsidP="00136094">
      <w:pPr>
        <w:pStyle w:val="Liste"/>
      </w:pPr>
      <w:r>
        <w:t xml:space="preserve">- </w:t>
      </w:r>
      <w:r w:rsidR="00C737BC">
        <w:t>Proton</w:t>
      </w:r>
      <w:r w:rsidR="00136094">
        <w:br/>
      </w:r>
      <w:r w:rsidR="00C737BC">
        <w:t>Masse: m</w:t>
      </w:r>
      <w:r w:rsidR="00136094">
        <w:t>_</w:t>
      </w:r>
      <w:r w:rsidR="00C737BC">
        <w:t>p =1,67262192369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p =1e</w:t>
      </w:r>
    </w:p>
    <w:p w14:paraId="5EA17721" w14:textId="77777777" w:rsidR="0058752E" w:rsidRDefault="0058752E" w:rsidP="00136094">
      <w:pPr>
        <w:pStyle w:val="Liste"/>
      </w:pPr>
    </w:p>
    <w:p w14:paraId="167C2447" w14:textId="57AB3873" w:rsidR="00C737BC" w:rsidRDefault="001F5BD2" w:rsidP="00136094">
      <w:pPr>
        <w:pStyle w:val="Liste"/>
      </w:pPr>
      <w:r>
        <w:lastRenderedPageBreak/>
        <w:t xml:space="preserve">- </w:t>
      </w:r>
      <w:r w:rsidR="00C737BC">
        <w:t>Neutron</w:t>
      </w:r>
      <w:r w:rsidR="00136094">
        <w:br/>
      </w:r>
      <w:r w:rsidR="00C737BC">
        <w:t>Masse: m</w:t>
      </w:r>
      <w:r w:rsidR="00136094">
        <w:t>_</w:t>
      </w:r>
      <w:r w:rsidR="00C737BC">
        <w:t>n =1,67492749804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n =0C</w:t>
      </w:r>
    </w:p>
    <w:p w14:paraId="6451CC0A" w14:textId="77777777" w:rsidR="0058752E" w:rsidRDefault="0058752E" w:rsidP="00136094">
      <w:pPr>
        <w:pStyle w:val="Liste"/>
      </w:pPr>
    </w:p>
    <w:p w14:paraId="69D5EED0" w14:textId="736427A5" w:rsidR="00C737BC" w:rsidRDefault="001F5BD2" w:rsidP="00136094">
      <w:pPr>
        <w:pStyle w:val="Liste"/>
      </w:pPr>
      <w:r>
        <w:t xml:space="preserve">- </w:t>
      </w:r>
      <w:r w:rsidR="00136094">
        <w:t>~</w:t>
      </w:r>
      <w:r w:rsidR="00C737BC">
        <w:t>a-Teilchen</w:t>
      </w:r>
      <w:r w:rsidR="00136094">
        <w:br/>
      </w:r>
      <w:r w:rsidR="00C737BC">
        <w:t>Masse: m</w:t>
      </w:r>
      <w:r w:rsidR="00136094">
        <w:t>_{~</w:t>
      </w:r>
      <w:r w:rsidR="00C737BC">
        <w:t>a</w:t>
      </w:r>
      <w:r w:rsidR="00136094">
        <w:t>}</w:t>
      </w:r>
      <w:r w:rsidR="00C737BC">
        <w:t xml:space="preserve"> =6,6446573357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_{~</w:t>
      </w:r>
      <w:r w:rsidR="00C737BC">
        <w:t>a</w:t>
      </w:r>
      <w:r w:rsidR="00136094">
        <w:t>}</w:t>
      </w:r>
      <w:r w:rsidR="00C737BC">
        <w:t xml:space="preserve"> =2e</w:t>
      </w:r>
    </w:p>
    <w:p w14:paraId="20E36E32" w14:textId="77777777" w:rsidR="00136094" w:rsidRDefault="00136094" w:rsidP="00C737BC"/>
    <w:p w14:paraId="4F378691" w14:textId="77841340" w:rsidR="00C737BC" w:rsidRDefault="00C737BC" w:rsidP="00136094">
      <w:pPr>
        <w:pStyle w:val="berschrift3"/>
      </w:pPr>
      <w:r>
        <w:t>Teilchen des Standardmodells</w:t>
      </w:r>
    </w:p>
    <w:p w14:paraId="20323CD3" w14:textId="165C2225" w:rsidR="00C737BC" w:rsidRDefault="00C737BC" w:rsidP="0058752E">
      <w:pPr>
        <w:pStyle w:val="berschrift4"/>
      </w:pPr>
      <w:r>
        <w:t>Tabelle der Quarks</w:t>
      </w:r>
      <w:r w:rsidR="007B54FC">
        <w:t>:</w:t>
      </w:r>
    </w:p>
    <w:p w14:paraId="6796A5CD" w14:textId="5EC74CF3" w:rsidR="007B54FC" w:rsidRPr="00FC008A" w:rsidRDefault="007B54FC" w:rsidP="00FC008A">
      <w:r>
        <w:t>Legende zur Tabelle:</w:t>
      </w:r>
      <w:r>
        <w:br/>
        <w:t>e (Spalte 3): Ladung in e</w:t>
      </w:r>
      <w:r>
        <w:br/>
      </w:r>
      <w:r w:rsidRPr="00FC008A">
        <w:t xml:space="preserve">m </w:t>
      </w:r>
      <w:r w:rsidR="00FC008A" w:rsidRPr="00FC008A">
        <w:t xml:space="preserve">in \frac{eV}{c^2} </w:t>
      </w:r>
      <w:r w:rsidRPr="00FC008A">
        <w:t>(Spalte 4): Masse in \frac{eV}{c^2}</w:t>
      </w:r>
    </w:p>
    <w:p w14:paraId="71C4368D" w14:textId="77777777" w:rsidR="0058752E" w:rsidRDefault="0058752E" w:rsidP="00C737BC"/>
    <w:p w14:paraId="642814B0" w14:textId="310D9970" w:rsidR="00782835" w:rsidRDefault="0078283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77"/>
        <w:gridCol w:w="1267"/>
        <w:gridCol w:w="929"/>
        <w:gridCol w:w="3221"/>
      </w:tblGrid>
      <w:tr w:rsidR="00782835" w:rsidRPr="00782835" w14:paraId="1B42413D" w14:textId="77777777" w:rsidTr="003D2E48">
        <w:tc>
          <w:tcPr>
            <w:tcW w:w="0" w:type="auto"/>
          </w:tcPr>
          <w:p w14:paraId="70AE8B09" w14:textId="77777777" w:rsidR="00782835" w:rsidRPr="00782835" w:rsidRDefault="00782835" w:rsidP="007D4695">
            <w:r w:rsidRPr="00782835">
              <w:t>Teilchen</w:t>
            </w:r>
          </w:p>
        </w:tc>
        <w:tc>
          <w:tcPr>
            <w:tcW w:w="0" w:type="auto"/>
          </w:tcPr>
          <w:p w14:paraId="7318D612" w14:textId="77777777" w:rsidR="00782835" w:rsidRPr="00782835" w:rsidRDefault="00782835" w:rsidP="007D4695">
            <w:r w:rsidRPr="00782835">
              <w:t>Symbol</w:t>
            </w:r>
          </w:p>
        </w:tc>
        <w:tc>
          <w:tcPr>
            <w:tcW w:w="0" w:type="auto"/>
          </w:tcPr>
          <w:p w14:paraId="1AD96FD8" w14:textId="644C65F9" w:rsidR="00782835" w:rsidRPr="00782835" w:rsidRDefault="00782835" w:rsidP="007D4695">
            <w:r w:rsidRPr="00782835">
              <w:t>e</w:t>
            </w:r>
          </w:p>
        </w:tc>
        <w:tc>
          <w:tcPr>
            <w:tcW w:w="0" w:type="auto"/>
          </w:tcPr>
          <w:p w14:paraId="22A47C53" w14:textId="4CA85F88" w:rsidR="00782835" w:rsidRPr="00782835" w:rsidRDefault="007B54FC" w:rsidP="007D4695">
            <w:r>
              <w:t>m</w:t>
            </w:r>
            <w:r w:rsidR="00B31C98">
              <w:t xml:space="preserve"> </w:t>
            </w:r>
            <w:r w:rsidR="00B31C98" w:rsidRPr="00782835">
              <w:t>in \frac{eV}{c^2}</w:t>
            </w:r>
          </w:p>
        </w:tc>
      </w:tr>
      <w:tr w:rsidR="00782835" w:rsidRPr="00782835" w14:paraId="6AE9CB12" w14:textId="77777777" w:rsidTr="003D2E48">
        <w:tc>
          <w:tcPr>
            <w:tcW w:w="0" w:type="auto"/>
          </w:tcPr>
          <w:p w14:paraId="57CD86C4" w14:textId="77777777" w:rsidR="00782835" w:rsidRPr="00782835" w:rsidRDefault="00782835" w:rsidP="007D4695">
            <w:r w:rsidRPr="00782835">
              <w:t>Up</w:t>
            </w:r>
          </w:p>
        </w:tc>
        <w:tc>
          <w:tcPr>
            <w:tcW w:w="0" w:type="auto"/>
          </w:tcPr>
          <w:p w14:paraId="02B80398" w14:textId="77777777" w:rsidR="00782835" w:rsidRPr="00782835" w:rsidRDefault="00782835" w:rsidP="007D4695">
            <w:r w:rsidRPr="00782835">
              <w:t>u</w:t>
            </w:r>
          </w:p>
        </w:tc>
        <w:tc>
          <w:tcPr>
            <w:tcW w:w="0" w:type="auto"/>
          </w:tcPr>
          <w:p w14:paraId="686E9165" w14:textId="77777777" w:rsidR="00782835" w:rsidRPr="00782835" w:rsidRDefault="00782835" w:rsidP="007D4695">
            <w:r w:rsidRPr="00782835">
              <w:t>+2/3</w:t>
            </w:r>
          </w:p>
        </w:tc>
        <w:tc>
          <w:tcPr>
            <w:tcW w:w="0" w:type="auto"/>
          </w:tcPr>
          <w:p w14:paraId="74CCABDA" w14:textId="77777777" w:rsidR="00782835" w:rsidRPr="00782835" w:rsidRDefault="00782835" w:rsidP="007D4695">
            <w:r w:rsidRPr="00782835">
              <w:t>2,16 *10^6</w:t>
            </w:r>
          </w:p>
        </w:tc>
      </w:tr>
      <w:tr w:rsidR="00782835" w:rsidRPr="00782835" w14:paraId="0EA7E7CC" w14:textId="77777777" w:rsidTr="003D2E48">
        <w:tc>
          <w:tcPr>
            <w:tcW w:w="0" w:type="auto"/>
          </w:tcPr>
          <w:p w14:paraId="26205B91" w14:textId="77777777" w:rsidR="00782835" w:rsidRPr="00782835" w:rsidRDefault="00782835" w:rsidP="007D4695">
            <w:r w:rsidRPr="00782835">
              <w:t>Down</w:t>
            </w:r>
          </w:p>
        </w:tc>
        <w:tc>
          <w:tcPr>
            <w:tcW w:w="0" w:type="auto"/>
          </w:tcPr>
          <w:p w14:paraId="42657E0D" w14:textId="77777777" w:rsidR="00782835" w:rsidRPr="00782835" w:rsidRDefault="00782835" w:rsidP="007D4695">
            <w:r w:rsidRPr="00782835">
              <w:t>d</w:t>
            </w:r>
          </w:p>
        </w:tc>
        <w:tc>
          <w:tcPr>
            <w:tcW w:w="0" w:type="auto"/>
          </w:tcPr>
          <w:p w14:paraId="4AA1914A" w14:textId="77777777" w:rsidR="00782835" w:rsidRPr="00782835" w:rsidRDefault="00782835" w:rsidP="007D4695">
            <w:r w:rsidRPr="00782835">
              <w:t>-1/3</w:t>
            </w:r>
          </w:p>
        </w:tc>
        <w:tc>
          <w:tcPr>
            <w:tcW w:w="0" w:type="auto"/>
          </w:tcPr>
          <w:p w14:paraId="334F922F" w14:textId="77777777" w:rsidR="00782835" w:rsidRPr="00782835" w:rsidRDefault="00782835" w:rsidP="007D4695">
            <w:r w:rsidRPr="00782835">
              <w:t>4,67 *10^6</w:t>
            </w:r>
          </w:p>
        </w:tc>
      </w:tr>
      <w:tr w:rsidR="00782835" w:rsidRPr="00782835" w14:paraId="31612787" w14:textId="77777777" w:rsidTr="003D2E48">
        <w:tc>
          <w:tcPr>
            <w:tcW w:w="0" w:type="auto"/>
          </w:tcPr>
          <w:p w14:paraId="5A7444F7" w14:textId="77777777" w:rsidR="00782835" w:rsidRPr="00782835" w:rsidRDefault="00782835" w:rsidP="007D4695">
            <w:r w:rsidRPr="00782835">
              <w:t>Charm</w:t>
            </w:r>
          </w:p>
        </w:tc>
        <w:tc>
          <w:tcPr>
            <w:tcW w:w="0" w:type="auto"/>
          </w:tcPr>
          <w:p w14:paraId="398698FD" w14:textId="77777777" w:rsidR="00782835" w:rsidRPr="00782835" w:rsidRDefault="00782835" w:rsidP="007D4695">
            <w:r w:rsidRPr="00782835">
              <w:t>c</w:t>
            </w:r>
          </w:p>
        </w:tc>
        <w:tc>
          <w:tcPr>
            <w:tcW w:w="0" w:type="auto"/>
          </w:tcPr>
          <w:p w14:paraId="7BA7F2E8" w14:textId="77777777" w:rsidR="00782835" w:rsidRPr="00782835" w:rsidRDefault="00782835" w:rsidP="007D4695">
            <w:r w:rsidRPr="00782835">
              <w:t>+2/3</w:t>
            </w:r>
          </w:p>
        </w:tc>
        <w:tc>
          <w:tcPr>
            <w:tcW w:w="0" w:type="auto"/>
          </w:tcPr>
          <w:p w14:paraId="751E95AE" w14:textId="77777777" w:rsidR="00782835" w:rsidRPr="00782835" w:rsidRDefault="00782835" w:rsidP="007D4695">
            <w:r w:rsidRPr="00782835">
              <w:t>1,27 *10^9</w:t>
            </w:r>
          </w:p>
        </w:tc>
      </w:tr>
      <w:tr w:rsidR="00782835" w:rsidRPr="00782835" w14:paraId="3F5EEA40" w14:textId="77777777" w:rsidTr="003D2E48">
        <w:tc>
          <w:tcPr>
            <w:tcW w:w="0" w:type="auto"/>
          </w:tcPr>
          <w:p w14:paraId="77362E7F" w14:textId="77777777" w:rsidR="00782835" w:rsidRPr="00782835" w:rsidRDefault="00782835" w:rsidP="007D4695">
            <w:r w:rsidRPr="00782835">
              <w:t>Strange</w:t>
            </w:r>
          </w:p>
        </w:tc>
        <w:tc>
          <w:tcPr>
            <w:tcW w:w="0" w:type="auto"/>
          </w:tcPr>
          <w:p w14:paraId="74A2B0C6" w14:textId="77777777" w:rsidR="00782835" w:rsidRPr="00782835" w:rsidRDefault="00782835" w:rsidP="007D4695">
            <w:r w:rsidRPr="00782835">
              <w:t>s</w:t>
            </w:r>
          </w:p>
        </w:tc>
        <w:tc>
          <w:tcPr>
            <w:tcW w:w="0" w:type="auto"/>
          </w:tcPr>
          <w:p w14:paraId="206498D6" w14:textId="77777777" w:rsidR="00782835" w:rsidRPr="00782835" w:rsidRDefault="00782835" w:rsidP="007D4695">
            <w:r w:rsidRPr="00782835">
              <w:t>-1/3</w:t>
            </w:r>
          </w:p>
        </w:tc>
        <w:tc>
          <w:tcPr>
            <w:tcW w:w="0" w:type="auto"/>
          </w:tcPr>
          <w:p w14:paraId="4E481BCA" w14:textId="77777777" w:rsidR="00782835" w:rsidRPr="00782835" w:rsidRDefault="00782835" w:rsidP="007D4695">
            <w:r w:rsidRPr="00782835">
              <w:t>93,4 *10^6</w:t>
            </w:r>
          </w:p>
        </w:tc>
      </w:tr>
      <w:tr w:rsidR="00782835" w:rsidRPr="00782835" w14:paraId="25C281BC" w14:textId="77777777" w:rsidTr="003D2E48">
        <w:tc>
          <w:tcPr>
            <w:tcW w:w="0" w:type="auto"/>
          </w:tcPr>
          <w:p w14:paraId="374D793C" w14:textId="77777777" w:rsidR="00782835" w:rsidRPr="00782835" w:rsidRDefault="00782835" w:rsidP="007D4695">
            <w:r w:rsidRPr="00782835">
              <w:t>Top</w:t>
            </w:r>
          </w:p>
        </w:tc>
        <w:tc>
          <w:tcPr>
            <w:tcW w:w="0" w:type="auto"/>
          </w:tcPr>
          <w:p w14:paraId="3230C06C" w14:textId="77777777" w:rsidR="00782835" w:rsidRPr="00782835" w:rsidRDefault="00782835" w:rsidP="007D4695">
            <w:r w:rsidRPr="00782835">
              <w:t>t</w:t>
            </w:r>
          </w:p>
        </w:tc>
        <w:tc>
          <w:tcPr>
            <w:tcW w:w="0" w:type="auto"/>
          </w:tcPr>
          <w:p w14:paraId="1352CFF8" w14:textId="77777777" w:rsidR="00782835" w:rsidRPr="00782835" w:rsidRDefault="00782835" w:rsidP="007D4695">
            <w:r w:rsidRPr="00782835">
              <w:t>+2/3</w:t>
            </w:r>
          </w:p>
        </w:tc>
        <w:tc>
          <w:tcPr>
            <w:tcW w:w="0" w:type="auto"/>
          </w:tcPr>
          <w:p w14:paraId="6B0123AD" w14:textId="2FEAF607" w:rsidR="00782835" w:rsidRPr="00782835" w:rsidRDefault="00782835" w:rsidP="007D4695">
            <w:r w:rsidRPr="00782835">
              <w:t>1,73 *10^</w:t>
            </w:r>
            <w:r w:rsidR="00766DC4">
              <w:t>{</w:t>
            </w:r>
            <w:r w:rsidRPr="00782835">
              <w:t>11</w:t>
            </w:r>
            <w:r w:rsidR="00766DC4">
              <w:t>}</w:t>
            </w:r>
          </w:p>
        </w:tc>
      </w:tr>
      <w:tr w:rsidR="00782835" w:rsidRPr="00782835" w14:paraId="108A8569" w14:textId="77777777" w:rsidTr="003D2E48">
        <w:tc>
          <w:tcPr>
            <w:tcW w:w="0" w:type="auto"/>
          </w:tcPr>
          <w:p w14:paraId="31F7D3B4" w14:textId="77777777" w:rsidR="00782835" w:rsidRPr="00782835" w:rsidRDefault="00782835" w:rsidP="007D4695">
            <w:r w:rsidRPr="00782835">
              <w:t>Bottom</w:t>
            </w:r>
          </w:p>
        </w:tc>
        <w:tc>
          <w:tcPr>
            <w:tcW w:w="0" w:type="auto"/>
          </w:tcPr>
          <w:p w14:paraId="0B816208" w14:textId="77777777" w:rsidR="00782835" w:rsidRPr="00782835" w:rsidRDefault="00782835" w:rsidP="007D4695">
            <w:r w:rsidRPr="00782835">
              <w:t>b</w:t>
            </w:r>
          </w:p>
        </w:tc>
        <w:tc>
          <w:tcPr>
            <w:tcW w:w="0" w:type="auto"/>
          </w:tcPr>
          <w:p w14:paraId="7D9A84E0" w14:textId="77777777" w:rsidR="00782835" w:rsidRPr="00782835" w:rsidRDefault="00782835" w:rsidP="007D4695">
            <w:r w:rsidRPr="00782835">
              <w:t>-1/3</w:t>
            </w:r>
          </w:p>
        </w:tc>
        <w:tc>
          <w:tcPr>
            <w:tcW w:w="0" w:type="auto"/>
          </w:tcPr>
          <w:p w14:paraId="2BE87984" w14:textId="77777777" w:rsidR="00782835" w:rsidRPr="00782835" w:rsidRDefault="00782835" w:rsidP="007D4695">
            <w:r w:rsidRPr="00782835">
              <w:t>4,18 *10^9</w:t>
            </w:r>
          </w:p>
        </w:tc>
      </w:tr>
    </w:tbl>
    <w:p w14:paraId="62EA66A6" w14:textId="5570D1A9" w:rsidR="00782835" w:rsidRDefault="00782835" w:rsidP="00C737BC">
      <w:r>
        <w:t>&lt;/Tabelle&gt;</w:t>
      </w:r>
    </w:p>
    <w:p w14:paraId="75E73AF6" w14:textId="532F916A" w:rsidR="00782835" w:rsidRDefault="00782835" w:rsidP="00C737BC"/>
    <w:p w14:paraId="3B927B00" w14:textId="6ABCDD98" w:rsidR="00C737BC" w:rsidRDefault="00C737BC" w:rsidP="0058752E">
      <w:pPr>
        <w:pStyle w:val="berschrift4"/>
      </w:pPr>
      <w:r>
        <w:lastRenderedPageBreak/>
        <w:t>Tabelle der Leptonen</w:t>
      </w:r>
      <w:r w:rsidR="00B31C98">
        <w:t>:</w:t>
      </w:r>
    </w:p>
    <w:p w14:paraId="65DF7F00" w14:textId="71159A3E" w:rsidR="00B31C98" w:rsidRPr="00B31C98" w:rsidRDefault="00B31C98" w:rsidP="00B31C98">
      <w:r>
        <w:t>Legende zur Tabelle:</w:t>
      </w:r>
      <w:r>
        <w:br/>
        <w:t>e (Spalte 3): Ladung in e</w:t>
      </w:r>
      <w:r>
        <w:br/>
      </w:r>
      <w:r w:rsidRPr="00B31C98">
        <w:t>m in \frac{eV}{c^2}</w:t>
      </w:r>
      <w:r>
        <w:t xml:space="preserve"> </w:t>
      </w:r>
      <w:r w:rsidRPr="00B31C98">
        <w:t>(Spalte 4): Masse in \frac{eV}{c^2}</w:t>
      </w:r>
    </w:p>
    <w:p w14:paraId="7D08705D" w14:textId="77777777" w:rsidR="0058752E" w:rsidRDefault="0058752E" w:rsidP="00C737BC"/>
    <w:p w14:paraId="61E93AE0" w14:textId="0F6DA966" w:rsidR="00782835" w:rsidRDefault="0078283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714"/>
        <w:gridCol w:w="1658"/>
        <w:gridCol w:w="522"/>
        <w:gridCol w:w="3221"/>
      </w:tblGrid>
      <w:tr w:rsidR="00782835" w:rsidRPr="00782835" w14:paraId="26897240" w14:textId="77777777" w:rsidTr="003D2E48">
        <w:tc>
          <w:tcPr>
            <w:tcW w:w="0" w:type="auto"/>
          </w:tcPr>
          <w:p w14:paraId="4B849A96" w14:textId="77777777" w:rsidR="00782835" w:rsidRPr="00782835" w:rsidRDefault="00782835" w:rsidP="007D4695">
            <w:r w:rsidRPr="00782835">
              <w:t>Teilchen</w:t>
            </w:r>
          </w:p>
        </w:tc>
        <w:tc>
          <w:tcPr>
            <w:tcW w:w="0" w:type="auto"/>
          </w:tcPr>
          <w:p w14:paraId="392B45F5" w14:textId="77777777" w:rsidR="00782835" w:rsidRPr="00782835" w:rsidRDefault="00782835" w:rsidP="007D4695">
            <w:r w:rsidRPr="00782835">
              <w:t>Symbol</w:t>
            </w:r>
          </w:p>
        </w:tc>
        <w:tc>
          <w:tcPr>
            <w:tcW w:w="0" w:type="auto"/>
          </w:tcPr>
          <w:p w14:paraId="4C279D32" w14:textId="4A181797" w:rsidR="00782835" w:rsidRPr="00782835" w:rsidRDefault="00782835" w:rsidP="007D4695">
            <w:r w:rsidRPr="00782835">
              <w:t>e</w:t>
            </w:r>
          </w:p>
        </w:tc>
        <w:tc>
          <w:tcPr>
            <w:tcW w:w="0" w:type="auto"/>
          </w:tcPr>
          <w:p w14:paraId="26C67529" w14:textId="393C6062" w:rsidR="00782835" w:rsidRPr="00782835" w:rsidRDefault="00B31C98" w:rsidP="007D4695">
            <w:r>
              <w:t>m</w:t>
            </w:r>
            <w:r w:rsidR="00782835" w:rsidRPr="00782835">
              <w:t xml:space="preserve"> in \frac{eV}{c^2}</w:t>
            </w:r>
          </w:p>
        </w:tc>
      </w:tr>
      <w:tr w:rsidR="00782835" w:rsidRPr="00782835" w14:paraId="2DC8572E" w14:textId="77777777" w:rsidTr="003D2E48">
        <w:tc>
          <w:tcPr>
            <w:tcW w:w="0" w:type="auto"/>
          </w:tcPr>
          <w:p w14:paraId="01F0B840" w14:textId="77777777" w:rsidR="00782835" w:rsidRPr="00782835" w:rsidRDefault="00782835" w:rsidP="007D4695">
            <w:r w:rsidRPr="00782835">
              <w:t>Elektron</w:t>
            </w:r>
          </w:p>
        </w:tc>
        <w:tc>
          <w:tcPr>
            <w:tcW w:w="0" w:type="auto"/>
          </w:tcPr>
          <w:p w14:paraId="0AD92F2B" w14:textId="77777777" w:rsidR="00782835" w:rsidRPr="00782835" w:rsidRDefault="00782835" w:rsidP="007D4695">
            <w:r w:rsidRPr="00782835">
              <w:t>e^-</w:t>
            </w:r>
          </w:p>
        </w:tc>
        <w:tc>
          <w:tcPr>
            <w:tcW w:w="0" w:type="auto"/>
          </w:tcPr>
          <w:p w14:paraId="48F335C7" w14:textId="77777777" w:rsidR="00782835" w:rsidRPr="00782835" w:rsidRDefault="00782835" w:rsidP="007D4695">
            <w:r w:rsidRPr="00782835">
              <w:t>-1</w:t>
            </w:r>
          </w:p>
        </w:tc>
        <w:tc>
          <w:tcPr>
            <w:tcW w:w="0" w:type="auto"/>
          </w:tcPr>
          <w:p w14:paraId="3562E3C2" w14:textId="77777777" w:rsidR="00782835" w:rsidRPr="00782835" w:rsidRDefault="00782835" w:rsidP="007D4695">
            <w:r w:rsidRPr="00782835">
              <w:t>511,00 *10^3</w:t>
            </w:r>
          </w:p>
        </w:tc>
      </w:tr>
      <w:tr w:rsidR="00782835" w:rsidRPr="00782835" w14:paraId="186D760B" w14:textId="77777777" w:rsidTr="003D2E48">
        <w:tc>
          <w:tcPr>
            <w:tcW w:w="0" w:type="auto"/>
          </w:tcPr>
          <w:p w14:paraId="79C5410C" w14:textId="77777777" w:rsidR="00782835" w:rsidRPr="00782835" w:rsidRDefault="00782835" w:rsidP="007D4695">
            <w:r w:rsidRPr="00782835">
              <w:t>Elektron-Neutrino</w:t>
            </w:r>
          </w:p>
        </w:tc>
        <w:tc>
          <w:tcPr>
            <w:tcW w:w="0" w:type="auto"/>
          </w:tcPr>
          <w:p w14:paraId="1F5D5230" w14:textId="2F0BF12F" w:rsidR="00782835" w:rsidRPr="00782835" w:rsidRDefault="00782835" w:rsidP="007D4695">
            <w:r w:rsidRPr="00782835">
              <w:t>~n_e</w:t>
            </w:r>
          </w:p>
        </w:tc>
        <w:tc>
          <w:tcPr>
            <w:tcW w:w="0" w:type="auto"/>
          </w:tcPr>
          <w:p w14:paraId="5A26B368" w14:textId="77777777" w:rsidR="00782835" w:rsidRPr="00782835" w:rsidRDefault="00782835" w:rsidP="007D4695">
            <w:r w:rsidRPr="00782835">
              <w:t>0</w:t>
            </w:r>
          </w:p>
        </w:tc>
        <w:tc>
          <w:tcPr>
            <w:tcW w:w="0" w:type="auto"/>
          </w:tcPr>
          <w:p w14:paraId="19BD90EC" w14:textId="77777777" w:rsidR="00782835" w:rsidRPr="00782835" w:rsidRDefault="00782835" w:rsidP="007D4695">
            <w:r w:rsidRPr="00782835">
              <w:t>&lt;1,1</w:t>
            </w:r>
          </w:p>
        </w:tc>
      </w:tr>
      <w:tr w:rsidR="00782835" w:rsidRPr="00782835" w14:paraId="35C343FD" w14:textId="77777777" w:rsidTr="003D2E48">
        <w:tc>
          <w:tcPr>
            <w:tcW w:w="0" w:type="auto"/>
          </w:tcPr>
          <w:p w14:paraId="3A564256" w14:textId="77777777" w:rsidR="00782835" w:rsidRPr="00782835" w:rsidRDefault="00782835" w:rsidP="007D4695">
            <w:r w:rsidRPr="00782835">
              <w:t>Myon</w:t>
            </w:r>
          </w:p>
        </w:tc>
        <w:tc>
          <w:tcPr>
            <w:tcW w:w="0" w:type="auto"/>
          </w:tcPr>
          <w:p w14:paraId="1A3BBBE1" w14:textId="77777777" w:rsidR="00782835" w:rsidRPr="00782835" w:rsidRDefault="00782835" w:rsidP="007D4695">
            <w:r w:rsidRPr="00782835">
              <w:t>~m^-</w:t>
            </w:r>
          </w:p>
        </w:tc>
        <w:tc>
          <w:tcPr>
            <w:tcW w:w="0" w:type="auto"/>
          </w:tcPr>
          <w:p w14:paraId="00A36A07" w14:textId="77777777" w:rsidR="00782835" w:rsidRPr="00782835" w:rsidRDefault="00782835" w:rsidP="007D4695">
            <w:r w:rsidRPr="00782835">
              <w:t>-1</w:t>
            </w:r>
          </w:p>
        </w:tc>
        <w:tc>
          <w:tcPr>
            <w:tcW w:w="0" w:type="auto"/>
          </w:tcPr>
          <w:p w14:paraId="1827465E" w14:textId="77777777" w:rsidR="00782835" w:rsidRPr="00782835" w:rsidRDefault="00782835" w:rsidP="007D4695">
            <w:r w:rsidRPr="00782835">
              <w:t>105,66 *10^6</w:t>
            </w:r>
          </w:p>
        </w:tc>
      </w:tr>
      <w:tr w:rsidR="00782835" w:rsidRPr="00782835" w14:paraId="53B05EEF" w14:textId="77777777" w:rsidTr="003D2E48">
        <w:tc>
          <w:tcPr>
            <w:tcW w:w="0" w:type="auto"/>
          </w:tcPr>
          <w:p w14:paraId="1F141CF6" w14:textId="77777777" w:rsidR="00782835" w:rsidRPr="00782835" w:rsidRDefault="00782835" w:rsidP="007D4695">
            <w:r w:rsidRPr="00782835">
              <w:t>Myon-Neutrino</w:t>
            </w:r>
          </w:p>
        </w:tc>
        <w:tc>
          <w:tcPr>
            <w:tcW w:w="0" w:type="auto"/>
          </w:tcPr>
          <w:p w14:paraId="61A7D5A4" w14:textId="77777777" w:rsidR="00782835" w:rsidRPr="00782835" w:rsidRDefault="00782835" w:rsidP="007D4695">
            <w:r w:rsidRPr="00782835">
              <w:t>~n_{~m}</w:t>
            </w:r>
          </w:p>
        </w:tc>
        <w:tc>
          <w:tcPr>
            <w:tcW w:w="0" w:type="auto"/>
          </w:tcPr>
          <w:p w14:paraId="7EBBF155" w14:textId="77777777" w:rsidR="00782835" w:rsidRPr="00782835" w:rsidRDefault="00782835" w:rsidP="007D4695">
            <w:r w:rsidRPr="00782835">
              <w:t>0</w:t>
            </w:r>
          </w:p>
        </w:tc>
        <w:tc>
          <w:tcPr>
            <w:tcW w:w="0" w:type="auto"/>
          </w:tcPr>
          <w:p w14:paraId="0B263448" w14:textId="77777777" w:rsidR="00782835" w:rsidRPr="00782835" w:rsidRDefault="00782835" w:rsidP="007D4695">
            <w:r w:rsidRPr="00782835">
              <w:t>&lt;0,19 *10^6</w:t>
            </w:r>
          </w:p>
        </w:tc>
      </w:tr>
      <w:tr w:rsidR="00782835" w:rsidRPr="00782835" w14:paraId="2F13E75A" w14:textId="77777777" w:rsidTr="003D2E48">
        <w:tc>
          <w:tcPr>
            <w:tcW w:w="0" w:type="auto"/>
          </w:tcPr>
          <w:p w14:paraId="3036DA2E" w14:textId="77777777" w:rsidR="00782835" w:rsidRPr="00782835" w:rsidRDefault="00782835" w:rsidP="007D4695">
            <w:r w:rsidRPr="00782835">
              <w:t>Tauon</w:t>
            </w:r>
          </w:p>
        </w:tc>
        <w:tc>
          <w:tcPr>
            <w:tcW w:w="0" w:type="auto"/>
          </w:tcPr>
          <w:p w14:paraId="435CEB01" w14:textId="77777777" w:rsidR="00782835" w:rsidRPr="00782835" w:rsidRDefault="00782835" w:rsidP="007D4695">
            <w:r w:rsidRPr="00782835">
              <w:t>~t^-</w:t>
            </w:r>
          </w:p>
        </w:tc>
        <w:tc>
          <w:tcPr>
            <w:tcW w:w="0" w:type="auto"/>
          </w:tcPr>
          <w:p w14:paraId="5EB06C77" w14:textId="77777777" w:rsidR="00782835" w:rsidRPr="00782835" w:rsidRDefault="00782835" w:rsidP="007D4695">
            <w:r w:rsidRPr="00782835">
              <w:t>-1</w:t>
            </w:r>
          </w:p>
        </w:tc>
        <w:tc>
          <w:tcPr>
            <w:tcW w:w="0" w:type="auto"/>
          </w:tcPr>
          <w:p w14:paraId="313DE8AC" w14:textId="77777777" w:rsidR="00782835" w:rsidRPr="00782835" w:rsidRDefault="00782835" w:rsidP="007D4695">
            <w:r w:rsidRPr="00782835">
              <w:t>1,7769 *10^9</w:t>
            </w:r>
          </w:p>
        </w:tc>
      </w:tr>
      <w:tr w:rsidR="00782835" w:rsidRPr="00782835" w14:paraId="5F9F980F" w14:textId="77777777" w:rsidTr="003D2E48">
        <w:tc>
          <w:tcPr>
            <w:tcW w:w="0" w:type="auto"/>
          </w:tcPr>
          <w:p w14:paraId="299F2B82" w14:textId="77777777" w:rsidR="00782835" w:rsidRPr="00782835" w:rsidRDefault="00782835" w:rsidP="007D4695">
            <w:r w:rsidRPr="00782835">
              <w:t>Tauon-Neutrino</w:t>
            </w:r>
          </w:p>
        </w:tc>
        <w:tc>
          <w:tcPr>
            <w:tcW w:w="0" w:type="auto"/>
          </w:tcPr>
          <w:p w14:paraId="5A54DC76" w14:textId="77777777" w:rsidR="00782835" w:rsidRPr="00782835" w:rsidRDefault="00782835" w:rsidP="007D4695">
            <w:r w:rsidRPr="00782835">
              <w:t>~n_{~t}</w:t>
            </w:r>
          </w:p>
        </w:tc>
        <w:tc>
          <w:tcPr>
            <w:tcW w:w="0" w:type="auto"/>
          </w:tcPr>
          <w:p w14:paraId="049A8A97" w14:textId="77777777" w:rsidR="00782835" w:rsidRPr="00782835" w:rsidRDefault="00782835" w:rsidP="007D4695">
            <w:r w:rsidRPr="00782835">
              <w:t>0</w:t>
            </w:r>
          </w:p>
        </w:tc>
        <w:tc>
          <w:tcPr>
            <w:tcW w:w="0" w:type="auto"/>
          </w:tcPr>
          <w:p w14:paraId="37C36FAA" w14:textId="77777777" w:rsidR="00782835" w:rsidRPr="00782835" w:rsidRDefault="00782835" w:rsidP="007D4695">
            <w:r w:rsidRPr="00782835">
              <w:t>&lt;18,2 *10^6</w:t>
            </w:r>
          </w:p>
        </w:tc>
      </w:tr>
    </w:tbl>
    <w:p w14:paraId="7681F42C" w14:textId="7281355E" w:rsidR="00782835" w:rsidRDefault="00782835" w:rsidP="00C737BC">
      <w:r>
        <w:t>&lt;/Tabelle&gt;</w:t>
      </w:r>
    </w:p>
    <w:p w14:paraId="1CB278EA" w14:textId="1F57631C" w:rsidR="00782835" w:rsidRDefault="00782835" w:rsidP="00C737BC"/>
    <w:p w14:paraId="675241BE" w14:textId="05D5713E" w:rsidR="00C737BC" w:rsidRDefault="00C737BC" w:rsidP="00782835">
      <w:pPr>
        <w:pStyle w:val="berschrift3"/>
      </w:pPr>
      <w:r>
        <w:t>Festgelegte Bedingungen</w:t>
      </w:r>
    </w:p>
    <w:p w14:paraId="59B0FC39" w14:textId="1EFB2FBC" w:rsidR="00C737BC" w:rsidRDefault="00C737BC" w:rsidP="001668A8">
      <w:r>
        <w:t>molares Volumen idealer Gase bei p =101,325kPa</w:t>
      </w:r>
    </w:p>
    <w:p w14:paraId="75C90D9E" w14:textId="69CB57FE" w:rsidR="00C737BC" w:rsidRDefault="001F5BD2" w:rsidP="001668A8">
      <w:pPr>
        <w:pStyle w:val="Liste"/>
      </w:pPr>
      <w:r>
        <w:t xml:space="preserve">- </w:t>
      </w:r>
      <w:r w:rsidR="00C737BC">
        <w:t>V</w:t>
      </w:r>
      <w:r w:rsidR="001668A8">
        <w:t>_</w:t>
      </w:r>
      <w:r w:rsidR="00C737BC">
        <w:t>m =</w:t>
      </w:r>
      <w:r w:rsidR="001668A8">
        <w:t xml:space="preserve">22,414\frac{L}{mol} </w:t>
      </w:r>
      <w:r w:rsidR="00C737BC">
        <w:t>bei T =273,15K</w:t>
      </w:r>
    </w:p>
    <w:p w14:paraId="58451992" w14:textId="77777777" w:rsidR="001668A8" w:rsidRDefault="001F5BD2" w:rsidP="001668A8">
      <w:pPr>
        <w:pStyle w:val="Liste"/>
      </w:pPr>
      <w:r>
        <w:t xml:space="preserve">- </w:t>
      </w:r>
      <w:r w:rsidR="00C737BC">
        <w:t>V</w:t>
      </w:r>
      <w:r w:rsidR="001668A8">
        <w:t>_</w:t>
      </w:r>
      <w:r w:rsidR="00C737BC">
        <w:t>m =24,466</w:t>
      </w:r>
      <w:r w:rsidR="001668A8">
        <w:t>\frac{L}{mol}</w:t>
      </w:r>
      <w:r w:rsidR="00C737BC">
        <w:t xml:space="preserve"> bei T =298,15K</w:t>
      </w:r>
    </w:p>
    <w:p w14:paraId="4FCFB20F" w14:textId="77777777" w:rsidR="001668A8" w:rsidRDefault="001668A8" w:rsidP="001668A8">
      <w:pPr>
        <w:pStyle w:val="Liste"/>
      </w:pPr>
    </w:p>
    <w:p w14:paraId="015D4487" w14:textId="2276C68E" w:rsidR="00C737BC" w:rsidRDefault="00C737BC" w:rsidP="001668A8">
      <w:r>
        <w:t>Wasser</w:t>
      </w:r>
    </w:p>
    <w:p w14:paraId="01FC43F4" w14:textId="41E28BE0" w:rsidR="00C737BC" w:rsidRDefault="001F5BD2" w:rsidP="001668A8">
      <w:pPr>
        <w:pStyle w:val="Liste"/>
      </w:pPr>
      <w:r>
        <w:t xml:space="preserve">- </w:t>
      </w:r>
      <w:r w:rsidR="001668A8">
        <w:t>I</w:t>
      </w:r>
      <w:r w:rsidR="00C737BC">
        <w:t>onenprodukt:</w:t>
      </w:r>
      <w:r w:rsidR="001668A8">
        <w:br/>
      </w:r>
      <w:r w:rsidR="00C737BC">
        <w:t>K</w:t>
      </w:r>
      <w:r w:rsidR="001668A8">
        <w:t>_</w:t>
      </w:r>
      <w:r w:rsidR="00C737BC">
        <w:t>W =1,0 *10</w:t>
      </w:r>
      <w:r w:rsidR="001668A8">
        <w:t>^{-14} \frac{mol^2}{L^2}</w:t>
      </w:r>
      <w:r w:rsidR="00C737BC">
        <w:t xml:space="preserve"> bei T =298,15K</w:t>
      </w:r>
    </w:p>
    <w:p w14:paraId="50D7ECEC" w14:textId="75D3EC93" w:rsidR="00C737BC" w:rsidRDefault="001F5BD2" w:rsidP="001668A8">
      <w:pPr>
        <w:pStyle w:val="Liste"/>
      </w:pPr>
      <w:r>
        <w:lastRenderedPageBreak/>
        <w:t xml:space="preserve">- </w:t>
      </w:r>
      <w:r w:rsidR="00C737BC">
        <w:t>spezifische Warmekapazitat:</w:t>
      </w:r>
      <w:r w:rsidR="001668A8">
        <w:br/>
      </w:r>
      <w:r w:rsidR="00C737BC">
        <w:t>c</w:t>
      </w:r>
      <w:r w:rsidR="001668A8">
        <w:t>_</w:t>
      </w:r>
      <w:r w:rsidR="00C737BC">
        <w:t xml:space="preserve">W =4,183 </w:t>
      </w:r>
      <w:r w:rsidR="001668A8">
        <w:t>\frac{kJ}{kg *K}</w:t>
      </w:r>
      <w:r w:rsidR="00C737BC">
        <w:t xml:space="preserve"> bei</w:t>
      </w:r>
      <w:r w:rsidR="00482B6A">
        <w:br/>
      </w:r>
      <w:r w:rsidR="00C737BC">
        <w:t>T =298,15K und p =101,325kPa</w:t>
      </w:r>
    </w:p>
    <w:p w14:paraId="4E5F7B51" w14:textId="77777777" w:rsidR="001668A8" w:rsidRDefault="001668A8" w:rsidP="00C737BC"/>
    <w:p w14:paraId="06A8FE11" w14:textId="7B718DF2" w:rsidR="00C737BC" w:rsidRDefault="00C737BC" w:rsidP="001668A8">
      <w:pPr>
        <w:pStyle w:val="berschrift3"/>
      </w:pPr>
      <w:r>
        <w:t>Dichte</w:t>
      </w:r>
    </w:p>
    <w:p w14:paraId="1C278DF9" w14:textId="76C7ABF2" w:rsidR="00C737BC" w:rsidRDefault="00C737BC" w:rsidP="0058752E">
      <w:pPr>
        <w:pStyle w:val="berschrift4"/>
      </w:pPr>
      <w:r>
        <w:t>Dichte fester Stoffe bei 25°C</w:t>
      </w:r>
    </w:p>
    <w:p w14:paraId="02EC41C0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70"/>
        <w:gridCol w:w="3386"/>
      </w:tblGrid>
      <w:tr w:rsidR="00D233D8" w:rsidRPr="009A19CE" w14:paraId="3DB50B64" w14:textId="77777777" w:rsidTr="003D2E48">
        <w:tc>
          <w:tcPr>
            <w:tcW w:w="0" w:type="auto"/>
          </w:tcPr>
          <w:p w14:paraId="3CA31242" w14:textId="77777777" w:rsidR="00D233D8" w:rsidRPr="009A19CE" w:rsidRDefault="00D233D8" w:rsidP="007D4695">
            <w:r w:rsidRPr="009A19CE">
              <w:t>Stoff</w:t>
            </w:r>
          </w:p>
        </w:tc>
        <w:tc>
          <w:tcPr>
            <w:tcW w:w="0" w:type="auto"/>
          </w:tcPr>
          <w:p w14:paraId="57003318" w14:textId="77777777" w:rsidR="00D233D8" w:rsidRPr="009A19CE" w:rsidRDefault="00D233D8" w:rsidP="007D4695">
            <w:r w:rsidRPr="009A19CE">
              <w:t>~r in \frac{g}{cm^3}</w:t>
            </w:r>
          </w:p>
        </w:tc>
      </w:tr>
      <w:tr w:rsidR="00D233D8" w:rsidRPr="00D233D8" w14:paraId="637D63A6" w14:textId="77777777" w:rsidTr="003D2E48">
        <w:tc>
          <w:tcPr>
            <w:tcW w:w="0" w:type="auto"/>
          </w:tcPr>
          <w:p w14:paraId="6582D5D7" w14:textId="77777777" w:rsidR="00D233D8" w:rsidRPr="00D233D8" w:rsidRDefault="00D233D8" w:rsidP="007D4695">
            <w:r w:rsidRPr="00D233D8">
              <w:t>Aluminium</w:t>
            </w:r>
          </w:p>
        </w:tc>
        <w:tc>
          <w:tcPr>
            <w:tcW w:w="0" w:type="auto"/>
          </w:tcPr>
          <w:p w14:paraId="67528320" w14:textId="77777777" w:rsidR="00D233D8" w:rsidRPr="00D233D8" w:rsidRDefault="00D233D8" w:rsidP="007D4695">
            <w:r w:rsidRPr="00D233D8">
              <w:t>2,70</w:t>
            </w:r>
          </w:p>
        </w:tc>
      </w:tr>
      <w:tr w:rsidR="00D233D8" w:rsidRPr="00D233D8" w14:paraId="45D93BF9" w14:textId="77777777" w:rsidTr="003D2E48">
        <w:tc>
          <w:tcPr>
            <w:tcW w:w="0" w:type="auto"/>
          </w:tcPr>
          <w:p w14:paraId="5C64CF43" w14:textId="77777777" w:rsidR="00D233D8" w:rsidRPr="00D233D8" w:rsidRDefault="00D233D8" w:rsidP="007D4695">
            <w:r w:rsidRPr="00D233D8">
              <w:t>Beton</w:t>
            </w:r>
          </w:p>
        </w:tc>
        <w:tc>
          <w:tcPr>
            <w:tcW w:w="0" w:type="auto"/>
          </w:tcPr>
          <w:p w14:paraId="22703620" w14:textId="77777777" w:rsidR="00D233D8" w:rsidRPr="00D233D8" w:rsidRDefault="00D233D8" w:rsidP="007D4695">
            <w:r w:rsidRPr="00D233D8">
              <w:t>2,3</w:t>
            </w:r>
          </w:p>
        </w:tc>
      </w:tr>
      <w:tr w:rsidR="00D233D8" w:rsidRPr="00D233D8" w14:paraId="556630A6" w14:textId="77777777" w:rsidTr="003D2E48">
        <w:tc>
          <w:tcPr>
            <w:tcW w:w="0" w:type="auto"/>
          </w:tcPr>
          <w:p w14:paraId="39DE8AD6" w14:textId="77777777" w:rsidR="00D233D8" w:rsidRPr="00D233D8" w:rsidRDefault="00D233D8" w:rsidP="007D4695">
            <w:r w:rsidRPr="00D233D8">
              <w:t>Blei</w:t>
            </w:r>
          </w:p>
        </w:tc>
        <w:tc>
          <w:tcPr>
            <w:tcW w:w="0" w:type="auto"/>
          </w:tcPr>
          <w:p w14:paraId="2981033E" w14:textId="77777777" w:rsidR="00D233D8" w:rsidRPr="00D233D8" w:rsidRDefault="00D233D8" w:rsidP="007D4695">
            <w:r w:rsidRPr="00D233D8">
              <w:t>11,34</w:t>
            </w:r>
          </w:p>
        </w:tc>
      </w:tr>
      <w:tr w:rsidR="00D233D8" w:rsidRPr="00D233D8" w14:paraId="51933F6C" w14:textId="77777777" w:rsidTr="003D2E48">
        <w:tc>
          <w:tcPr>
            <w:tcW w:w="0" w:type="auto"/>
          </w:tcPr>
          <w:p w14:paraId="4C6522F3" w14:textId="77777777" w:rsidR="00D233D8" w:rsidRPr="00D233D8" w:rsidRDefault="00D233D8" w:rsidP="007D4695">
            <w:r w:rsidRPr="00D233D8">
              <w:t>Diamant</w:t>
            </w:r>
          </w:p>
        </w:tc>
        <w:tc>
          <w:tcPr>
            <w:tcW w:w="0" w:type="auto"/>
          </w:tcPr>
          <w:p w14:paraId="5EFAAB87" w14:textId="77777777" w:rsidR="00D233D8" w:rsidRPr="00D233D8" w:rsidRDefault="00D233D8" w:rsidP="007D4695">
            <w:r w:rsidRPr="00D233D8">
              <w:t>3,51</w:t>
            </w:r>
          </w:p>
        </w:tc>
      </w:tr>
      <w:tr w:rsidR="00D233D8" w:rsidRPr="00D233D8" w14:paraId="45C40E3D" w14:textId="77777777" w:rsidTr="003D2E48">
        <w:tc>
          <w:tcPr>
            <w:tcW w:w="0" w:type="auto"/>
          </w:tcPr>
          <w:p w14:paraId="18F4E2DC" w14:textId="77777777" w:rsidR="00D233D8" w:rsidRPr="00D233D8" w:rsidRDefault="00D233D8" w:rsidP="007D4695">
            <w:r w:rsidRPr="00D233D8">
              <w:t>Eis (bei 0°C)</w:t>
            </w:r>
          </w:p>
        </w:tc>
        <w:tc>
          <w:tcPr>
            <w:tcW w:w="0" w:type="auto"/>
          </w:tcPr>
          <w:p w14:paraId="05AFD67C" w14:textId="77777777" w:rsidR="00D233D8" w:rsidRPr="00D233D8" w:rsidRDefault="00D233D8" w:rsidP="007D4695">
            <w:r w:rsidRPr="00D233D8">
              <w:t>0,917</w:t>
            </w:r>
          </w:p>
        </w:tc>
      </w:tr>
      <w:tr w:rsidR="00D233D8" w:rsidRPr="00D233D8" w14:paraId="5440511A" w14:textId="77777777" w:rsidTr="003D2E48">
        <w:tc>
          <w:tcPr>
            <w:tcW w:w="0" w:type="auto"/>
          </w:tcPr>
          <w:p w14:paraId="0D632709" w14:textId="77777777" w:rsidR="00D233D8" w:rsidRPr="00D233D8" w:rsidRDefault="00D233D8" w:rsidP="007D4695">
            <w:r w:rsidRPr="00D233D8">
              <w:t>Eisen</w:t>
            </w:r>
          </w:p>
        </w:tc>
        <w:tc>
          <w:tcPr>
            <w:tcW w:w="0" w:type="auto"/>
          </w:tcPr>
          <w:p w14:paraId="2FDD34D3" w14:textId="77777777" w:rsidR="00D233D8" w:rsidRPr="00D233D8" w:rsidRDefault="00D233D8" w:rsidP="007D4695">
            <w:r w:rsidRPr="00D233D8">
              <w:t>7,86</w:t>
            </w:r>
          </w:p>
        </w:tc>
      </w:tr>
      <w:tr w:rsidR="00D233D8" w:rsidRPr="00D233D8" w14:paraId="723BDB3D" w14:textId="77777777" w:rsidTr="003D2E48">
        <w:tc>
          <w:tcPr>
            <w:tcW w:w="0" w:type="auto"/>
          </w:tcPr>
          <w:p w14:paraId="4274331A" w14:textId="77777777" w:rsidR="00D233D8" w:rsidRPr="00D233D8" w:rsidRDefault="00D233D8" w:rsidP="007D4695">
            <w:r w:rsidRPr="00D233D8">
              <w:t>Glas (Fensterglas)</w:t>
            </w:r>
          </w:p>
        </w:tc>
        <w:tc>
          <w:tcPr>
            <w:tcW w:w="0" w:type="auto"/>
          </w:tcPr>
          <w:p w14:paraId="7ED9526B" w14:textId="77777777" w:rsidR="00D233D8" w:rsidRPr="00D233D8" w:rsidRDefault="00D233D8" w:rsidP="007D4695">
            <w:r w:rsidRPr="00D233D8">
              <w:t xml:space="preserve">2,4... 2,6 </w:t>
            </w:r>
          </w:p>
        </w:tc>
      </w:tr>
      <w:tr w:rsidR="00D233D8" w:rsidRPr="00D233D8" w14:paraId="12693906" w14:textId="77777777" w:rsidTr="003D2E48">
        <w:tc>
          <w:tcPr>
            <w:tcW w:w="0" w:type="auto"/>
          </w:tcPr>
          <w:p w14:paraId="7D56A379" w14:textId="77777777" w:rsidR="00D233D8" w:rsidRPr="00D233D8" w:rsidRDefault="00D233D8" w:rsidP="007D4695">
            <w:r w:rsidRPr="00D233D8">
              <w:t>Glas (Quarzglas)</w:t>
            </w:r>
          </w:p>
        </w:tc>
        <w:tc>
          <w:tcPr>
            <w:tcW w:w="0" w:type="auto"/>
          </w:tcPr>
          <w:p w14:paraId="7FCA63F2" w14:textId="77777777" w:rsidR="00D233D8" w:rsidRPr="00D233D8" w:rsidRDefault="00D233D8" w:rsidP="007D4695">
            <w:r w:rsidRPr="00D233D8">
              <w:t>2,20</w:t>
            </w:r>
          </w:p>
        </w:tc>
      </w:tr>
      <w:tr w:rsidR="00D233D8" w:rsidRPr="00D233D8" w14:paraId="1C127767" w14:textId="77777777" w:rsidTr="003D2E48">
        <w:tc>
          <w:tcPr>
            <w:tcW w:w="0" w:type="auto"/>
          </w:tcPr>
          <w:p w14:paraId="69BD4344" w14:textId="77777777" w:rsidR="00D233D8" w:rsidRPr="00D233D8" w:rsidRDefault="00D233D8" w:rsidP="007D4695">
            <w:r w:rsidRPr="00D233D8">
              <w:t>Gold</w:t>
            </w:r>
          </w:p>
        </w:tc>
        <w:tc>
          <w:tcPr>
            <w:tcW w:w="0" w:type="auto"/>
          </w:tcPr>
          <w:p w14:paraId="1CCA685D" w14:textId="77777777" w:rsidR="00D233D8" w:rsidRPr="00D233D8" w:rsidRDefault="00D233D8" w:rsidP="007D4695">
            <w:r w:rsidRPr="00D233D8">
              <w:t>19,3</w:t>
            </w:r>
          </w:p>
        </w:tc>
      </w:tr>
      <w:tr w:rsidR="00D233D8" w:rsidRPr="00D233D8" w14:paraId="68D96CC1" w14:textId="77777777" w:rsidTr="003D2E48">
        <w:tc>
          <w:tcPr>
            <w:tcW w:w="0" w:type="auto"/>
          </w:tcPr>
          <w:p w14:paraId="0B7B6610" w14:textId="77777777" w:rsidR="00D233D8" w:rsidRPr="00D233D8" w:rsidRDefault="00D233D8" w:rsidP="007D4695">
            <w:r w:rsidRPr="00D233D8">
              <w:t>Granit</w:t>
            </w:r>
          </w:p>
        </w:tc>
        <w:tc>
          <w:tcPr>
            <w:tcW w:w="0" w:type="auto"/>
          </w:tcPr>
          <w:p w14:paraId="18073DC5" w14:textId="77777777" w:rsidR="00D233D8" w:rsidRPr="00D233D8" w:rsidRDefault="00D233D8" w:rsidP="007D4695">
            <w:r w:rsidRPr="00D233D8">
              <w:t>2,6 ... 2,8</w:t>
            </w:r>
          </w:p>
        </w:tc>
      </w:tr>
      <w:tr w:rsidR="00D233D8" w:rsidRPr="00D233D8" w14:paraId="61B68ACF" w14:textId="77777777" w:rsidTr="003D2E48">
        <w:tc>
          <w:tcPr>
            <w:tcW w:w="0" w:type="auto"/>
          </w:tcPr>
          <w:p w14:paraId="782E1F2C" w14:textId="77777777" w:rsidR="00D233D8" w:rsidRPr="00D233D8" w:rsidRDefault="00D233D8" w:rsidP="007D4695">
            <w:r w:rsidRPr="00D233D8">
              <w:t>Graphit</w:t>
            </w:r>
          </w:p>
        </w:tc>
        <w:tc>
          <w:tcPr>
            <w:tcW w:w="0" w:type="auto"/>
          </w:tcPr>
          <w:p w14:paraId="1C6ECCE1" w14:textId="77777777" w:rsidR="00D233D8" w:rsidRPr="00D233D8" w:rsidRDefault="00D233D8" w:rsidP="007D4695">
            <w:r w:rsidRPr="00D233D8">
              <w:t>2,26</w:t>
            </w:r>
          </w:p>
        </w:tc>
      </w:tr>
      <w:tr w:rsidR="00D233D8" w:rsidRPr="00D233D8" w14:paraId="7D04E167" w14:textId="77777777" w:rsidTr="003D2E48">
        <w:tc>
          <w:tcPr>
            <w:tcW w:w="0" w:type="auto"/>
          </w:tcPr>
          <w:p w14:paraId="32F81472" w14:textId="77777777" w:rsidR="00D233D8" w:rsidRPr="00D233D8" w:rsidRDefault="00D233D8" w:rsidP="007D4695">
            <w:r w:rsidRPr="00D233D8">
              <w:t>Hartgummi</w:t>
            </w:r>
          </w:p>
        </w:tc>
        <w:tc>
          <w:tcPr>
            <w:tcW w:w="0" w:type="auto"/>
          </w:tcPr>
          <w:p w14:paraId="72352CCE" w14:textId="77777777" w:rsidR="00D233D8" w:rsidRPr="00D233D8" w:rsidRDefault="00D233D8" w:rsidP="007D4695">
            <w:r w:rsidRPr="00D233D8">
              <w:t>1,2 ... 1,8</w:t>
            </w:r>
          </w:p>
        </w:tc>
      </w:tr>
      <w:tr w:rsidR="00D233D8" w:rsidRPr="00D233D8" w14:paraId="2BFCD3E7" w14:textId="77777777" w:rsidTr="003D2E48">
        <w:tc>
          <w:tcPr>
            <w:tcW w:w="0" w:type="auto"/>
          </w:tcPr>
          <w:p w14:paraId="3F483550" w14:textId="77777777" w:rsidR="00D233D8" w:rsidRPr="00D233D8" w:rsidRDefault="00D233D8" w:rsidP="007D4695">
            <w:r w:rsidRPr="00D233D8">
              <w:t>Holz* (lufttrocken)</w:t>
            </w:r>
          </w:p>
        </w:tc>
        <w:tc>
          <w:tcPr>
            <w:tcW w:w="0" w:type="auto"/>
          </w:tcPr>
          <w:p w14:paraId="50321282" w14:textId="77777777" w:rsidR="00D233D8" w:rsidRPr="00D233D8" w:rsidRDefault="00D233D8" w:rsidP="007D4695">
            <w:r w:rsidRPr="00D233D8">
              <w:t>--</w:t>
            </w:r>
          </w:p>
        </w:tc>
      </w:tr>
      <w:tr w:rsidR="00D233D8" w:rsidRPr="00D233D8" w14:paraId="7BFB30B7" w14:textId="77777777" w:rsidTr="003D2E48">
        <w:tc>
          <w:tcPr>
            <w:tcW w:w="0" w:type="auto"/>
          </w:tcPr>
          <w:p w14:paraId="1D5A141F" w14:textId="77777777" w:rsidR="00D233D8" w:rsidRPr="00D233D8" w:rsidRDefault="00D233D8" w:rsidP="007D4695">
            <w:r w:rsidRPr="00D233D8">
              <w:t>Eiche*</w:t>
            </w:r>
          </w:p>
        </w:tc>
        <w:tc>
          <w:tcPr>
            <w:tcW w:w="0" w:type="auto"/>
          </w:tcPr>
          <w:p w14:paraId="23C29C84" w14:textId="77777777" w:rsidR="00D233D8" w:rsidRPr="00D233D8" w:rsidRDefault="00D233D8" w:rsidP="007D4695">
            <w:r w:rsidRPr="00D233D8">
              <w:t>0,6 ... 0,9</w:t>
            </w:r>
          </w:p>
        </w:tc>
      </w:tr>
      <w:tr w:rsidR="00D233D8" w:rsidRPr="00D233D8" w14:paraId="398989B5" w14:textId="77777777" w:rsidTr="003D2E48">
        <w:tc>
          <w:tcPr>
            <w:tcW w:w="0" w:type="auto"/>
          </w:tcPr>
          <w:p w14:paraId="6E88E898" w14:textId="77777777" w:rsidR="00D233D8" w:rsidRPr="00D233D8" w:rsidRDefault="00D233D8" w:rsidP="007D4695">
            <w:r w:rsidRPr="00D233D8">
              <w:t>Kiefer*</w:t>
            </w:r>
          </w:p>
        </w:tc>
        <w:tc>
          <w:tcPr>
            <w:tcW w:w="0" w:type="auto"/>
          </w:tcPr>
          <w:p w14:paraId="155002D6" w14:textId="77777777" w:rsidR="00D233D8" w:rsidRPr="00D233D8" w:rsidRDefault="00D233D8" w:rsidP="007D4695">
            <w:r w:rsidRPr="00D233D8">
              <w:t>0,3 ... 0,7</w:t>
            </w:r>
          </w:p>
        </w:tc>
      </w:tr>
      <w:tr w:rsidR="00D233D8" w:rsidRPr="00D233D8" w14:paraId="2A245428" w14:textId="77777777" w:rsidTr="003D2E48">
        <w:tc>
          <w:tcPr>
            <w:tcW w:w="0" w:type="auto"/>
          </w:tcPr>
          <w:p w14:paraId="6C74C6E8" w14:textId="77777777" w:rsidR="00D233D8" w:rsidRPr="00D233D8" w:rsidRDefault="00D233D8" w:rsidP="007D4695">
            <w:r w:rsidRPr="00D233D8">
              <w:lastRenderedPageBreak/>
              <w:t>Ebenholz*</w:t>
            </w:r>
          </w:p>
        </w:tc>
        <w:tc>
          <w:tcPr>
            <w:tcW w:w="0" w:type="auto"/>
          </w:tcPr>
          <w:p w14:paraId="56FFB089" w14:textId="77777777" w:rsidR="00D233D8" w:rsidRPr="00D233D8" w:rsidRDefault="00D233D8" w:rsidP="007D4695">
            <w:r w:rsidRPr="00D233D8">
              <w:t>1,1 ... 1,3</w:t>
            </w:r>
          </w:p>
        </w:tc>
      </w:tr>
      <w:tr w:rsidR="00D233D8" w:rsidRPr="00D233D8" w14:paraId="0C5B5A8B" w14:textId="77777777" w:rsidTr="003D2E48">
        <w:tc>
          <w:tcPr>
            <w:tcW w:w="0" w:type="auto"/>
          </w:tcPr>
          <w:p w14:paraId="4EBD5AF2" w14:textId="77777777" w:rsidR="00D233D8" w:rsidRPr="00D233D8" w:rsidRDefault="00D233D8" w:rsidP="007D4695">
            <w:r w:rsidRPr="00D233D8">
              <w:t>Kork</w:t>
            </w:r>
          </w:p>
        </w:tc>
        <w:tc>
          <w:tcPr>
            <w:tcW w:w="0" w:type="auto"/>
          </w:tcPr>
          <w:p w14:paraId="5156DCA4" w14:textId="77777777" w:rsidR="00D233D8" w:rsidRPr="00D233D8" w:rsidRDefault="00D233D8" w:rsidP="007D4695">
            <w:r w:rsidRPr="00D233D8">
              <w:t>0,2 ... 0,35</w:t>
            </w:r>
          </w:p>
        </w:tc>
      </w:tr>
      <w:tr w:rsidR="00D233D8" w:rsidRPr="00D233D8" w14:paraId="5A7B45BB" w14:textId="77777777" w:rsidTr="003D2E48">
        <w:tc>
          <w:tcPr>
            <w:tcW w:w="0" w:type="auto"/>
          </w:tcPr>
          <w:p w14:paraId="27AD4D9B" w14:textId="77777777" w:rsidR="00D233D8" w:rsidRPr="00D233D8" w:rsidRDefault="00D233D8" w:rsidP="007D4695">
            <w:r w:rsidRPr="00D233D8">
              <w:t>Kupfer</w:t>
            </w:r>
          </w:p>
        </w:tc>
        <w:tc>
          <w:tcPr>
            <w:tcW w:w="0" w:type="auto"/>
          </w:tcPr>
          <w:p w14:paraId="3E86F53F" w14:textId="77777777" w:rsidR="00D233D8" w:rsidRPr="00D233D8" w:rsidRDefault="00D233D8" w:rsidP="007D4695">
            <w:r w:rsidRPr="00D233D8">
              <w:t>8,96</w:t>
            </w:r>
          </w:p>
        </w:tc>
      </w:tr>
      <w:tr w:rsidR="00D233D8" w:rsidRPr="00D233D8" w14:paraId="0833F604" w14:textId="77777777" w:rsidTr="003D2E48">
        <w:tc>
          <w:tcPr>
            <w:tcW w:w="0" w:type="auto"/>
          </w:tcPr>
          <w:p w14:paraId="462EFA97" w14:textId="77777777" w:rsidR="00D233D8" w:rsidRPr="00D233D8" w:rsidRDefault="00D233D8" w:rsidP="007D4695">
            <w:r w:rsidRPr="00D233D8">
              <w:t>Magnesium</w:t>
            </w:r>
          </w:p>
        </w:tc>
        <w:tc>
          <w:tcPr>
            <w:tcW w:w="0" w:type="auto"/>
          </w:tcPr>
          <w:p w14:paraId="13503CAA" w14:textId="77777777" w:rsidR="00D233D8" w:rsidRPr="00D233D8" w:rsidRDefault="00D233D8" w:rsidP="007D4695">
            <w:r w:rsidRPr="00D233D8">
              <w:t>1,74</w:t>
            </w:r>
          </w:p>
        </w:tc>
      </w:tr>
      <w:tr w:rsidR="00D233D8" w:rsidRPr="00D233D8" w14:paraId="488A810E" w14:textId="77777777" w:rsidTr="003D2E48">
        <w:tc>
          <w:tcPr>
            <w:tcW w:w="0" w:type="auto"/>
          </w:tcPr>
          <w:p w14:paraId="4C71AA07" w14:textId="77777777" w:rsidR="00D233D8" w:rsidRPr="00D233D8" w:rsidRDefault="00D233D8" w:rsidP="007D4695">
            <w:r w:rsidRPr="00D233D8">
              <w:t>Marmor</w:t>
            </w:r>
          </w:p>
        </w:tc>
        <w:tc>
          <w:tcPr>
            <w:tcW w:w="0" w:type="auto"/>
          </w:tcPr>
          <w:p w14:paraId="3F94BFAF" w14:textId="77777777" w:rsidR="00D233D8" w:rsidRPr="00D233D8" w:rsidRDefault="00D233D8" w:rsidP="007D4695">
            <w:r w:rsidRPr="00D233D8">
              <w:t>2,6 ... 2,8</w:t>
            </w:r>
          </w:p>
        </w:tc>
      </w:tr>
      <w:tr w:rsidR="00D233D8" w:rsidRPr="00D233D8" w14:paraId="5316D876" w14:textId="77777777" w:rsidTr="003D2E48">
        <w:tc>
          <w:tcPr>
            <w:tcW w:w="0" w:type="auto"/>
          </w:tcPr>
          <w:p w14:paraId="0485BFD2" w14:textId="77777777" w:rsidR="00D233D8" w:rsidRPr="00D233D8" w:rsidRDefault="00D233D8" w:rsidP="007D4695">
            <w:r w:rsidRPr="00D233D8">
              <w:t>Papier</w:t>
            </w:r>
          </w:p>
        </w:tc>
        <w:tc>
          <w:tcPr>
            <w:tcW w:w="0" w:type="auto"/>
          </w:tcPr>
          <w:p w14:paraId="1A1C8494" w14:textId="77777777" w:rsidR="00D233D8" w:rsidRPr="00D233D8" w:rsidRDefault="00D233D8" w:rsidP="007D4695">
            <w:r w:rsidRPr="00D233D8">
              <w:t>0,7 ... 1,2</w:t>
            </w:r>
          </w:p>
        </w:tc>
      </w:tr>
      <w:tr w:rsidR="00D233D8" w:rsidRPr="00D233D8" w14:paraId="04234E89" w14:textId="77777777" w:rsidTr="003D2E48">
        <w:tc>
          <w:tcPr>
            <w:tcW w:w="0" w:type="auto"/>
          </w:tcPr>
          <w:p w14:paraId="2E7B17A3" w14:textId="77777777" w:rsidR="00D233D8" w:rsidRPr="00D233D8" w:rsidRDefault="00D233D8" w:rsidP="007D4695">
            <w:r w:rsidRPr="00D233D8">
              <w:t>Porzellan</w:t>
            </w:r>
          </w:p>
        </w:tc>
        <w:tc>
          <w:tcPr>
            <w:tcW w:w="0" w:type="auto"/>
          </w:tcPr>
          <w:p w14:paraId="434689DA" w14:textId="77777777" w:rsidR="00D233D8" w:rsidRPr="00D233D8" w:rsidRDefault="00D233D8" w:rsidP="007D4695">
            <w:r w:rsidRPr="00D233D8">
              <w:t>2,2 ... 2,4</w:t>
            </w:r>
          </w:p>
        </w:tc>
      </w:tr>
      <w:tr w:rsidR="00D233D8" w:rsidRPr="00D233D8" w14:paraId="340281F1" w14:textId="77777777" w:rsidTr="003D2E48">
        <w:tc>
          <w:tcPr>
            <w:tcW w:w="0" w:type="auto"/>
          </w:tcPr>
          <w:p w14:paraId="5988852E" w14:textId="77777777" w:rsidR="00D233D8" w:rsidRPr="00D233D8" w:rsidRDefault="00D233D8" w:rsidP="007D4695">
            <w:r w:rsidRPr="00D233D8">
              <w:t>Sandstein</w:t>
            </w:r>
          </w:p>
        </w:tc>
        <w:tc>
          <w:tcPr>
            <w:tcW w:w="0" w:type="auto"/>
          </w:tcPr>
          <w:p w14:paraId="656A2461" w14:textId="77777777" w:rsidR="00D233D8" w:rsidRPr="00D233D8" w:rsidRDefault="00D233D8" w:rsidP="007D4695">
            <w:r w:rsidRPr="00D233D8">
              <w:t>2,1 ... 2,4</w:t>
            </w:r>
          </w:p>
        </w:tc>
      </w:tr>
      <w:tr w:rsidR="00D233D8" w:rsidRPr="00D233D8" w14:paraId="3AF69C64" w14:textId="77777777" w:rsidTr="003D2E48">
        <w:tc>
          <w:tcPr>
            <w:tcW w:w="0" w:type="auto"/>
          </w:tcPr>
          <w:p w14:paraId="5F3FD92F" w14:textId="77777777" w:rsidR="00D233D8" w:rsidRPr="00D233D8" w:rsidRDefault="00D233D8" w:rsidP="007D4695">
            <w:r w:rsidRPr="00D233D8">
              <w:t>Silber</w:t>
            </w:r>
          </w:p>
        </w:tc>
        <w:tc>
          <w:tcPr>
            <w:tcW w:w="0" w:type="auto"/>
          </w:tcPr>
          <w:p w14:paraId="2F7BC9B9" w14:textId="77777777" w:rsidR="00D233D8" w:rsidRPr="00D233D8" w:rsidRDefault="00D233D8" w:rsidP="007D4695">
            <w:r w:rsidRPr="00D233D8">
              <w:t>10,50</w:t>
            </w:r>
          </w:p>
        </w:tc>
      </w:tr>
      <w:tr w:rsidR="00D233D8" w:rsidRPr="00D233D8" w14:paraId="44F5BF98" w14:textId="77777777" w:rsidTr="003D2E48">
        <w:tc>
          <w:tcPr>
            <w:tcW w:w="0" w:type="auto"/>
          </w:tcPr>
          <w:p w14:paraId="21DA8E88" w14:textId="77777777" w:rsidR="00D233D8" w:rsidRPr="00D233D8" w:rsidRDefault="00D233D8" w:rsidP="007D4695">
            <w:r w:rsidRPr="00D233D8">
              <w:t>Stahl</w:t>
            </w:r>
          </w:p>
        </w:tc>
        <w:tc>
          <w:tcPr>
            <w:tcW w:w="0" w:type="auto"/>
          </w:tcPr>
          <w:p w14:paraId="589AC7F4" w14:textId="77777777" w:rsidR="00D233D8" w:rsidRPr="00D233D8" w:rsidRDefault="00D233D8" w:rsidP="007D4695">
            <w:r w:rsidRPr="00D233D8">
              <w:t>7,8</w:t>
            </w:r>
          </w:p>
        </w:tc>
      </w:tr>
      <w:tr w:rsidR="00D233D8" w:rsidRPr="00D233D8" w14:paraId="3A612A60" w14:textId="77777777" w:rsidTr="003D2E48">
        <w:tc>
          <w:tcPr>
            <w:tcW w:w="0" w:type="auto"/>
          </w:tcPr>
          <w:p w14:paraId="22C40FE6" w14:textId="77777777" w:rsidR="00D233D8" w:rsidRPr="00D233D8" w:rsidRDefault="00D233D8" w:rsidP="007D4695">
            <w:r w:rsidRPr="00D233D8">
              <w:t>Zink</w:t>
            </w:r>
          </w:p>
        </w:tc>
        <w:tc>
          <w:tcPr>
            <w:tcW w:w="0" w:type="auto"/>
          </w:tcPr>
          <w:p w14:paraId="56A2B0B0" w14:textId="77777777" w:rsidR="00D233D8" w:rsidRPr="00D233D8" w:rsidRDefault="00D233D8" w:rsidP="007D4695">
            <w:r w:rsidRPr="00D233D8">
              <w:t>7,14</w:t>
            </w:r>
          </w:p>
        </w:tc>
      </w:tr>
      <w:tr w:rsidR="00D233D8" w:rsidRPr="00D233D8" w14:paraId="401E061C" w14:textId="77777777" w:rsidTr="003D2E48">
        <w:tc>
          <w:tcPr>
            <w:tcW w:w="0" w:type="auto"/>
          </w:tcPr>
          <w:p w14:paraId="3CA387EE" w14:textId="77777777" w:rsidR="00D233D8" w:rsidRPr="00D233D8" w:rsidRDefault="00D233D8" w:rsidP="007D4695">
            <w:r w:rsidRPr="00D233D8">
              <w:t>Zinn</w:t>
            </w:r>
          </w:p>
        </w:tc>
        <w:tc>
          <w:tcPr>
            <w:tcW w:w="0" w:type="auto"/>
          </w:tcPr>
          <w:p w14:paraId="68A2943E" w14:textId="77777777" w:rsidR="00D233D8" w:rsidRPr="00D233D8" w:rsidRDefault="00D233D8" w:rsidP="007D4695">
            <w:r w:rsidRPr="00D233D8">
              <w:t>7,30</w:t>
            </w:r>
          </w:p>
        </w:tc>
      </w:tr>
    </w:tbl>
    <w:p w14:paraId="77187D93" w14:textId="01966D50" w:rsidR="00D233D8" w:rsidRDefault="00D233D8" w:rsidP="00C737BC">
      <w:r>
        <w:t>&lt;/Tabelle&gt;</w:t>
      </w:r>
    </w:p>
    <w:p w14:paraId="6AB4D9BE" w14:textId="4141098F" w:rsidR="001668A8" w:rsidRDefault="001668A8" w:rsidP="00C737BC"/>
    <w:p w14:paraId="43712852" w14:textId="77115A6F" w:rsidR="00C737BC" w:rsidRDefault="00C737BC" w:rsidP="0058752E">
      <w:pPr>
        <w:pStyle w:val="berschrift4"/>
      </w:pPr>
      <w:r>
        <w:t>Dichte von Flüssigkeiten bei 25°C</w:t>
      </w:r>
    </w:p>
    <w:p w14:paraId="48F4CCEF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257"/>
        <w:gridCol w:w="3386"/>
      </w:tblGrid>
      <w:tr w:rsidR="00D233D8" w:rsidRPr="00D233D8" w14:paraId="6CE6332F" w14:textId="77777777" w:rsidTr="003D2E48">
        <w:tc>
          <w:tcPr>
            <w:tcW w:w="0" w:type="auto"/>
          </w:tcPr>
          <w:p w14:paraId="7266BC8C" w14:textId="77777777" w:rsidR="00D233D8" w:rsidRPr="00D233D8" w:rsidRDefault="00D233D8" w:rsidP="007D4695">
            <w:r w:rsidRPr="00D233D8">
              <w:t>Stoff</w:t>
            </w:r>
          </w:p>
        </w:tc>
        <w:tc>
          <w:tcPr>
            <w:tcW w:w="0" w:type="auto"/>
          </w:tcPr>
          <w:p w14:paraId="6A5C2AE3" w14:textId="77777777" w:rsidR="00D233D8" w:rsidRPr="00D233D8" w:rsidRDefault="00D233D8" w:rsidP="007D4695">
            <w:r w:rsidRPr="00D233D8">
              <w:t>~r in \frac{g}{cm^3}</w:t>
            </w:r>
          </w:p>
        </w:tc>
      </w:tr>
      <w:tr w:rsidR="00D233D8" w:rsidRPr="00D233D8" w14:paraId="47577FF6" w14:textId="77777777" w:rsidTr="003D2E48">
        <w:tc>
          <w:tcPr>
            <w:tcW w:w="0" w:type="auto"/>
          </w:tcPr>
          <w:p w14:paraId="5646816B" w14:textId="77777777" w:rsidR="00D233D8" w:rsidRPr="00D233D8" w:rsidRDefault="00D233D8" w:rsidP="007D4695">
            <w:r w:rsidRPr="00D233D8">
              <w:t>Aceton (Propanon)</w:t>
            </w:r>
          </w:p>
        </w:tc>
        <w:tc>
          <w:tcPr>
            <w:tcW w:w="0" w:type="auto"/>
          </w:tcPr>
          <w:p w14:paraId="69DFBCB6" w14:textId="77777777" w:rsidR="00D233D8" w:rsidRPr="00D233D8" w:rsidRDefault="00D233D8" w:rsidP="007D4695">
            <w:r w:rsidRPr="00D233D8">
              <w:t>0,79</w:t>
            </w:r>
          </w:p>
        </w:tc>
      </w:tr>
      <w:tr w:rsidR="00D233D8" w:rsidRPr="00D233D8" w14:paraId="6EC06586" w14:textId="77777777" w:rsidTr="003D2E48">
        <w:tc>
          <w:tcPr>
            <w:tcW w:w="0" w:type="auto"/>
          </w:tcPr>
          <w:p w14:paraId="02D4E526" w14:textId="77777777" w:rsidR="00D233D8" w:rsidRPr="00D233D8" w:rsidRDefault="00D233D8" w:rsidP="007D4695">
            <w:r w:rsidRPr="00D233D8">
              <w:t>Benzin</w:t>
            </w:r>
          </w:p>
        </w:tc>
        <w:tc>
          <w:tcPr>
            <w:tcW w:w="0" w:type="auto"/>
          </w:tcPr>
          <w:p w14:paraId="3C67A20B" w14:textId="77777777" w:rsidR="00D233D8" w:rsidRPr="00D233D8" w:rsidRDefault="00D233D8" w:rsidP="007D4695">
            <w:r w:rsidRPr="00D233D8">
              <w:t>0,68 ... 0,72</w:t>
            </w:r>
          </w:p>
        </w:tc>
      </w:tr>
      <w:tr w:rsidR="00D233D8" w:rsidRPr="00D233D8" w14:paraId="1A74E8B8" w14:textId="77777777" w:rsidTr="003D2E48">
        <w:tc>
          <w:tcPr>
            <w:tcW w:w="0" w:type="auto"/>
          </w:tcPr>
          <w:p w14:paraId="6603BB3D" w14:textId="77777777" w:rsidR="00D233D8" w:rsidRPr="00D233D8" w:rsidRDefault="00D233D8" w:rsidP="007D4695">
            <w:r w:rsidRPr="00D233D8">
              <w:t>Dieselkraftstoff</w:t>
            </w:r>
          </w:p>
        </w:tc>
        <w:tc>
          <w:tcPr>
            <w:tcW w:w="0" w:type="auto"/>
          </w:tcPr>
          <w:p w14:paraId="38331337" w14:textId="77777777" w:rsidR="00D233D8" w:rsidRPr="00D233D8" w:rsidRDefault="00D233D8" w:rsidP="007D4695">
            <w:r w:rsidRPr="00D233D8">
              <w:t>0,84 ... 0,88</w:t>
            </w:r>
          </w:p>
        </w:tc>
      </w:tr>
      <w:tr w:rsidR="00D233D8" w:rsidRPr="00D233D8" w14:paraId="53AFD9E2" w14:textId="77777777" w:rsidTr="003D2E48">
        <w:tc>
          <w:tcPr>
            <w:tcW w:w="0" w:type="auto"/>
          </w:tcPr>
          <w:p w14:paraId="1210961D" w14:textId="77777777" w:rsidR="00D233D8" w:rsidRPr="00D233D8" w:rsidRDefault="00D233D8" w:rsidP="007D4695">
            <w:r w:rsidRPr="00D233D8">
              <w:t>Erdöl</w:t>
            </w:r>
          </w:p>
        </w:tc>
        <w:tc>
          <w:tcPr>
            <w:tcW w:w="0" w:type="auto"/>
          </w:tcPr>
          <w:p w14:paraId="215BA403" w14:textId="77777777" w:rsidR="00D233D8" w:rsidRPr="00D233D8" w:rsidRDefault="00D233D8" w:rsidP="007D4695">
            <w:r w:rsidRPr="00D233D8">
              <w:t>0,73 ... 0,94</w:t>
            </w:r>
          </w:p>
        </w:tc>
      </w:tr>
      <w:tr w:rsidR="00D233D8" w:rsidRPr="00D233D8" w14:paraId="367B1D30" w14:textId="77777777" w:rsidTr="003D2E48">
        <w:tc>
          <w:tcPr>
            <w:tcW w:w="0" w:type="auto"/>
          </w:tcPr>
          <w:p w14:paraId="1C46A84B" w14:textId="77777777" w:rsidR="00D233D8" w:rsidRPr="00D233D8" w:rsidRDefault="00D233D8" w:rsidP="007D4695">
            <w:r w:rsidRPr="00D233D8">
              <w:t>Ethanol</w:t>
            </w:r>
          </w:p>
        </w:tc>
        <w:tc>
          <w:tcPr>
            <w:tcW w:w="0" w:type="auto"/>
          </w:tcPr>
          <w:p w14:paraId="5DB2FC04" w14:textId="77777777" w:rsidR="00D233D8" w:rsidRPr="00D233D8" w:rsidRDefault="00D233D8" w:rsidP="007D4695">
            <w:r w:rsidRPr="00D233D8">
              <w:t>0,79</w:t>
            </w:r>
          </w:p>
        </w:tc>
      </w:tr>
      <w:tr w:rsidR="00D233D8" w:rsidRPr="00D233D8" w14:paraId="10C8D0F9" w14:textId="77777777" w:rsidTr="003D2E48">
        <w:tc>
          <w:tcPr>
            <w:tcW w:w="0" w:type="auto"/>
          </w:tcPr>
          <w:p w14:paraId="2C1B9E52" w14:textId="77777777" w:rsidR="00D233D8" w:rsidRPr="00D233D8" w:rsidRDefault="00D233D8" w:rsidP="007D4695">
            <w:r w:rsidRPr="00D233D8">
              <w:t>Glycerin</w:t>
            </w:r>
          </w:p>
        </w:tc>
        <w:tc>
          <w:tcPr>
            <w:tcW w:w="0" w:type="auto"/>
          </w:tcPr>
          <w:p w14:paraId="3A956823" w14:textId="77777777" w:rsidR="00D233D8" w:rsidRPr="00D233D8" w:rsidRDefault="00D233D8" w:rsidP="007D4695">
            <w:r w:rsidRPr="00D233D8">
              <w:t>1,26</w:t>
            </w:r>
          </w:p>
        </w:tc>
      </w:tr>
      <w:tr w:rsidR="00D233D8" w:rsidRPr="00D233D8" w14:paraId="28916434" w14:textId="77777777" w:rsidTr="003D2E48">
        <w:tc>
          <w:tcPr>
            <w:tcW w:w="0" w:type="auto"/>
          </w:tcPr>
          <w:p w14:paraId="03059429" w14:textId="77777777" w:rsidR="00D233D8" w:rsidRPr="00D233D8" w:rsidRDefault="00D233D8" w:rsidP="007D4695">
            <w:r w:rsidRPr="00D233D8">
              <w:t>Petroleum</w:t>
            </w:r>
          </w:p>
        </w:tc>
        <w:tc>
          <w:tcPr>
            <w:tcW w:w="0" w:type="auto"/>
          </w:tcPr>
          <w:p w14:paraId="0811A91D" w14:textId="77777777" w:rsidR="00D233D8" w:rsidRPr="00D233D8" w:rsidRDefault="00D233D8" w:rsidP="007D4695">
            <w:r w:rsidRPr="00D233D8">
              <w:t>0,81</w:t>
            </w:r>
          </w:p>
        </w:tc>
      </w:tr>
      <w:tr w:rsidR="00D233D8" w:rsidRPr="00D233D8" w14:paraId="0776C135" w14:textId="77777777" w:rsidTr="003D2E48">
        <w:tc>
          <w:tcPr>
            <w:tcW w:w="0" w:type="auto"/>
          </w:tcPr>
          <w:p w14:paraId="6CBDDEDE" w14:textId="77777777" w:rsidR="00D233D8" w:rsidRPr="00D233D8" w:rsidRDefault="00D233D8" w:rsidP="007D4695">
            <w:r w:rsidRPr="00D233D8">
              <w:lastRenderedPageBreak/>
              <w:t>Quecksilber</w:t>
            </w:r>
          </w:p>
        </w:tc>
        <w:tc>
          <w:tcPr>
            <w:tcW w:w="0" w:type="auto"/>
          </w:tcPr>
          <w:p w14:paraId="4B1BE03F" w14:textId="77777777" w:rsidR="00D233D8" w:rsidRPr="00D233D8" w:rsidRDefault="00D233D8" w:rsidP="007D4695">
            <w:r w:rsidRPr="00D233D8">
              <w:t>13,53</w:t>
            </w:r>
          </w:p>
        </w:tc>
      </w:tr>
      <w:tr w:rsidR="00D233D8" w:rsidRPr="00D233D8" w14:paraId="7D9BDE22" w14:textId="77777777" w:rsidTr="003D2E48">
        <w:tc>
          <w:tcPr>
            <w:tcW w:w="0" w:type="auto"/>
          </w:tcPr>
          <w:p w14:paraId="71DECC71" w14:textId="77777777" w:rsidR="00D233D8" w:rsidRPr="00D233D8" w:rsidRDefault="00D233D8" w:rsidP="007D4695">
            <w:r w:rsidRPr="00D233D8">
              <w:t>Schwefelsäure (50%)</w:t>
            </w:r>
          </w:p>
        </w:tc>
        <w:tc>
          <w:tcPr>
            <w:tcW w:w="0" w:type="auto"/>
          </w:tcPr>
          <w:p w14:paraId="0B56021E" w14:textId="77777777" w:rsidR="00D233D8" w:rsidRPr="00D233D8" w:rsidRDefault="00D233D8" w:rsidP="007D4695">
            <w:r w:rsidRPr="00D233D8">
              <w:t>1,397</w:t>
            </w:r>
          </w:p>
        </w:tc>
      </w:tr>
      <w:tr w:rsidR="00D233D8" w:rsidRPr="00D233D8" w14:paraId="7B6052F2" w14:textId="77777777" w:rsidTr="003D2E48">
        <w:tc>
          <w:tcPr>
            <w:tcW w:w="0" w:type="auto"/>
          </w:tcPr>
          <w:p w14:paraId="5FA5C91E" w14:textId="77777777" w:rsidR="00D233D8" w:rsidRPr="00D233D8" w:rsidRDefault="00D233D8" w:rsidP="007D4695">
            <w:r w:rsidRPr="00D233D8">
              <w:t>schweres Wasser</w:t>
            </w:r>
          </w:p>
        </w:tc>
        <w:tc>
          <w:tcPr>
            <w:tcW w:w="0" w:type="auto"/>
          </w:tcPr>
          <w:p w14:paraId="76216D05" w14:textId="77777777" w:rsidR="00D233D8" w:rsidRPr="00D233D8" w:rsidRDefault="00D233D8" w:rsidP="007D4695">
            <w:r w:rsidRPr="00D233D8">
              <w:t>1,10</w:t>
            </w:r>
          </w:p>
        </w:tc>
      </w:tr>
      <w:tr w:rsidR="00D233D8" w:rsidRPr="00D233D8" w14:paraId="712433EC" w14:textId="77777777" w:rsidTr="003D2E48">
        <w:tc>
          <w:tcPr>
            <w:tcW w:w="0" w:type="auto"/>
          </w:tcPr>
          <w:p w14:paraId="395B111D" w14:textId="77777777" w:rsidR="00D233D8" w:rsidRPr="00D233D8" w:rsidRDefault="00D233D8" w:rsidP="007D4695">
            <w:r w:rsidRPr="00D233D8">
              <w:t>Spiritus</w:t>
            </w:r>
          </w:p>
        </w:tc>
        <w:tc>
          <w:tcPr>
            <w:tcW w:w="0" w:type="auto"/>
          </w:tcPr>
          <w:p w14:paraId="75AC6178" w14:textId="77777777" w:rsidR="00D233D8" w:rsidRPr="00D233D8" w:rsidRDefault="00D233D8" w:rsidP="007D4695">
            <w:r w:rsidRPr="00D233D8">
              <w:t>0,83</w:t>
            </w:r>
          </w:p>
        </w:tc>
      </w:tr>
      <w:tr w:rsidR="00D233D8" w:rsidRPr="00D233D8" w14:paraId="3E950E0F" w14:textId="77777777" w:rsidTr="003D2E48">
        <w:tc>
          <w:tcPr>
            <w:tcW w:w="0" w:type="auto"/>
          </w:tcPr>
          <w:p w14:paraId="14E8E457" w14:textId="77777777" w:rsidR="00D233D8" w:rsidRPr="00D233D8" w:rsidRDefault="00D233D8" w:rsidP="007D4695">
            <w:r w:rsidRPr="00D233D8">
              <w:t>Wasser*</w:t>
            </w:r>
          </w:p>
        </w:tc>
        <w:tc>
          <w:tcPr>
            <w:tcW w:w="0" w:type="auto"/>
          </w:tcPr>
          <w:p w14:paraId="458C9DF8" w14:textId="77777777" w:rsidR="00D233D8" w:rsidRPr="00D233D8" w:rsidRDefault="00D233D8" w:rsidP="007D4695">
            <w:r w:rsidRPr="00D233D8">
              <w:t>--</w:t>
            </w:r>
          </w:p>
        </w:tc>
      </w:tr>
      <w:tr w:rsidR="00D233D8" w:rsidRPr="00D233D8" w14:paraId="0FA6E750" w14:textId="77777777" w:rsidTr="003D2E48">
        <w:tc>
          <w:tcPr>
            <w:tcW w:w="0" w:type="auto"/>
          </w:tcPr>
          <w:p w14:paraId="77491C8E" w14:textId="77777777" w:rsidR="00D233D8" w:rsidRPr="00D233D8" w:rsidRDefault="00D233D8" w:rsidP="007D4695">
            <w:r w:rsidRPr="00D233D8">
              <w:t>Wasser destilliert*</w:t>
            </w:r>
          </w:p>
        </w:tc>
        <w:tc>
          <w:tcPr>
            <w:tcW w:w="0" w:type="auto"/>
          </w:tcPr>
          <w:p w14:paraId="4AD95BE3" w14:textId="77777777" w:rsidR="00D233D8" w:rsidRPr="00D233D8" w:rsidRDefault="00D233D8" w:rsidP="007D4695">
            <w:r w:rsidRPr="00D233D8">
              <w:t>1,00</w:t>
            </w:r>
          </w:p>
        </w:tc>
      </w:tr>
      <w:tr w:rsidR="00D233D8" w:rsidRPr="00D233D8" w14:paraId="4545BDE7" w14:textId="77777777" w:rsidTr="003D2E48">
        <w:tc>
          <w:tcPr>
            <w:tcW w:w="0" w:type="auto"/>
          </w:tcPr>
          <w:p w14:paraId="1104A55B" w14:textId="77777777" w:rsidR="00D233D8" w:rsidRPr="00D233D8" w:rsidRDefault="00D233D8" w:rsidP="007D4695">
            <w:r w:rsidRPr="00D233D8">
              <w:t>Meerwasser*</w:t>
            </w:r>
          </w:p>
        </w:tc>
        <w:tc>
          <w:tcPr>
            <w:tcW w:w="0" w:type="auto"/>
          </w:tcPr>
          <w:p w14:paraId="7A485DDC" w14:textId="77777777" w:rsidR="00D233D8" w:rsidRPr="00D233D8" w:rsidRDefault="00D233D8" w:rsidP="007D4695">
            <w:r w:rsidRPr="00D233D8">
              <w:t>1,02</w:t>
            </w:r>
          </w:p>
        </w:tc>
      </w:tr>
    </w:tbl>
    <w:p w14:paraId="37992854" w14:textId="09ACE5B3" w:rsidR="00D233D8" w:rsidRDefault="00D233D8" w:rsidP="00C737BC">
      <w:r>
        <w:t>&lt;/Tabelle&gt;</w:t>
      </w:r>
    </w:p>
    <w:p w14:paraId="2BF57CF5" w14:textId="39F643F0" w:rsidR="00D233D8" w:rsidRDefault="00D233D8" w:rsidP="00C737BC"/>
    <w:p w14:paraId="7DEDAF88" w14:textId="61BECBBB" w:rsidR="00C737BC" w:rsidRDefault="00C737BC" w:rsidP="0058752E">
      <w:pPr>
        <w:pStyle w:val="berschrift4"/>
      </w:pPr>
      <w:r>
        <w:t>Dichte von Gasen bei 0°C und 101,3kPa</w:t>
      </w:r>
    </w:p>
    <w:p w14:paraId="64D997A2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40"/>
        <w:gridCol w:w="3386"/>
      </w:tblGrid>
      <w:tr w:rsidR="00D233D8" w:rsidRPr="00D233D8" w14:paraId="6A186B81" w14:textId="77777777" w:rsidTr="003D2E48">
        <w:tc>
          <w:tcPr>
            <w:tcW w:w="0" w:type="auto"/>
          </w:tcPr>
          <w:p w14:paraId="0A9B20EF" w14:textId="77777777" w:rsidR="00D233D8" w:rsidRPr="00D233D8" w:rsidRDefault="00D233D8" w:rsidP="007D4695">
            <w:r w:rsidRPr="00D233D8">
              <w:t>Stoff</w:t>
            </w:r>
          </w:p>
        </w:tc>
        <w:tc>
          <w:tcPr>
            <w:tcW w:w="0" w:type="auto"/>
          </w:tcPr>
          <w:p w14:paraId="7C4B26B2" w14:textId="77777777" w:rsidR="00D233D8" w:rsidRPr="00D233D8" w:rsidRDefault="00D233D8" w:rsidP="007D4695">
            <w:r w:rsidRPr="00D233D8">
              <w:t>~r in \frac{g}{cm^3}</w:t>
            </w:r>
          </w:p>
        </w:tc>
      </w:tr>
      <w:tr w:rsidR="00D233D8" w:rsidRPr="00D233D8" w14:paraId="6E0FAC26" w14:textId="77777777" w:rsidTr="003D2E48">
        <w:tc>
          <w:tcPr>
            <w:tcW w:w="0" w:type="auto"/>
          </w:tcPr>
          <w:p w14:paraId="45E122FB" w14:textId="77777777" w:rsidR="00D233D8" w:rsidRPr="00D233D8" w:rsidRDefault="00D233D8" w:rsidP="007D4695">
            <w:r w:rsidRPr="00D233D8">
              <w:t>Ammoniak</w:t>
            </w:r>
          </w:p>
        </w:tc>
        <w:tc>
          <w:tcPr>
            <w:tcW w:w="0" w:type="auto"/>
          </w:tcPr>
          <w:p w14:paraId="6907DF55" w14:textId="77777777" w:rsidR="00D233D8" w:rsidRPr="00D233D8" w:rsidRDefault="00D233D8" w:rsidP="007D4695">
            <w:r w:rsidRPr="00D233D8">
              <w:t>0,00077</w:t>
            </w:r>
          </w:p>
        </w:tc>
      </w:tr>
      <w:tr w:rsidR="00D233D8" w:rsidRPr="00D233D8" w14:paraId="2A900E13" w14:textId="77777777" w:rsidTr="003D2E48">
        <w:tc>
          <w:tcPr>
            <w:tcW w:w="0" w:type="auto"/>
          </w:tcPr>
          <w:p w14:paraId="6A4C19B3" w14:textId="77777777" w:rsidR="00D233D8" w:rsidRPr="00D233D8" w:rsidRDefault="00D233D8" w:rsidP="007D4695">
            <w:r w:rsidRPr="00D233D8">
              <w:t>Chlor</w:t>
            </w:r>
          </w:p>
        </w:tc>
        <w:tc>
          <w:tcPr>
            <w:tcW w:w="0" w:type="auto"/>
          </w:tcPr>
          <w:p w14:paraId="0482D773" w14:textId="77777777" w:rsidR="00D233D8" w:rsidRPr="00D233D8" w:rsidRDefault="00D233D8" w:rsidP="007D4695">
            <w:r w:rsidRPr="00D233D8">
              <w:t>0,00322</w:t>
            </w:r>
          </w:p>
        </w:tc>
      </w:tr>
      <w:tr w:rsidR="00D233D8" w:rsidRPr="00D233D8" w14:paraId="5AC73136" w14:textId="77777777" w:rsidTr="003D2E48">
        <w:tc>
          <w:tcPr>
            <w:tcW w:w="0" w:type="auto"/>
          </w:tcPr>
          <w:p w14:paraId="7378CAB0" w14:textId="77777777" w:rsidR="00D233D8" w:rsidRPr="00D233D8" w:rsidRDefault="00D233D8" w:rsidP="007D4695">
            <w:r w:rsidRPr="00D233D8">
              <w:t>Erdgas (trocken)</w:t>
            </w:r>
          </w:p>
        </w:tc>
        <w:tc>
          <w:tcPr>
            <w:tcW w:w="0" w:type="auto"/>
          </w:tcPr>
          <w:p w14:paraId="7C04AF54" w14:textId="77777777" w:rsidR="00D233D8" w:rsidRPr="00D233D8" w:rsidRDefault="00D233D8" w:rsidP="007D4695">
            <w:r w:rsidRPr="00D233D8">
              <w:t>0,0007</w:t>
            </w:r>
          </w:p>
        </w:tc>
      </w:tr>
      <w:tr w:rsidR="00D233D8" w:rsidRPr="00D233D8" w14:paraId="6F668A5C" w14:textId="77777777" w:rsidTr="003D2E48">
        <w:tc>
          <w:tcPr>
            <w:tcW w:w="0" w:type="auto"/>
          </w:tcPr>
          <w:p w14:paraId="26B7BCA9" w14:textId="77777777" w:rsidR="00D233D8" w:rsidRPr="00D233D8" w:rsidRDefault="00D233D8" w:rsidP="007D4695">
            <w:r w:rsidRPr="00D233D8">
              <w:t>Helium</w:t>
            </w:r>
          </w:p>
        </w:tc>
        <w:tc>
          <w:tcPr>
            <w:tcW w:w="0" w:type="auto"/>
          </w:tcPr>
          <w:p w14:paraId="71CD6347" w14:textId="77777777" w:rsidR="00D233D8" w:rsidRPr="00D233D8" w:rsidRDefault="00D233D8" w:rsidP="007D4695">
            <w:r w:rsidRPr="00D233D8">
              <w:t>0,00018</w:t>
            </w:r>
          </w:p>
        </w:tc>
      </w:tr>
      <w:tr w:rsidR="00D233D8" w:rsidRPr="00D233D8" w14:paraId="728E3753" w14:textId="77777777" w:rsidTr="003D2E48">
        <w:tc>
          <w:tcPr>
            <w:tcW w:w="0" w:type="auto"/>
          </w:tcPr>
          <w:p w14:paraId="4BD6D718" w14:textId="77777777" w:rsidR="00D233D8" w:rsidRPr="00D233D8" w:rsidRDefault="00D233D8" w:rsidP="007D4695">
            <w:r w:rsidRPr="00D233D8">
              <w:t>Kohlenstoffdioxid</w:t>
            </w:r>
          </w:p>
        </w:tc>
        <w:tc>
          <w:tcPr>
            <w:tcW w:w="0" w:type="auto"/>
          </w:tcPr>
          <w:p w14:paraId="0C068E50" w14:textId="77777777" w:rsidR="00D233D8" w:rsidRPr="00D233D8" w:rsidRDefault="00D233D8" w:rsidP="007D4695">
            <w:r w:rsidRPr="00D233D8">
              <w:t>0,00198</w:t>
            </w:r>
          </w:p>
        </w:tc>
      </w:tr>
      <w:tr w:rsidR="00D233D8" w:rsidRPr="00D233D8" w14:paraId="384DB301" w14:textId="77777777" w:rsidTr="003D2E48">
        <w:tc>
          <w:tcPr>
            <w:tcW w:w="0" w:type="auto"/>
          </w:tcPr>
          <w:p w14:paraId="54ED680F" w14:textId="77777777" w:rsidR="00D233D8" w:rsidRPr="00D233D8" w:rsidRDefault="00D233D8" w:rsidP="007D4695">
            <w:r w:rsidRPr="00D233D8">
              <w:t>Luft (trocken)</w:t>
            </w:r>
          </w:p>
        </w:tc>
        <w:tc>
          <w:tcPr>
            <w:tcW w:w="0" w:type="auto"/>
          </w:tcPr>
          <w:p w14:paraId="32BDD97F" w14:textId="77777777" w:rsidR="00D233D8" w:rsidRPr="00D233D8" w:rsidRDefault="00D233D8" w:rsidP="007D4695">
            <w:r w:rsidRPr="00D233D8">
              <w:t>0,00129</w:t>
            </w:r>
          </w:p>
        </w:tc>
      </w:tr>
      <w:tr w:rsidR="00D233D8" w:rsidRPr="00D233D8" w14:paraId="7FE683BC" w14:textId="77777777" w:rsidTr="003D2E48">
        <w:tc>
          <w:tcPr>
            <w:tcW w:w="0" w:type="auto"/>
          </w:tcPr>
          <w:p w14:paraId="17D90D59" w14:textId="77777777" w:rsidR="00D233D8" w:rsidRPr="00D233D8" w:rsidRDefault="00D233D8" w:rsidP="007D4695">
            <w:r w:rsidRPr="00D233D8">
              <w:t>Methan</w:t>
            </w:r>
          </w:p>
        </w:tc>
        <w:tc>
          <w:tcPr>
            <w:tcW w:w="0" w:type="auto"/>
          </w:tcPr>
          <w:p w14:paraId="7CE1DCF4" w14:textId="77777777" w:rsidR="00D233D8" w:rsidRPr="00D233D8" w:rsidRDefault="00D233D8" w:rsidP="007D4695">
            <w:r w:rsidRPr="00D233D8">
              <w:t>0,00072</w:t>
            </w:r>
          </w:p>
        </w:tc>
      </w:tr>
      <w:tr w:rsidR="00D233D8" w:rsidRPr="00D233D8" w14:paraId="0AF4883D" w14:textId="77777777" w:rsidTr="003D2E48">
        <w:tc>
          <w:tcPr>
            <w:tcW w:w="0" w:type="auto"/>
          </w:tcPr>
          <w:p w14:paraId="4958B051" w14:textId="77777777" w:rsidR="00D233D8" w:rsidRPr="00D233D8" w:rsidRDefault="00D233D8" w:rsidP="007D4695">
            <w:r w:rsidRPr="00D233D8">
              <w:t>Ozon</w:t>
            </w:r>
          </w:p>
        </w:tc>
        <w:tc>
          <w:tcPr>
            <w:tcW w:w="0" w:type="auto"/>
          </w:tcPr>
          <w:p w14:paraId="6A70F85A" w14:textId="77777777" w:rsidR="00D233D8" w:rsidRPr="00D233D8" w:rsidRDefault="00D233D8" w:rsidP="007D4695">
            <w:r w:rsidRPr="00D233D8">
              <w:t>0,00215</w:t>
            </w:r>
          </w:p>
        </w:tc>
      </w:tr>
      <w:tr w:rsidR="00D233D8" w:rsidRPr="00D233D8" w14:paraId="7578E1D2" w14:textId="77777777" w:rsidTr="003D2E48">
        <w:tc>
          <w:tcPr>
            <w:tcW w:w="0" w:type="auto"/>
          </w:tcPr>
          <w:p w14:paraId="621B4315" w14:textId="77777777" w:rsidR="00D233D8" w:rsidRPr="00D233D8" w:rsidRDefault="00D233D8" w:rsidP="007D4695">
            <w:r w:rsidRPr="00D233D8">
              <w:t>Propan</w:t>
            </w:r>
          </w:p>
        </w:tc>
        <w:tc>
          <w:tcPr>
            <w:tcW w:w="0" w:type="auto"/>
          </w:tcPr>
          <w:p w14:paraId="4AE95BF0" w14:textId="77777777" w:rsidR="00D233D8" w:rsidRPr="00D233D8" w:rsidRDefault="00D233D8" w:rsidP="007D4695">
            <w:r w:rsidRPr="00D233D8">
              <w:t>0,00201</w:t>
            </w:r>
          </w:p>
        </w:tc>
      </w:tr>
      <w:tr w:rsidR="00D233D8" w:rsidRPr="00D233D8" w14:paraId="59815858" w14:textId="77777777" w:rsidTr="003D2E48">
        <w:tc>
          <w:tcPr>
            <w:tcW w:w="0" w:type="auto"/>
          </w:tcPr>
          <w:p w14:paraId="397C3B1D" w14:textId="77777777" w:rsidR="00D233D8" w:rsidRPr="00D233D8" w:rsidRDefault="00D233D8" w:rsidP="007D4695">
            <w:r w:rsidRPr="00D233D8">
              <w:t>Sauerstoff</w:t>
            </w:r>
          </w:p>
        </w:tc>
        <w:tc>
          <w:tcPr>
            <w:tcW w:w="0" w:type="auto"/>
          </w:tcPr>
          <w:p w14:paraId="6DF48AE5" w14:textId="77777777" w:rsidR="00D233D8" w:rsidRPr="00D233D8" w:rsidRDefault="00D233D8" w:rsidP="007D4695">
            <w:r w:rsidRPr="00D233D8">
              <w:t>0,00143</w:t>
            </w:r>
          </w:p>
        </w:tc>
      </w:tr>
      <w:tr w:rsidR="00D233D8" w:rsidRPr="00D233D8" w14:paraId="460A1F28" w14:textId="77777777" w:rsidTr="003D2E48">
        <w:tc>
          <w:tcPr>
            <w:tcW w:w="0" w:type="auto"/>
          </w:tcPr>
          <w:p w14:paraId="52270A33" w14:textId="77777777" w:rsidR="00D233D8" w:rsidRPr="00D233D8" w:rsidRDefault="00D233D8" w:rsidP="007D4695">
            <w:r w:rsidRPr="00D233D8">
              <w:t>Stickstoff</w:t>
            </w:r>
          </w:p>
        </w:tc>
        <w:tc>
          <w:tcPr>
            <w:tcW w:w="0" w:type="auto"/>
          </w:tcPr>
          <w:p w14:paraId="3EBF2563" w14:textId="77777777" w:rsidR="00D233D8" w:rsidRPr="00D233D8" w:rsidRDefault="00D233D8" w:rsidP="007D4695">
            <w:r w:rsidRPr="00D233D8">
              <w:t>0,00125</w:t>
            </w:r>
          </w:p>
        </w:tc>
      </w:tr>
      <w:tr w:rsidR="00D233D8" w:rsidRPr="00D233D8" w14:paraId="073BEB2B" w14:textId="77777777" w:rsidTr="003D2E48">
        <w:tc>
          <w:tcPr>
            <w:tcW w:w="0" w:type="auto"/>
          </w:tcPr>
          <w:p w14:paraId="0D5A135B" w14:textId="77777777" w:rsidR="00D233D8" w:rsidRPr="00D233D8" w:rsidRDefault="00D233D8" w:rsidP="007D4695">
            <w:r w:rsidRPr="00D233D8">
              <w:t>Wasserstoff</w:t>
            </w:r>
          </w:p>
        </w:tc>
        <w:tc>
          <w:tcPr>
            <w:tcW w:w="0" w:type="auto"/>
          </w:tcPr>
          <w:p w14:paraId="53A54B05" w14:textId="77777777" w:rsidR="00D233D8" w:rsidRPr="00D233D8" w:rsidRDefault="00D233D8" w:rsidP="007D4695">
            <w:r w:rsidRPr="00D233D8">
              <w:t>0,00009</w:t>
            </w:r>
          </w:p>
        </w:tc>
      </w:tr>
      <w:tr w:rsidR="00D233D8" w:rsidRPr="00D233D8" w14:paraId="5CB518F7" w14:textId="77777777" w:rsidTr="003D2E48">
        <w:tc>
          <w:tcPr>
            <w:tcW w:w="0" w:type="auto"/>
          </w:tcPr>
          <w:p w14:paraId="20B976C3" w14:textId="77777777" w:rsidR="00D233D8" w:rsidRPr="00D233D8" w:rsidRDefault="00D233D8" w:rsidP="007D4695">
            <w:r w:rsidRPr="00D233D8">
              <w:lastRenderedPageBreak/>
              <w:t>Xenon</w:t>
            </w:r>
          </w:p>
        </w:tc>
        <w:tc>
          <w:tcPr>
            <w:tcW w:w="0" w:type="auto"/>
          </w:tcPr>
          <w:p w14:paraId="060DDBC7" w14:textId="77777777" w:rsidR="00D233D8" w:rsidRPr="00D233D8" w:rsidRDefault="00D233D8" w:rsidP="007D4695">
            <w:r w:rsidRPr="00D233D8">
              <w:t>0,00585</w:t>
            </w:r>
          </w:p>
        </w:tc>
      </w:tr>
    </w:tbl>
    <w:p w14:paraId="428D36D4" w14:textId="3E7D37FC" w:rsidR="00D233D8" w:rsidRDefault="00D233D8" w:rsidP="00C737BC">
      <w:r>
        <w:t>&lt;/Tabelle&gt;</w:t>
      </w:r>
    </w:p>
    <w:p w14:paraId="677F4B0C" w14:textId="6AB1D033" w:rsidR="00D233D8" w:rsidRDefault="00D233D8" w:rsidP="00C737BC"/>
    <w:p w14:paraId="7894CF58" w14:textId="48AC6082" w:rsidR="00C737BC" w:rsidRDefault="00C737BC" w:rsidP="002670E9">
      <w:pPr>
        <w:pStyle w:val="berschrift3"/>
      </w:pPr>
      <w:r>
        <w:t>Dielektrizitätszahl</w:t>
      </w:r>
      <w:r w:rsidR="00D233D8">
        <w:t xml:space="preserve"> </w:t>
      </w:r>
      <w:r>
        <w:t>bei 20°C</w:t>
      </w:r>
    </w:p>
    <w:p w14:paraId="41B95E34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793"/>
        <w:gridCol w:w="1965"/>
      </w:tblGrid>
      <w:tr w:rsidR="002670E9" w:rsidRPr="002670E9" w14:paraId="31F81904" w14:textId="77777777" w:rsidTr="003D2E48">
        <w:tc>
          <w:tcPr>
            <w:tcW w:w="0" w:type="auto"/>
          </w:tcPr>
          <w:p w14:paraId="7F5FD9A3" w14:textId="77777777" w:rsidR="002670E9" w:rsidRPr="002670E9" w:rsidRDefault="002670E9" w:rsidP="007D4695">
            <w:r w:rsidRPr="002670E9">
              <w:t>Stoff</w:t>
            </w:r>
          </w:p>
        </w:tc>
        <w:tc>
          <w:tcPr>
            <w:tcW w:w="0" w:type="auto"/>
          </w:tcPr>
          <w:p w14:paraId="1B2D3FDF" w14:textId="77777777" w:rsidR="002670E9" w:rsidRPr="002670E9" w:rsidRDefault="002670E9" w:rsidP="007D4695">
            <w:r w:rsidRPr="002670E9">
              <w:t>~e_r</w:t>
            </w:r>
          </w:p>
        </w:tc>
      </w:tr>
      <w:tr w:rsidR="002670E9" w:rsidRPr="002670E9" w14:paraId="32D04AB6" w14:textId="77777777" w:rsidTr="003D2E48">
        <w:tc>
          <w:tcPr>
            <w:tcW w:w="0" w:type="auto"/>
          </w:tcPr>
          <w:p w14:paraId="15E4817A" w14:textId="77777777" w:rsidR="002670E9" w:rsidRPr="002670E9" w:rsidRDefault="002670E9" w:rsidP="007D4695">
            <w:r w:rsidRPr="002670E9">
              <w:t>Bernstein</w:t>
            </w:r>
          </w:p>
        </w:tc>
        <w:tc>
          <w:tcPr>
            <w:tcW w:w="0" w:type="auto"/>
          </w:tcPr>
          <w:p w14:paraId="7A47E2AF" w14:textId="77777777" w:rsidR="002670E9" w:rsidRPr="002670E9" w:rsidRDefault="002670E9" w:rsidP="007D4695">
            <w:r w:rsidRPr="002670E9">
              <w:t>2,8</w:t>
            </w:r>
          </w:p>
        </w:tc>
      </w:tr>
      <w:tr w:rsidR="002670E9" w:rsidRPr="002670E9" w14:paraId="443241E2" w14:textId="77777777" w:rsidTr="003D2E48">
        <w:tc>
          <w:tcPr>
            <w:tcW w:w="0" w:type="auto"/>
          </w:tcPr>
          <w:p w14:paraId="7BCEFAC3" w14:textId="77777777" w:rsidR="002670E9" w:rsidRPr="002670E9" w:rsidRDefault="002670E9" w:rsidP="007D4695">
            <w:r w:rsidRPr="002670E9">
              <w:t>Glas</w:t>
            </w:r>
          </w:p>
        </w:tc>
        <w:tc>
          <w:tcPr>
            <w:tcW w:w="0" w:type="auto"/>
          </w:tcPr>
          <w:p w14:paraId="4E76F217" w14:textId="77777777" w:rsidR="002670E9" w:rsidRPr="002670E9" w:rsidRDefault="002670E9" w:rsidP="007D4695">
            <w:r w:rsidRPr="002670E9">
              <w:t>5 ... 16</w:t>
            </w:r>
          </w:p>
        </w:tc>
      </w:tr>
      <w:tr w:rsidR="002670E9" w:rsidRPr="002670E9" w14:paraId="6B363A35" w14:textId="77777777" w:rsidTr="003D2E48">
        <w:tc>
          <w:tcPr>
            <w:tcW w:w="0" w:type="auto"/>
          </w:tcPr>
          <w:p w14:paraId="571659A9" w14:textId="77777777" w:rsidR="002670E9" w:rsidRPr="002670E9" w:rsidRDefault="002670E9" w:rsidP="007D4695">
            <w:r w:rsidRPr="002670E9">
              <w:t>Bariumtitanat (BaTiO_3)</w:t>
            </w:r>
          </w:p>
        </w:tc>
        <w:tc>
          <w:tcPr>
            <w:tcW w:w="0" w:type="auto"/>
          </w:tcPr>
          <w:p w14:paraId="0F7A8B14" w14:textId="77777777" w:rsidR="002670E9" w:rsidRPr="002670E9" w:rsidRDefault="002670E9" w:rsidP="007D4695">
            <w:r w:rsidRPr="002670E9">
              <w:t>100 ... 1000</w:t>
            </w:r>
          </w:p>
        </w:tc>
      </w:tr>
      <w:tr w:rsidR="002670E9" w:rsidRPr="002670E9" w14:paraId="2164EB19" w14:textId="77777777" w:rsidTr="003D2E48">
        <w:tc>
          <w:tcPr>
            <w:tcW w:w="0" w:type="auto"/>
          </w:tcPr>
          <w:p w14:paraId="1A63E916" w14:textId="77777777" w:rsidR="002670E9" w:rsidRPr="002670E9" w:rsidRDefault="002670E9" w:rsidP="007D4695">
            <w:r w:rsidRPr="002670E9">
              <w:t>Calciumtitanat (CaTiO_3)</w:t>
            </w:r>
          </w:p>
        </w:tc>
        <w:tc>
          <w:tcPr>
            <w:tcW w:w="0" w:type="auto"/>
          </w:tcPr>
          <w:p w14:paraId="05F19EC7" w14:textId="77777777" w:rsidR="002670E9" w:rsidRPr="002670E9" w:rsidRDefault="002670E9" w:rsidP="007D4695">
            <w:r w:rsidRPr="002670E9">
              <w:t>150 ... 180</w:t>
            </w:r>
          </w:p>
        </w:tc>
      </w:tr>
      <w:tr w:rsidR="002670E9" w:rsidRPr="002670E9" w14:paraId="4707EC9F" w14:textId="77777777" w:rsidTr="003D2E48">
        <w:tc>
          <w:tcPr>
            <w:tcW w:w="0" w:type="auto"/>
          </w:tcPr>
          <w:p w14:paraId="379BD767" w14:textId="77777777" w:rsidR="002670E9" w:rsidRPr="002670E9" w:rsidRDefault="002670E9" w:rsidP="007D4695">
            <w:r w:rsidRPr="002670E9">
              <w:t>Luft</w:t>
            </w:r>
          </w:p>
        </w:tc>
        <w:tc>
          <w:tcPr>
            <w:tcW w:w="0" w:type="auto"/>
          </w:tcPr>
          <w:p w14:paraId="70A36288" w14:textId="77777777" w:rsidR="002670E9" w:rsidRPr="002670E9" w:rsidRDefault="002670E9" w:rsidP="007D4695">
            <w:r w:rsidRPr="002670E9">
              <w:t>1,0006</w:t>
            </w:r>
          </w:p>
        </w:tc>
      </w:tr>
      <w:tr w:rsidR="002670E9" w:rsidRPr="002670E9" w14:paraId="0222C6FD" w14:textId="77777777" w:rsidTr="003D2E48">
        <w:tc>
          <w:tcPr>
            <w:tcW w:w="0" w:type="auto"/>
          </w:tcPr>
          <w:p w14:paraId="160D7B49" w14:textId="77777777" w:rsidR="002670E9" w:rsidRPr="002670E9" w:rsidRDefault="002670E9" w:rsidP="007D4695">
            <w:r w:rsidRPr="002670E9">
              <w:t>Hartpapier</w:t>
            </w:r>
          </w:p>
        </w:tc>
        <w:tc>
          <w:tcPr>
            <w:tcW w:w="0" w:type="auto"/>
          </w:tcPr>
          <w:p w14:paraId="1E3F6C19" w14:textId="77777777" w:rsidR="002670E9" w:rsidRPr="002670E9" w:rsidRDefault="002670E9" w:rsidP="007D4695">
            <w:r w:rsidRPr="002670E9">
              <w:t>3,5 ... 5</w:t>
            </w:r>
          </w:p>
        </w:tc>
      </w:tr>
      <w:tr w:rsidR="002670E9" w:rsidRPr="002670E9" w14:paraId="4045957D" w14:textId="77777777" w:rsidTr="003D2E48">
        <w:tc>
          <w:tcPr>
            <w:tcW w:w="0" w:type="auto"/>
          </w:tcPr>
          <w:p w14:paraId="0B388B77" w14:textId="77777777" w:rsidR="002670E9" w:rsidRPr="002670E9" w:rsidRDefault="002670E9" w:rsidP="007D4695">
            <w:r w:rsidRPr="002670E9">
              <w:t>Paraffin</w:t>
            </w:r>
          </w:p>
        </w:tc>
        <w:tc>
          <w:tcPr>
            <w:tcW w:w="0" w:type="auto"/>
          </w:tcPr>
          <w:p w14:paraId="134B0683" w14:textId="77777777" w:rsidR="002670E9" w:rsidRPr="002670E9" w:rsidRDefault="002670E9" w:rsidP="007D4695">
            <w:r w:rsidRPr="002670E9">
              <w:t>2,3</w:t>
            </w:r>
          </w:p>
        </w:tc>
      </w:tr>
      <w:tr w:rsidR="002670E9" w:rsidRPr="002670E9" w14:paraId="21A6D7F6" w14:textId="77777777" w:rsidTr="003D2E48">
        <w:tc>
          <w:tcPr>
            <w:tcW w:w="0" w:type="auto"/>
          </w:tcPr>
          <w:p w14:paraId="4884B90F" w14:textId="77777777" w:rsidR="002670E9" w:rsidRPr="002670E9" w:rsidRDefault="002670E9" w:rsidP="007D4695">
            <w:r w:rsidRPr="002670E9">
              <w:t>Polystyrol</w:t>
            </w:r>
          </w:p>
        </w:tc>
        <w:tc>
          <w:tcPr>
            <w:tcW w:w="0" w:type="auto"/>
          </w:tcPr>
          <w:p w14:paraId="26BC521D" w14:textId="77777777" w:rsidR="002670E9" w:rsidRPr="002670E9" w:rsidRDefault="002670E9" w:rsidP="007D4695">
            <w:r w:rsidRPr="002670E9">
              <w:t>2,6</w:t>
            </w:r>
          </w:p>
        </w:tc>
      </w:tr>
      <w:tr w:rsidR="002670E9" w:rsidRPr="002670E9" w14:paraId="33DAE6EF" w14:textId="77777777" w:rsidTr="003D2E48">
        <w:tc>
          <w:tcPr>
            <w:tcW w:w="0" w:type="auto"/>
          </w:tcPr>
          <w:p w14:paraId="18B7BF67" w14:textId="77777777" w:rsidR="002670E9" w:rsidRPr="002670E9" w:rsidRDefault="002670E9" w:rsidP="007D4695">
            <w:r w:rsidRPr="002670E9">
              <w:t>Porzellan</w:t>
            </w:r>
          </w:p>
        </w:tc>
        <w:tc>
          <w:tcPr>
            <w:tcW w:w="0" w:type="auto"/>
          </w:tcPr>
          <w:p w14:paraId="5C368D63" w14:textId="77777777" w:rsidR="002670E9" w:rsidRPr="002670E9" w:rsidRDefault="002670E9" w:rsidP="007D4695">
            <w:r w:rsidRPr="002670E9">
              <w:t>4,5 ... 6,5</w:t>
            </w:r>
          </w:p>
        </w:tc>
      </w:tr>
      <w:tr w:rsidR="002670E9" w:rsidRPr="002670E9" w14:paraId="16AAE28F" w14:textId="77777777" w:rsidTr="003D2E48">
        <w:tc>
          <w:tcPr>
            <w:tcW w:w="0" w:type="auto"/>
          </w:tcPr>
          <w:p w14:paraId="6FDA1BBD" w14:textId="77777777" w:rsidR="002670E9" w:rsidRPr="002670E9" w:rsidRDefault="002670E9" w:rsidP="007D4695">
            <w:r w:rsidRPr="002670E9">
              <w:t>Transformatorenöl</w:t>
            </w:r>
          </w:p>
        </w:tc>
        <w:tc>
          <w:tcPr>
            <w:tcW w:w="0" w:type="auto"/>
          </w:tcPr>
          <w:p w14:paraId="1D67155A" w14:textId="77777777" w:rsidR="002670E9" w:rsidRPr="002670E9" w:rsidRDefault="002670E9" w:rsidP="007D4695">
            <w:r w:rsidRPr="002670E9">
              <w:t>2,5</w:t>
            </w:r>
          </w:p>
        </w:tc>
      </w:tr>
      <w:tr w:rsidR="002670E9" w:rsidRPr="002670E9" w14:paraId="2F5A6081" w14:textId="77777777" w:rsidTr="003D2E48">
        <w:tc>
          <w:tcPr>
            <w:tcW w:w="0" w:type="auto"/>
          </w:tcPr>
          <w:p w14:paraId="34C238A7" w14:textId="77777777" w:rsidR="002670E9" w:rsidRPr="002670E9" w:rsidRDefault="002670E9" w:rsidP="007D4695">
            <w:r w:rsidRPr="002670E9">
              <w:t>Vakuum</w:t>
            </w:r>
          </w:p>
        </w:tc>
        <w:tc>
          <w:tcPr>
            <w:tcW w:w="0" w:type="auto"/>
          </w:tcPr>
          <w:p w14:paraId="1A043B0F" w14:textId="77777777" w:rsidR="002670E9" w:rsidRPr="002670E9" w:rsidRDefault="002670E9" w:rsidP="007D4695">
            <w:r w:rsidRPr="002670E9">
              <w:t>1</w:t>
            </w:r>
          </w:p>
        </w:tc>
      </w:tr>
      <w:tr w:rsidR="002670E9" w:rsidRPr="002670E9" w14:paraId="731F5960" w14:textId="77777777" w:rsidTr="003D2E48">
        <w:tc>
          <w:tcPr>
            <w:tcW w:w="0" w:type="auto"/>
          </w:tcPr>
          <w:p w14:paraId="3934F53A" w14:textId="77777777" w:rsidR="002670E9" w:rsidRPr="002670E9" w:rsidRDefault="002670E9" w:rsidP="007D4695">
            <w:r w:rsidRPr="002670E9">
              <w:t>Wasser</w:t>
            </w:r>
          </w:p>
        </w:tc>
        <w:tc>
          <w:tcPr>
            <w:tcW w:w="0" w:type="auto"/>
          </w:tcPr>
          <w:p w14:paraId="3FB08D09" w14:textId="77777777" w:rsidR="002670E9" w:rsidRPr="002670E9" w:rsidRDefault="002670E9" w:rsidP="007D4695">
            <w:r w:rsidRPr="002670E9">
              <w:t>81</w:t>
            </w:r>
          </w:p>
        </w:tc>
      </w:tr>
    </w:tbl>
    <w:p w14:paraId="3851FE34" w14:textId="3C91D587" w:rsidR="002670E9" w:rsidRDefault="002670E9" w:rsidP="00C737BC">
      <w:r>
        <w:t>&lt;/Tabelle&gt;</w:t>
      </w:r>
    </w:p>
    <w:p w14:paraId="67153C61" w14:textId="77777777" w:rsidR="002670E9" w:rsidRDefault="002670E9" w:rsidP="00C737BC"/>
    <w:p w14:paraId="6AB618FB" w14:textId="01352AF2" w:rsidR="00C737BC" w:rsidRDefault="00C737BC" w:rsidP="002670E9">
      <w:pPr>
        <w:pStyle w:val="berschrift3"/>
      </w:pPr>
      <w:r>
        <w:t>Permeabilitätszahl (relative Permeabilität)</w:t>
      </w:r>
      <w:r w:rsidR="002670E9">
        <w:t xml:space="preserve"> </w:t>
      </w:r>
      <w:r>
        <w:t>bei 20°C</w:t>
      </w:r>
    </w:p>
    <w:p w14:paraId="681C27B4" w14:textId="77777777" w:rsidR="002670E9" w:rsidRDefault="00C737BC" w:rsidP="0058752E">
      <w:pPr>
        <w:pStyle w:val="berschrift4"/>
      </w:pPr>
      <w:r>
        <w:t>diamagnetische Stoffe</w:t>
      </w:r>
    </w:p>
    <w:p w14:paraId="7E210FB5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53"/>
        <w:gridCol w:w="1564"/>
      </w:tblGrid>
      <w:tr w:rsidR="002670E9" w:rsidRPr="002670E9" w14:paraId="3DEAFC44" w14:textId="77777777" w:rsidTr="003D2E48">
        <w:tc>
          <w:tcPr>
            <w:tcW w:w="0" w:type="auto"/>
          </w:tcPr>
          <w:p w14:paraId="55647E33" w14:textId="77777777" w:rsidR="002670E9" w:rsidRPr="002670E9" w:rsidRDefault="002670E9" w:rsidP="007D4695">
            <w:r w:rsidRPr="002670E9">
              <w:lastRenderedPageBreak/>
              <w:t>Stoff</w:t>
            </w:r>
          </w:p>
        </w:tc>
        <w:tc>
          <w:tcPr>
            <w:tcW w:w="0" w:type="auto"/>
          </w:tcPr>
          <w:p w14:paraId="0B4A56A7" w14:textId="77777777" w:rsidR="002670E9" w:rsidRPr="002670E9" w:rsidRDefault="002670E9" w:rsidP="007D4695">
            <w:r w:rsidRPr="002670E9">
              <w:t>~m_r</w:t>
            </w:r>
          </w:p>
        </w:tc>
      </w:tr>
      <w:tr w:rsidR="002670E9" w:rsidRPr="002670E9" w14:paraId="1585377A" w14:textId="77777777" w:rsidTr="003D2E48">
        <w:tc>
          <w:tcPr>
            <w:tcW w:w="0" w:type="auto"/>
          </w:tcPr>
          <w:p w14:paraId="7ADC8DFF" w14:textId="7A5AC25C" w:rsidR="002670E9" w:rsidRPr="002670E9" w:rsidRDefault="002670E9" w:rsidP="007D4695">
            <w:r w:rsidRPr="002670E9">
              <w:t>Antimon</w:t>
            </w:r>
          </w:p>
        </w:tc>
        <w:tc>
          <w:tcPr>
            <w:tcW w:w="0" w:type="auto"/>
          </w:tcPr>
          <w:p w14:paraId="7A4072E8" w14:textId="2BEF5D78" w:rsidR="002670E9" w:rsidRPr="002670E9" w:rsidRDefault="005E5E55" w:rsidP="007D4695">
            <w:r w:rsidRPr="002670E9">
              <w:t>0,999884</w:t>
            </w:r>
          </w:p>
        </w:tc>
      </w:tr>
      <w:tr w:rsidR="002670E9" w:rsidRPr="002670E9" w14:paraId="6858063E" w14:textId="77777777" w:rsidTr="003D2E48">
        <w:tc>
          <w:tcPr>
            <w:tcW w:w="0" w:type="auto"/>
          </w:tcPr>
          <w:p w14:paraId="32AE0D47" w14:textId="457E8B9C" w:rsidR="002670E9" w:rsidRPr="002670E9" w:rsidRDefault="002670E9" w:rsidP="007D4695">
            <w:r w:rsidRPr="002670E9">
              <w:t xml:space="preserve">Gold </w:t>
            </w:r>
          </w:p>
        </w:tc>
        <w:tc>
          <w:tcPr>
            <w:tcW w:w="0" w:type="auto"/>
          </w:tcPr>
          <w:p w14:paraId="5A401AFB" w14:textId="22BEBB16" w:rsidR="002670E9" w:rsidRPr="002670E9" w:rsidRDefault="005E5E55" w:rsidP="007D4695">
            <w:r w:rsidRPr="002670E9">
              <w:t>0,999971</w:t>
            </w:r>
          </w:p>
        </w:tc>
      </w:tr>
      <w:tr w:rsidR="002670E9" w:rsidRPr="002670E9" w14:paraId="6C25A7CB" w14:textId="77777777" w:rsidTr="003D2E48">
        <w:tc>
          <w:tcPr>
            <w:tcW w:w="0" w:type="auto"/>
          </w:tcPr>
          <w:p w14:paraId="13F46A6B" w14:textId="47D12EC3" w:rsidR="002670E9" w:rsidRPr="002670E9" w:rsidRDefault="002670E9" w:rsidP="007D4695">
            <w:r w:rsidRPr="002670E9">
              <w:t xml:space="preserve">Quecksilber </w:t>
            </w:r>
          </w:p>
        </w:tc>
        <w:tc>
          <w:tcPr>
            <w:tcW w:w="0" w:type="auto"/>
          </w:tcPr>
          <w:p w14:paraId="22A341F2" w14:textId="3EFBBE6A" w:rsidR="002670E9" w:rsidRPr="002670E9" w:rsidRDefault="005E5E55" w:rsidP="007D4695">
            <w:r w:rsidRPr="002670E9">
              <w:t>0,999966</w:t>
            </w:r>
          </w:p>
        </w:tc>
      </w:tr>
      <w:tr w:rsidR="002670E9" w:rsidRPr="002670E9" w14:paraId="237B4604" w14:textId="77777777" w:rsidTr="003D2E48">
        <w:tc>
          <w:tcPr>
            <w:tcW w:w="0" w:type="auto"/>
          </w:tcPr>
          <w:p w14:paraId="7BA31080" w14:textId="3AEE6A3D" w:rsidR="002670E9" w:rsidRPr="002670E9" w:rsidRDefault="002670E9" w:rsidP="007D4695">
            <w:r w:rsidRPr="002670E9">
              <w:t xml:space="preserve">Wasser </w:t>
            </w:r>
          </w:p>
        </w:tc>
        <w:tc>
          <w:tcPr>
            <w:tcW w:w="0" w:type="auto"/>
          </w:tcPr>
          <w:p w14:paraId="39BD0526" w14:textId="676E6AB8" w:rsidR="002670E9" w:rsidRPr="002670E9" w:rsidRDefault="005E5E55" w:rsidP="007D4695">
            <w:r w:rsidRPr="002670E9">
              <w:t>0,999986</w:t>
            </w:r>
          </w:p>
        </w:tc>
      </w:tr>
      <w:tr w:rsidR="002670E9" w:rsidRPr="002670E9" w14:paraId="1BEF5597" w14:textId="77777777" w:rsidTr="003D2E48">
        <w:tc>
          <w:tcPr>
            <w:tcW w:w="0" w:type="auto"/>
          </w:tcPr>
          <w:p w14:paraId="4B39DEAB" w14:textId="7D37F11F" w:rsidR="002670E9" w:rsidRPr="002670E9" w:rsidRDefault="002670E9" w:rsidP="007D4695">
            <w:r w:rsidRPr="002670E9">
              <w:t xml:space="preserve">Zink </w:t>
            </w:r>
          </w:p>
        </w:tc>
        <w:tc>
          <w:tcPr>
            <w:tcW w:w="0" w:type="auto"/>
          </w:tcPr>
          <w:p w14:paraId="06203073" w14:textId="662A2859" w:rsidR="002670E9" w:rsidRPr="002670E9" w:rsidRDefault="005E5E55" w:rsidP="007D4695">
            <w:r w:rsidRPr="002670E9">
              <w:t>0,999986</w:t>
            </w:r>
          </w:p>
        </w:tc>
      </w:tr>
    </w:tbl>
    <w:p w14:paraId="75E7C3DD" w14:textId="5751F496" w:rsidR="002670E9" w:rsidRDefault="002670E9" w:rsidP="00C737BC">
      <w:r>
        <w:t>&lt;/Tabelle&gt;</w:t>
      </w:r>
    </w:p>
    <w:p w14:paraId="6DB657DA" w14:textId="71416C61" w:rsidR="002670E9" w:rsidRDefault="002670E9" w:rsidP="00C737BC"/>
    <w:p w14:paraId="57EEA855" w14:textId="77777777" w:rsidR="002670E9" w:rsidRDefault="00C737BC" w:rsidP="0058752E">
      <w:pPr>
        <w:pStyle w:val="berschrift4"/>
      </w:pPr>
      <w:r>
        <w:t>paramagnetische Stoffe</w:t>
      </w:r>
    </w:p>
    <w:p w14:paraId="22165809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36"/>
        <w:gridCol w:w="1920"/>
      </w:tblGrid>
      <w:tr w:rsidR="002670E9" w:rsidRPr="002670E9" w14:paraId="0D03EF10" w14:textId="77777777" w:rsidTr="003D2E48">
        <w:tc>
          <w:tcPr>
            <w:tcW w:w="0" w:type="auto"/>
          </w:tcPr>
          <w:p w14:paraId="4E3C0964" w14:textId="77777777" w:rsidR="002670E9" w:rsidRPr="002670E9" w:rsidRDefault="002670E9" w:rsidP="007D4695">
            <w:r w:rsidRPr="002670E9">
              <w:t>Stoff</w:t>
            </w:r>
          </w:p>
        </w:tc>
        <w:tc>
          <w:tcPr>
            <w:tcW w:w="0" w:type="auto"/>
          </w:tcPr>
          <w:p w14:paraId="70411D0A" w14:textId="77777777" w:rsidR="002670E9" w:rsidRPr="002670E9" w:rsidRDefault="002670E9" w:rsidP="007D4695">
            <w:r w:rsidRPr="002670E9">
              <w:t>~m_r</w:t>
            </w:r>
          </w:p>
        </w:tc>
      </w:tr>
      <w:tr w:rsidR="002670E9" w:rsidRPr="002670E9" w14:paraId="0E453C12" w14:textId="77777777" w:rsidTr="003D2E48">
        <w:tc>
          <w:tcPr>
            <w:tcW w:w="0" w:type="auto"/>
          </w:tcPr>
          <w:p w14:paraId="6AF6F7FA" w14:textId="77777777" w:rsidR="002670E9" w:rsidRPr="002670E9" w:rsidRDefault="002670E9" w:rsidP="007D4695">
            <w:r w:rsidRPr="002670E9">
              <w:t>Aluminium</w:t>
            </w:r>
          </w:p>
        </w:tc>
        <w:tc>
          <w:tcPr>
            <w:tcW w:w="0" w:type="auto"/>
          </w:tcPr>
          <w:p w14:paraId="1F941062" w14:textId="77777777" w:rsidR="002670E9" w:rsidRPr="002670E9" w:rsidRDefault="002670E9" w:rsidP="007D4695">
            <w:r w:rsidRPr="002670E9">
              <w:t>1,00002</w:t>
            </w:r>
          </w:p>
        </w:tc>
      </w:tr>
      <w:tr w:rsidR="002670E9" w:rsidRPr="002670E9" w14:paraId="42B07353" w14:textId="77777777" w:rsidTr="003D2E48">
        <w:tc>
          <w:tcPr>
            <w:tcW w:w="0" w:type="auto"/>
          </w:tcPr>
          <w:p w14:paraId="111E486C" w14:textId="77777777" w:rsidR="002670E9" w:rsidRPr="002670E9" w:rsidRDefault="002670E9" w:rsidP="007D4695">
            <w:r w:rsidRPr="002670E9">
              <w:t>Chrom</w:t>
            </w:r>
          </w:p>
        </w:tc>
        <w:tc>
          <w:tcPr>
            <w:tcW w:w="0" w:type="auto"/>
          </w:tcPr>
          <w:p w14:paraId="51CD0E75" w14:textId="77777777" w:rsidR="002670E9" w:rsidRPr="002670E9" w:rsidRDefault="002670E9" w:rsidP="007D4695">
            <w:r w:rsidRPr="002670E9">
              <w:t>1,00028</w:t>
            </w:r>
          </w:p>
        </w:tc>
      </w:tr>
      <w:tr w:rsidR="002670E9" w:rsidRPr="002670E9" w14:paraId="753357BB" w14:textId="77777777" w:rsidTr="003D2E48">
        <w:tc>
          <w:tcPr>
            <w:tcW w:w="0" w:type="auto"/>
          </w:tcPr>
          <w:p w14:paraId="0645024F" w14:textId="77777777" w:rsidR="002670E9" w:rsidRPr="002670E9" w:rsidRDefault="002670E9" w:rsidP="007D4695">
            <w:r w:rsidRPr="002670E9">
              <w:t>Eisen(III)-chlorid</w:t>
            </w:r>
          </w:p>
        </w:tc>
        <w:tc>
          <w:tcPr>
            <w:tcW w:w="0" w:type="auto"/>
          </w:tcPr>
          <w:p w14:paraId="20764B4C" w14:textId="77777777" w:rsidR="002670E9" w:rsidRPr="002670E9" w:rsidRDefault="002670E9" w:rsidP="007D4695">
            <w:r w:rsidRPr="002670E9">
              <w:t>1,003756</w:t>
            </w:r>
          </w:p>
        </w:tc>
      </w:tr>
      <w:tr w:rsidR="002670E9" w:rsidRPr="002670E9" w14:paraId="001FFE7F" w14:textId="77777777" w:rsidTr="003D2E48">
        <w:tc>
          <w:tcPr>
            <w:tcW w:w="0" w:type="auto"/>
          </w:tcPr>
          <w:p w14:paraId="4DB998D1" w14:textId="77777777" w:rsidR="002670E9" w:rsidRPr="002670E9" w:rsidRDefault="002670E9" w:rsidP="007D4695">
            <w:r w:rsidRPr="002670E9">
              <w:t>Luft</w:t>
            </w:r>
          </w:p>
        </w:tc>
        <w:tc>
          <w:tcPr>
            <w:tcW w:w="0" w:type="auto"/>
          </w:tcPr>
          <w:p w14:paraId="64287BBD" w14:textId="77777777" w:rsidR="002670E9" w:rsidRPr="002670E9" w:rsidRDefault="002670E9" w:rsidP="007D4695">
            <w:r w:rsidRPr="002670E9">
              <w:t>1,00000037</w:t>
            </w:r>
          </w:p>
        </w:tc>
      </w:tr>
      <w:tr w:rsidR="002670E9" w:rsidRPr="002670E9" w14:paraId="28FEE22E" w14:textId="77777777" w:rsidTr="003D2E48">
        <w:tc>
          <w:tcPr>
            <w:tcW w:w="0" w:type="auto"/>
          </w:tcPr>
          <w:p w14:paraId="6672F2C6" w14:textId="77777777" w:rsidR="002670E9" w:rsidRPr="002670E9" w:rsidRDefault="002670E9" w:rsidP="007D4695">
            <w:r w:rsidRPr="002670E9">
              <w:t>Platin</w:t>
            </w:r>
          </w:p>
        </w:tc>
        <w:tc>
          <w:tcPr>
            <w:tcW w:w="0" w:type="auto"/>
          </w:tcPr>
          <w:p w14:paraId="62D88F50" w14:textId="77777777" w:rsidR="002670E9" w:rsidRPr="002670E9" w:rsidRDefault="002670E9" w:rsidP="007D4695">
            <w:r w:rsidRPr="002670E9">
              <w:t>1,0002</w:t>
            </w:r>
          </w:p>
        </w:tc>
      </w:tr>
    </w:tbl>
    <w:p w14:paraId="18D4CF22" w14:textId="371B0187" w:rsidR="002670E9" w:rsidRDefault="002670E9" w:rsidP="00C737BC">
      <w:r>
        <w:t>&lt;/Tabelle&gt;</w:t>
      </w:r>
    </w:p>
    <w:p w14:paraId="44965004" w14:textId="7DEA192D" w:rsidR="002670E9" w:rsidRDefault="002670E9" w:rsidP="00C737BC"/>
    <w:p w14:paraId="66E941FA" w14:textId="3F24139C" w:rsidR="00C737BC" w:rsidRDefault="00C737BC" w:rsidP="0058752E">
      <w:pPr>
        <w:pStyle w:val="berschrift4"/>
      </w:pPr>
      <w:r>
        <w:t>ferromagnetische Stoffe</w:t>
      </w:r>
    </w:p>
    <w:p w14:paraId="092C22FB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70"/>
        <w:gridCol w:w="1965"/>
      </w:tblGrid>
      <w:tr w:rsidR="002670E9" w:rsidRPr="002670E9" w14:paraId="51D51E91" w14:textId="77777777" w:rsidTr="003D2E48">
        <w:tc>
          <w:tcPr>
            <w:tcW w:w="0" w:type="auto"/>
          </w:tcPr>
          <w:p w14:paraId="7D46B5AC" w14:textId="77777777" w:rsidR="002670E9" w:rsidRPr="002670E9" w:rsidRDefault="002670E9" w:rsidP="007D4695">
            <w:r w:rsidRPr="002670E9">
              <w:t>Stoff</w:t>
            </w:r>
          </w:p>
        </w:tc>
        <w:tc>
          <w:tcPr>
            <w:tcW w:w="0" w:type="auto"/>
          </w:tcPr>
          <w:p w14:paraId="1CB4740F" w14:textId="77777777" w:rsidR="002670E9" w:rsidRPr="002670E9" w:rsidRDefault="002670E9" w:rsidP="007D4695">
            <w:r w:rsidRPr="002670E9">
              <w:t>~m_r</w:t>
            </w:r>
          </w:p>
        </w:tc>
      </w:tr>
      <w:tr w:rsidR="002670E9" w:rsidRPr="002670E9" w14:paraId="3AFECAFD" w14:textId="77777777" w:rsidTr="003D2E48">
        <w:tc>
          <w:tcPr>
            <w:tcW w:w="0" w:type="auto"/>
          </w:tcPr>
          <w:p w14:paraId="78028693" w14:textId="77777777" w:rsidR="002670E9" w:rsidRPr="002670E9" w:rsidRDefault="002670E9" w:rsidP="007D4695">
            <w:r w:rsidRPr="002670E9">
              <w:t>Cobalt</w:t>
            </w:r>
          </w:p>
        </w:tc>
        <w:tc>
          <w:tcPr>
            <w:tcW w:w="0" w:type="auto"/>
          </w:tcPr>
          <w:p w14:paraId="13F1B6CE" w14:textId="77777777" w:rsidR="002670E9" w:rsidRPr="002670E9" w:rsidRDefault="002670E9" w:rsidP="007D4695">
            <w:r w:rsidRPr="002670E9">
              <w:t>80 ... 200</w:t>
            </w:r>
          </w:p>
        </w:tc>
      </w:tr>
      <w:tr w:rsidR="002670E9" w:rsidRPr="002670E9" w14:paraId="1EF4B55A" w14:textId="77777777" w:rsidTr="003D2E48">
        <w:tc>
          <w:tcPr>
            <w:tcW w:w="0" w:type="auto"/>
          </w:tcPr>
          <w:p w14:paraId="5BBE10B1" w14:textId="77777777" w:rsidR="002670E9" w:rsidRPr="002670E9" w:rsidRDefault="002670E9" w:rsidP="007D4695">
            <w:r w:rsidRPr="002670E9">
              <w:t>Dynamoblech</w:t>
            </w:r>
          </w:p>
        </w:tc>
        <w:tc>
          <w:tcPr>
            <w:tcW w:w="0" w:type="auto"/>
          </w:tcPr>
          <w:p w14:paraId="25934CC4" w14:textId="77777777" w:rsidR="002670E9" w:rsidRPr="002670E9" w:rsidRDefault="002670E9" w:rsidP="007D4695">
            <w:r w:rsidRPr="002670E9">
              <w:t>200 ... 3000</w:t>
            </w:r>
          </w:p>
        </w:tc>
      </w:tr>
      <w:tr w:rsidR="002670E9" w:rsidRPr="002670E9" w14:paraId="605E770B" w14:textId="77777777" w:rsidTr="003D2E48">
        <w:tc>
          <w:tcPr>
            <w:tcW w:w="0" w:type="auto"/>
          </w:tcPr>
          <w:p w14:paraId="2CDDEF60" w14:textId="77777777" w:rsidR="002670E9" w:rsidRPr="002670E9" w:rsidRDefault="002670E9" w:rsidP="007D4695">
            <w:r w:rsidRPr="002670E9">
              <w:lastRenderedPageBreak/>
              <w:t>Eisen</w:t>
            </w:r>
          </w:p>
        </w:tc>
        <w:tc>
          <w:tcPr>
            <w:tcW w:w="0" w:type="auto"/>
          </w:tcPr>
          <w:p w14:paraId="5934F9C2" w14:textId="77777777" w:rsidR="002670E9" w:rsidRPr="002670E9" w:rsidRDefault="002670E9" w:rsidP="007D4695">
            <w:r w:rsidRPr="002670E9">
              <w:t>250 ... 680</w:t>
            </w:r>
          </w:p>
        </w:tc>
      </w:tr>
      <w:tr w:rsidR="002670E9" w:rsidRPr="002670E9" w14:paraId="324244FC" w14:textId="77777777" w:rsidTr="003D2E48">
        <w:tc>
          <w:tcPr>
            <w:tcW w:w="0" w:type="auto"/>
          </w:tcPr>
          <w:p w14:paraId="2309CC98" w14:textId="77777777" w:rsidR="002670E9" w:rsidRPr="002670E9" w:rsidRDefault="002670E9" w:rsidP="007D4695">
            <w:r w:rsidRPr="002670E9">
              <w:t>Nickel</w:t>
            </w:r>
          </w:p>
        </w:tc>
        <w:tc>
          <w:tcPr>
            <w:tcW w:w="0" w:type="auto"/>
          </w:tcPr>
          <w:p w14:paraId="49FAB6C3" w14:textId="77777777" w:rsidR="002670E9" w:rsidRPr="002670E9" w:rsidRDefault="002670E9" w:rsidP="007D4695">
            <w:r w:rsidRPr="002670E9">
              <w:t>280 ... 2500</w:t>
            </w:r>
          </w:p>
        </w:tc>
      </w:tr>
      <w:tr w:rsidR="002670E9" w:rsidRPr="002670E9" w14:paraId="4CB305F3" w14:textId="77777777" w:rsidTr="003D2E48">
        <w:tc>
          <w:tcPr>
            <w:tcW w:w="0" w:type="auto"/>
          </w:tcPr>
          <w:p w14:paraId="335D51D6" w14:textId="77777777" w:rsidR="002670E9" w:rsidRPr="002670E9" w:rsidRDefault="002670E9" w:rsidP="007D4695">
            <w:r w:rsidRPr="002670E9">
              <w:t>Sonderlegierungen</w:t>
            </w:r>
          </w:p>
        </w:tc>
        <w:tc>
          <w:tcPr>
            <w:tcW w:w="0" w:type="auto"/>
          </w:tcPr>
          <w:p w14:paraId="1E1953DD" w14:textId="77777777" w:rsidR="002670E9" w:rsidRPr="002670E9" w:rsidRDefault="002670E9" w:rsidP="007D4695">
            <w:r w:rsidRPr="002670E9">
              <w:t>bis 900.000</w:t>
            </w:r>
          </w:p>
        </w:tc>
      </w:tr>
    </w:tbl>
    <w:p w14:paraId="7686E9E6" w14:textId="30C8247A" w:rsidR="002670E9" w:rsidRDefault="002670E9" w:rsidP="00C737BC">
      <w:r>
        <w:t>&lt;/Tabelle&gt;</w:t>
      </w:r>
    </w:p>
    <w:p w14:paraId="0CABAF44" w14:textId="587AB537" w:rsidR="002670E9" w:rsidRDefault="002670E9" w:rsidP="00C737BC"/>
    <w:p w14:paraId="13E7395E" w14:textId="6570641F" w:rsidR="00C737BC" w:rsidRDefault="00C737BC" w:rsidP="002670E9">
      <w:pPr>
        <w:pStyle w:val="berschrift3"/>
      </w:pPr>
      <w:r>
        <w:t>Spezifischer elektrischer Widerstand</w:t>
      </w:r>
      <w:r w:rsidR="002670E9">
        <w:t xml:space="preserve"> </w:t>
      </w:r>
      <w:r>
        <w:t>bei 20°C</w:t>
      </w:r>
    </w:p>
    <w:p w14:paraId="28907BA1" w14:textId="4BBCD69D" w:rsidR="00C737BC" w:rsidRDefault="00C737BC" w:rsidP="0058752E">
      <w:pPr>
        <w:pStyle w:val="berschrift4"/>
      </w:pPr>
      <w:r>
        <w:t>Metalle</w:t>
      </w:r>
    </w:p>
    <w:p w14:paraId="0C888F91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53"/>
        <w:gridCol w:w="4393"/>
      </w:tblGrid>
      <w:tr w:rsidR="002670E9" w:rsidRPr="002670E9" w14:paraId="6E762203" w14:textId="77777777" w:rsidTr="003D2E48">
        <w:tc>
          <w:tcPr>
            <w:tcW w:w="0" w:type="auto"/>
          </w:tcPr>
          <w:p w14:paraId="6DF85490" w14:textId="77777777" w:rsidR="002670E9" w:rsidRPr="002670E9" w:rsidRDefault="002670E9" w:rsidP="007D4695">
            <w:r w:rsidRPr="002670E9">
              <w:t>Metall</w:t>
            </w:r>
          </w:p>
        </w:tc>
        <w:tc>
          <w:tcPr>
            <w:tcW w:w="0" w:type="auto"/>
          </w:tcPr>
          <w:p w14:paraId="6AD0FC90" w14:textId="77777777" w:rsidR="002670E9" w:rsidRPr="002670E9" w:rsidRDefault="002670E9" w:rsidP="007D4695">
            <w:r w:rsidRPr="002670E9">
              <w:t>~r in \frac{~W *mm^2}{m}</w:t>
            </w:r>
          </w:p>
        </w:tc>
      </w:tr>
      <w:tr w:rsidR="002670E9" w:rsidRPr="002670E9" w14:paraId="74EE8BFE" w14:textId="77777777" w:rsidTr="003D2E48">
        <w:tc>
          <w:tcPr>
            <w:tcW w:w="0" w:type="auto"/>
          </w:tcPr>
          <w:p w14:paraId="4503B71D" w14:textId="77777777" w:rsidR="002670E9" w:rsidRPr="002670E9" w:rsidRDefault="002670E9" w:rsidP="007D4695">
            <w:r w:rsidRPr="002670E9">
              <w:t>Aluminium</w:t>
            </w:r>
          </w:p>
        </w:tc>
        <w:tc>
          <w:tcPr>
            <w:tcW w:w="0" w:type="auto"/>
          </w:tcPr>
          <w:p w14:paraId="3A94AE46" w14:textId="77777777" w:rsidR="002670E9" w:rsidRPr="002670E9" w:rsidRDefault="002670E9" w:rsidP="007D4695">
            <w:r w:rsidRPr="002670E9">
              <w:t>0,028</w:t>
            </w:r>
          </w:p>
        </w:tc>
      </w:tr>
      <w:tr w:rsidR="002670E9" w:rsidRPr="002670E9" w14:paraId="71047272" w14:textId="77777777" w:rsidTr="003D2E48">
        <w:tc>
          <w:tcPr>
            <w:tcW w:w="0" w:type="auto"/>
          </w:tcPr>
          <w:p w14:paraId="7E7D83EF" w14:textId="77777777" w:rsidR="002670E9" w:rsidRPr="002670E9" w:rsidRDefault="002670E9" w:rsidP="007D4695">
            <w:r w:rsidRPr="002670E9">
              <w:t>Blei</w:t>
            </w:r>
          </w:p>
        </w:tc>
        <w:tc>
          <w:tcPr>
            <w:tcW w:w="0" w:type="auto"/>
          </w:tcPr>
          <w:p w14:paraId="303B60FC" w14:textId="77777777" w:rsidR="002670E9" w:rsidRPr="002670E9" w:rsidRDefault="002670E9" w:rsidP="007D4695">
            <w:r w:rsidRPr="002670E9">
              <w:t>0,21</w:t>
            </w:r>
          </w:p>
        </w:tc>
      </w:tr>
      <w:tr w:rsidR="002670E9" w:rsidRPr="002670E9" w14:paraId="284C48EE" w14:textId="77777777" w:rsidTr="003D2E48">
        <w:tc>
          <w:tcPr>
            <w:tcW w:w="0" w:type="auto"/>
          </w:tcPr>
          <w:p w14:paraId="52A76384" w14:textId="77777777" w:rsidR="002670E9" w:rsidRPr="002670E9" w:rsidRDefault="002670E9" w:rsidP="007D4695">
            <w:r w:rsidRPr="002670E9">
              <w:t>Eisen</w:t>
            </w:r>
          </w:p>
        </w:tc>
        <w:tc>
          <w:tcPr>
            <w:tcW w:w="0" w:type="auto"/>
          </w:tcPr>
          <w:p w14:paraId="7AA1B290" w14:textId="77777777" w:rsidR="002670E9" w:rsidRPr="002670E9" w:rsidRDefault="002670E9" w:rsidP="007D4695">
            <w:r w:rsidRPr="002670E9">
              <w:t>0,10</w:t>
            </w:r>
          </w:p>
        </w:tc>
      </w:tr>
      <w:tr w:rsidR="002670E9" w:rsidRPr="002670E9" w14:paraId="0E49F426" w14:textId="77777777" w:rsidTr="003D2E48">
        <w:tc>
          <w:tcPr>
            <w:tcW w:w="0" w:type="auto"/>
          </w:tcPr>
          <w:p w14:paraId="1196ADCD" w14:textId="77777777" w:rsidR="002670E9" w:rsidRPr="002670E9" w:rsidRDefault="002670E9" w:rsidP="007D4695">
            <w:r w:rsidRPr="002670E9">
              <w:t>Gold</w:t>
            </w:r>
          </w:p>
        </w:tc>
        <w:tc>
          <w:tcPr>
            <w:tcW w:w="0" w:type="auto"/>
          </w:tcPr>
          <w:p w14:paraId="5C96550E" w14:textId="77777777" w:rsidR="002670E9" w:rsidRPr="002670E9" w:rsidRDefault="002670E9" w:rsidP="007D4695">
            <w:r w:rsidRPr="002670E9">
              <w:t>0,022</w:t>
            </w:r>
          </w:p>
        </w:tc>
      </w:tr>
      <w:tr w:rsidR="002670E9" w:rsidRPr="002670E9" w14:paraId="1DB53E6C" w14:textId="77777777" w:rsidTr="003D2E48">
        <w:tc>
          <w:tcPr>
            <w:tcW w:w="0" w:type="auto"/>
          </w:tcPr>
          <w:p w14:paraId="46280529" w14:textId="77777777" w:rsidR="002670E9" w:rsidRPr="002670E9" w:rsidRDefault="002670E9" w:rsidP="007D4695">
            <w:r w:rsidRPr="002670E9">
              <w:t>Konstantan</w:t>
            </w:r>
          </w:p>
        </w:tc>
        <w:tc>
          <w:tcPr>
            <w:tcW w:w="0" w:type="auto"/>
          </w:tcPr>
          <w:p w14:paraId="085AC7F2" w14:textId="77777777" w:rsidR="002670E9" w:rsidRPr="002670E9" w:rsidRDefault="002670E9" w:rsidP="007D4695">
            <w:r w:rsidRPr="002670E9">
              <w:t>0,50</w:t>
            </w:r>
          </w:p>
        </w:tc>
      </w:tr>
      <w:tr w:rsidR="002670E9" w:rsidRPr="002670E9" w14:paraId="40350CCF" w14:textId="77777777" w:rsidTr="003D2E48">
        <w:tc>
          <w:tcPr>
            <w:tcW w:w="0" w:type="auto"/>
          </w:tcPr>
          <w:p w14:paraId="4D286EDB" w14:textId="77777777" w:rsidR="002670E9" w:rsidRPr="002670E9" w:rsidRDefault="002670E9" w:rsidP="007D4695">
            <w:r w:rsidRPr="002670E9">
              <w:t>Kupfer</w:t>
            </w:r>
          </w:p>
        </w:tc>
        <w:tc>
          <w:tcPr>
            <w:tcW w:w="0" w:type="auto"/>
          </w:tcPr>
          <w:p w14:paraId="23319530" w14:textId="77777777" w:rsidR="002670E9" w:rsidRPr="002670E9" w:rsidRDefault="002670E9" w:rsidP="007D4695">
            <w:r w:rsidRPr="002670E9">
              <w:t>0,0172</w:t>
            </w:r>
          </w:p>
        </w:tc>
      </w:tr>
      <w:tr w:rsidR="002670E9" w:rsidRPr="002670E9" w14:paraId="0B1FFBD4" w14:textId="77777777" w:rsidTr="003D2E48">
        <w:tc>
          <w:tcPr>
            <w:tcW w:w="0" w:type="auto"/>
          </w:tcPr>
          <w:p w14:paraId="4E3927C8" w14:textId="77777777" w:rsidR="002670E9" w:rsidRPr="002670E9" w:rsidRDefault="002670E9" w:rsidP="007D4695">
            <w:r w:rsidRPr="002670E9">
              <w:t>Quecksilber</w:t>
            </w:r>
          </w:p>
        </w:tc>
        <w:tc>
          <w:tcPr>
            <w:tcW w:w="0" w:type="auto"/>
          </w:tcPr>
          <w:p w14:paraId="01B8018C" w14:textId="77777777" w:rsidR="002670E9" w:rsidRPr="002670E9" w:rsidRDefault="002670E9" w:rsidP="007D4695">
            <w:r w:rsidRPr="002670E9">
              <w:t>0,96</w:t>
            </w:r>
          </w:p>
        </w:tc>
      </w:tr>
      <w:tr w:rsidR="002670E9" w:rsidRPr="002670E9" w14:paraId="4F47E697" w14:textId="77777777" w:rsidTr="003D2E48">
        <w:tc>
          <w:tcPr>
            <w:tcW w:w="0" w:type="auto"/>
          </w:tcPr>
          <w:p w14:paraId="650CAEAF" w14:textId="77777777" w:rsidR="002670E9" w:rsidRPr="002670E9" w:rsidRDefault="002670E9" w:rsidP="007D4695">
            <w:r w:rsidRPr="002670E9">
              <w:t>Silber</w:t>
            </w:r>
          </w:p>
        </w:tc>
        <w:tc>
          <w:tcPr>
            <w:tcW w:w="0" w:type="auto"/>
          </w:tcPr>
          <w:p w14:paraId="32966906" w14:textId="77777777" w:rsidR="002670E9" w:rsidRPr="002670E9" w:rsidRDefault="002670E9" w:rsidP="007D4695">
            <w:r w:rsidRPr="002670E9">
              <w:t>0,016</w:t>
            </w:r>
          </w:p>
        </w:tc>
      </w:tr>
      <w:tr w:rsidR="002670E9" w:rsidRPr="002670E9" w14:paraId="51E230F5" w14:textId="77777777" w:rsidTr="003D2E48">
        <w:tc>
          <w:tcPr>
            <w:tcW w:w="0" w:type="auto"/>
          </w:tcPr>
          <w:p w14:paraId="14661FC6" w14:textId="77777777" w:rsidR="002670E9" w:rsidRPr="002670E9" w:rsidRDefault="002670E9" w:rsidP="007D4695">
            <w:r w:rsidRPr="002670E9">
              <w:t>Wolfram</w:t>
            </w:r>
          </w:p>
        </w:tc>
        <w:tc>
          <w:tcPr>
            <w:tcW w:w="0" w:type="auto"/>
          </w:tcPr>
          <w:p w14:paraId="2CDDBE81" w14:textId="77777777" w:rsidR="002670E9" w:rsidRPr="002670E9" w:rsidRDefault="002670E9" w:rsidP="007D4695">
            <w:r w:rsidRPr="002670E9">
              <w:t>0,055</w:t>
            </w:r>
          </w:p>
        </w:tc>
      </w:tr>
      <w:tr w:rsidR="002670E9" w:rsidRPr="002670E9" w14:paraId="6439390D" w14:textId="77777777" w:rsidTr="003D2E48">
        <w:tc>
          <w:tcPr>
            <w:tcW w:w="0" w:type="auto"/>
          </w:tcPr>
          <w:p w14:paraId="6D7CF587" w14:textId="77777777" w:rsidR="002670E9" w:rsidRPr="002670E9" w:rsidRDefault="002670E9" w:rsidP="007D4695">
            <w:r w:rsidRPr="002670E9">
              <w:t>Zinn</w:t>
            </w:r>
          </w:p>
        </w:tc>
        <w:tc>
          <w:tcPr>
            <w:tcW w:w="0" w:type="auto"/>
          </w:tcPr>
          <w:p w14:paraId="6DE423AB" w14:textId="77777777" w:rsidR="002670E9" w:rsidRPr="002670E9" w:rsidRDefault="002670E9" w:rsidP="007D4695">
            <w:r w:rsidRPr="002670E9">
              <w:t>0,11</w:t>
            </w:r>
          </w:p>
        </w:tc>
      </w:tr>
    </w:tbl>
    <w:p w14:paraId="2661562F" w14:textId="7F3417F8" w:rsidR="002670E9" w:rsidRDefault="002670E9" w:rsidP="00C737BC">
      <w:r>
        <w:t>&lt;/Tabelle&gt;</w:t>
      </w:r>
    </w:p>
    <w:p w14:paraId="44CBB7AB" w14:textId="037B25AF" w:rsidR="002670E9" w:rsidRDefault="002670E9" w:rsidP="00C737BC"/>
    <w:p w14:paraId="3CFBD644" w14:textId="356E5A91" w:rsidR="00C737BC" w:rsidRDefault="00C737BC" w:rsidP="0058752E">
      <w:pPr>
        <w:pStyle w:val="berschrift4"/>
      </w:pPr>
      <w:r>
        <w:t>Kohle und Widerstandslegierungen</w:t>
      </w:r>
    </w:p>
    <w:p w14:paraId="4C1FF330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89"/>
        <w:gridCol w:w="4393"/>
      </w:tblGrid>
      <w:tr w:rsidR="00C1624A" w:rsidRPr="00C1624A" w14:paraId="78BEEA00" w14:textId="77777777" w:rsidTr="003D2E48">
        <w:tc>
          <w:tcPr>
            <w:tcW w:w="0" w:type="auto"/>
          </w:tcPr>
          <w:p w14:paraId="00C16277" w14:textId="77777777" w:rsidR="00C1624A" w:rsidRPr="00C1624A" w:rsidRDefault="00C1624A" w:rsidP="007D4695">
            <w:r w:rsidRPr="00C1624A">
              <w:lastRenderedPageBreak/>
              <w:t>Material</w:t>
            </w:r>
          </w:p>
        </w:tc>
        <w:tc>
          <w:tcPr>
            <w:tcW w:w="0" w:type="auto"/>
          </w:tcPr>
          <w:p w14:paraId="15EB2389" w14:textId="77777777" w:rsidR="00C1624A" w:rsidRPr="00C1624A" w:rsidRDefault="00C1624A" w:rsidP="007D4695">
            <w:r w:rsidRPr="00C1624A">
              <w:t>~r in \frac{~W *mm^2}{m}</w:t>
            </w:r>
          </w:p>
        </w:tc>
      </w:tr>
      <w:tr w:rsidR="00C1624A" w:rsidRPr="00C1624A" w14:paraId="3185A6AE" w14:textId="77777777" w:rsidTr="003D2E48">
        <w:tc>
          <w:tcPr>
            <w:tcW w:w="0" w:type="auto"/>
          </w:tcPr>
          <w:p w14:paraId="4F240649" w14:textId="77777777" w:rsidR="00C1624A" w:rsidRPr="00C1624A" w:rsidRDefault="00C1624A" w:rsidP="007D4695">
            <w:r w:rsidRPr="00C1624A">
              <w:t>Bogenlampenkohle</w:t>
            </w:r>
          </w:p>
        </w:tc>
        <w:tc>
          <w:tcPr>
            <w:tcW w:w="0" w:type="auto"/>
          </w:tcPr>
          <w:p w14:paraId="3411FF8D" w14:textId="77777777" w:rsidR="00C1624A" w:rsidRPr="00C1624A" w:rsidRDefault="00C1624A" w:rsidP="007D4695">
            <w:r w:rsidRPr="00C1624A">
              <w:t>60...80</w:t>
            </w:r>
          </w:p>
        </w:tc>
      </w:tr>
      <w:tr w:rsidR="00C1624A" w:rsidRPr="00C1624A" w14:paraId="33BDD93B" w14:textId="77777777" w:rsidTr="003D2E48">
        <w:tc>
          <w:tcPr>
            <w:tcW w:w="0" w:type="auto"/>
          </w:tcPr>
          <w:p w14:paraId="6F582E9C" w14:textId="77777777" w:rsidR="00C1624A" w:rsidRPr="00C1624A" w:rsidRDefault="00C1624A" w:rsidP="007D4695">
            <w:r w:rsidRPr="00C1624A">
              <w:t>Bürstenkohle</w:t>
            </w:r>
          </w:p>
        </w:tc>
        <w:tc>
          <w:tcPr>
            <w:tcW w:w="0" w:type="auto"/>
          </w:tcPr>
          <w:p w14:paraId="250108DD" w14:textId="77777777" w:rsidR="00C1624A" w:rsidRPr="00C1624A" w:rsidRDefault="00C1624A" w:rsidP="007D4695">
            <w:r w:rsidRPr="00C1624A">
              <w:t>40...100</w:t>
            </w:r>
          </w:p>
        </w:tc>
      </w:tr>
      <w:tr w:rsidR="00C1624A" w:rsidRPr="00C1624A" w14:paraId="3AEEC992" w14:textId="77777777" w:rsidTr="003D2E48">
        <w:tc>
          <w:tcPr>
            <w:tcW w:w="0" w:type="auto"/>
          </w:tcPr>
          <w:p w14:paraId="15438933" w14:textId="77777777" w:rsidR="00C1624A" w:rsidRPr="00C1624A" w:rsidRDefault="00C1624A" w:rsidP="007D4695">
            <w:r w:rsidRPr="00C1624A">
              <w:t>Chromnickel</w:t>
            </w:r>
          </w:p>
        </w:tc>
        <w:tc>
          <w:tcPr>
            <w:tcW w:w="0" w:type="auto"/>
          </w:tcPr>
          <w:p w14:paraId="5AF3180E" w14:textId="77777777" w:rsidR="00C1624A" w:rsidRPr="00C1624A" w:rsidRDefault="00C1624A" w:rsidP="007D4695">
            <w:r w:rsidRPr="00C1624A">
              <w:t>1,1</w:t>
            </w:r>
          </w:p>
        </w:tc>
      </w:tr>
      <w:tr w:rsidR="00C1624A" w:rsidRPr="00C1624A" w14:paraId="34A2DD50" w14:textId="77777777" w:rsidTr="003D2E48">
        <w:tc>
          <w:tcPr>
            <w:tcW w:w="0" w:type="auto"/>
          </w:tcPr>
          <w:p w14:paraId="75B7C2DF" w14:textId="77777777" w:rsidR="00C1624A" w:rsidRPr="00C1624A" w:rsidRDefault="00C1624A" w:rsidP="007D4695">
            <w:r w:rsidRPr="00C1624A">
              <w:t>Leitungskupfer</w:t>
            </w:r>
          </w:p>
        </w:tc>
        <w:tc>
          <w:tcPr>
            <w:tcW w:w="0" w:type="auto"/>
          </w:tcPr>
          <w:p w14:paraId="25BBE73D" w14:textId="77777777" w:rsidR="00C1624A" w:rsidRPr="00C1624A" w:rsidRDefault="00C1624A" w:rsidP="007D4695">
            <w:r w:rsidRPr="00C1624A">
              <w:t>0,0178</w:t>
            </w:r>
          </w:p>
        </w:tc>
      </w:tr>
      <w:tr w:rsidR="00C1624A" w:rsidRPr="00C1624A" w14:paraId="2BE2E8F8" w14:textId="77777777" w:rsidTr="003D2E48">
        <w:tc>
          <w:tcPr>
            <w:tcW w:w="0" w:type="auto"/>
          </w:tcPr>
          <w:p w14:paraId="67110AD8" w14:textId="77777777" w:rsidR="00C1624A" w:rsidRPr="00C1624A" w:rsidRDefault="00C1624A" w:rsidP="007D4695">
            <w:r w:rsidRPr="00C1624A">
              <w:t>Manganin</w:t>
            </w:r>
          </w:p>
        </w:tc>
        <w:tc>
          <w:tcPr>
            <w:tcW w:w="0" w:type="auto"/>
          </w:tcPr>
          <w:p w14:paraId="13D9F6EF" w14:textId="77777777" w:rsidR="00C1624A" w:rsidRPr="00C1624A" w:rsidRDefault="00C1624A" w:rsidP="007D4695">
            <w:r w:rsidRPr="00C1624A">
              <w:t>0,43</w:t>
            </w:r>
          </w:p>
        </w:tc>
      </w:tr>
      <w:tr w:rsidR="00C1624A" w:rsidRPr="00C1624A" w14:paraId="3966B127" w14:textId="77777777" w:rsidTr="003D2E48">
        <w:tc>
          <w:tcPr>
            <w:tcW w:w="0" w:type="auto"/>
          </w:tcPr>
          <w:p w14:paraId="3B104A23" w14:textId="77777777" w:rsidR="00C1624A" w:rsidRPr="00C1624A" w:rsidRDefault="00C1624A" w:rsidP="007D4695">
            <w:r w:rsidRPr="00C1624A">
              <w:t>Nickelin</w:t>
            </w:r>
          </w:p>
        </w:tc>
        <w:tc>
          <w:tcPr>
            <w:tcW w:w="0" w:type="auto"/>
          </w:tcPr>
          <w:p w14:paraId="7AF8E499" w14:textId="77777777" w:rsidR="00C1624A" w:rsidRPr="00C1624A" w:rsidRDefault="00C1624A" w:rsidP="007D4695">
            <w:r w:rsidRPr="00C1624A">
              <w:t>0,43</w:t>
            </w:r>
          </w:p>
        </w:tc>
      </w:tr>
      <w:tr w:rsidR="00C1624A" w:rsidRPr="00C1624A" w14:paraId="7357E966" w14:textId="77777777" w:rsidTr="003D2E48">
        <w:tc>
          <w:tcPr>
            <w:tcW w:w="0" w:type="auto"/>
          </w:tcPr>
          <w:p w14:paraId="33A6EA7A" w14:textId="77777777" w:rsidR="00C1624A" w:rsidRPr="00C1624A" w:rsidRDefault="00C1624A" w:rsidP="007D4695">
            <w:r w:rsidRPr="00C1624A">
              <w:t>Stahlguss</w:t>
            </w:r>
          </w:p>
        </w:tc>
        <w:tc>
          <w:tcPr>
            <w:tcW w:w="0" w:type="auto"/>
          </w:tcPr>
          <w:p w14:paraId="257E24D6" w14:textId="77777777" w:rsidR="00C1624A" w:rsidRPr="00C1624A" w:rsidRDefault="00C1624A" w:rsidP="007D4695">
            <w:r w:rsidRPr="00C1624A">
              <w:t>0,18</w:t>
            </w:r>
          </w:p>
        </w:tc>
      </w:tr>
    </w:tbl>
    <w:p w14:paraId="2794033D" w14:textId="744D14B2" w:rsidR="00C1624A" w:rsidRDefault="00C1624A" w:rsidP="00C737BC">
      <w:r>
        <w:t>&lt;/Tabelle&gt;</w:t>
      </w:r>
    </w:p>
    <w:p w14:paraId="7A343DE8" w14:textId="0CF17EA4" w:rsidR="00C737BC" w:rsidRDefault="00C737BC" w:rsidP="00C737BC"/>
    <w:p w14:paraId="4137F2E1" w14:textId="52EE15DE" w:rsidR="00C737BC" w:rsidRDefault="00C737BC" w:rsidP="0058752E">
      <w:pPr>
        <w:pStyle w:val="berschrift4"/>
      </w:pPr>
      <w:r>
        <w:t>Halbleiter und Isolatoren</w:t>
      </w:r>
    </w:p>
    <w:p w14:paraId="1C6934B5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055"/>
        <w:gridCol w:w="4393"/>
      </w:tblGrid>
      <w:tr w:rsidR="00C1624A" w:rsidRPr="00C1624A" w14:paraId="4832B10B" w14:textId="77777777" w:rsidTr="003D2E48">
        <w:tc>
          <w:tcPr>
            <w:tcW w:w="0" w:type="auto"/>
          </w:tcPr>
          <w:p w14:paraId="0B17BA15" w14:textId="77777777" w:rsidR="00C1624A" w:rsidRPr="00C1624A" w:rsidRDefault="00C1624A" w:rsidP="007D4695">
            <w:r w:rsidRPr="00C1624A">
              <w:t>Material</w:t>
            </w:r>
          </w:p>
        </w:tc>
        <w:tc>
          <w:tcPr>
            <w:tcW w:w="0" w:type="auto"/>
          </w:tcPr>
          <w:p w14:paraId="284A5F31" w14:textId="77777777" w:rsidR="00C1624A" w:rsidRPr="00C1624A" w:rsidRDefault="00C1624A" w:rsidP="007D4695">
            <w:r w:rsidRPr="00C1624A">
              <w:t>~r in \frac{~W *mm^2}{m}</w:t>
            </w:r>
          </w:p>
        </w:tc>
      </w:tr>
      <w:tr w:rsidR="00C1624A" w:rsidRPr="00C1624A" w14:paraId="5127D912" w14:textId="77777777" w:rsidTr="003D2E48">
        <w:tc>
          <w:tcPr>
            <w:tcW w:w="0" w:type="auto"/>
          </w:tcPr>
          <w:p w14:paraId="5BBECF75" w14:textId="77777777" w:rsidR="00C1624A" w:rsidRPr="00C1624A" w:rsidRDefault="00C1624A" w:rsidP="007D4695">
            <w:r w:rsidRPr="00C1624A">
              <w:t>Bernstein</w:t>
            </w:r>
          </w:p>
        </w:tc>
        <w:tc>
          <w:tcPr>
            <w:tcW w:w="0" w:type="auto"/>
          </w:tcPr>
          <w:p w14:paraId="42299AE3" w14:textId="77777777" w:rsidR="00C1624A" w:rsidRPr="00C1624A" w:rsidRDefault="00C1624A" w:rsidP="007D4695">
            <w:r w:rsidRPr="00C1624A">
              <w:t>bis 10^8</w:t>
            </w:r>
          </w:p>
        </w:tc>
      </w:tr>
      <w:tr w:rsidR="00C1624A" w:rsidRPr="00C1624A" w14:paraId="60DBE4D9" w14:textId="77777777" w:rsidTr="003D2E48">
        <w:tc>
          <w:tcPr>
            <w:tcW w:w="0" w:type="auto"/>
          </w:tcPr>
          <w:p w14:paraId="00BF62E1" w14:textId="77777777" w:rsidR="00C1624A" w:rsidRPr="00C1624A" w:rsidRDefault="00C1624A" w:rsidP="007D4695">
            <w:r w:rsidRPr="00C1624A">
              <w:t>Holz, trocken</w:t>
            </w:r>
          </w:p>
        </w:tc>
        <w:tc>
          <w:tcPr>
            <w:tcW w:w="0" w:type="auto"/>
          </w:tcPr>
          <w:p w14:paraId="49411553" w14:textId="77777777" w:rsidR="00C1624A" w:rsidRPr="00C1624A" w:rsidRDefault="00C1624A" w:rsidP="007D4695">
            <w:r w:rsidRPr="00C1624A">
              <w:t>10^{11} ... 10^{15}</w:t>
            </w:r>
          </w:p>
        </w:tc>
      </w:tr>
      <w:tr w:rsidR="00C1624A" w:rsidRPr="00C1624A" w14:paraId="7B0CDB34" w14:textId="77777777" w:rsidTr="003D2E48">
        <w:tc>
          <w:tcPr>
            <w:tcW w:w="0" w:type="auto"/>
          </w:tcPr>
          <w:p w14:paraId="6EE73A03" w14:textId="77777777" w:rsidR="00C1624A" w:rsidRPr="00C1624A" w:rsidRDefault="00C1624A" w:rsidP="007D4695">
            <w:r w:rsidRPr="00C1624A">
              <w:t>Kupferoxid</w:t>
            </w:r>
          </w:p>
        </w:tc>
        <w:tc>
          <w:tcPr>
            <w:tcW w:w="0" w:type="auto"/>
          </w:tcPr>
          <w:p w14:paraId="37A9757C" w14:textId="77777777" w:rsidR="00C1624A" w:rsidRPr="00C1624A" w:rsidRDefault="00C1624A" w:rsidP="007D4695">
            <w:r w:rsidRPr="00C1624A">
              <w:t>10^3 ... 10^8</w:t>
            </w:r>
          </w:p>
        </w:tc>
      </w:tr>
      <w:tr w:rsidR="00C1624A" w:rsidRPr="00C1624A" w14:paraId="26AF8AD0" w14:textId="77777777" w:rsidTr="003D2E48">
        <w:tc>
          <w:tcPr>
            <w:tcW w:w="0" w:type="auto"/>
          </w:tcPr>
          <w:p w14:paraId="37424CD5" w14:textId="77777777" w:rsidR="00C1624A" w:rsidRPr="00C1624A" w:rsidRDefault="00C1624A" w:rsidP="007D4695">
            <w:r w:rsidRPr="00C1624A">
              <w:t>Polyvinylchlorid PVC</w:t>
            </w:r>
          </w:p>
        </w:tc>
        <w:tc>
          <w:tcPr>
            <w:tcW w:w="0" w:type="auto"/>
          </w:tcPr>
          <w:p w14:paraId="058A536F" w14:textId="196CF16C" w:rsidR="00C1624A" w:rsidRPr="00C1624A" w:rsidRDefault="00C1624A" w:rsidP="007D4695">
            <w:r w:rsidRPr="00C1624A">
              <w:t>10^{14} ... 10</w:t>
            </w:r>
            <w:r w:rsidR="00A921FD">
              <w:t>^</w:t>
            </w:r>
            <w:r w:rsidRPr="00C1624A">
              <w:t>{15}</w:t>
            </w:r>
          </w:p>
        </w:tc>
      </w:tr>
      <w:tr w:rsidR="00C1624A" w:rsidRPr="00C1624A" w14:paraId="12D06986" w14:textId="77777777" w:rsidTr="003D2E48">
        <w:tc>
          <w:tcPr>
            <w:tcW w:w="0" w:type="auto"/>
          </w:tcPr>
          <w:p w14:paraId="376D1DF6" w14:textId="77777777" w:rsidR="00C1624A" w:rsidRPr="00C1624A" w:rsidRDefault="00C1624A" w:rsidP="007D4695">
            <w:r w:rsidRPr="00C1624A">
              <w:t>Polyethen PE</w:t>
            </w:r>
          </w:p>
        </w:tc>
        <w:tc>
          <w:tcPr>
            <w:tcW w:w="0" w:type="auto"/>
          </w:tcPr>
          <w:p w14:paraId="70233C62" w14:textId="77777777" w:rsidR="00C1624A" w:rsidRPr="00C1624A" w:rsidRDefault="00C1624A" w:rsidP="007D4695">
            <w:r w:rsidRPr="00C1624A">
              <w:t>10^{12}</w:t>
            </w:r>
          </w:p>
        </w:tc>
      </w:tr>
      <w:tr w:rsidR="00C1624A" w:rsidRPr="00C1624A" w14:paraId="114C8F0B" w14:textId="77777777" w:rsidTr="003D2E48">
        <w:tc>
          <w:tcPr>
            <w:tcW w:w="0" w:type="auto"/>
          </w:tcPr>
          <w:p w14:paraId="606CFF23" w14:textId="77777777" w:rsidR="00C1624A" w:rsidRPr="00C1624A" w:rsidRDefault="00C1624A" w:rsidP="007D4695">
            <w:r w:rsidRPr="00C1624A">
              <w:t>Porzellan</w:t>
            </w:r>
          </w:p>
        </w:tc>
        <w:tc>
          <w:tcPr>
            <w:tcW w:w="0" w:type="auto"/>
          </w:tcPr>
          <w:p w14:paraId="5084CA2A" w14:textId="77777777" w:rsidR="00C1624A" w:rsidRPr="00C1624A" w:rsidRDefault="00C1624A" w:rsidP="007D4695">
            <w:r w:rsidRPr="00C1624A">
              <w:t>bis 10^{18}</w:t>
            </w:r>
          </w:p>
        </w:tc>
      </w:tr>
      <w:tr w:rsidR="00C1624A" w:rsidRPr="00C1624A" w14:paraId="596B9C95" w14:textId="77777777" w:rsidTr="003D2E48">
        <w:tc>
          <w:tcPr>
            <w:tcW w:w="0" w:type="auto"/>
          </w:tcPr>
          <w:p w14:paraId="41184E0C" w14:textId="77777777" w:rsidR="00C1624A" w:rsidRPr="00C1624A" w:rsidRDefault="00C1624A" w:rsidP="007D4695">
            <w:r w:rsidRPr="00C1624A">
              <w:t>Quarzglas</w:t>
            </w:r>
          </w:p>
        </w:tc>
        <w:tc>
          <w:tcPr>
            <w:tcW w:w="0" w:type="auto"/>
          </w:tcPr>
          <w:p w14:paraId="5C76ECE9" w14:textId="77777777" w:rsidR="00C1624A" w:rsidRPr="00C1624A" w:rsidRDefault="00C1624A" w:rsidP="007D4695">
            <w:r w:rsidRPr="00C1624A">
              <w:t>10^{13} ... 10^{15}</w:t>
            </w:r>
          </w:p>
        </w:tc>
      </w:tr>
      <w:tr w:rsidR="00C1624A" w:rsidRPr="00C1624A" w14:paraId="1CA51A10" w14:textId="77777777" w:rsidTr="003D2E48">
        <w:tc>
          <w:tcPr>
            <w:tcW w:w="0" w:type="auto"/>
          </w:tcPr>
          <w:p w14:paraId="1062D63A" w14:textId="77777777" w:rsidR="00C1624A" w:rsidRPr="00C1624A" w:rsidRDefault="00C1624A" w:rsidP="007D4695">
            <w:r w:rsidRPr="00C1624A">
              <w:t>Silicium</w:t>
            </w:r>
          </w:p>
        </w:tc>
        <w:tc>
          <w:tcPr>
            <w:tcW w:w="0" w:type="auto"/>
          </w:tcPr>
          <w:p w14:paraId="3AC1173C" w14:textId="77777777" w:rsidR="00C1624A" w:rsidRPr="00C1624A" w:rsidRDefault="00C1624A" w:rsidP="007D4695">
            <w:r w:rsidRPr="00C1624A">
              <w:t>10^{-1} ... 10^5</w:t>
            </w:r>
          </w:p>
        </w:tc>
      </w:tr>
      <w:tr w:rsidR="00C1624A" w:rsidRPr="00C1624A" w14:paraId="1B88CE47" w14:textId="77777777" w:rsidTr="003D2E48">
        <w:tc>
          <w:tcPr>
            <w:tcW w:w="0" w:type="auto"/>
          </w:tcPr>
          <w:p w14:paraId="04E5934F" w14:textId="77777777" w:rsidR="00C1624A" w:rsidRPr="00C1624A" w:rsidRDefault="00C1624A" w:rsidP="007D4695">
            <w:r w:rsidRPr="00C1624A">
              <w:t>Transformatorenöl</w:t>
            </w:r>
          </w:p>
        </w:tc>
        <w:tc>
          <w:tcPr>
            <w:tcW w:w="0" w:type="auto"/>
          </w:tcPr>
          <w:p w14:paraId="7650F9B7" w14:textId="77777777" w:rsidR="00C1624A" w:rsidRPr="00C1624A" w:rsidRDefault="00C1624A" w:rsidP="007D4695">
            <w:r w:rsidRPr="00C1624A">
              <w:t>10^{12} ... 10^{15}</w:t>
            </w:r>
          </w:p>
        </w:tc>
      </w:tr>
      <w:tr w:rsidR="00C1624A" w:rsidRPr="00C1624A" w14:paraId="31323781" w14:textId="77777777" w:rsidTr="003D2E48">
        <w:tc>
          <w:tcPr>
            <w:tcW w:w="0" w:type="auto"/>
          </w:tcPr>
          <w:p w14:paraId="6A5E49BD" w14:textId="77777777" w:rsidR="00C1624A" w:rsidRPr="00C1624A" w:rsidRDefault="00C1624A" w:rsidP="007D4695">
            <w:r w:rsidRPr="00C1624A">
              <w:t>Wasser (destilliert)</w:t>
            </w:r>
          </w:p>
        </w:tc>
        <w:tc>
          <w:tcPr>
            <w:tcW w:w="0" w:type="auto"/>
          </w:tcPr>
          <w:p w14:paraId="3E3FD098" w14:textId="7557405E" w:rsidR="00C1624A" w:rsidRPr="00C1624A" w:rsidRDefault="00C1624A" w:rsidP="007D4695">
            <w:r w:rsidRPr="00C1624A">
              <w:t>10^</w:t>
            </w:r>
            <w:r w:rsidR="00A921FD">
              <w:t>{</w:t>
            </w:r>
            <w:r w:rsidRPr="00C1624A">
              <w:t>10</w:t>
            </w:r>
            <w:r w:rsidR="00A921FD">
              <w:t>}</w:t>
            </w:r>
          </w:p>
        </w:tc>
      </w:tr>
    </w:tbl>
    <w:p w14:paraId="21906958" w14:textId="3C2617BB" w:rsidR="00C1624A" w:rsidRDefault="00C1624A" w:rsidP="00C737BC">
      <w:r>
        <w:t>&lt;/Tabelle&gt;</w:t>
      </w:r>
    </w:p>
    <w:p w14:paraId="5811096C" w14:textId="6C9169B0" w:rsidR="00C1624A" w:rsidRDefault="00C1624A" w:rsidP="00C737BC"/>
    <w:p w14:paraId="1F57A0A9" w14:textId="77777777" w:rsidR="00C737BC" w:rsidRDefault="00C737BC" w:rsidP="00C1624A">
      <w:pPr>
        <w:pStyle w:val="berschrift3"/>
      </w:pPr>
      <w:r>
        <w:t>Brechzahlen</w:t>
      </w:r>
    </w:p>
    <w:p w14:paraId="7FBB37E0" w14:textId="04BCD847" w:rsidR="00C737BC" w:rsidRDefault="00C737BC" w:rsidP="00C737BC">
      <w:r>
        <w:t>Die Brechzahlen beziehen sich auf den Übergang der gelben Natriumlinien (</w:t>
      </w:r>
      <w:r w:rsidR="00C1624A">
        <w:t>~l</w:t>
      </w:r>
      <w:r>
        <w:t xml:space="preserve"> =589,3nm) aus dem Vakuum in den angegebenen Stoff.</w:t>
      </w:r>
    </w:p>
    <w:p w14:paraId="78F83F2A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27"/>
        <w:gridCol w:w="1991"/>
      </w:tblGrid>
      <w:tr w:rsidR="00C1624A" w:rsidRPr="00C1624A" w14:paraId="7FBD279D" w14:textId="77777777" w:rsidTr="003D2E48">
        <w:tc>
          <w:tcPr>
            <w:tcW w:w="0" w:type="auto"/>
          </w:tcPr>
          <w:p w14:paraId="669C25FE" w14:textId="77777777" w:rsidR="00C1624A" w:rsidRPr="00C1624A" w:rsidRDefault="00C1624A" w:rsidP="007D4695">
            <w:r w:rsidRPr="00C1624A">
              <w:t>Stoff</w:t>
            </w:r>
          </w:p>
        </w:tc>
        <w:tc>
          <w:tcPr>
            <w:tcW w:w="0" w:type="auto"/>
          </w:tcPr>
          <w:p w14:paraId="0F6A654E" w14:textId="77777777" w:rsidR="00C1624A" w:rsidRPr="00C1624A" w:rsidRDefault="00C1624A" w:rsidP="007D4695">
            <w:r w:rsidRPr="00C1624A">
              <w:t>Brechzahl n</w:t>
            </w:r>
          </w:p>
        </w:tc>
      </w:tr>
      <w:tr w:rsidR="00C1624A" w:rsidRPr="00C1624A" w14:paraId="3066A66E" w14:textId="77777777" w:rsidTr="003D2E48">
        <w:tc>
          <w:tcPr>
            <w:tcW w:w="0" w:type="auto"/>
          </w:tcPr>
          <w:p w14:paraId="16A5C0C7" w14:textId="77777777" w:rsidR="00C1624A" w:rsidRPr="00C1624A" w:rsidRDefault="00C1624A" w:rsidP="007D4695">
            <w:r w:rsidRPr="00C1624A">
              <w:t>Diamant</w:t>
            </w:r>
          </w:p>
        </w:tc>
        <w:tc>
          <w:tcPr>
            <w:tcW w:w="0" w:type="auto"/>
          </w:tcPr>
          <w:p w14:paraId="6FE146D1" w14:textId="77777777" w:rsidR="00C1624A" w:rsidRPr="00C1624A" w:rsidRDefault="00C1624A" w:rsidP="007D4695">
            <w:r w:rsidRPr="00C1624A">
              <w:t>2,417</w:t>
            </w:r>
          </w:p>
        </w:tc>
      </w:tr>
      <w:tr w:rsidR="00C1624A" w:rsidRPr="00C1624A" w14:paraId="0A3C4ED9" w14:textId="77777777" w:rsidTr="003D2E48">
        <w:tc>
          <w:tcPr>
            <w:tcW w:w="0" w:type="auto"/>
          </w:tcPr>
          <w:p w14:paraId="6D0B9004" w14:textId="77777777" w:rsidR="00C1624A" w:rsidRPr="00C1624A" w:rsidRDefault="00C1624A" w:rsidP="007D4695">
            <w:r w:rsidRPr="00C1624A">
              <w:t>Eis</w:t>
            </w:r>
          </w:p>
        </w:tc>
        <w:tc>
          <w:tcPr>
            <w:tcW w:w="0" w:type="auto"/>
          </w:tcPr>
          <w:p w14:paraId="6FA0E349" w14:textId="77777777" w:rsidR="00C1624A" w:rsidRPr="00C1624A" w:rsidRDefault="00C1624A" w:rsidP="007D4695">
            <w:r w:rsidRPr="00C1624A">
              <w:t>1,31</w:t>
            </w:r>
          </w:p>
        </w:tc>
      </w:tr>
      <w:tr w:rsidR="00C1624A" w:rsidRPr="00C1624A" w14:paraId="0B2D30CA" w14:textId="77777777" w:rsidTr="003D2E48">
        <w:tc>
          <w:tcPr>
            <w:tcW w:w="0" w:type="auto"/>
          </w:tcPr>
          <w:p w14:paraId="46A9A0E4" w14:textId="77777777" w:rsidR="00C1624A" w:rsidRPr="00C1624A" w:rsidRDefault="00C1624A" w:rsidP="007D4695">
            <w:r w:rsidRPr="00C1624A">
              <w:t>Flintglas, leicht</w:t>
            </w:r>
          </w:p>
        </w:tc>
        <w:tc>
          <w:tcPr>
            <w:tcW w:w="0" w:type="auto"/>
          </w:tcPr>
          <w:p w14:paraId="748E1E4C" w14:textId="77777777" w:rsidR="00C1624A" w:rsidRPr="00C1624A" w:rsidRDefault="00C1624A" w:rsidP="007D4695">
            <w:r w:rsidRPr="00C1624A">
              <w:t>1,608</w:t>
            </w:r>
          </w:p>
        </w:tc>
      </w:tr>
      <w:tr w:rsidR="00C1624A" w:rsidRPr="00C1624A" w14:paraId="26DFF2D5" w14:textId="77777777" w:rsidTr="003D2E48">
        <w:tc>
          <w:tcPr>
            <w:tcW w:w="0" w:type="auto"/>
          </w:tcPr>
          <w:p w14:paraId="5FB56D81" w14:textId="77777777" w:rsidR="00C1624A" w:rsidRPr="00C1624A" w:rsidRDefault="00C1624A" w:rsidP="007D4695">
            <w:r w:rsidRPr="00C1624A">
              <w:t>Flintglas, schwer</w:t>
            </w:r>
          </w:p>
        </w:tc>
        <w:tc>
          <w:tcPr>
            <w:tcW w:w="0" w:type="auto"/>
          </w:tcPr>
          <w:p w14:paraId="4E36C993" w14:textId="77777777" w:rsidR="00C1624A" w:rsidRPr="00C1624A" w:rsidRDefault="00C1624A" w:rsidP="007D4695">
            <w:r w:rsidRPr="00C1624A">
              <w:t>1,754</w:t>
            </w:r>
          </w:p>
        </w:tc>
      </w:tr>
      <w:tr w:rsidR="00C1624A" w:rsidRPr="00C1624A" w14:paraId="5B9BCCF3" w14:textId="77777777" w:rsidTr="003D2E48">
        <w:tc>
          <w:tcPr>
            <w:tcW w:w="0" w:type="auto"/>
          </w:tcPr>
          <w:p w14:paraId="78739477" w14:textId="77777777" w:rsidR="00C1624A" w:rsidRPr="00C1624A" w:rsidRDefault="00C1624A" w:rsidP="007D4695">
            <w:r w:rsidRPr="00C1624A">
              <w:t>Kronglas, leicht</w:t>
            </w:r>
          </w:p>
        </w:tc>
        <w:tc>
          <w:tcPr>
            <w:tcW w:w="0" w:type="auto"/>
          </w:tcPr>
          <w:p w14:paraId="05139730" w14:textId="77777777" w:rsidR="00C1624A" w:rsidRPr="00C1624A" w:rsidRDefault="00C1624A" w:rsidP="007D4695">
            <w:r w:rsidRPr="00C1624A">
              <w:t>1,515</w:t>
            </w:r>
          </w:p>
        </w:tc>
      </w:tr>
      <w:tr w:rsidR="00C1624A" w:rsidRPr="00C1624A" w14:paraId="31E34E75" w14:textId="77777777" w:rsidTr="003D2E48">
        <w:tc>
          <w:tcPr>
            <w:tcW w:w="0" w:type="auto"/>
          </w:tcPr>
          <w:p w14:paraId="03126F2E" w14:textId="77777777" w:rsidR="00C1624A" w:rsidRPr="00C1624A" w:rsidRDefault="00C1624A" w:rsidP="007D4695">
            <w:r w:rsidRPr="00C1624A">
              <w:t>Kronglas, schwer</w:t>
            </w:r>
          </w:p>
        </w:tc>
        <w:tc>
          <w:tcPr>
            <w:tcW w:w="0" w:type="auto"/>
          </w:tcPr>
          <w:p w14:paraId="753FF693" w14:textId="77777777" w:rsidR="00C1624A" w:rsidRPr="00C1624A" w:rsidRDefault="00C1624A" w:rsidP="007D4695">
            <w:r w:rsidRPr="00C1624A">
              <w:t>1,615</w:t>
            </w:r>
          </w:p>
        </w:tc>
      </w:tr>
      <w:tr w:rsidR="00C1624A" w:rsidRPr="00C1624A" w14:paraId="2B5AE74C" w14:textId="77777777" w:rsidTr="003D2E48">
        <w:tc>
          <w:tcPr>
            <w:tcW w:w="0" w:type="auto"/>
          </w:tcPr>
          <w:p w14:paraId="78459C04" w14:textId="77777777" w:rsidR="00C1624A" w:rsidRPr="00C1624A" w:rsidRDefault="00C1624A" w:rsidP="007D4695">
            <w:r w:rsidRPr="00C1624A">
              <w:t>Quarzglas</w:t>
            </w:r>
          </w:p>
        </w:tc>
        <w:tc>
          <w:tcPr>
            <w:tcW w:w="0" w:type="auto"/>
          </w:tcPr>
          <w:p w14:paraId="217F4A87" w14:textId="77777777" w:rsidR="00C1624A" w:rsidRPr="00C1624A" w:rsidRDefault="00C1624A" w:rsidP="007D4695">
            <w:r w:rsidRPr="00C1624A">
              <w:t>1,459</w:t>
            </w:r>
          </w:p>
        </w:tc>
      </w:tr>
      <w:tr w:rsidR="00C1624A" w:rsidRPr="00C1624A" w14:paraId="261973D7" w14:textId="77777777" w:rsidTr="003D2E48">
        <w:tc>
          <w:tcPr>
            <w:tcW w:w="0" w:type="auto"/>
          </w:tcPr>
          <w:p w14:paraId="596828AC" w14:textId="77777777" w:rsidR="00C1624A" w:rsidRPr="00C1624A" w:rsidRDefault="00C1624A" w:rsidP="007D4695">
            <w:r w:rsidRPr="00C1624A">
              <w:t>Augenlinse</w:t>
            </w:r>
          </w:p>
        </w:tc>
        <w:tc>
          <w:tcPr>
            <w:tcW w:w="0" w:type="auto"/>
          </w:tcPr>
          <w:p w14:paraId="0BED3511" w14:textId="77777777" w:rsidR="00C1624A" w:rsidRPr="00C1624A" w:rsidRDefault="00C1624A" w:rsidP="007D4695">
            <w:r w:rsidRPr="00C1624A">
              <w:t>1,40 ... 1,41</w:t>
            </w:r>
          </w:p>
        </w:tc>
      </w:tr>
      <w:tr w:rsidR="00C1624A" w:rsidRPr="00C1624A" w14:paraId="2ADAA431" w14:textId="77777777" w:rsidTr="003D2E48">
        <w:tc>
          <w:tcPr>
            <w:tcW w:w="0" w:type="auto"/>
          </w:tcPr>
          <w:p w14:paraId="397DCE75" w14:textId="77777777" w:rsidR="00C1624A" w:rsidRPr="00C1624A" w:rsidRDefault="00C1624A" w:rsidP="007D4695">
            <w:r w:rsidRPr="00C1624A">
              <w:t>Glycerin</w:t>
            </w:r>
          </w:p>
        </w:tc>
        <w:tc>
          <w:tcPr>
            <w:tcW w:w="0" w:type="auto"/>
          </w:tcPr>
          <w:p w14:paraId="2A661FB1" w14:textId="77777777" w:rsidR="00C1624A" w:rsidRPr="00C1624A" w:rsidRDefault="00C1624A" w:rsidP="007D4695">
            <w:r w:rsidRPr="00C1624A">
              <w:t>1,474</w:t>
            </w:r>
          </w:p>
        </w:tc>
      </w:tr>
      <w:tr w:rsidR="00C1624A" w:rsidRPr="00C1624A" w14:paraId="50BEEE24" w14:textId="77777777" w:rsidTr="003D2E48">
        <w:tc>
          <w:tcPr>
            <w:tcW w:w="0" w:type="auto"/>
          </w:tcPr>
          <w:p w14:paraId="20D9ABF1" w14:textId="77777777" w:rsidR="00C1624A" w:rsidRPr="00C1624A" w:rsidRDefault="00C1624A" w:rsidP="007D4695">
            <w:r w:rsidRPr="00C1624A">
              <w:t>Hornhaut</w:t>
            </w:r>
          </w:p>
        </w:tc>
        <w:tc>
          <w:tcPr>
            <w:tcW w:w="0" w:type="auto"/>
          </w:tcPr>
          <w:p w14:paraId="59A6029C" w14:textId="77777777" w:rsidR="00C1624A" w:rsidRPr="00C1624A" w:rsidRDefault="00C1624A" w:rsidP="007D4695">
            <w:r w:rsidRPr="00C1624A">
              <w:t>1,376</w:t>
            </w:r>
          </w:p>
        </w:tc>
      </w:tr>
      <w:tr w:rsidR="00C1624A" w:rsidRPr="00C1624A" w14:paraId="2C90B8ED" w14:textId="77777777" w:rsidTr="003D2E48">
        <w:tc>
          <w:tcPr>
            <w:tcW w:w="0" w:type="auto"/>
          </w:tcPr>
          <w:p w14:paraId="47C2C241" w14:textId="77777777" w:rsidR="00C1624A" w:rsidRPr="00C1624A" w:rsidRDefault="00C1624A" w:rsidP="007D4695">
            <w:r w:rsidRPr="00C1624A">
              <w:t>Kammerwasser</w:t>
            </w:r>
          </w:p>
        </w:tc>
        <w:tc>
          <w:tcPr>
            <w:tcW w:w="0" w:type="auto"/>
          </w:tcPr>
          <w:p w14:paraId="15A31607" w14:textId="77777777" w:rsidR="00C1624A" w:rsidRPr="00C1624A" w:rsidRDefault="00C1624A" w:rsidP="007D4695">
            <w:r w:rsidRPr="00C1624A">
              <w:t>1,336</w:t>
            </w:r>
          </w:p>
        </w:tc>
      </w:tr>
      <w:tr w:rsidR="00C1624A" w:rsidRPr="00C1624A" w14:paraId="434E8BE9" w14:textId="77777777" w:rsidTr="003D2E48">
        <w:tc>
          <w:tcPr>
            <w:tcW w:w="0" w:type="auto"/>
          </w:tcPr>
          <w:p w14:paraId="47132048" w14:textId="77777777" w:rsidR="00C1624A" w:rsidRPr="00C1624A" w:rsidRDefault="00C1624A" w:rsidP="007D4695">
            <w:r w:rsidRPr="00C1624A">
              <w:t>Luft</w:t>
            </w:r>
          </w:p>
        </w:tc>
        <w:tc>
          <w:tcPr>
            <w:tcW w:w="0" w:type="auto"/>
          </w:tcPr>
          <w:p w14:paraId="43CA4F3C" w14:textId="77777777" w:rsidR="00C1624A" w:rsidRPr="00C1624A" w:rsidRDefault="00C1624A" w:rsidP="007D4695">
            <w:r w:rsidRPr="00C1624A">
              <w:t>1,0003</w:t>
            </w:r>
          </w:p>
        </w:tc>
      </w:tr>
      <w:tr w:rsidR="00C1624A" w:rsidRPr="00C1624A" w14:paraId="236F9C3C" w14:textId="77777777" w:rsidTr="003D2E48">
        <w:tc>
          <w:tcPr>
            <w:tcW w:w="0" w:type="auto"/>
          </w:tcPr>
          <w:p w14:paraId="375A3EB0" w14:textId="77777777" w:rsidR="00C1624A" w:rsidRPr="00C1624A" w:rsidRDefault="00C1624A" w:rsidP="007D4695">
            <w:r w:rsidRPr="00C1624A">
              <w:t>Wasser</w:t>
            </w:r>
          </w:p>
        </w:tc>
        <w:tc>
          <w:tcPr>
            <w:tcW w:w="0" w:type="auto"/>
          </w:tcPr>
          <w:p w14:paraId="1C23C600" w14:textId="77777777" w:rsidR="00C1624A" w:rsidRPr="00C1624A" w:rsidRDefault="00C1624A" w:rsidP="007D4695">
            <w:r w:rsidRPr="00C1624A">
              <w:t>1,333</w:t>
            </w:r>
          </w:p>
        </w:tc>
      </w:tr>
    </w:tbl>
    <w:p w14:paraId="6D2F9ED8" w14:textId="56EDB9A8" w:rsidR="00C1624A" w:rsidRDefault="00C1624A" w:rsidP="00C737BC">
      <w:r>
        <w:t>&lt;/Tabelle&gt;</w:t>
      </w:r>
    </w:p>
    <w:p w14:paraId="4CDC71E8" w14:textId="33E18171" w:rsidR="00C1624A" w:rsidRDefault="00C1624A" w:rsidP="00C737BC"/>
    <w:p w14:paraId="43008BC6" w14:textId="059DBFE9" w:rsidR="00C737BC" w:rsidRDefault="00C737BC" w:rsidP="00C1624A">
      <w:pPr>
        <w:pStyle w:val="berschrift3"/>
      </w:pPr>
      <w:r>
        <w:t>Hall-Konstante</w:t>
      </w:r>
    </w:p>
    <w:p w14:paraId="7B2A2AF4" w14:textId="77777777" w:rsidR="00FB2A98" w:rsidRDefault="00FB2A9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195"/>
        <w:gridCol w:w="3496"/>
      </w:tblGrid>
      <w:tr w:rsidR="00FB2A98" w:rsidRPr="00FB2A98" w14:paraId="0F39FD93" w14:textId="77777777" w:rsidTr="003D2E48">
        <w:tc>
          <w:tcPr>
            <w:tcW w:w="0" w:type="auto"/>
          </w:tcPr>
          <w:p w14:paraId="1BBED8C4" w14:textId="77777777" w:rsidR="00FB2A98" w:rsidRPr="00FB2A98" w:rsidRDefault="00FB2A98" w:rsidP="007D4695">
            <w:r w:rsidRPr="00FB2A98">
              <w:lastRenderedPageBreak/>
              <w:t>Stoff</w:t>
            </w:r>
          </w:p>
        </w:tc>
        <w:tc>
          <w:tcPr>
            <w:tcW w:w="0" w:type="auto"/>
          </w:tcPr>
          <w:p w14:paraId="038E9014" w14:textId="77777777" w:rsidR="00FB2A98" w:rsidRPr="00FB2A98" w:rsidRDefault="00FB2A98" w:rsidP="007D4695">
            <w:r w:rsidRPr="00FB2A98">
              <w:t>R_H in \frac{m^3}{C}</w:t>
            </w:r>
          </w:p>
        </w:tc>
      </w:tr>
      <w:tr w:rsidR="00FB2A98" w:rsidRPr="00FB2A98" w14:paraId="3B7C1B52" w14:textId="77777777" w:rsidTr="003D2E48">
        <w:tc>
          <w:tcPr>
            <w:tcW w:w="0" w:type="auto"/>
          </w:tcPr>
          <w:p w14:paraId="3EC1AD9F" w14:textId="77777777" w:rsidR="00FB2A98" w:rsidRPr="00FB2A98" w:rsidRDefault="00FB2A98" w:rsidP="007D4695">
            <w:r w:rsidRPr="00FB2A98">
              <w:t>Aluminium</w:t>
            </w:r>
          </w:p>
        </w:tc>
        <w:tc>
          <w:tcPr>
            <w:tcW w:w="0" w:type="auto"/>
          </w:tcPr>
          <w:p w14:paraId="272E6F99" w14:textId="77777777" w:rsidR="00FB2A98" w:rsidRPr="00FB2A98" w:rsidRDefault="00FB2A98" w:rsidP="007D4695">
            <w:r w:rsidRPr="00FB2A98">
              <w:t>-3,5 *10^{-11}</w:t>
            </w:r>
          </w:p>
        </w:tc>
      </w:tr>
      <w:tr w:rsidR="00FB2A98" w:rsidRPr="00FB2A98" w14:paraId="72D5E224" w14:textId="77777777" w:rsidTr="003D2E48">
        <w:tc>
          <w:tcPr>
            <w:tcW w:w="0" w:type="auto"/>
          </w:tcPr>
          <w:p w14:paraId="2330F15B" w14:textId="77777777" w:rsidR="00FB2A98" w:rsidRPr="00FB2A98" w:rsidRDefault="00FB2A98" w:rsidP="007D4695">
            <w:r w:rsidRPr="00FB2A98">
              <w:t>Bismut</w:t>
            </w:r>
          </w:p>
        </w:tc>
        <w:tc>
          <w:tcPr>
            <w:tcW w:w="0" w:type="auto"/>
          </w:tcPr>
          <w:p w14:paraId="27A7FE5C" w14:textId="77777777" w:rsidR="00FB2A98" w:rsidRPr="00FB2A98" w:rsidRDefault="00FB2A98" w:rsidP="007D4695">
            <w:r w:rsidRPr="00FB2A98">
              <w:t>+5 *10^{-7}</w:t>
            </w:r>
          </w:p>
        </w:tc>
      </w:tr>
      <w:tr w:rsidR="00FB2A98" w:rsidRPr="00FB2A98" w14:paraId="5F813E84" w14:textId="77777777" w:rsidTr="003D2E48">
        <w:tc>
          <w:tcPr>
            <w:tcW w:w="0" w:type="auto"/>
          </w:tcPr>
          <w:p w14:paraId="12516D4D" w14:textId="77777777" w:rsidR="00FB2A98" w:rsidRPr="00FB2A98" w:rsidRDefault="00FB2A98" w:rsidP="007D4695">
            <w:r w:rsidRPr="00FB2A98">
              <w:t>Cadmium</w:t>
            </w:r>
          </w:p>
        </w:tc>
        <w:tc>
          <w:tcPr>
            <w:tcW w:w="0" w:type="auto"/>
          </w:tcPr>
          <w:p w14:paraId="58DADDF1" w14:textId="77777777" w:rsidR="00FB2A98" w:rsidRPr="00FB2A98" w:rsidRDefault="00FB2A98" w:rsidP="007D4695">
            <w:r w:rsidRPr="00FB2A98">
              <w:t>+5,9 *10^{-11}</w:t>
            </w:r>
          </w:p>
        </w:tc>
      </w:tr>
      <w:tr w:rsidR="00FB2A98" w:rsidRPr="00FB2A98" w14:paraId="1DF9C87D" w14:textId="77777777" w:rsidTr="003D2E48">
        <w:tc>
          <w:tcPr>
            <w:tcW w:w="0" w:type="auto"/>
          </w:tcPr>
          <w:p w14:paraId="7C48313B" w14:textId="77777777" w:rsidR="00FB2A98" w:rsidRPr="00FB2A98" w:rsidRDefault="00FB2A98" w:rsidP="007D4695">
            <w:r w:rsidRPr="00FB2A98">
              <w:t>Germanium n-dotiert</w:t>
            </w:r>
          </w:p>
        </w:tc>
        <w:tc>
          <w:tcPr>
            <w:tcW w:w="0" w:type="auto"/>
          </w:tcPr>
          <w:p w14:paraId="7895981F" w14:textId="77777777" w:rsidR="00FB2A98" w:rsidRPr="00FB2A98" w:rsidRDefault="00FB2A98" w:rsidP="007D4695">
            <w:r w:rsidRPr="00FB2A98">
              <w:t>+5,6 *10^{-3}</w:t>
            </w:r>
          </w:p>
        </w:tc>
      </w:tr>
      <w:tr w:rsidR="00FB2A98" w:rsidRPr="00FB2A98" w14:paraId="10F7380B" w14:textId="77777777" w:rsidTr="003D2E48">
        <w:tc>
          <w:tcPr>
            <w:tcW w:w="0" w:type="auto"/>
          </w:tcPr>
          <w:p w14:paraId="128D1431" w14:textId="77777777" w:rsidR="00FB2A98" w:rsidRPr="00FB2A98" w:rsidRDefault="00FB2A98" w:rsidP="007D4695">
            <w:r w:rsidRPr="00FB2A98">
              <w:t>Germanium p-dotiert</w:t>
            </w:r>
          </w:p>
        </w:tc>
        <w:tc>
          <w:tcPr>
            <w:tcW w:w="0" w:type="auto"/>
          </w:tcPr>
          <w:p w14:paraId="494C58CB" w14:textId="77777777" w:rsidR="00FB2A98" w:rsidRPr="00FB2A98" w:rsidRDefault="00FB2A98" w:rsidP="007D4695">
            <w:r w:rsidRPr="00FB2A98">
              <w:t>+6,6 *10^{-3}</w:t>
            </w:r>
          </w:p>
        </w:tc>
      </w:tr>
      <w:tr w:rsidR="00FB2A98" w:rsidRPr="00FB2A98" w14:paraId="29B1709A" w14:textId="77777777" w:rsidTr="003D2E48">
        <w:tc>
          <w:tcPr>
            <w:tcW w:w="0" w:type="auto"/>
          </w:tcPr>
          <w:p w14:paraId="772DBEBB" w14:textId="77777777" w:rsidR="00FB2A98" w:rsidRPr="00FB2A98" w:rsidRDefault="00FB2A98" w:rsidP="007D4695">
            <w:r w:rsidRPr="00FB2A98">
              <w:t>Gold</w:t>
            </w:r>
          </w:p>
        </w:tc>
        <w:tc>
          <w:tcPr>
            <w:tcW w:w="0" w:type="auto"/>
          </w:tcPr>
          <w:p w14:paraId="30FB09BD" w14:textId="77777777" w:rsidR="00FB2A98" w:rsidRPr="00FB2A98" w:rsidRDefault="00FB2A98" w:rsidP="007D4695">
            <w:r w:rsidRPr="00FB2A98">
              <w:t>-7,2 *10^{-11}</w:t>
            </w:r>
          </w:p>
        </w:tc>
      </w:tr>
      <w:tr w:rsidR="00FB2A98" w:rsidRPr="00FB2A98" w14:paraId="2C3CB0AB" w14:textId="77777777" w:rsidTr="003D2E48">
        <w:tc>
          <w:tcPr>
            <w:tcW w:w="0" w:type="auto"/>
          </w:tcPr>
          <w:p w14:paraId="17398EBA" w14:textId="77777777" w:rsidR="00FB2A98" w:rsidRPr="00FB2A98" w:rsidRDefault="00FB2A98" w:rsidP="007D4695">
            <w:r w:rsidRPr="00FB2A98">
              <w:t>Indiumantimonid</w:t>
            </w:r>
          </w:p>
        </w:tc>
        <w:tc>
          <w:tcPr>
            <w:tcW w:w="0" w:type="auto"/>
          </w:tcPr>
          <w:p w14:paraId="162533B0" w14:textId="77777777" w:rsidR="00FB2A98" w:rsidRPr="00FB2A98" w:rsidRDefault="00FB2A98" w:rsidP="007D4695">
            <w:r w:rsidRPr="00FB2A98">
              <w:t>+7 *10^{-4}</w:t>
            </w:r>
          </w:p>
        </w:tc>
      </w:tr>
      <w:tr w:rsidR="00FB2A98" w:rsidRPr="00FB2A98" w14:paraId="1CE61BE5" w14:textId="77777777" w:rsidTr="003D2E48">
        <w:tc>
          <w:tcPr>
            <w:tcW w:w="0" w:type="auto"/>
          </w:tcPr>
          <w:p w14:paraId="2F525FC5" w14:textId="77777777" w:rsidR="00FB2A98" w:rsidRPr="00FB2A98" w:rsidRDefault="00FB2A98" w:rsidP="007D4695">
            <w:r w:rsidRPr="00FB2A98">
              <w:t>Kupfer</w:t>
            </w:r>
          </w:p>
        </w:tc>
        <w:tc>
          <w:tcPr>
            <w:tcW w:w="0" w:type="auto"/>
          </w:tcPr>
          <w:p w14:paraId="0630E5A2" w14:textId="77777777" w:rsidR="00FB2A98" w:rsidRPr="00FB2A98" w:rsidRDefault="00FB2A98" w:rsidP="007D4695">
            <w:r w:rsidRPr="00FB2A98">
              <w:t>-5,2 *10^{-11}</w:t>
            </w:r>
          </w:p>
        </w:tc>
      </w:tr>
      <w:tr w:rsidR="00FB2A98" w:rsidRPr="00FB2A98" w14:paraId="37592A79" w14:textId="77777777" w:rsidTr="003D2E48">
        <w:tc>
          <w:tcPr>
            <w:tcW w:w="0" w:type="auto"/>
          </w:tcPr>
          <w:p w14:paraId="42C8E1D4" w14:textId="77777777" w:rsidR="00FB2A98" w:rsidRPr="00FB2A98" w:rsidRDefault="00FB2A98" w:rsidP="007D4695">
            <w:r w:rsidRPr="00FB2A98">
              <w:t>Palladium</w:t>
            </w:r>
          </w:p>
        </w:tc>
        <w:tc>
          <w:tcPr>
            <w:tcW w:w="0" w:type="auto"/>
          </w:tcPr>
          <w:p w14:paraId="2F8C605A" w14:textId="77777777" w:rsidR="00FB2A98" w:rsidRPr="00FB2A98" w:rsidRDefault="00FB2A98" w:rsidP="007D4695">
            <w:r w:rsidRPr="00FB2A98">
              <w:t>-8,6 *10^{-11}</w:t>
            </w:r>
          </w:p>
        </w:tc>
      </w:tr>
      <w:tr w:rsidR="00FB2A98" w:rsidRPr="00FB2A98" w14:paraId="6972E3A1" w14:textId="77777777" w:rsidTr="003D2E48">
        <w:tc>
          <w:tcPr>
            <w:tcW w:w="0" w:type="auto"/>
          </w:tcPr>
          <w:p w14:paraId="72BF2C43" w14:textId="77777777" w:rsidR="00FB2A98" w:rsidRPr="00FB2A98" w:rsidRDefault="00FB2A98" w:rsidP="007D4695">
            <w:r w:rsidRPr="00FB2A98">
              <w:t>Platin</w:t>
            </w:r>
          </w:p>
        </w:tc>
        <w:tc>
          <w:tcPr>
            <w:tcW w:w="0" w:type="auto"/>
          </w:tcPr>
          <w:p w14:paraId="2B11EB0C" w14:textId="77777777" w:rsidR="00FB2A98" w:rsidRPr="00FB2A98" w:rsidRDefault="00FB2A98" w:rsidP="007D4695">
            <w:r w:rsidRPr="00FB2A98">
              <w:t>-2,0 *10^{-11}</w:t>
            </w:r>
          </w:p>
        </w:tc>
      </w:tr>
      <w:tr w:rsidR="00FB2A98" w:rsidRPr="00FB2A98" w14:paraId="28F8D2D5" w14:textId="77777777" w:rsidTr="003D2E48">
        <w:tc>
          <w:tcPr>
            <w:tcW w:w="0" w:type="auto"/>
          </w:tcPr>
          <w:p w14:paraId="77938122" w14:textId="77777777" w:rsidR="00FB2A98" w:rsidRPr="00FB2A98" w:rsidRDefault="00FB2A98" w:rsidP="007D4695">
            <w:r w:rsidRPr="00FB2A98">
              <w:t>Silber</w:t>
            </w:r>
          </w:p>
        </w:tc>
        <w:tc>
          <w:tcPr>
            <w:tcW w:w="0" w:type="auto"/>
          </w:tcPr>
          <w:p w14:paraId="70CDF9E6" w14:textId="77777777" w:rsidR="00FB2A98" w:rsidRPr="00FB2A98" w:rsidRDefault="00FB2A98" w:rsidP="007D4695">
            <w:r w:rsidRPr="00FB2A98">
              <w:t>-8,9 *10^{-11}</w:t>
            </w:r>
          </w:p>
        </w:tc>
      </w:tr>
      <w:tr w:rsidR="00FB2A98" w:rsidRPr="00FB2A98" w14:paraId="51096F1F" w14:textId="77777777" w:rsidTr="003D2E48">
        <w:tc>
          <w:tcPr>
            <w:tcW w:w="0" w:type="auto"/>
          </w:tcPr>
          <w:p w14:paraId="6CBD0CF8" w14:textId="77777777" w:rsidR="00FB2A98" w:rsidRPr="00FB2A98" w:rsidRDefault="00FB2A98" w:rsidP="007D4695">
            <w:r w:rsidRPr="00FB2A98">
              <w:t>Zink</w:t>
            </w:r>
          </w:p>
        </w:tc>
        <w:tc>
          <w:tcPr>
            <w:tcW w:w="0" w:type="auto"/>
          </w:tcPr>
          <w:p w14:paraId="2BA76CE6" w14:textId="77777777" w:rsidR="00FB2A98" w:rsidRPr="00FB2A98" w:rsidRDefault="00FB2A98" w:rsidP="007D4695">
            <w:r w:rsidRPr="00FB2A98">
              <w:t>+6,4 *10^{-11}</w:t>
            </w:r>
          </w:p>
        </w:tc>
      </w:tr>
    </w:tbl>
    <w:p w14:paraId="3F546200" w14:textId="23407736" w:rsidR="00FB2A98" w:rsidRDefault="00FB2A98" w:rsidP="00C737BC">
      <w:r>
        <w:t>&lt;/Tabelle&gt;</w:t>
      </w:r>
    </w:p>
    <w:p w14:paraId="0554F44B" w14:textId="1744A400" w:rsidR="00FB2A98" w:rsidRDefault="00FB2A98" w:rsidP="00C737BC"/>
    <w:p w14:paraId="779A3A5B" w14:textId="0EB9B4AC" w:rsidR="00C737BC" w:rsidRDefault="00C737BC" w:rsidP="00FB2A98">
      <w:pPr>
        <w:pStyle w:val="berschrift3"/>
      </w:pPr>
      <w:r>
        <w:t>Auslösearbeit</w:t>
      </w:r>
    </w:p>
    <w:p w14:paraId="290BD3E1" w14:textId="77777777" w:rsidR="00FB2A98" w:rsidRDefault="00FB2A9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11"/>
        <w:gridCol w:w="1672"/>
      </w:tblGrid>
      <w:tr w:rsidR="00FB2A98" w:rsidRPr="00FB2A98" w14:paraId="19DE842C" w14:textId="77777777" w:rsidTr="003D2E48">
        <w:tc>
          <w:tcPr>
            <w:tcW w:w="0" w:type="auto"/>
          </w:tcPr>
          <w:p w14:paraId="45CC16EF" w14:textId="77777777" w:rsidR="00FB2A98" w:rsidRPr="00FB2A98" w:rsidRDefault="00FB2A98" w:rsidP="007D4695">
            <w:r w:rsidRPr="00FB2A98">
              <w:t>Metall</w:t>
            </w:r>
          </w:p>
        </w:tc>
        <w:tc>
          <w:tcPr>
            <w:tcW w:w="0" w:type="auto"/>
          </w:tcPr>
          <w:p w14:paraId="4198B181" w14:textId="77777777" w:rsidR="00FB2A98" w:rsidRPr="00FB2A98" w:rsidRDefault="00FB2A98" w:rsidP="007D4695">
            <w:r w:rsidRPr="00FB2A98">
              <w:t>W_A in eV</w:t>
            </w:r>
          </w:p>
        </w:tc>
      </w:tr>
      <w:tr w:rsidR="00FB2A98" w:rsidRPr="00FB2A98" w14:paraId="0235AD08" w14:textId="77777777" w:rsidTr="003D2E48">
        <w:tc>
          <w:tcPr>
            <w:tcW w:w="0" w:type="auto"/>
          </w:tcPr>
          <w:p w14:paraId="08814B74" w14:textId="77777777" w:rsidR="00FB2A98" w:rsidRPr="00FB2A98" w:rsidRDefault="00FB2A98" w:rsidP="007D4695">
            <w:r w:rsidRPr="00FB2A98">
              <w:t>Aluminium</w:t>
            </w:r>
          </w:p>
        </w:tc>
        <w:tc>
          <w:tcPr>
            <w:tcW w:w="0" w:type="auto"/>
          </w:tcPr>
          <w:p w14:paraId="63384ED8" w14:textId="77777777" w:rsidR="00FB2A98" w:rsidRPr="00FB2A98" w:rsidRDefault="00FB2A98" w:rsidP="007D4695">
            <w:r w:rsidRPr="00FB2A98">
              <w:t>4,20</w:t>
            </w:r>
          </w:p>
        </w:tc>
      </w:tr>
      <w:tr w:rsidR="00FB2A98" w:rsidRPr="00FB2A98" w14:paraId="7FBC4547" w14:textId="77777777" w:rsidTr="003D2E48">
        <w:tc>
          <w:tcPr>
            <w:tcW w:w="0" w:type="auto"/>
          </w:tcPr>
          <w:p w14:paraId="603BC959" w14:textId="77777777" w:rsidR="00FB2A98" w:rsidRPr="00FB2A98" w:rsidRDefault="00FB2A98" w:rsidP="007D4695">
            <w:r w:rsidRPr="00FB2A98">
              <w:t>Barium</w:t>
            </w:r>
          </w:p>
        </w:tc>
        <w:tc>
          <w:tcPr>
            <w:tcW w:w="0" w:type="auto"/>
          </w:tcPr>
          <w:p w14:paraId="70A83313" w14:textId="77777777" w:rsidR="00FB2A98" w:rsidRPr="00FB2A98" w:rsidRDefault="00FB2A98" w:rsidP="007D4695">
            <w:r w:rsidRPr="00FB2A98">
              <w:t>2,52</w:t>
            </w:r>
          </w:p>
        </w:tc>
      </w:tr>
      <w:tr w:rsidR="00FB2A98" w:rsidRPr="00FB2A98" w14:paraId="4BC2555F" w14:textId="77777777" w:rsidTr="003D2E48">
        <w:tc>
          <w:tcPr>
            <w:tcW w:w="0" w:type="auto"/>
          </w:tcPr>
          <w:p w14:paraId="74BAABDA" w14:textId="77777777" w:rsidR="00FB2A98" w:rsidRPr="00FB2A98" w:rsidRDefault="00FB2A98" w:rsidP="007D4695">
            <w:r w:rsidRPr="00FB2A98">
              <w:t>Cadmium</w:t>
            </w:r>
          </w:p>
        </w:tc>
        <w:tc>
          <w:tcPr>
            <w:tcW w:w="0" w:type="auto"/>
          </w:tcPr>
          <w:p w14:paraId="385FBC29" w14:textId="77777777" w:rsidR="00FB2A98" w:rsidRPr="00FB2A98" w:rsidRDefault="00FB2A98" w:rsidP="007D4695">
            <w:r w:rsidRPr="00FB2A98">
              <w:t>4,08</w:t>
            </w:r>
          </w:p>
        </w:tc>
      </w:tr>
      <w:tr w:rsidR="00FB2A98" w:rsidRPr="00FB2A98" w14:paraId="58A40E23" w14:textId="77777777" w:rsidTr="003D2E48">
        <w:tc>
          <w:tcPr>
            <w:tcW w:w="0" w:type="auto"/>
          </w:tcPr>
          <w:p w14:paraId="79520D9A" w14:textId="77777777" w:rsidR="00FB2A98" w:rsidRPr="00FB2A98" w:rsidRDefault="00FB2A98" w:rsidP="007D4695">
            <w:r w:rsidRPr="00FB2A98">
              <w:t>Cäsium</w:t>
            </w:r>
          </w:p>
        </w:tc>
        <w:tc>
          <w:tcPr>
            <w:tcW w:w="0" w:type="auto"/>
          </w:tcPr>
          <w:p w14:paraId="5BE0C2F5" w14:textId="77777777" w:rsidR="00FB2A98" w:rsidRPr="00FB2A98" w:rsidRDefault="00FB2A98" w:rsidP="007D4695">
            <w:r w:rsidRPr="00FB2A98">
              <w:t>1,95</w:t>
            </w:r>
          </w:p>
        </w:tc>
      </w:tr>
      <w:tr w:rsidR="00FB2A98" w:rsidRPr="00FB2A98" w14:paraId="5AFFFABD" w14:textId="77777777" w:rsidTr="003D2E48">
        <w:tc>
          <w:tcPr>
            <w:tcW w:w="0" w:type="auto"/>
          </w:tcPr>
          <w:p w14:paraId="28BF4C74" w14:textId="77777777" w:rsidR="00FB2A98" w:rsidRPr="00FB2A98" w:rsidRDefault="00FB2A98" w:rsidP="007D4695">
            <w:r w:rsidRPr="00FB2A98">
              <w:t>Calcium</w:t>
            </w:r>
          </w:p>
        </w:tc>
        <w:tc>
          <w:tcPr>
            <w:tcW w:w="0" w:type="auto"/>
          </w:tcPr>
          <w:p w14:paraId="4DE4BBA8" w14:textId="77777777" w:rsidR="00FB2A98" w:rsidRPr="00FB2A98" w:rsidRDefault="00FB2A98" w:rsidP="007D4695">
            <w:r w:rsidRPr="00FB2A98">
              <w:t>2,87</w:t>
            </w:r>
          </w:p>
        </w:tc>
      </w:tr>
      <w:tr w:rsidR="00FB2A98" w:rsidRPr="00FB2A98" w14:paraId="06709E24" w14:textId="77777777" w:rsidTr="003D2E48">
        <w:tc>
          <w:tcPr>
            <w:tcW w:w="0" w:type="auto"/>
          </w:tcPr>
          <w:p w14:paraId="29431547" w14:textId="77777777" w:rsidR="00FB2A98" w:rsidRPr="00FB2A98" w:rsidRDefault="00FB2A98" w:rsidP="007D4695">
            <w:r w:rsidRPr="00FB2A98">
              <w:lastRenderedPageBreak/>
              <w:t>Gold</w:t>
            </w:r>
          </w:p>
        </w:tc>
        <w:tc>
          <w:tcPr>
            <w:tcW w:w="0" w:type="auto"/>
          </w:tcPr>
          <w:p w14:paraId="0D941EDC" w14:textId="77777777" w:rsidR="00FB2A98" w:rsidRPr="00FB2A98" w:rsidRDefault="00FB2A98" w:rsidP="007D4695">
            <w:r w:rsidRPr="00FB2A98">
              <w:t>5,47</w:t>
            </w:r>
          </w:p>
        </w:tc>
      </w:tr>
      <w:tr w:rsidR="00FB2A98" w:rsidRPr="00FB2A98" w14:paraId="37B70510" w14:textId="77777777" w:rsidTr="003D2E48">
        <w:tc>
          <w:tcPr>
            <w:tcW w:w="0" w:type="auto"/>
          </w:tcPr>
          <w:p w14:paraId="296F71BE" w14:textId="77777777" w:rsidR="00FB2A98" w:rsidRPr="00FB2A98" w:rsidRDefault="00FB2A98" w:rsidP="007D4695">
            <w:r w:rsidRPr="00FB2A98">
              <w:t>Eisen</w:t>
            </w:r>
          </w:p>
        </w:tc>
        <w:tc>
          <w:tcPr>
            <w:tcW w:w="0" w:type="auto"/>
          </w:tcPr>
          <w:p w14:paraId="336B5560" w14:textId="77777777" w:rsidR="00FB2A98" w:rsidRPr="00FB2A98" w:rsidRDefault="00FB2A98" w:rsidP="007D4695">
            <w:r w:rsidRPr="00FB2A98">
              <w:t>4,67</w:t>
            </w:r>
          </w:p>
        </w:tc>
      </w:tr>
      <w:tr w:rsidR="00FB2A98" w:rsidRPr="00FB2A98" w14:paraId="50B9B577" w14:textId="77777777" w:rsidTr="003D2E48">
        <w:tc>
          <w:tcPr>
            <w:tcW w:w="0" w:type="auto"/>
          </w:tcPr>
          <w:p w14:paraId="034A11B4" w14:textId="77777777" w:rsidR="00FB2A98" w:rsidRPr="00FB2A98" w:rsidRDefault="00FB2A98" w:rsidP="007D4695">
            <w:r w:rsidRPr="00FB2A98">
              <w:t>Magnesium</w:t>
            </w:r>
          </w:p>
        </w:tc>
        <w:tc>
          <w:tcPr>
            <w:tcW w:w="0" w:type="auto"/>
          </w:tcPr>
          <w:p w14:paraId="4B95E687" w14:textId="77777777" w:rsidR="00FB2A98" w:rsidRPr="00FB2A98" w:rsidRDefault="00FB2A98" w:rsidP="007D4695">
            <w:r w:rsidRPr="00FB2A98">
              <w:t>3,66</w:t>
            </w:r>
          </w:p>
        </w:tc>
      </w:tr>
      <w:tr w:rsidR="00FB2A98" w:rsidRPr="00FB2A98" w14:paraId="39B2A8BC" w14:textId="77777777" w:rsidTr="003D2E48">
        <w:tc>
          <w:tcPr>
            <w:tcW w:w="0" w:type="auto"/>
          </w:tcPr>
          <w:p w14:paraId="7F7380B3" w14:textId="77777777" w:rsidR="00FB2A98" w:rsidRPr="00FB2A98" w:rsidRDefault="00FB2A98" w:rsidP="007D4695">
            <w:r w:rsidRPr="00FB2A98">
              <w:t>Platin</w:t>
            </w:r>
          </w:p>
        </w:tc>
        <w:tc>
          <w:tcPr>
            <w:tcW w:w="0" w:type="auto"/>
          </w:tcPr>
          <w:p w14:paraId="0D1D5781" w14:textId="77777777" w:rsidR="00FB2A98" w:rsidRPr="00FB2A98" w:rsidRDefault="00FB2A98" w:rsidP="007D4695">
            <w:r w:rsidRPr="00FB2A98">
              <w:t>5,64</w:t>
            </w:r>
          </w:p>
        </w:tc>
      </w:tr>
      <w:tr w:rsidR="00FB2A98" w:rsidRPr="00FB2A98" w14:paraId="2871F2E6" w14:textId="77777777" w:rsidTr="003D2E48">
        <w:tc>
          <w:tcPr>
            <w:tcW w:w="0" w:type="auto"/>
          </w:tcPr>
          <w:p w14:paraId="160008F8" w14:textId="77777777" w:rsidR="00FB2A98" w:rsidRPr="00FB2A98" w:rsidRDefault="00FB2A98" w:rsidP="007D4695">
            <w:r w:rsidRPr="00FB2A98">
              <w:t>Wolfram</w:t>
            </w:r>
          </w:p>
        </w:tc>
        <w:tc>
          <w:tcPr>
            <w:tcW w:w="0" w:type="auto"/>
          </w:tcPr>
          <w:p w14:paraId="1A64CF50" w14:textId="77777777" w:rsidR="00FB2A98" w:rsidRPr="00FB2A98" w:rsidRDefault="00FB2A98" w:rsidP="007D4695">
            <w:r w:rsidRPr="00FB2A98">
              <w:t>4,55</w:t>
            </w:r>
          </w:p>
        </w:tc>
      </w:tr>
      <w:tr w:rsidR="00FB2A98" w:rsidRPr="00FB2A98" w14:paraId="4104B6DD" w14:textId="77777777" w:rsidTr="003D2E48">
        <w:tc>
          <w:tcPr>
            <w:tcW w:w="0" w:type="auto"/>
          </w:tcPr>
          <w:p w14:paraId="36803C4B" w14:textId="77777777" w:rsidR="00FB2A98" w:rsidRPr="00FB2A98" w:rsidRDefault="00FB2A98" w:rsidP="007D4695">
            <w:r w:rsidRPr="00FB2A98">
              <w:t>Zink</w:t>
            </w:r>
          </w:p>
        </w:tc>
        <w:tc>
          <w:tcPr>
            <w:tcW w:w="0" w:type="auto"/>
          </w:tcPr>
          <w:p w14:paraId="7095E1CF" w14:textId="77777777" w:rsidR="00FB2A98" w:rsidRPr="00FB2A98" w:rsidRDefault="00FB2A98" w:rsidP="007D4695">
            <w:r w:rsidRPr="00FB2A98">
              <w:t>3,95</w:t>
            </w:r>
          </w:p>
        </w:tc>
      </w:tr>
      <w:tr w:rsidR="00FB2A98" w:rsidRPr="00FB2A98" w14:paraId="5468AA47" w14:textId="77777777" w:rsidTr="003D2E48">
        <w:tc>
          <w:tcPr>
            <w:tcW w:w="0" w:type="auto"/>
          </w:tcPr>
          <w:p w14:paraId="6CE80F14" w14:textId="77777777" w:rsidR="00FB2A98" w:rsidRPr="00FB2A98" w:rsidRDefault="00FB2A98" w:rsidP="007D4695">
            <w:r w:rsidRPr="00FB2A98">
              <w:t>Zinn</w:t>
            </w:r>
          </w:p>
        </w:tc>
        <w:tc>
          <w:tcPr>
            <w:tcW w:w="0" w:type="auto"/>
          </w:tcPr>
          <w:p w14:paraId="1D976775" w14:textId="77777777" w:rsidR="00FB2A98" w:rsidRPr="00FB2A98" w:rsidRDefault="00FB2A98" w:rsidP="007D4695">
            <w:r w:rsidRPr="00FB2A98">
              <w:t>4,42</w:t>
            </w:r>
          </w:p>
        </w:tc>
      </w:tr>
    </w:tbl>
    <w:p w14:paraId="455B05AF" w14:textId="4FF5F02D" w:rsidR="00FB2A98" w:rsidRDefault="00FB2A98" w:rsidP="00C737BC">
      <w:r>
        <w:t>&lt;/Tabelle&gt;</w:t>
      </w:r>
    </w:p>
    <w:p w14:paraId="33F44EC4" w14:textId="1315C609" w:rsidR="00FB2A98" w:rsidRDefault="00FB2A98" w:rsidP="00C737BC"/>
    <w:p w14:paraId="4B6D2B62" w14:textId="3E7E83CE" w:rsidR="00C737BC" w:rsidRDefault="00C737BC" w:rsidP="00FB2A98">
      <w:pPr>
        <w:pStyle w:val="berschrift3"/>
      </w:pPr>
      <w:r>
        <w:t>Längenausdehnungs- und Volumenausdehnungskoeffizienten</w:t>
      </w:r>
    </w:p>
    <w:p w14:paraId="36262C56" w14:textId="22338C83" w:rsidR="00C737BC" w:rsidRDefault="00C737BC" w:rsidP="0058752E">
      <w:pPr>
        <w:pStyle w:val="berschrift4"/>
      </w:pPr>
      <w:r>
        <w:t>Längenausdehnungskoeffizienten</w:t>
      </w:r>
    </w:p>
    <w:p w14:paraId="19287F15" w14:textId="77777777" w:rsidR="00C2653A" w:rsidRDefault="00C2653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978"/>
        <w:gridCol w:w="3875"/>
      </w:tblGrid>
      <w:tr w:rsidR="00C2653A" w:rsidRPr="00C2653A" w14:paraId="0E6ABF58" w14:textId="77777777" w:rsidTr="003D2E48">
        <w:tc>
          <w:tcPr>
            <w:tcW w:w="0" w:type="auto"/>
          </w:tcPr>
          <w:p w14:paraId="41A00446" w14:textId="77777777" w:rsidR="00C2653A" w:rsidRPr="00C2653A" w:rsidRDefault="00C2653A" w:rsidP="007D4695">
            <w:r w:rsidRPr="00C2653A">
              <w:t>Stoff</w:t>
            </w:r>
          </w:p>
        </w:tc>
        <w:tc>
          <w:tcPr>
            <w:tcW w:w="0" w:type="auto"/>
          </w:tcPr>
          <w:p w14:paraId="32D0C6E3" w14:textId="77777777" w:rsidR="00C2653A" w:rsidRPr="00C2653A" w:rsidRDefault="00C2653A" w:rsidP="007D4695">
            <w:r w:rsidRPr="00C2653A">
              <w:t>~a in \frac{10^{-6}}{K}</w:t>
            </w:r>
          </w:p>
        </w:tc>
      </w:tr>
      <w:tr w:rsidR="00C2653A" w:rsidRPr="00C2653A" w14:paraId="5F97F60B" w14:textId="77777777" w:rsidTr="003D2E48">
        <w:tc>
          <w:tcPr>
            <w:tcW w:w="0" w:type="auto"/>
          </w:tcPr>
          <w:p w14:paraId="303B5462" w14:textId="77777777" w:rsidR="00C2653A" w:rsidRPr="00C2653A" w:rsidRDefault="00C2653A" w:rsidP="007D4695">
            <w:r w:rsidRPr="00C2653A">
              <w:t>Aluminium</w:t>
            </w:r>
          </w:p>
        </w:tc>
        <w:tc>
          <w:tcPr>
            <w:tcW w:w="0" w:type="auto"/>
          </w:tcPr>
          <w:p w14:paraId="6F20FD07" w14:textId="77777777" w:rsidR="00C2653A" w:rsidRPr="00C2653A" w:rsidRDefault="00C2653A" w:rsidP="007D4695">
            <w:r w:rsidRPr="00C2653A">
              <w:t>23,1</w:t>
            </w:r>
          </w:p>
        </w:tc>
      </w:tr>
      <w:tr w:rsidR="00C2653A" w:rsidRPr="00C2653A" w14:paraId="6806EB08" w14:textId="77777777" w:rsidTr="003D2E48">
        <w:tc>
          <w:tcPr>
            <w:tcW w:w="0" w:type="auto"/>
          </w:tcPr>
          <w:p w14:paraId="63C6F19D" w14:textId="77777777" w:rsidR="00C2653A" w:rsidRPr="00C2653A" w:rsidRDefault="00C2653A" w:rsidP="007D4695">
            <w:r w:rsidRPr="00C2653A">
              <w:t>Beton</w:t>
            </w:r>
          </w:p>
        </w:tc>
        <w:tc>
          <w:tcPr>
            <w:tcW w:w="0" w:type="auto"/>
          </w:tcPr>
          <w:p w14:paraId="62300A45" w14:textId="77777777" w:rsidR="00C2653A" w:rsidRPr="00C2653A" w:rsidRDefault="00C2653A" w:rsidP="007D4695">
            <w:r w:rsidRPr="00C2653A">
              <w:t>12</w:t>
            </w:r>
          </w:p>
        </w:tc>
      </w:tr>
      <w:tr w:rsidR="00C2653A" w:rsidRPr="00C2653A" w14:paraId="0E497B80" w14:textId="77777777" w:rsidTr="003D2E48">
        <w:tc>
          <w:tcPr>
            <w:tcW w:w="0" w:type="auto"/>
          </w:tcPr>
          <w:p w14:paraId="6C73764F" w14:textId="77777777" w:rsidR="00C2653A" w:rsidRPr="00C2653A" w:rsidRDefault="00C2653A" w:rsidP="007D4695">
            <w:r w:rsidRPr="00C2653A">
              <w:t>weißes Floatglas</w:t>
            </w:r>
          </w:p>
        </w:tc>
        <w:tc>
          <w:tcPr>
            <w:tcW w:w="0" w:type="auto"/>
          </w:tcPr>
          <w:p w14:paraId="248E9DD3" w14:textId="77777777" w:rsidR="00C2653A" w:rsidRPr="00C2653A" w:rsidRDefault="00C2653A" w:rsidP="007D4695">
            <w:r w:rsidRPr="00C2653A">
              <w:t>8,7</w:t>
            </w:r>
          </w:p>
        </w:tc>
      </w:tr>
      <w:tr w:rsidR="00C2653A" w:rsidRPr="00C2653A" w14:paraId="25C822D7" w14:textId="77777777" w:rsidTr="003D2E48">
        <w:tc>
          <w:tcPr>
            <w:tcW w:w="0" w:type="auto"/>
          </w:tcPr>
          <w:p w14:paraId="34139ACB" w14:textId="77777777" w:rsidR="00C2653A" w:rsidRPr="00C2653A" w:rsidRDefault="00C2653A" w:rsidP="007D4695">
            <w:r w:rsidRPr="00C2653A">
              <w:t>Kupfer</w:t>
            </w:r>
          </w:p>
        </w:tc>
        <w:tc>
          <w:tcPr>
            <w:tcW w:w="0" w:type="auto"/>
          </w:tcPr>
          <w:p w14:paraId="6F26278C" w14:textId="77777777" w:rsidR="00C2653A" w:rsidRPr="00C2653A" w:rsidRDefault="00C2653A" w:rsidP="007D4695">
            <w:r w:rsidRPr="00C2653A">
              <w:t>16,5</w:t>
            </w:r>
          </w:p>
        </w:tc>
      </w:tr>
      <w:tr w:rsidR="00C2653A" w:rsidRPr="00C2653A" w14:paraId="02310133" w14:textId="77777777" w:rsidTr="003D2E48">
        <w:tc>
          <w:tcPr>
            <w:tcW w:w="0" w:type="auto"/>
          </w:tcPr>
          <w:p w14:paraId="09ED6B0D" w14:textId="77777777" w:rsidR="00C2653A" w:rsidRPr="00C2653A" w:rsidRDefault="00C2653A" w:rsidP="007D4695">
            <w:r w:rsidRPr="00C2653A">
              <w:t>Polyethen PE</w:t>
            </w:r>
          </w:p>
        </w:tc>
        <w:tc>
          <w:tcPr>
            <w:tcW w:w="0" w:type="auto"/>
          </w:tcPr>
          <w:p w14:paraId="74307623" w14:textId="77777777" w:rsidR="00C2653A" w:rsidRPr="00C2653A" w:rsidRDefault="00C2653A" w:rsidP="007D4695">
            <w:r w:rsidRPr="00C2653A">
              <w:t>200</w:t>
            </w:r>
          </w:p>
        </w:tc>
      </w:tr>
      <w:tr w:rsidR="00C2653A" w:rsidRPr="00C2653A" w14:paraId="4365FA0F" w14:textId="77777777" w:rsidTr="003D2E48">
        <w:tc>
          <w:tcPr>
            <w:tcW w:w="0" w:type="auto"/>
          </w:tcPr>
          <w:p w14:paraId="2D07A4F8" w14:textId="77777777" w:rsidR="00C2653A" w:rsidRPr="00C2653A" w:rsidRDefault="00C2653A" w:rsidP="007D4695">
            <w:r w:rsidRPr="00C2653A">
              <w:t>Polyvinylchorid PVC</w:t>
            </w:r>
          </w:p>
        </w:tc>
        <w:tc>
          <w:tcPr>
            <w:tcW w:w="0" w:type="auto"/>
          </w:tcPr>
          <w:p w14:paraId="195094B7" w14:textId="77777777" w:rsidR="00C2653A" w:rsidRPr="00C2653A" w:rsidRDefault="00C2653A" w:rsidP="007D4695">
            <w:r w:rsidRPr="00C2653A">
              <w:t>80</w:t>
            </w:r>
          </w:p>
        </w:tc>
      </w:tr>
      <w:tr w:rsidR="00C2653A" w:rsidRPr="00C2653A" w14:paraId="6D218333" w14:textId="77777777" w:rsidTr="003D2E48">
        <w:tc>
          <w:tcPr>
            <w:tcW w:w="0" w:type="auto"/>
          </w:tcPr>
          <w:p w14:paraId="3A36F986" w14:textId="77777777" w:rsidR="00C2653A" w:rsidRPr="00C2653A" w:rsidRDefault="00C2653A" w:rsidP="007D4695">
            <w:r w:rsidRPr="00C2653A">
              <w:t>Stahl</w:t>
            </w:r>
          </w:p>
        </w:tc>
        <w:tc>
          <w:tcPr>
            <w:tcW w:w="0" w:type="auto"/>
          </w:tcPr>
          <w:p w14:paraId="6A0F6EFB" w14:textId="77777777" w:rsidR="00C2653A" w:rsidRPr="00C2653A" w:rsidRDefault="00C2653A" w:rsidP="007D4695">
            <w:r w:rsidRPr="00C2653A">
              <w:t>11,7</w:t>
            </w:r>
          </w:p>
        </w:tc>
      </w:tr>
    </w:tbl>
    <w:p w14:paraId="61E74C82" w14:textId="016EF7E3" w:rsidR="00C2653A" w:rsidRDefault="00C2653A" w:rsidP="00C737BC">
      <w:r>
        <w:t>&lt;/Tabelle&gt;</w:t>
      </w:r>
    </w:p>
    <w:p w14:paraId="0AA5B0FC" w14:textId="161C975B" w:rsidR="00C2653A" w:rsidRDefault="00C2653A" w:rsidP="00C737BC"/>
    <w:p w14:paraId="0FCCC529" w14:textId="11A8F8DD" w:rsidR="00C737BC" w:rsidRDefault="00C737BC" w:rsidP="0058752E">
      <w:pPr>
        <w:pStyle w:val="berschrift4"/>
      </w:pPr>
      <w:r>
        <w:lastRenderedPageBreak/>
        <w:t>Volumenausdehnungskoeffzienten</w:t>
      </w:r>
    </w:p>
    <w:p w14:paraId="10EC0C92" w14:textId="77777777" w:rsidR="00C2653A" w:rsidRDefault="00C2653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273"/>
        <w:gridCol w:w="5171"/>
      </w:tblGrid>
      <w:tr w:rsidR="00C2653A" w:rsidRPr="00C2653A" w14:paraId="2F9C6417" w14:textId="77777777" w:rsidTr="003D2E48">
        <w:tc>
          <w:tcPr>
            <w:tcW w:w="0" w:type="auto"/>
          </w:tcPr>
          <w:p w14:paraId="4AAB03FF" w14:textId="77777777" w:rsidR="00C2653A" w:rsidRPr="00C2653A" w:rsidRDefault="00C2653A" w:rsidP="007D4695">
            <w:r w:rsidRPr="00C2653A">
              <w:t>Stoff</w:t>
            </w:r>
          </w:p>
        </w:tc>
        <w:tc>
          <w:tcPr>
            <w:tcW w:w="0" w:type="auto"/>
          </w:tcPr>
          <w:p w14:paraId="1DC52801" w14:textId="5590BE86" w:rsidR="00C2653A" w:rsidRPr="00C2653A" w:rsidRDefault="00C2653A" w:rsidP="007D4695">
            <w:r w:rsidRPr="00C2653A">
              <w:t>~c in \frac{</w:t>
            </w:r>
            <w:r w:rsidR="00847164" w:rsidRPr="00C2653A">
              <w:t>10^</w:t>
            </w:r>
            <w:r w:rsidR="00847164">
              <w:t>{-</w:t>
            </w:r>
            <w:r w:rsidRPr="00C2653A">
              <w:t>3}}{K} bei 20°C</w:t>
            </w:r>
          </w:p>
        </w:tc>
      </w:tr>
      <w:tr w:rsidR="00C2653A" w:rsidRPr="00C2653A" w14:paraId="0BD182E3" w14:textId="77777777" w:rsidTr="003D2E48">
        <w:tc>
          <w:tcPr>
            <w:tcW w:w="0" w:type="auto"/>
          </w:tcPr>
          <w:p w14:paraId="1DB882E6" w14:textId="77777777" w:rsidR="00C2653A" w:rsidRPr="00C2653A" w:rsidRDefault="00C2653A" w:rsidP="007D4695">
            <w:r w:rsidRPr="00C2653A">
              <w:t>Benzin</w:t>
            </w:r>
          </w:p>
        </w:tc>
        <w:tc>
          <w:tcPr>
            <w:tcW w:w="0" w:type="auto"/>
          </w:tcPr>
          <w:p w14:paraId="4A828267" w14:textId="77777777" w:rsidR="00C2653A" w:rsidRPr="00C2653A" w:rsidRDefault="00C2653A" w:rsidP="007D4695">
            <w:r w:rsidRPr="00C2653A">
              <w:t>1,00</w:t>
            </w:r>
          </w:p>
        </w:tc>
      </w:tr>
      <w:tr w:rsidR="00C2653A" w:rsidRPr="00C2653A" w14:paraId="76B8CADF" w14:textId="77777777" w:rsidTr="003D2E48">
        <w:tc>
          <w:tcPr>
            <w:tcW w:w="0" w:type="auto"/>
          </w:tcPr>
          <w:p w14:paraId="7F96ED4B" w14:textId="77777777" w:rsidR="00C2653A" w:rsidRPr="00C2653A" w:rsidRDefault="00C2653A" w:rsidP="007D4695">
            <w:r w:rsidRPr="00C2653A">
              <w:t>Ethanol</w:t>
            </w:r>
          </w:p>
        </w:tc>
        <w:tc>
          <w:tcPr>
            <w:tcW w:w="0" w:type="auto"/>
          </w:tcPr>
          <w:p w14:paraId="5C1A443D" w14:textId="77777777" w:rsidR="00C2653A" w:rsidRPr="00C2653A" w:rsidRDefault="00C2653A" w:rsidP="007D4695">
            <w:r w:rsidRPr="00C2653A">
              <w:t>1,10</w:t>
            </w:r>
          </w:p>
        </w:tc>
      </w:tr>
      <w:tr w:rsidR="00C2653A" w:rsidRPr="00C2653A" w14:paraId="6FD678A8" w14:textId="77777777" w:rsidTr="003D2E48">
        <w:tc>
          <w:tcPr>
            <w:tcW w:w="0" w:type="auto"/>
          </w:tcPr>
          <w:p w14:paraId="2A4BD0BD" w14:textId="77777777" w:rsidR="00C2653A" w:rsidRPr="00C2653A" w:rsidRDefault="00C2653A" w:rsidP="007D4695">
            <w:r w:rsidRPr="00C2653A">
              <w:t>Wasser</w:t>
            </w:r>
          </w:p>
        </w:tc>
        <w:tc>
          <w:tcPr>
            <w:tcW w:w="0" w:type="auto"/>
          </w:tcPr>
          <w:p w14:paraId="3993A2B9" w14:textId="77777777" w:rsidR="00C2653A" w:rsidRPr="00C2653A" w:rsidRDefault="00C2653A" w:rsidP="007D4695">
            <w:r w:rsidRPr="00C2653A">
              <w:t>0,18</w:t>
            </w:r>
          </w:p>
        </w:tc>
      </w:tr>
    </w:tbl>
    <w:p w14:paraId="302ED955" w14:textId="1054667A" w:rsidR="00C2653A" w:rsidRDefault="00C2653A" w:rsidP="00C737BC">
      <w:r>
        <w:t>&lt;/Tabelle&gt;</w:t>
      </w:r>
    </w:p>
    <w:p w14:paraId="4B063261" w14:textId="563AFDFE" w:rsidR="00C2653A" w:rsidRDefault="00C2653A" w:rsidP="00C737BC"/>
    <w:p w14:paraId="025FABFA" w14:textId="47C79325" w:rsidR="00C737BC" w:rsidRDefault="00C737BC" w:rsidP="00C2653A">
      <w:pPr>
        <w:pStyle w:val="berschrift3"/>
      </w:pPr>
      <w:r>
        <w:t>Spezifische Wärmekapazitäten</w:t>
      </w:r>
    </w:p>
    <w:p w14:paraId="2B5536F1" w14:textId="466F0610" w:rsidR="00C737BC" w:rsidRDefault="00C737BC" w:rsidP="0058752E">
      <w:pPr>
        <w:pStyle w:val="berschrift4"/>
      </w:pPr>
      <w:r>
        <w:t>feste Stoffe</w:t>
      </w:r>
      <w:r w:rsidR="00E11D69">
        <w:t>:</w:t>
      </w:r>
    </w:p>
    <w:p w14:paraId="75844DBF" w14:textId="71AEF0D2" w:rsidR="00E11D69" w:rsidRDefault="00E11D69" w:rsidP="00E11D69">
      <w:r>
        <w:t>Legende zur folgenden Tabelle:</w:t>
      </w:r>
      <w:r>
        <w:br/>
      </w:r>
      <w:r w:rsidRPr="001B15FB">
        <w:t>c in \frac{kJ}{kg *K}</w:t>
      </w:r>
      <w:r>
        <w:t xml:space="preserve">: </w:t>
      </w:r>
      <w:r w:rsidRPr="001B15FB">
        <w:t>spezifische Wärmekapazität c</w:t>
      </w:r>
    </w:p>
    <w:p w14:paraId="5DF444FF" w14:textId="07C327F6" w:rsidR="001B15FB" w:rsidRDefault="001B15F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17"/>
        <w:gridCol w:w="3287"/>
      </w:tblGrid>
      <w:tr w:rsidR="001B15FB" w:rsidRPr="001B15FB" w14:paraId="5ED49394" w14:textId="77777777" w:rsidTr="003D2E48">
        <w:tc>
          <w:tcPr>
            <w:tcW w:w="0" w:type="auto"/>
          </w:tcPr>
          <w:p w14:paraId="7F07E4D7" w14:textId="77777777" w:rsidR="001B15FB" w:rsidRPr="001B15FB" w:rsidRDefault="001B15FB" w:rsidP="007D4695">
            <w:r w:rsidRPr="001B15FB">
              <w:t>Stoff</w:t>
            </w:r>
          </w:p>
        </w:tc>
        <w:tc>
          <w:tcPr>
            <w:tcW w:w="0" w:type="auto"/>
          </w:tcPr>
          <w:p w14:paraId="6CE3161F" w14:textId="583F18AF" w:rsidR="001B15FB" w:rsidRPr="001B15FB" w:rsidRDefault="001B15FB" w:rsidP="007D4695">
            <w:r w:rsidRPr="001B15FB">
              <w:t>c in \frac{kJ}{kg *K}</w:t>
            </w:r>
          </w:p>
        </w:tc>
      </w:tr>
      <w:tr w:rsidR="001B15FB" w:rsidRPr="001B15FB" w14:paraId="523263D4" w14:textId="77777777" w:rsidTr="003D2E48">
        <w:tc>
          <w:tcPr>
            <w:tcW w:w="0" w:type="auto"/>
          </w:tcPr>
          <w:p w14:paraId="1C2E7966" w14:textId="77777777" w:rsidR="001B15FB" w:rsidRPr="001B15FB" w:rsidRDefault="001B15FB" w:rsidP="007D4695">
            <w:r w:rsidRPr="001B15FB">
              <w:t>Aluminium</w:t>
            </w:r>
          </w:p>
        </w:tc>
        <w:tc>
          <w:tcPr>
            <w:tcW w:w="0" w:type="auto"/>
          </w:tcPr>
          <w:p w14:paraId="3DF3EF5C" w14:textId="77777777" w:rsidR="001B15FB" w:rsidRPr="001B15FB" w:rsidRDefault="001B15FB" w:rsidP="007D4695">
            <w:r w:rsidRPr="001B15FB">
              <w:t>0,90</w:t>
            </w:r>
          </w:p>
        </w:tc>
      </w:tr>
      <w:tr w:rsidR="001B15FB" w:rsidRPr="001B15FB" w14:paraId="4F71D11A" w14:textId="77777777" w:rsidTr="003D2E48">
        <w:tc>
          <w:tcPr>
            <w:tcW w:w="0" w:type="auto"/>
          </w:tcPr>
          <w:p w14:paraId="722C99D3" w14:textId="77777777" w:rsidR="001B15FB" w:rsidRPr="001B15FB" w:rsidRDefault="001B15FB" w:rsidP="007D4695">
            <w:r w:rsidRPr="001B15FB">
              <w:t>Beton</w:t>
            </w:r>
          </w:p>
        </w:tc>
        <w:tc>
          <w:tcPr>
            <w:tcW w:w="0" w:type="auto"/>
          </w:tcPr>
          <w:p w14:paraId="34161D61" w14:textId="77777777" w:rsidR="001B15FB" w:rsidRPr="001B15FB" w:rsidRDefault="001B15FB" w:rsidP="007D4695">
            <w:r w:rsidRPr="001B15FB">
              <w:t>0,92</w:t>
            </w:r>
          </w:p>
        </w:tc>
      </w:tr>
      <w:tr w:rsidR="001B15FB" w:rsidRPr="001B15FB" w14:paraId="4501AEFF" w14:textId="77777777" w:rsidTr="003D2E48">
        <w:tc>
          <w:tcPr>
            <w:tcW w:w="0" w:type="auto"/>
          </w:tcPr>
          <w:p w14:paraId="5C6FBB7E" w14:textId="77777777" w:rsidR="001B15FB" w:rsidRPr="001B15FB" w:rsidRDefault="001B15FB" w:rsidP="007D4695">
            <w:r w:rsidRPr="001B15FB">
              <w:t>Diamant</w:t>
            </w:r>
          </w:p>
        </w:tc>
        <w:tc>
          <w:tcPr>
            <w:tcW w:w="0" w:type="auto"/>
          </w:tcPr>
          <w:p w14:paraId="4578C3F0" w14:textId="77777777" w:rsidR="001B15FB" w:rsidRPr="001B15FB" w:rsidRDefault="001B15FB" w:rsidP="007D4695">
            <w:r w:rsidRPr="001B15FB">
              <w:t>0,50</w:t>
            </w:r>
          </w:p>
        </w:tc>
      </w:tr>
      <w:tr w:rsidR="001B15FB" w:rsidRPr="001B15FB" w14:paraId="7EF91EBE" w14:textId="77777777" w:rsidTr="003D2E48">
        <w:tc>
          <w:tcPr>
            <w:tcW w:w="0" w:type="auto"/>
          </w:tcPr>
          <w:p w14:paraId="6CA33A2F" w14:textId="77777777" w:rsidR="001B15FB" w:rsidRPr="001B15FB" w:rsidRDefault="001B15FB" w:rsidP="007D4695">
            <w:r w:rsidRPr="001B15FB">
              <w:t>Fensterglas</w:t>
            </w:r>
          </w:p>
        </w:tc>
        <w:tc>
          <w:tcPr>
            <w:tcW w:w="0" w:type="auto"/>
          </w:tcPr>
          <w:p w14:paraId="4CFC1D33" w14:textId="77777777" w:rsidR="001B15FB" w:rsidRPr="001B15FB" w:rsidRDefault="001B15FB" w:rsidP="007D4695">
            <w:r w:rsidRPr="001B15FB">
              <w:t>0,17</w:t>
            </w:r>
          </w:p>
        </w:tc>
      </w:tr>
      <w:tr w:rsidR="001B15FB" w:rsidRPr="001B15FB" w14:paraId="5E4D4F70" w14:textId="77777777" w:rsidTr="003D2E48">
        <w:tc>
          <w:tcPr>
            <w:tcW w:w="0" w:type="auto"/>
          </w:tcPr>
          <w:p w14:paraId="361D4A79" w14:textId="77777777" w:rsidR="001B15FB" w:rsidRPr="001B15FB" w:rsidRDefault="001B15FB" w:rsidP="007D4695">
            <w:r w:rsidRPr="001B15FB">
              <w:t>Gold</w:t>
            </w:r>
          </w:p>
        </w:tc>
        <w:tc>
          <w:tcPr>
            <w:tcW w:w="0" w:type="auto"/>
          </w:tcPr>
          <w:p w14:paraId="1CBEC9B8" w14:textId="77777777" w:rsidR="001B15FB" w:rsidRPr="001B15FB" w:rsidRDefault="001B15FB" w:rsidP="007D4695">
            <w:r w:rsidRPr="001B15FB">
              <w:t>0,13</w:t>
            </w:r>
          </w:p>
        </w:tc>
      </w:tr>
      <w:tr w:rsidR="001B15FB" w:rsidRPr="001B15FB" w14:paraId="3282FF5B" w14:textId="77777777" w:rsidTr="003D2E48">
        <w:tc>
          <w:tcPr>
            <w:tcW w:w="0" w:type="auto"/>
          </w:tcPr>
          <w:p w14:paraId="56ED7359" w14:textId="77777777" w:rsidR="001B15FB" w:rsidRPr="001B15FB" w:rsidRDefault="001B15FB" w:rsidP="007D4695">
            <w:r w:rsidRPr="001B15FB">
              <w:t>Graphit</w:t>
            </w:r>
          </w:p>
        </w:tc>
        <w:tc>
          <w:tcPr>
            <w:tcW w:w="0" w:type="auto"/>
          </w:tcPr>
          <w:p w14:paraId="6E6EFA3E" w14:textId="77777777" w:rsidR="001B15FB" w:rsidRPr="001B15FB" w:rsidRDefault="001B15FB" w:rsidP="007D4695">
            <w:r w:rsidRPr="001B15FB">
              <w:t>0,71</w:t>
            </w:r>
          </w:p>
        </w:tc>
      </w:tr>
      <w:tr w:rsidR="001B15FB" w:rsidRPr="001B15FB" w14:paraId="07E7B5A5" w14:textId="77777777" w:rsidTr="003D2E48">
        <w:tc>
          <w:tcPr>
            <w:tcW w:w="0" w:type="auto"/>
          </w:tcPr>
          <w:p w14:paraId="668B1003" w14:textId="77777777" w:rsidR="001B15FB" w:rsidRPr="001B15FB" w:rsidRDefault="001B15FB" w:rsidP="007D4695">
            <w:r w:rsidRPr="001B15FB">
              <w:t>Holz (Eiche)</w:t>
            </w:r>
          </w:p>
        </w:tc>
        <w:tc>
          <w:tcPr>
            <w:tcW w:w="0" w:type="auto"/>
          </w:tcPr>
          <w:p w14:paraId="7FF227A4" w14:textId="77777777" w:rsidR="001B15FB" w:rsidRPr="001B15FB" w:rsidRDefault="001B15FB" w:rsidP="007D4695">
            <w:r w:rsidRPr="001B15FB">
              <w:t>2,39</w:t>
            </w:r>
          </w:p>
        </w:tc>
      </w:tr>
      <w:tr w:rsidR="001B15FB" w:rsidRPr="001B15FB" w14:paraId="058066AA" w14:textId="77777777" w:rsidTr="003D2E48">
        <w:tc>
          <w:tcPr>
            <w:tcW w:w="0" w:type="auto"/>
          </w:tcPr>
          <w:p w14:paraId="5F30202E" w14:textId="77777777" w:rsidR="001B15FB" w:rsidRPr="001B15FB" w:rsidRDefault="001B15FB" w:rsidP="007D4695">
            <w:r w:rsidRPr="001B15FB">
              <w:t>Kupfer</w:t>
            </w:r>
          </w:p>
        </w:tc>
        <w:tc>
          <w:tcPr>
            <w:tcW w:w="0" w:type="auto"/>
          </w:tcPr>
          <w:p w14:paraId="544F691D" w14:textId="77777777" w:rsidR="001B15FB" w:rsidRPr="001B15FB" w:rsidRDefault="001B15FB" w:rsidP="007D4695">
            <w:r w:rsidRPr="001B15FB">
              <w:t>0,38</w:t>
            </w:r>
          </w:p>
        </w:tc>
      </w:tr>
      <w:tr w:rsidR="001B15FB" w:rsidRPr="001B15FB" w14:paraId="5AE1D9D7" w14:textId="77777777" w:rsidTr="003D2E48">
        <w:tc>
          <w:tcPr>
            <w:tcW w:w="0" w:type="auto"/>
          </w:tcPr>
          <w:p w14:paraId="29EF352B" w14:textId="77777777" w:rsidR="001B15FB" w:rsidRPr="001B15FB" w:rsidRDefault="001B15FB" w:rsidP="007D4695">
            <w:r w:rsidRPr="001B15FB">
              <w:t>Magnesium</w:t>
            </w:r>
          </w:p>
        </w:tc>
        <w:tc>
          <w:tcPr>
            <w:tcW w:w="0" w:type="auto"/>
          </w:tcPr>
          <w:p w14:paraId="58D768F1" w14:textId="77777777" w:rsidR="001B15FB" w:rsidRPr="001B15FB" w:rsidRDefault="001B15FB" w:rsidP="007D4695">
            <w:r w:rsidRPr="001B15FB">
              <w:t>1,02</w:t>
            </w:r>
          </w:p>
        </w:tc>
      </w:tr>
      <w:tr w:rsidR="001B15FB" w:rsidRPr="001B15FB" w14:paraId="75C2B020" w14:textId="77777777" w:rsidTr="003D2E48">
        <w:tc>
          <w:tcPr>
            <w:tcW w:w="0" w:type="auto"/>
          </w:tcPr>
          <w:p w14:paraId="256EE35A" w14:textId="77777777" w:rsidR="001B15FB" w:rsidRPr="001B15FB" w:rsidRDefault="001B15FB" w:rsidP="007D4695">
            <w:r w:rsidRPr="001B15FB">
              <w:lastRenderedPageBreak/>
              <w:t>Mauerwerk</w:t>
            </w:r>
          </w:p>
        </w:tc>
        <w:tc>
          <w:tcPr>
            <w:tcW w:w="0" w:type="auto"/>
          </w:tcPr>
          <w:p w14:paraId="2A14A9CC" w14:textId="77777777" w:rsidR="001B15FB" w:rsidRPr="001B15FB" w:rsidRDefault="001B15FB" w:rsidP="007D4695">
            <w:r w:rsidRPr="001B15FB">
              <w:t>\apx 0,86</w:t>
            </w:r>
          </w:p>
        </w:tc>
      </w:tr>
      <w:tr w:rsidR="001B15FB" w:rsidRPr="001B15FB" w14:paraId="4DF0EF89" w14:textId="77777777" w:rsidTr="003D2E48">
        <w:tc>
          <w:tcPr>
            <w:tcW w:w="0" w:type="auto"/>
          </w:tcPr>
          <w:p w14:paraId="48EBC498" w14:textId="77777777" w:rsidR="001B15FB" w:rsidRPr="001B15FB" w:rsidRDefault="001B15FB" w:rsidP="007D4695">
            <w:r w:rsidRPr="001B15FB">
              <w:t>Platin</w:t>
            </w:r>
          </w:p>
        </w:tc>
        <w:tc>
          <w:tcPr>
            <w:tcW w:w="0" w:type="auto"/>
          </w:tcPr>
          <w:p w14:paraId="17E1D68F" w14:textId="77777777" w:rsidR="001B15FB" w:rsidRPr="001B15FB" w:rsidRDefault="001B15FB" w:rsidP="007D4695">
            <w:r w:rsidRPr="001B15FB">
              <w:t>0,13</w:t>
            </w:r>
          </w:p>
        </w:tc>
      </w:tr>
      <w:tr w:rsidR="001B15FB" w:rsidRPr="001B15FB" w14:paraId="125D1C54" w14:textId="77777777" w:rsidTr="003D2E48">
        <w:tc>
          <w:tcPr>
            <w:tcW w:w="0" w:type="auto"/>
          </w:tcPr>
          <w:p w14:paraId="2F222E77" w14:textId="77777777" w:rsidR="001B15FB" w:rsidRPr="001B15FB" w:rsidRDefault="001B15FB" w:rsidP="007D4695">
            <w:r w:rsidRPr="001B15FB">
              <w:t>Porzellan</w:t>
            </w:r>
          </w:p>
        </w:tc>
        <w:tc>
          <w:tcPr>
            <w:tcW w:w="0" w:type="auto"/>
          </w:tcPr>
          <w:p w14:paraId="4D5D60F3" w14:textId="77777777" w:rsidR="001B15FB" w:rsidRPr="001B15FB" w:rsidRDefault="001B15FB" w:rsidP="007D4695">
            <w:r w:rsidRPr="001B15FB">
              <w:t>\apx 0,84</w:t>
            </w:r>
          </w:p>
        </w:tc>
      </w:tr>
      <w:tr w:rsidR="001B15FB" w:rsidRPr="001B15FB" w14:paraId="4BEFCB19" w14:textId="77777777" w:rsidTr="003D2E48">
        <w:tc>
          <w:tcPr>
            <w:tcW w:w="0" w:type="auto"/>
          </w:tcPr>
          <w:p w14:paraId="19147206" w14:textId="77777777" w:rsidR="001B15FB" w:rsidRPr="001B15FB" w:rsidRDefault="001B15FB" w:rsidP="007D4695">
            <w:r w:rsidRPr="001B15FB">
              <w:t>Quarzglas</w:t>
            </w:r>
          </w:p>
        </w:tc>
        <w:tc>
          <w:tcPr>
            <w:tcW w:w="0" w:type="auto"/>
          </w:tcPr>
          <w:p w14:paraId="406709CD" w14:textId="77777777" w:rsidR="001B15FB" w:rsidRPr="001B15FB" w:rsidRDefault="001B15FB" w:rsidP="007D4695">
            <w:r w:rsidRPr="001B15FB">
              <w:t>0,73</w:t>
            </w:r>
          </w:p>
        </w:tc>
      </w:tr>
      <w:tr w:rsidR="001B15FB" w:rsidRPr="001B15FB" w14:paraId="4F6BDF1C" w14:textId="77777777" w:rsidTr="003D2E48">
        <w:tc>
          <w:tcPr>
            <w:tcW w:w="0" w:type="auto"/>
          </w:tcPr>
          <w:p w14:paraId="494F5ED0" w14:textId="77777777" w:rsidR="001B15FB" w:rsidRPr="001B15FB" w:rsidRDefault="001B15FB" w:rsidP="007D4695">
            <w:r w:rsidRPr="001B15FB">
              <w:t>Silber</w:t>
            </w:r>
          </w:p>
        </w:tc>
        <w:tc>
          <w:tcPr>
            <w:tcW w:w="0" w:type="auto"/>
          </w:tcPr>
          <w:p w14:paraId="04F53E83" w14:textId="77777777" w:rsidR="001B15FB" w:rsidRPr="001B15FB" w:rsidRDefault="001B15FB" w:rsidP="007D4695">
            <w:r w:rsidRPr="001B15FB">
              <w:t>0,24</w:t>
            </w:r>
          </w:p>
        </w:tc>
      </w:tr>
      <w:tr w:rsidR="001B15FB" w:rsidRPr="001B15FB" w14:paraId="3389B5F5" w14:textId="77777777" w:rsidTr="003D2E48">
        <w:tc>
          <w:tcPr>
            <w:tcW w:w="0" w:type="auto"/>
          </w:tcPr>
          <w:p w14:paraId="785B25DC" w14:textId="77777777" w:rsidR="001B15FB" w:rsidRPr="001B15FB" w:rsidRDefault="001B15FB" w:rsidP="007D4695">
            <w:r w:rsidRPr="001B15FB">
              <w:t>Stahl</w:t>
            </w:r>
          </w:p>
        </w:tc>
        <w:tc>
          <w:tcPr>
            <w:tcW w:w="0" w:type="auto"/>
          </w:tcPr>
          <w:p w14:paraId="5BC87051" w14:textId="77777777" w:rsidR="001B15FB" w:rsidRPr="001B15FB" w:rsidRDefault="001B15FB" w:rsidP="007D4695">
            <w:r w:rsidRPr="001B15FB">
              <w:t>\apx 0,47</w:t>
            </w:r>
          </w:p>
        </w:tc>
      </w:tr>
      <w:tr w:rsidR="001B15FB" w:rsidRPr="001B15FB" w14:paraId="64DB1572" w14:textId="77777777" w:rsidTr="003D2E48">
        <w:tc>
          <w:tcPr>
            <w:tcW w:w="0" w:type="auto"/>
          </w:tcPr>
          <w:p w14:paraId="45164C60" w14:textId="77777777" w:rsidR="001B15FB" w:rsidRPr="001B15FB" w:rsidRDefault="001B15FB" w:rsidP="007D4695">
            <w:r w:rsidRPr="001B15FB">
              <w:t>Wolfram</w:t>
            </w:r>
          </w:p>
        </w:tc>
        <w:tc>
          <w:tcPr>
            <w:tcW w:w="0" w:type="auto"/>
          </w:tcPr>
          <w:p w14:paraId="037CC696" w14:textId="77777777" w:rsidR="001B15FB" w:rsidRPr="001B15FB" w:rsidRDefault="001B15FB" w:rsidP="007D4695">
            <w:r w:rsidRPr="001B15FB">
              <w:t>0,13</w:t>
            </w:r>
          </w:p>
        </w:tc>
      </w:tr>
      <w:tr w:rsidR="001B15FB" w:rsidRPr="001B15FB" w14:paraId="0AC745CF" w14:textId="77777777" w:rsidTr="003D2E48">
        <w:tc>
          <w:tcPr>
            <w:tcW w:w="0" w:type="auto"/>
          </w:tcPr>
          <w:p w14:paraId="43D2B604" w14:textId="77777777" w:rsidR="001B15FB" w:rsidRPr="001B15FB" w:rsidRDefault="001B15FB" w:rsidP="007D4695">
            <w:r w:rsidRPr="001B15FB">
              <w:t>Zink</w:t>
            </w:r>
          </w:p>
        </w:tc>
        <w:tc>
          <w:tcPr>
            <w:tcW w:w="0" w:type="auto"/>
          </w:tcPr>
          <w:p w14:paraId="059D9E1C" w14:textId="77777777" w:rsidR="001B15FB" w:rsidRPr="001B15FB" w:rsidRDefault="001B15FB" w:rsidP="007D4695">
            <w:r w:rsidRPr="001B15FB">
              <w:t>0,39</w:t>
            </w:r>
          </w:p>
        </w:tc>
      </w:tr>
      <w:tr w:rsidR="001B15FB" w:rsidRPr="001B15FB" w14:paraId="5FBCF606" w14:textId="77777777" w:rsidTr="003D2E48">
        <w:tc>
          <w:tcPr>
            <w:tcW w:w="0" w:type="auto"/>
          </w:tcPr>
          <w:p w14:paraId="19CDBB11" w14:textId="77777777" w:rsidR="001B15FB" w:rsidRPr="001B15FB" w:rsidRDefault="001B15FB" w:rsidP="007D4695">
            <w:r w:rsidRPr="001B15FB">
              <w:t>Zinn</w:t>
            </w:r>
          </w:p>
        </w:tc>
        <w:tc>
          <w:tcPr>
            <w:tcW w:w="0" w:type="auto"/>
          </w:tcPr>
          <w:p w14:paraId="048E3CBE" w14:textId="77777777" w:rsidR="001B15FB" w:rsidRPr="001B15FB" w:rsidRDefault="001B15FB" w:rsidP="007D4695">
            <w:r w:rsidRPr="001B15FB">
              <w:t>0,23</w:t>
            </w:r>
          </w:p>
        </w:tc>
      </w:tr>
    </w:tbl>
    <w:p w14:paraId="1C5EDDD8" w14:textId="7E715C71" w:rsidR="001B15FB" w:rsidRDefault="001B15FB" w:rsidP="00C737BC">
      <w:r>
        <w:t>&lt;/Tabelle&gt;</w:t>
      </w:r>
    </w:p>
    <w:p w14:paraId="5067350A" w14:textId="4D143C6C" w:rsidR="001B15FB" w:rsidRDefault="001B15FB" w:rsidP="00C737BC"/>
    <w:p w14:paraId="3060B6ED" w14:textId="375077D2" w:rsidR="00C737BC" w:rsidRDefault="00C737BC" w:rsidP="0058752E">
      <w:pPr>
        <w:pStyle w:val="berschrift4"/>
      </w:pPr>
      <w:r>
        <w:t>Flüssigkeiten</w:t>
      </w:r>
      <w:r w:rsidR="00E11D69">
        <w:t>:</w:t>
      </w:r>
    </w:p>
    <w:p w14:paraId="6FA7925E" w14:textId="1745DF64" w:rsidR="00E11D69" w:rsidRDefault="00E11D69" w:rsidP="00E11D69">
      <w:r>
        <w:t>Legende zur folgenden Tabelle:</w:t>
      </w:r>
      <w:r>
        <w:br/>
      </w:r>
      <w:r w:rsidRPr="001B15FB">
        <w:t>c in \frac{kJ}{kg *K}</w:t>
      </w:r>
      <w:r>
        <w:t xml:space="preserve">: </w:t>
      </w:r>
      <w:r w:rsidRPr="001B15FB">
        <w:t>spezifische Wärmekapazität c</w:t>
      </w:r>
    </w:p>
    <w:p w14:paraId="302CECAC" w14:textId="77777777" w:rsidR="005B5BB1" w:rsidRDefault="005B5BB1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53"/>
        <w:gridCol w:w="3287"/>
      </w:tblGrid>
      <w:tr w:rsidR="005B5BB1" w:rsidRPr="005B5BB1" w14:paraId="562D0A0F" w14:textId="77777777" w:rsidTr="003D2E48">
        <w:tc>
          <w:tcPr>
            <w:tcW w:w="0" w:type="auto"/>
          </w:tcPr>
          <w:p w14:paraId="46805CFF" w14:textId="77777777" w:rsidR="005B5BB1" w:rsidRPr="005B5BB1" w:rsidRDefault="005B5BB1" w:rsidP="007D4695">
            <w:r w:rsidRPr="005B5BB1">
              <w:t>Stoff</w:t>
            </w:r>
          </w:p>
        </w:tc>
        <w:tc>
          <w:tcPr>
            <w:tcW w:w="0" w:type="auto"/>
          </w:tcPr>
          <w:p w14:paraId="457C8CA9" w14:textId="25117E72" w:rsidR="005B5BB1" w:rsidRPr="005B5BB1" w:rsidRDefault="005B5BB1" w:rsidP="007D4695">
            <w:r w:rsidRPr="005B5BB1">
              <w:t>c in \frac{kJ}{kg *K}</w:t>
            </w:r>
          </w:p>
        </w:tc>
      </w:tr>
      <w:tr w:rsidR="005B5BB1" w:rsidRPr="005B5BB1" w14:paraId="4500BC01" w14:textId="77777777" w:rsidTr="003D2E48">
        <w:tc>
          <w:tcPr>
            <w:tcW w:w="0" w:type="auto"/>
          </w:tcPr>
          <w:p w14:paraId="18E7B30D" w14:textId="77777777" w:rsidR="005B5BB1" w:rsidRPr="005B5BB1" w:rsidRDefault="005B5BB1" w:rsidP="007D4695">
            <w:r w:rsidRPr="005B5BB1">
              <w:t>Benzol</w:t>
            </w:r>
          </w:p>
        </w:tc>
        <w:tc>
          <w:tcPr>
            <w:tcW w:w="0" w:type="auto"/>
          </w:tcPr>
          <w:p w14:paraId="0BCCA5C9" w14:textId="77777777" w:rsidR="005B5BB1" w:rsidRPr="005B5BB1" w:rsidRDefault="005B5BB1" w:rsidP="007D4695">
            <w:r w:rsidRPr="005B5BB1">
              <w:t>1,70</w:t>
            </w:r>
          </w:p>
        </w:tc>
      </w:tr>
      <w:tr w:rsidR="005B5BB1" w:rsidRPr="005B5BB1" w14:paraId="13C9F0CF" w14:textId="77777777" w:rsidTr="003D2E48">
        <w:tc>
          <w:tcPr>
            <w:tcW w:w="0" w:type="auto"/>
          </w:tcPr>
          <w:p w14:paraId="48393DBE" w14:textId="77777777" w:rsidR="005B5BB1" w:rsidRPr="005B5BB1" w:rsidRDefault="005B5BB1" w:rsidP="007D4695">
            <w:r w:rsidRPr="005B5BB1">
              <w:t>Ethanol</w:t>
            </w:r>
          </w:p>
        </w:tc>
        <w:tc>
          <w:tcPr>
            <w:tcW w:w="0" w:type="auto"/>
          </w:tcPr>
          <w:p w14:paraId="57027185" w14:textId="77777777" w:rsidR="005B5BB1" w:rsidRPr="005B5BB1" w:rsidRDefault="005B5BB1" w:rsidP="007D4695">
            <w:r w:rsidRPr="005B5BB1">
              <w:t>2,42</w:t>
            </w:r>
          </w:p>
        </w:tc>
      </w:tr>
      <w:tr w:rsidR="005B5BB1" w:rsidRPr="005B5BB1" w14:paraId="389D4034" w14:textId="77777777" w:rsidTr="003D2E48">
        <w:tc>
          <w:tcPr>
            <w:tcW w:w="0" w:type="auto"/>
          </w:tcPr>
          <w:p w14:paraId="4527E17B" w14:textId="77777777" w:rsidR="005B5BB1" w:rsidRPr="005B5BB1" w:rsidRDefault="005B5BB1" w:rsidP="007D4695">
            <w:r w:rsidRPr="005B5BB1">
              <w:t>Glycerin</w:t>
            </w:r>
          </w:p>
        </w:tc>
        <w:tc>
          <w:tcPr>
            <w:tcW w:w="0" w:type="auto"/>
          </w:tcPr>
          <w:p w14:paraId="260212F0" w14:textId="77777777" w:rsidR="005B5BB1" w:rsidRPr="005B5BB1" w:rsidRDefault="005B5BB1" w:rsidP="007D4695">
            <w:r w:rsidRPr="005B5BB1">
              <w:t>2,39</w:t>
            </w:r>
          </w:p>
        </w:tc>
      </w:tr>
      <w:tr w:rsidR="005B5BB1" w:rsidRPr="005B5BB1" w14:paraId="1E6A5226" w14:textId="77777777" w:rsidTr="003D2E48">
        <w:tc>
          <w:tcPr>
            <w:tcW w:w="0" w:type="auto"/>
          </w:tcPr>
          <w:p w14:paraId="03B4DB84" w14:textId="77777777" w:rsidR="005B5BB1" w:rsidRPr="005B5BB1" w:rsidRDefault="005B5BB1" w:rsidP="007D4695">
            <w:r w:rsidRPr="005B5BB1">
              <w:t>Petroleum</w:t>
            </w:r>
          </w:p>
        </w:tc>
        <w:tc>
          <w:tcPr>
            <w:tcW w:w="0" w:type="auto"/>
          </w:tcPr>
          <w:p w14:paraId="4C561B83" w14:textId="77777777" w:rsidR="005B5BB1" w:rsidRPr="005B5BB1" w:rsidRDefault="005B5BB1" w:rsidP="007D4695">
            <w:r w:rsidRPr="005B5BB1">
              <w:t>2,00</w:t>
            </w:r>
          </w:p>
        </w:tc>
      </w:tr>
      <w:tr w:rsidR="005B5BB1" w:rsidRPr="005B5BB1" w14:paraId="4CC4E4A2" w14:textId="77777777" w:rsidTr="003D2E48">
        <w:tc>
          <w:tcPr>
            <w:tcW w:w="0" w:type="auto"/>
          </w:tcPr>
          <w:p w14:paraId="6FDE424F" w14:textId="77777777" w:rsidR="005B5BB1" w:rsidRPr="005B5BB1" w:rsidRDefault="005B5BB1" w:rsidP="007D4695">
            <w:r w:rsidRPr="005B5BB1">
              <w:t>Quecksilber</w:t>
            </w:r>
          </w:p>
        </w:tc>
        <w:tc>
          <w:tcPr>
            <w:tcW w:w="0" w:type="auto"/>
          </w:tcPr>
          <w:p w14:paraId="3CA2CDFB" w14:textId="77777777" w:rsidR="005B5BB1" w:rsidRPr="005B5BB1" w:rsidRDefault="005B5BB1" w:rsidP="007D4695">
            <w:r w:rsidRPr="005B5BB1">
              <w:t>0,14</w:t>
            </w:r>
          </w:p>
        </w:tc>
      </w:tr>
      <w:tr w:rsidR="005B5BB1" w:rsidRPr="005B5BB1" w14:paraId="592CFCE5" w14:textId="77777777" w:rsidTr="003D2E48">
        <w:tc>
          <w:tcPr>
            <w:tcW w:w="0" w:type="auto"/>
          </w:tcPr>
          <w:p w14:paraId="3883FB83" w14:textId="77777777" w:rsidR="005B5BB1" w:rsidRPr="005B5BB1" w:rsidRDefault="005B5BB1" w:rsidP="007D4695">
            <w:r w:rsidRPr="005B5BB1">
              <w:t>Wasser</w:t>
            </w:r>
          </w:p>
        </w:tc>
        <w:tc>
          <w:tcPr>
            <w:tcW w:w="0" w:type="auto"/>
          </w:tcPr>
          <w:p w14:paraId="3A549034" w14:textId="77777777" w:rsidR="005B5BB1" w:rsidRPr="005B5BB1" w:rsidRDefault="005B5BB1" w:rsidP="007D4695">
            <w:r w:rsidRPr="005B5BB1">
              <w:t>4,183</w:t>
            </w:r>
          </w:p>
        </w:tc>
      </w:tr>
    </w:tbl>
    <w:p w14:paraId="776A063B" w14:textId="397DF501" w:rsidR="005B5BB1" w:rsidRDefault="005B5BB1" w:rsidP="00C737BC">
      <w:r>
        <w:t>&lt;/Tabelle&gt;</w:t>
      </w:r>
    </w:p>
    <w:p w14:paraId="5A274153" w14:textId="12C0542D" w:rsidR="005B5BB1" w:rsidRDefault="005B5BB1" w:rsidP="00C737BC"/>
    <w:p w14:paraId="2F22F640" w14:textId="79A66278" w:rsidR="00C737BC" w:rsidRDefault="00C737BC" w:rsidP="0058752E">
      <w:pPr>
        <w:pStyle w:val="berschrift4"/>
      </w:pPr>
      <w:r>
        <w:lastRenderedPageBreak/>
        <w:t>Gase</w:t>
      </w:r>
      <w:r w:rsidR="00E11D69">
        <w:t>:</w:t>
      </w:r>
    </w:p>
    <w:p w14:paraId="6EC8435E" w14:textId="23A76B68" w:rsidR="00842797" w:rsidRDefault="00842797" w:rsidP="00842797">
      <w:r>
        <w:t>Legende zur folgenden Tabelle:</w:t>
      </w:r>
      <w:r>
        <w:br/>
      </w:r>
      <w:r w:rsidRPr="001B15FB">
        <w:t>c</w:t>
      </w:r>
      <w:r>
        <w:t xml:space="preserve">_V: </w:t>
      </w:r>
      <w:r w:rsidRPr="001B15FB">
        <w:t>spezifische Wärmekapazität c</w:t>
      </w:r>
      <w:r>
        <w:t>_V</w:t>
      </w:r>
      <w:r w:rsidR="00CE3C83" w:rsidRPr="001B15FB">
        <w:t xml:space="preserve"> in \frac{kJ}{kg *K}</w:t>
      </w:r>
      <w:r>
        <w:t xml:space="preserve"> bei konstantem Volumen</w:t>
      </w:r>
      <w:r>
        <w:br/>
      </w:r>
      <w:r w:rsidRPr="001B15FB">
        <w:t>c</w:t>
      </w:r>
      <w:r>
        <w:t xml:space="preserve">_P: </w:t>
      </w:r>
      <w:r w:rsidRPr="001B15FB">
        <w:t>spezifische Wärmekapazität c</w:t>
      </w:r>
      <w:r>
        <w:t>_P</w:t>
      </w:r>
      <w:r w:rsidR="00CE3C83" w:rsidRPr="001B15FB">
        <w:t xml:space="preserve"> in \frac{kJ}{kg *K}</w:t>
      </w:r>
      <w:r w:rsidRPr="001B15FB">
        <w:t xml:space="preserve"> </w:t>
      </w:r>
      <w:r>
        <w:t>bei konstantem Druck</w:t>
      </w:r>
    </w:p>
    <w:p w14:paraId="65B4A5E4" w14:textId="3A630D97" w:rsidR="002D16F7" w:rsidRDefault="002D16F7" w:rsidP="002D16F7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40"/>
        <w:gridCol w:w="1030"/>
        <w:gridCol w:w="1030"/>
      </w:tblGrid>
      <w:tr w:rsidR="002D16F7" w:rsidRPr="002D16F7" w14:paraId="50827ED1" w14:textId="77777777" w:rsidTr="003D2E48">
        <w:tc>
          <w:tcPr>
            <w:tcW w:w="0" w:type="auto"/>
          </w:tcPr>
          <w:p w14:paraId="5E4D12D0" w14:textId="77777777" w:rsidR="002D16F7" w:rsidRPr="002D16F7" w:rsidRDefault="002D16F7" w:rsidP="007D4695">
            <w:r w:rsidRPr="002D16F7">
              <w:t>Stoff</w:t>
            </w:r>
          </w:p>
        </w:tc>
        <w:tc>
          <w:tcPr>
            <w:tcW w:w="0" w:type="auto"/>
          </w:tcPr>
          <w:p w14:paraId="4DD7A07C" w14:textId="42E3D958" w:rsidR="002D16F7" w:rsidRPr="002D16F7" w:rsidRDefault="002D16F7" w:rsidP="007D4695">
            <w:r w:rsidRPr="002D16F7">
              <w:t>c_V</w:t>
            </w:r>
          </w:p>
        </w:tc>
        <w:tc>
          <w:tcPr>
            <w:tcW w:w="0" w:type="auto"/>
          </w:tcPr>
          <w:p w14:paraId="6434969A" w14:textId="3A15ECBF" w:rsidR="002D16F7" w:rsidRPr="002D16F7" w:rsidRDefault="002D16F7" w:rsidP="007D4695">
            <w:r w:rsidRPr="002D16F7">
              <w:t>c_P</w:t>
            </w:r>
          </w:p>
        </w:tc>
      </w:tr>
      <w:tr w:rsidR="002D16F7" w:rsidRPr="002D16F7" w14:paraId="1D61DC86" w14:textId="77777777" w:rsidTr="003D2E48">
        <w:tc>
          <w:tcPr>
            <w:tcW w:w="0" w:type="auto"/>
          </w:tcPr>
          <w:p w14:paraId="3947EED8" w14:textId="77777777" w:rsidR="002D16F7" w:rsidRPr="002D16F7" w:rsidRDefault="002D16F7" w:rsidP="007D4695">
            <w:r w:rsidRPr="002D16F7">
              <w:t>Ammoniak</w:t>
            </w:r>
          </w:p>
        </w:tc>
        <w:tc>
          <w:tcPr>
            <w:tcW w:w="0" w:type="auto"/>
          </w:tcPr>
          <w:p w14:paraId="17A2A2EC" w14:textId="77777777" w:rsidR="002D16F7" w:rsidRPr="002D16F7" w:rsidRDefault="002D16F7" w:rsidP="007D4695">
            <w:r w:rsidRPr="002D16F7">
              <w:t>1,56</w:t>
            </w:r>
          </w:p>
        </w:tc>
        <w:tc>
          <w:tcPr>
            <w:tcW w:w="0" w:type="auto"/>
          </w:tcPr>
          <w:p w14:paraId="5550F207" w14:textId="77777777" w:rsidR="002D16F7" w:rsidRPr="002D16F7" w:rsidRDefault="002D16F7" w:rsidP="007D4695">
            <w:r w:rsidRPr="002D16F7">
              <w:t>2,05</w:t>
            </w:r>
          </w:p>
        </w:tc>
      </w:tr>
      <w:tr w:rsidR="002D16F7" w:rsidRPr="002D16F7" w14:paraId="170F267C" w14:textId="77777777" w:rsidTr="003D2E48">
        <w:tc>
          <w:tcPr>
            <w:tcW w:w="0" w:type="auto"/>
          </w:tcPr>
          <w:p w14:paraId="4E55BC52" w14:textId="77777777" w:rsidR="002D16F7" w:rsidRPr="002D16F7" w:rsidRDefault="002D16F7" w:rsidP="007D4695">
            <w:r w:rsidRPr="002D16F7">
              <w:t>Helium</w:t>
            </w:r>
          </w:p>
        </w:tc>
        <w:tc>
          <w:tcPr>
            <w:tcW w:w="0" w:type="auto"/>
          </w:tcPr>
          <w:p w14:paraId="4A26861B" w14:textId="77777777" w:rsidR="002D16F7" w:rsidRPr="002D16F7" w:rsidRDefault="002D16F7" w:rsidP="007D4695">
            <w:r w:rsidRPr="002D16F7">
              <w:t>3,22</w:t>
            </w:r>
          </w:p>
        </w:tc>
        <w:tc>
          <w:tcPr>
            <w:tcW w:w="0" w:type="auto"/>
          </w:tcPr>
          <w:p w14:paraId="42F39E5D" w14:textId="77777777" w:rsidR="002D16F7" w:rsidRPr="002D16F7" w:rsidRDefault="002D16F7" w:rsidP="007D4695">
            <w:r w:rsidRPr="002D16F7">
              <w:t>5,24</w:t>
            </w:r>
          </w:p>
        </w:tc>
      </w:tr>
      <w:tr w:rsidR="002D16F7" w:rsidRPr="002D16F7" w14:paraId="2B3CED4F" w14:textId="77777777" w:rsidTr="003D2E48">
        <w:tc>
          <w:tcPr>
            <w:tcW w:w="0" w:type="auto"/>
          </w:tcPr>
          <w:p w14:paraId="3B442E93" w14:textId="77777777" w:rsidR="002D16F7" w:rsidRPr="002D16F7" w:rsidRDefault="002D16F7" w:rsidP="007D4695">
            <w:r w:rsidRPr="002D16F7">
              <w:t>Kohlenstoffdioxid</w:t>
            </w:r>
          </w:p>
        </w:tc>
        <w:tc>
          <w:tcPr>
            <w:tcW w:w="0" w:type="auto"/>
          </w:tcPr>
          <w:p w14:paraId="41BB9AD7" w14:textId="77777777" w:rsidR="002D16F7" w:rsidRPr="002D16F7" w:rsidRDefault="002D16F7" w:rsidP="007D4695">
            <w:r w:rsidRPr="002D16F7">
              <w:t>0,65</w:t>
            </w:r>
          </w:p>
        </w:tc>
        <w:tc>
          <w:tcPr>
            <w:tcW w:w="0" w:type="auto"/>
          </w:tcPr>
          <w:p w14:paraId="552FF0FD" w14:textId="77777777" w:rsidR="002D16F7" w:rsidRPr="002D16F7" w:rsidRDefault="002D16F7" w:rsidP="007D4695">
            <w:r w:rsidRPr="002D16F7">
              <w:t>0,85</w:t>
            </w:r>
          </w:p>
        </w:tc>
      </w:tr>
      <w:tr w:rsidR="002D16F7" w:rsidRPr="002D16F7" w14:paraId="112134B8" w14:textId="77777777" w:rsidTr="003D2E48">
        <w:tc>
          <w:tcPr>
            <w:tcW w:w="0" w:type="auto"/>
          </w:tcPr>
          <w:p w14:paraId="5B68A98B" w14:textId="77777777" w:rsidR="002D16F7" w:rsidRPr="002D16F7" w:rsidRDefault="002D16F7" w:rsidP="007D4695">
            <w:r w:rsidRPr="002D16F7">
              <w:t>Luft</w:t>
            </w:r>
          </w:p>
        </w:tc>
        <w:tc>
          <w:tcPr>
            <w:tcW w:w="0" w:type="auto"/>
          </w:tcPr>
          <w:p w14:paraId="593D1C07" w14:textId="77777777" w:rsidR="002D16F7" w:rsidRPr="002D16F7" w:rsidRDefault="002D16F7" w:rsidP="007D4695">
            <w:r w:rsidRPr="002D16F7">
              <w:t>0,72</w:t>
            </w:r>
          </w:p>
        </w:tc>
        <w:tc>
          <w:tcPr>
            <w:tcW w:w="0" w:type="auto"/>
          </w:tcPr>
          <w:p w14:paraId="18690CEA" w14:textId="77777777" w:rsidR="002D16F7" w:rsidRPr="002D16F7" w:rsidRDefault="002D16F7" w:rsidP="007D4695">
            <w:r w:rsidRPr="002D16F7">
              <w:t>1,01</w:t>
            </w:r>
          </w:p>
        </w:tc>
      </w:tr>
      <w:tr w:rsidR="002D16F7" w:rsidRPr="002D16F7" w14:paraId="5B94DD8F" w14:textId="77777777" w:rsidTr="003D2E48">
        <w:tc>
          <w:tcPr>
            <w:tcW w:w="0" w:type="auto"/>
          </w:tcPr>
          <w:p w14:paraId="41F023CD" w14:textId="77777777" w:rsidR="002D16F7" w:rsidRPr="002D16F7" w:rsidRDefault="002D16F7" w:rsidP="007D4695">
            <w:r w:rsidRPr="002D16F7">
              <w:t>Propan</w:t>
            </w:r>
          </w:p>
        </w:tc>
        <w:tc>
          <w:tcPr>
            <w:tcW w:w="0" w:type="auto"/>
          </w:tcPr>
          <w:p w14:paraId="349A48B7" w14:textId="77777777" w:rsidR="002D16F7" w:rsidRPr="002D16F7" w:rsidRDefault="002D16F7" w:rsidP="007D4695">
            <w:r w:rsidRPr="002D16F7">
              <w:t>1,36</w:t>
            </w:r>
          </w:p>
        </w:tc>
        <w:tc>
          <w:tcPr>
            <w:tcW w:w="0" w:type="auto"/>
          </w:tcPr>
          <w:p w14:paraId="1DE454C5" w14:textId="77777777" w:rsidR="002D16F7" w:rsidRPr="002D16F7" w:rsidRDefault="002D16F7" w:rsidP="007D4695">
            <w:r w:rsidRPr="002D16F7">
              <w:t>1,55</w:t>
            </w:r>
          </w:p>
        </w:tc>
      </w:tr>
      <w:tr w:rsidR="002D16F7" w:rsidRPr="002D16F7" w14:paraId="28620FB2" w14:textId="77777777" w:rsidTr="003D2E48">
        <w:tc>
          <w:tcPr>
            <w:tcW w:w="0" w:type="auto"/>
          </w:tcPr>
          <w:p w14:paraId="7904A88A" w14:textId="77777777" w:rsidR="002D16F7" w:rsidRPr="002D16F7" w:rsidRDefault="002D16F7" w:rsidP="007D4695">
            <w:r w:rsidRPr="002D16F7">
              <w:t>Sauerstoff</w:t>
            </w:r>
          </w:p>
        </w:tc>
        <w:tc>
          <w:tcPr>
            <w:tcW w:w="0" w:type="auto"/>
          </w:tcPr>
          <w:p w14:paraId="42C29E0F" w14:textId="77777777" w:rsidR="002D16F7" w:rsidRPr="002D16F7" w:rsidRDefault="002D16F7" w:rsidP="007D4695">
            <w:r w:rsidRPr="002D16F7">
              <w:t>0,65</w:t>
            </w:r>
          </w:p>
        </w:tc>
        <w:tc>
          <w:tcPr>
            <w:tcW w:w="0" w:type="auto"/>
          </w:tcPr>
          <w:p w14:paraId="3F367CE4" w14:textId="77777777" w:rsidR="002D16F7" w:rsidRPr="002D16F7" w:rsidRDefault="002D16F7" w:rsidP="007D4695">
            <w:r w:rsidRPr="002D16F7">
              <w:t>0,92</w:t>
            </w:r>
          </w:p>
        </w:tc>
      </w:tr>
      <w:tr w:rsidR="002D16F7" w:rsidRPr="002D16F7" w14:paraId="29CDC782" w14:textId="77777777" w:rsidTr="003D2E48">
        <w:tc>
          <w:tcPr>
            <w:tcW w:w="0" w:type="auto"/>
          </w:tcPr>
          <w:p w14:paraId="5500E379" w14:textId="77777777" w:rsidR="002D16F7" w:rsidRPr="002D16F7" w:rsidRDefault="002D16F7" w:rsidP="007D4695">
            <w:r w:rsidRPr="002D16F7">
              <w:t>Stickstoff</w:t>
            </w:r>
          </w:p>
        </w:tc>
        <w:tc>
          <w:tcPr>
            <w:tcW w:w="0" w:type="auto"/>
          </w:tcPr>
          <w:p w14:paraId="1E23818F" w14:textId="77777777" w:rsidR="002D16F7" w:rsidRPr="002D16F7" w:rsidRDefault="002D16F7" w:rsidP="007D4695">
            <w:r w:rsidRPr="002D16F7">
              <w:t>0,75</w:t>
            </w:r>
          </w:p>
        </w:tc>
        <w:tc>
          <w:tcPr>
            <w:tcW w:w="0" w:type="auto"/>
          </w:tcPr>
          <w:p w14:paraId="532E144E" w14:textId="77777777" w:rsidR="002D16F7" w:rsidRPr="002D16F7" w:rsidRDefault="002D16F7" w:rsidP="007D4695">
            <w:r w:rsidRPr="002D16F7">
              <w:t>1,04</w:t>
            </w:r>
          </w:p>
        </w:tc>
      </w:tr>
      <w:tr w:rsidR="002D16F7" w:rsidRPr="002D16F7" w14:paraId="5582DCAB" w14:textId="77777777" w:rsidTr="003D2E48">
        <w:tc>
          <w:tcPr>
            <w:tcW w:w="0" w:type="auto"/>
          </w:tcPr>
          <w:p w14:paraId="566B9187" w14:textId="77777777" w:rsidR="002D16F7" w:rsidRPr="002D16F7" w:rsidRDefault="002D16F7" w:rsidP="007D4695">
            <w:r w:rsidRPr="002D16F7">
              <w:t>Wasserdampf</w:t>
            </w:r>
          </w:p>
        </w:tc>
        <w:tc>
          <w:tcPr>
            <w:tcW w:w="0" w:type="auto"/>
          </w:tcPr>
          <w:p w14:paraId="77BAD6EF" w14:textId="77777777" w:rsidR="002D16F7" w:rsidRPr="002D16F7" w:rsidRDefault="002D16F7" w:rsidP="007D4695">
            <w:r w:rsidRPr="002D16F7">
              <w:t>1,40</w:t>
            </w:r>
          </w:p>
        </w:tc>
        <w:tc>
          <w:tcPr>
            <w:tcW w:w="0" w:type="auto"/>
          </w:tcPr>
          <w:p w14:paraId="55D4886F" w14:textId="77777777" w:rsidR="002D16F7" w:rsidRPr="002D16F7" w:rsidRDefault="002D16F7" w:rsidP="007D4695">
            <w:r w:rsidRPr="002D16F7">
              <w:t>1,86</w:t>
            </w:r>
          </w:p>
        </w:tc>
      </w:tr>
      <w:tr w:rsidR="002D16F7" w:rsidRPr="002D16F7" w14:paraId="0D695A17" w14:textId="77777777" w:rsidTr="003D2E48">
        <w:tc>
          <w:tcPr>
            <w:tcW w:w="0" w:type="auto"/>
          </w:tcPr>
          <w:p w14:paraId="18587DDD" w14:textId="77777777" w:rsidR="002D16F7" w:rsidRPr="002D16F7" w:rsidRDefault="002D16F7" w:rsidP="007D4695">
            <w:r w:rsidRPr="002D16F7">
              <w:t>Wasserstoff</w:t>
            </w:r>
          </w:p>
        </w:tc>
        <w:tc>
          <w:tcPr>
            <w:tcW w:w="0" w:type="auto"/>
          </w:tcPr>
          <w:p w14:paraId="15E156C9" w14:textId="77777777" w:rsidR="002D16F7" w:rsidRPr="002D16F7" w:rsidRDefault="002D16F7" w:rsidP="007D4695">
            <w:r w:rsidRPr="002D16F7">
              <w:t>10,13</w:t>
            </w:r>
          </w:p>
        </w:tc>
        <w:tc>
          <w:tcPr>
            <w:tcW w:w="0" w:type="auto"/>
          </w:tcPr>
          <w:p w14:paraId="00CB2C26" w14:textId="77777777" w:rsidR="002D16F7" w:rsidRPr="002D16F7" w:rsidRDefault="002D16F7" w:rsidP="007D4695">
            <w:r w:rsidRPr="002D16F7">
              <w:t>14,28</w:t>
            </w:r>
          </w:p>
        </w:tc>
      </w:tr>
    </w:tbl>
    <w:p w14:paraId="43C13254" w14:textId="1DB1E53F" w:rsidR="002D16F7" w:rsidRDefault="002D16F7" w:rsidP="00C737BC">
      <w:r>
        <w:t>&lt;/Tabelle&gt;</w:t>
      </w:r>
    </w:p>
    <w:p w14:paraId="358F20D3" w14:textId="11F01E25" w:rsidR="002D16F7" w:rsidRDefault="002D16F7" w:rsidP="00C737BC"/>
    <w:p w14:paraId="0C3B844C" w14:textId="4EEB2168" w:rsidR="00C737BC" w:rsidRDefault="00C737BC" w:rsidP="004A18B1">
      <w:pPr>
        <w:pStyle w:val="berschrift3"/>
      </w:pPr>
      <w:r>
        <w:t>Schmelztemperatur und spezifische Schmelzwärme</w:t>
      </w:r>
    </w:p>
    <w:p w14:paraId="120701C8" w14:textId="47CB9679" w:rsidR="000F1BDD" w:rsidRDefault="006B468F" w:rsidP="00C737BC">
      <w:r>
        <w:t>Legende zur folgenden Tabelle:</w:t>
      </w:r>
      <w:r>
        <w:br/>
      </w:r>
      <w:r w:rsidRPr="006B468F">
        <w:t>~t_S in °C: Schmelztemperatur ~t_S (bei 101,325kPa) in °C</w:t>
      </w:r>
      <w:r w:rsidRPr="006B468F">
        <w:br/>
        <w:t>q_S in \frac{kJ}{kg}: spezifische Schmelzwärme</w:t>
      </w:r>
    </w:p>
    <w:p w14:paraId="295CB0F8" w14:textId="15DB1D7D" w:rsidR="00BA4C85" w:rsidRDefault="00BA4C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63"/>
        <w:gridCol w:w="2876"/>
        <w:gridCol w:w="3214"/>
      </w:tblGrid>
      <w:tr w:rsidR="00BA4C85" w:rsidRPr="0001316E" w14:paraId="405005BD" w14:textId="77777777" w:rsidTr="003D2E48">
        <w:tc>
          <w:tcPr>
            <w:tcW w:w="0" w:type="auto"/>
          </w:tcPr>
          <w:p w14:paraId="63FDCFE4" w14:textId="77777777" w:rsidR="00BA4C85" w:rsidRPr="0001316E" w:rsidRDefault="00BA4C85" w:rsidP="007D4695">
            <w:r w:rsidRPr="0001316E">
              <w:t>Stoff</w:t>
            </w:r>
          </w:p>
        </w:tc>
        <w:tc>
          <w:tcPr>
            <w:tcW w:w="0" w:type="auto"/>
          </w:tcPr>
          <w:p w14:paraId="1B1D47B4" w14:textId="1F8845C4" w:rsidR="00BA4C85" w:rsidRPr="0001316E" w:rsidRDefault="00BA4C85" w:rsidP="007D4695">
            <w:r w:rsidRPr="0001316E">
              <w:t>~t_S</w:t>
            </w:r>
            <w:r w:rsidR="006B468F">
              <w:t xml:space="preserve"> </w:t>
            </w:r>
            <w:r w:rsidRPr="0001316E">
              <w:t>in °C</w:t>
            </w:r>
          </w:p>
        </w:tc>
        <w:tc>
          <w:tcPr>
            <w:tcW w:w="0" w:type="auto"/>
          </w:tcPr>
          <w:p w14:paraId="4D54911E" w14:textId="69A3DB55" w:rsidR="00BA4C85" w:rsidRPr="0001316E" w:rsidRDefault="00BA4C85" w:rsidP="007D4695">
            <w:r w:rsidRPr="0001316E">
              <w:t>q_S</w:t>
            </w:r>
            <w:r w:rsidR="006B468F">
              <w:t xml:space="preserve"> </w:t>
            </w:r>
            <w:r w:rsidRPr="0001316E">
              <w:t>in \frac{kJ}{kg}</w:t>
            </w:r>
          </w:p>
        </w:tc>
      </w:tr>
      <w:tr w:rsidR="00BA4C85" w:rsidRPr="0001316E" w14:paraId="22180900" w14:textId="77777777" w:rsidTr="003D2E48">
        <w:tc>
          <w:tcPr>
            <w:tcW w:w="0" w:type="auto"/>
          </w:tcPr>
          <w:p w14:paraId="58F8F555" w14:textId="77777777" w:rsidR="00BA4C85" w:rsidRPr="0001316E" w:rsidRDefault="00BA4C85" w:rsidP="007D4695">
            <w:r w:rsidRPr="0001316E">
              <w:lastRenderedPageBreak/>
              <w:t>Aluminium</w:t>
            </w:r>
          </w:p>
        </w:tc>
        <w:tc>
          <w:tcPr>
            <w:tcW w:w="0" w:type="auto"/>
          </w:tcPr>
          <w:p w14:paraId="61E89744" w14:textId="77777777" w:rsidR="00BA4C85" w:rsidRPr="0001316E" w:rsidRDefault="00BA4C85" w:rsidP="007D4695">
            <w:r w:rsidRPr="0001316E">
              <w:t>660,3</w:t>
            </w:r>
          </w:p>
        </w:tc>
        <w:tc>
          <w:tcPr>
            <w:tcW w:w="0" w:type="auto"/>
          </w:tcPr>
          <w:p w14:paraId="3300004B" w14:textId="77777777" w:rsidR="00BA4C85" w:rsidRPr="0001316E" w:rsidRDefault="00BA4C85" w:rsidP="007D4695">
            <w:r w:rsidRPr="0001316E">
              <w:t>397</w:t>
            </w:r>
          </w:p>
        </w:tc>
      </w:tr>
      <w:tr w:rsidR="00BA4C85" w:rsidRPr="0001316E" w14:paraId="46EAD84A" w14:textId="77777777" w:rsidTr="003D2E48">
        <w:tc>
          <w:tcPr>
            <w:tcW w:w="0" w:type="auto"/>
          </w:tcPr>
          <w:p w14:paraId="0F1E10FB" w14:textId="77777777" w:rsidR="00BA4C85" w:rsidRPr="0001316E" w:rsidRDefault="00BA4C85" w:rsidP="007D4695">
            <w:r w:rsidRPr="0001316E">
              <w:t>Blei</w:t>
            </w:r>
          </w:p>
        </w:tc>
        <w:tc>
          <w:tcPr>
            <w:tcW w:w="0" w:type="auto"/>
          </w:tcPr>
          <w:p w14:paraId="0F7E27B5" w14:textId="77777777" w:rsidR="00BA4C85" w:rsidRPr="0001316E" w:rsidRDefault="00BA4C85" w:rsidP="007D4695">
            <w:r w:rsidRPr="0001316E">
              <w:t>327,5</w:t>
            </w:r>
          </w:p>
        </w:tc>
        <w:tc>
          <w:tcPr>
            <w:tcW w:w="0" w:type="auto"/>
          </w:tcPr>
          <w:p w14:paraId="75C5F8E8" w14:textId="77777777" w:rsidR="00BA4C85" w:rsidRPr="0001316E" w:rsidRDefault="00BA4C85" w:rsidP="007D4695">
            <w:r w:rsidRPr="0001316E">
              <w:t>26</w:t>
            </w:r>
          </w:p>
        </w:tc>
      </w:tr>
      <w:tr w:rsidR="00BA4C85" w:rsidRPr="0001316E" w14:paraId="0265677A" w14:textId="77777777" w:rsidTr="003D2E48">
        <w:tc>
          <w:tcPr>
            <w:tcW w:w="0" w:type="auto"/>
          </w:tcPr>
          <w:p w14:paraId="3A785A09" w14:textId="77777777" w:rsidR="00BA4C85" w:rsidRPr="0001316E" w:rsidRDefault="00BA4C85" w:rsidP="007D4695">
            <w:r w:rsidRPr="0001316E">
              <w:t>Eis</w:t>
            </w:r>
          </w:p>
        </w:tc>
        <w:tc>
          <w:tcPr>
            <w:tcW w:w="0" w:type="auto"/>
          </w:tcPr>
          <w:p w14:paraId="3622EC3A" w14:textId="77777777" w:rsidR="00BA4C85" w:rsidRPr="0001316E" w:rsidRDefault="00BA4C85" w:rsidP="007D4695">
            <w:r w:rsidRPr="0001316E">
              <w:t>0</w:t>
            </w:r>
          </w:p>
        </w:tc>
        <w:tc>
          <w:tcPr>
            <w:tcW w:w="0" w:type="auto"/>
          </w:tcPr>
          <w:p w14:paraId="74CD488E" w14:textId="77777777" w:rsidR="00BA4C85" w:rsidRPr="0001316E" w:rsidRDefault="00BA4C85" w:rsidP="007D4695">
            <w:r w:rsidRPr="0001316E">
              <w:t>334</w:t>
            </w:r>
          </w:p>
        </w:tc>
      </w:tr>
      <w:tr w:rsidR="00BA4C85" w:rsidRPr="0001316E" w14:paraId="571392FA" w14:textId="77777777" w:rsidTr="003D2E48">
        <w:tc>
          <w:tcPr>
            <w:tcW w:w="0" w:type="auto"/>
          </w:tcPr>
          <w:p w14:paraId="073F586A" w14:textId="77777777" w:rsidR="00BA4C85" w:rsidRPr="0001316E" w:rsidRDefault="00BA4C85" w:rsidP="007D4695">
            <w:r w:rsidRPr="0001316E">
              <w:t>Ethanol</w:t>
            </w:r>
          </w:p>
        </w:tc>
        <w:tc>
          <w:tcPr>
            <w:tcW w:w="0" w:type="auto"/>
          </w:tcPr>
          <w:p w14:paraId="242F8A9E" w14:textId="77777777" w:rsidR="00BA4C85" w:rsidRPr="0001316E" w:rsidRDefault="00BA4C85" w:rsidP="007D4695">
            <w:r w:rsidRPr="0001316E">
              <w:t>-114,1</w:t>
            </w:r>
          </w:p>
        </w:tc>
        <w:tc>
          <w:tcPr>
            <w:tcW w:w="0" w:type="auto"/>
          </w:tcPr>
          <w:p w14:paraId="4EE58B08" w14:textId="77777777" w:rsidR="00BA4C85" w:rsidRPr="0001316E" w:rsidRDefault="00BA4C85" w:rsidP="007D4695">
            <w:r w:rsidRPr="0001316E">
              <w:t>108</w:t>
            </w:r>
          </w:p>
        </w:tc>
      </w:tr>
      <w:tr w:rsidR="00BA4C85" w:rsidRPr="0001316E" w14:paraId="11DE45A4" w14:textId="77777777" w:rsidTr="003D2E48">
        <w:tc>
          <w:tcPr>
            <w:tcW w:w="0" w:type="auto"/>
          </w:tcPr>
          <w:p w14:paraId="24FA538B" w14:textId="77777777" w:rsidR="00BA4C85" w:rsidRPr="0001316E" w:rsidRDefault="00BA4C85" w:rsidP="007D4695">
            <w:r w:rsidRPr="0001316E">
              <w:t>Gold</w:t>
            </w:r>
          </w:p>
        </w:tc>
        <w:tc>
          <w:tcPr>
            <w:tcW w:w="0" w:type="auto"/>
          </w:tcPr>
          <w:p w14:paraId="3263C35A" w14:textId="77777777" w:rsidR="00BA4C85" w:rsidRPr="0001316E" w:rsidRDefault="00BA4C85" w:rsidP="007D4695">
            <w:r w:rsidRPr="0001316E">
              <w:t>1064,2</w:t>
            </w:r>
          </w:p>
        </w:tc>
        <w:tc>
          <w:tcPr>
            <w:tcW w:w="0" w:type="auto"/>
          </w:tcPr>
          <w:p w14:paraId="384A34F4" w14:textId="77777777" w:rsidR="00BA4C85" w:rsidRPr="0001316E" w:rsidRDefault="00BA4C85" w:rsidP="007D4695">
            <w:r w:rsidRPr="0001316E">
              <w:t>65</w:t>
            </w:r>
          </w:p>
        </w:tc>
      </w:tr>
      <w:tr w:rsidR="00BA4C85" w:rsidRPr="0001316E" w14:paraId="2F229893" w14:textId="77777777" w:rsidTr="003D2E48">
        <w:tc>
          <w:tcPr>
            <w:tcW w:w="0" w:type="auto"/>
          </w:tcPr>
          <w:p w14:paraId="1722659E" w14:textId="77777777" w:rsidR="00BA4C85" w:rsidRPr="0001316E" w:rsidRDefault="00BA4C85" w:rsidP="007D4695">
            <w:r w:rsidRPr="0001316E">
              <w:t>Helium</w:t>
            </w:r>
          </w:p>
        </w:tc>
        <w:tc>
          <w:tcPr>
            <w:tcW w:w="0" w:type="auto"/>
          </w:tcPr>
          <w:p w14:paraId="1DA12B5A" w14:textId="77777777" w:rsidR="00BA4C85" w:rsidRPr="0001316E" w:rsidRDefault="00BA4C85" w:rsidP="007D4695">
            <w:r w:rsidRPr="0001316E">
              <w:t>-270 (bei 2,6 MPa)</w:t>
            </w:r>
          </w:p>
        </w:tc>
        <w:tc>
          <w:tcPr>
            <w:tcW w:w="0" w:type="auto"/>
          </w:tcPr>
          <w:p w14:paraId="4B08E413" w14:textId="77777777" w:rsidR="00BA4C85" w:rsidRPr="0001316E" w:rsidRDefault="00BA4C85" w:rsidP="007D4695">
            <w:r w:rsidRPr="0001316E">
              <w:t>--</w:t>
            </w:r>
          </w:p>
        </w:tc>
      </w:tr>
      <w:tr w:rsidR="00BA4C85" w:rsidRPr="0001316E" w14:paraId="3002FBA3" w14:textId="77777777" w:rsidTr="003D2E48">
        <w:tc>
          <w:tcPr>
            <w:tcW w:w="0" w:type="auto"/>
          </w:tcPr>
          <w:p w14:paraId="5D4419EA" w14:textId="77777777" w:rsidR="00BA4C85" w:rsidRPr="0001316E" w:rsidRDefault="00BA4C85" w:rsidP="007D4695">
            <w:r w:rsidRPr="0001316E">
              <w:t>Kupfer</w:t>
            </w:r>
          </w:p>
        </w:tc>
        <w:tc>
          <w:tcPr>
            <w:tcW w:w="0" w:type="auto"/>
          </w:tcPr>
          <w:p w14:paraId="18A31009" w14:textId="77777777" w:rsidR="00BA4C85" w:rsidRPr="0001316E" w:rsidRDefault="00BA4C85" w:rsidP="007D4695">
            <w:r w:rsidRPr="0001316E">
              <w:t>1084,6</w:t>
            </w:r>
          </w:p>
        </w:tc>
        <w:tc>
          <w:tcPr>
            <w:tcW w:w="0" w:type="auto"/>
          </w:tcPr>
          <w:p w14:paraId="42AADD92" w14:textId="77777777" w:rsidR="00BA4C85" w:rsidRPr="0001316E" w:rsidRDefault="00BA4C85" w:rsidP="007D4695">
            <w:r w:rsidRPr="0001316E">
              <w:t>205</w:t>
            </w:r>
          </w:p>
        </w:tc>
      </w:tr>
      <w:tr w:rsidR="00BA4C85" w:rsidRPr="0001316E" w14:paraId="34E055AC" w14:textId="77777777" w:rsidTr="003D2E48">
        <w:tc>
          <w:tcPr>
            <w:tcW w:w="0" w:type="auto"/>
          </w:tcPr>
          <w:p w14:paraId="7D7C6EA2" w14:textId="77777777" w:rsidR="00BA4C85" w:rsidRPr="0001316E" w:rsidRDefault="00BA4C85" w:rsidP="007D4695">
            <w:r w:rsidRPr="0001316E">
              <w:t>Magnesium</w:t>
            </w:r>
          </w:p>
        </w:tc>
        <w:tc>
          <w:tcPr>
            <w:tcW w:w="0" w:type="auto"/>
          </w:tcPr>
          <w:p w14:paraId="29AD3590" w14:textId="77777777" w:rsidR="00BA4C85" w:rsidRPr="0001316E" w:rsidRDefault="00BA4C85" w:rsidP="007D4695">
            <w:r w:rsidRPr="0001316E">
              <w:t>650</w:t>
            </w:r>
          </w:p>
        </w:tc>
        <w:tc>
          <w:tcPr>
            <w:tcW w:w="0" w:type="auto"/>
          </w:tcPr>
          <w:p w14:paraId="74ECA0C3" w14:textId="77777777" w:rsidR="00BA4C85" w:rsidRPr="0001316E" w:rsidRDefault="00BA4C85" w:rsidP="007D4695">
            <w:r w:rsidRPr="0001316E">
              <w:t>382</w:t>
            </w:r>
          </w:p>
        </w:tc>
      </w:tr>
      <w:tr w:rsidR="00BA4C85" w:rsidRPr="0001316E" w14:paraId="1A83327B" w14:textId="77777777" w:rsidTr="003D2E48">
        <w:tc>
          <w:tcPr>
            <w:tcW w:w="0" w:type="auto"/>
          </w:tcPr>
          <w:p w14:paraId="1D4372A4" w14:textId="77777777" w:rsidR="00BA4C85" w:rsidRPr="0001316E" w:rsidRDefault="00BA4C85" w:rsidP="007D4695">
            <w:r w:rsidRPr="0001316E">
              <w:t>Methanol</w:t>
            </w:r>
          </w:p>
        </w:tc>
        <w:tc>
          <w:tcPr>
            <w:tcW w:w="0" w:type="auto"/>
          </w:tcPr>
          <w:p w14:paraId="3F91B82C" w14:textId="77777777" w:rsidR="00BA4C85" w:rsidRPr="0001316E" w:rsidRDefault="00BA4C85" w:rsidP="007D4695">
            <w:r w:rsidRPr="0001316E">
              <w:t>-97,53</w:t>
            </w:r>
          </w:p>
        </w:tc>
        <w:tc>
          <w:tcPr>
            <w:tcW w:w="0" w:type="auto"/>
          </w:tcPr>
          <w:p w14:paraId="54534B79" w14:textId="77777777" w:rsidR="00BA4C85" w:rsidRPr="0001316E" w:rsidRDefault="00BA4C85" w:rsidP="007D4695">
            <w:r w:rsidRPr="0001316E">
              <w:t>69</w:t>
            </w:r>
          </w:p>
        </w:tc>
      </w:tr>
      <w:tr w:rsidR="00BA4C85" w:rsidRPr="0001316E" w14:paraId="11E2014A" w14:textId="77777777" w:rsidTr="003D2E48">
        <w:tc>
          <w:tcPr>
            <w:tcW w:w="0" w:type="auto"/>
          </w:tcPr>
          <w:p w14:paraId="36346423" w14:textId="77777777" w:rsidR="00BA4C85" w:rsidRPr="0001316E" w:rsidRDefault="00BA4C85" w:rsidP="007D4695">
            <w:r w:rsidRPr="0001316E">
              <w:t>Platin</w:t>
            </w:r>
          </w:p>
        </w:tc>
        <w:tc>
          <w:tcPr>
            <w:tcW w:w="0" w:type="auto"/>
          </w:tcPr>
          <w:p w14:paraId="12F2692F" w14:textId="77777777" w:rsidR="00BA4C85" w:rsidRPr="0001316E" w:rsidRDefault="00BA4C85" w:rsidP="007D4695">
            <w:r w:rsidRPr="0001316E">
              <w:t>1768,4</w:t>
            </w:r>
          </w:p>
        </w:tc>
        <w:tc>
          <w:tcPr>
            <w:tcW w:w="0" w:type="auto"/>
          </w:tcPr>
          <w:p w14:paraId="78B9FB13" w14:textId="77777777" w:rsidR="00BA4C85" w:rsidRPr="0001316E" w:rsidRDefault="00BA4C85" w:rsidP="007D4695">
            <w:r w:rsidRPr="0001316E">
              <w:t>113</w:t>
            </w:r>
          </w:p>
        </w:tc>
      </w:tr>
      <w:tr w:rsidR="00BA4C85" w:rsidRPr="0001316E" w14:paraId="68D33B29" w14:textId="77777777" w:rsidTr="003D2E48">
        <w:tc>
          <w:tcPr>
            <w:tcW w:w="0" w:type="auto"/>
          </w:tcPr>
          <w:p w14:paraId="26583140" w14:textId="77777777" w:rsidR="00BA4C85" w:rsidRPr="0001316E" w:rsidRDefault="00BA4C85" w:rsidP="007D4695">
            <w:r w:rsidRPr="0001316E">
              <w:t>Quecksilber</w:t>
            </w:r>
          </w:p>
        </w:tc>
        <w:tc>
          <w:tcPr>
            <w:tcW w:w="0" w:type="auto"/>
          </w:tcPr>
          <w:p w14:paraId="20663506" w14:textId="77777777" w:rsidR="00BA4C85" w:rsidRPr="0001316E" w:rsidRDefault="00BA4C85" w:rsidP="007D4695">
            <w:r w:rsidRPr="0001316E">
              <w:t>-38,83</w:t>
            </w:r>
          </w:p>
        </w:tc>
        <w:tc>
          <w:tcPr>
            <w:tcW w:w="0" w:type="auto"/>
          </w:tcPr>
          <w:p w14:paraId="0C0CF9AE" w14:textId="77777777" w:rsidR="00BA4C85" w:rsidRPr="0001316E" w:rsidRDefault="00BA4C85" w:rsidP="007D4695">
            <w:r w:rsidRPr="0001316E">
              <w:t>11,3</w:t>
            </w:r>
          </w:p>
        </w:tc>
      </w:tr>
      <w:tr w:rsidR="00BA4C85" w:rsidRPr="0001316E" w14:paraId="5165F5CD" w14:textId="77777777" w:rsidTr="003D2E48">
        <w:tc>
          <w:tcPr>
            <w:tcW w:w="0" w:type="auto"/>
          </w:tcPr>
          <w:p w14:paraId="0A918185" w14:textId="77777777" w:rsidR="00BA4C85" w:rsidRPr="0001316E" w:rsidRDefault="00BA4C85" w:rsidP="007D4695">
            <w:r w:rsidRPr="0001316E">
              <w:t>Sauerstoff</w:t>
            </w:r>
          </w:p>
        </w:tc>
        <w:tc>
          <w:tcPr>
            <w:tcW w:w="0" w:type="auto"/>
          </w:tcPr>
          <w:p w14:paraId="0B2274D5" w14:textId="77777777" w:rsidR="00BA4C85" w:rsidRPr="0001316E" w:rsidRDefault="00BA4C85" w:rsidP="007D4695">
            <w:r w:rsidRPr="0001316E">
              <w:t>-218,79</w:t>
            </w:r>
          </w:p>
        </w:tc>
        <w:tc>
          <w:tcPr>
            <w:tcW w:w="0" w:type="auto"/>
          </w:tcPr>
          <w:p w14:paraId="43E8B49E" w14:textId="77777777" w:rsidR="00BA4C85" w:rsidRPr="0001316E" w:rsidRDefault="00BA4C85" w:rsidP="007D4695">
            <w:r w:rsidRPr="0001316E">
              <w:t>--</w:t>
            </w:r>
          </w:p>
        </w:tc>
      </w:tr>
      <w:tr w:rsidR="00BA4C85" w:rsidRPr="0001316E" w14:paraId="7AE58599" w14:textId="77777777" w:rsidTr="003D2E48">
        <w:tc>
          <w:tcPr>
            <w:tcW w:w="0" w:type="auto"/>
          </w:tcPr>
          <w:p w14:paraId="4F93A299" w14:textId="77777777" w:rsidR="00BA4C85" w:rsidRPr="0001316E" w:rsidRDefault="00BA4C85" w:rsidP="007D4695">
            <w:r w:rsidRPr="0001316E">
              <w:t>Silber</w:t>
            </w:r>
          </w:p>
        </w:tc>
        <w:tc>
          <w:tcPr>
            <w:tcW w:w="0" w:type="auto"/>
          </w:tcPr>
          <w:p w14:paraId="6DD19B59" w14:textId="77777777" w:rsidR="00BA4C85" w:rsidRPr="0001316E" w:rsidRDefault="00BA4C85" w:rsidP="007D4695">
            <w:r w:rsidRPr="0001316E">
              <w:t>961,78</w:t>
            </w:r>
          </w:p>
        </w:tc>
        <w:tc>
          <w:tcPr>
            <w:tcW w:w="0" w:type="auto"/>
          </w:tcPr>
          <w:p w14:paraId="1D41A862" w14:textId="77777777" w:rsidR="00BA4C85" w:rsidRPr="0001316E" w:rsidRDefault="00BA4C85" w:rsidP="007D4695">
            <w:r w:rsidRPr="0001316E">
              <w:t>104</w:t>
            </w:r>
          </w:p>
        </w:tc>
      </w:tr>
      <w:tr w:rsidR="00BA4C85" w:rsidRPr="0001316E" w14:paraId="3A9F96CD" w14:textId="77777777" w:rsidTr="003D2E48">
        <w:tc>
          <w:tcPr>
            <w:tcW w:w="0" w:type="auto"/>
          </w:tcPr>
          <w:p w14:paraId="52434228" w14:textId="77777777" w:rsidR="00BA4C85" w:rsidRPr="0001316E" w:rsidRDefault="00BA4C85" w:rsidP="007D4695">
            <w:r w:rsidRPr="0001316E">
              <w:t>Silicium</w:t>
            </w:r>
          </w:p>
        </w:tc>
        <w:tc>
          <w:tcPr>
            <w:tcW w:w="0" w:type="auto"/>
          </w:tcPr>
          <w:p w14:paraId="794DD0DE" w14:textId="77777777" w:rsidR="00BA4C85" w:rsidRPr="0001316E" w:rsidRDefault="00BA4C85" w:rsidP="007D4695">
            <w:r w:rsidRPr="0001316E">
              <w:t>1414</w:t>
            </w:r>
          </w:p>
        </w:tc>
        <w:tc>
          <w:tcPr>
            <w:tcW w:w="0" w:type="auto"/>
          </w:tcPr>
          <w:p w14:paraId="3952DAC5" w14:textId="77777777" w:rsidR="00BA4C85" w:rsidRPr="0001316E" w:rsidRDefault="00BA4C85" w:rsidP="007D4695">
            <w:r w:rsidRPr="0001316E">
              <w:t>142</w:t>
            </w:r>
          </w:p>
        </w:tc>
      </w:tr>
      <w:tr w:rsidR="00BA4C85" w:rsidRPr="0001316E" w14:paraId="2E576F2C" w14:textId="77777777" w:rsidTr="003D2E48">
        <w:tc>
          <w:tcPr>
            <w:tcW w:w="0" w:type="auto"/>
          </w:tcPr>
          <w:p w14:paraId="17690B25" w14:textId="77777777" w:rsidR="00BA4C85" w:rsidRPr="0001316E" w:rsidRDefault="00BA4C85" w:rsidP="007D4695">
            <w:r w:rsidRPr="0001316E">
              <w:t>Stahl</w:t>
            </w:r>
          </w:p>
        </w:tc>
        <w:tc>
          <w:tcPr>
            <w:tcW w:w="0" w:type="auto"/>
          </w:tcPr>
          <w:p w14:paraId="33DD47A9" w14:textId="77777777" w:rsidR="00BA4C85" w:rsidRPr="0001316E" w:rsidRDefault="00BA4C85" w:rsidP="007D4695">
            <w:r w:rsidRPr="0001316E">
              <w:t>723 - 1536</w:t>
            </w:r>
          </w:p>
        </w:tc>
        <w:tc>
          <w:tcPr>
            <w:tcW w:w="0" w:type="auto"/>
          </w:tcPr>
          <w:p w14:paraId="4B12E13B" w14:textId="77777777" w:rsidR="00BA4C85" w:rsidRPr="0001316E" w:rsidRDefault="00BA4C85" w:rsidP="007D4695">
            <w:r w:rsidRPr="0001316E">
              <w:t>--</w:t>
            </w:r>
          </w:p>
        </w:tc>
      </w:tr>
      <w:tr w:rsidR="00BA4C85" w:rsidRPr="0001316E" w14:paraId="6E607824" w14:textId="77777777" w:rsidTr="003D2E48">
        <w:tc>
          <w:tcPr>
            <w:tcW w:w="0" w:type="auto"/>
          </w:tcPr>
          <w:p w14:paraId="6B50C38C" w14:textId="77777777" w:rsidR="00BA4C85" w:rsidRPr="0001316E" w:rsidRDefault="00BA4C85" w:rsidP="007D4695">
            <w:r w:rsidRPr="0001316E">
              <w:t>Stickstoff</w:t>
            </w:r>
          </w:p>
        </w:tc>
        <w:tc>
          <w:tcPr>
            <w:tcW w:w="0" w:type="auto"/>
          </w:tcPr>
          <w:p w14:paraId="146AC687" w14:textId="77777777" w:rsidR="00BA4C85" w:rsidRPr="0001316E" w:rsidRDefault="00BA4C85" w:rsidP="007D4695">
            <w:r w:rsidRPr="0001316E">
              <w:t>-210,0</w:t>
            </w:r>
          </w:p>
        </w:tc>
        <w:tc>
          <w:tcPr>
            <w:tcW w:w="0" w:type="auto"/>
          </w:tcPr>
          <w:p w14:paraId="5F4ED579" w14:textId="77777777" w:rsidR="00BA4C85" w:rsidRPr="0001316E" w:rsidRDefault="00BA4C85" w:rsidP="007D4695">
            <w:r w:rsidRPr="0001316E">
              <w:t>--</w:t>
            </w:r>
          </w:p>
        </w:tc>
      </w:tr>
      <w:tr w:rsidR="00BA4C85" w:rsidRPr="0001316E" w14:paraId="036FA0D3" w14:textId="77777777" w:rsidTr="003D2E48">
        <w:tc>
          <w:tcPr>
            <w:tcW w:w="0" w:type="auto"/>
          </w:tcPr>
          <w:p w14:paraId="05EE0095" w14:textId="77777777" w:rsidR="00BA4C85" w:rsidRPr="0001316E" w:rsidRDefault="00BA4C85" w:rsidP="007D4695">
            <w:r w:rsidRPr="0001316E">
              <w:t>Wasser</w:t>
            </w:r>
          </w:p>
        </w:tc>
        <w:tc>
          <w:tcPr>
            <w:tcW w:w="0" w:type="auto"/>
          </w:tcPr>
          <w:p w14:paraId="1698FF37" w14:textId="77777777" w:rsidR="00BA4C85" w:rsidRPr="0001316E" w:rsidRDefault="00BA4C85" w:rsidP="007D4695">
            <w:r w:rsidRPr="0001316E">
              <w:t>0</w:t>
            </w:r>
          </w:p>
        </w:tc>
        <w:tc>
          <w:tcPr>
            <w:tcW w:w="0" w:type="auto"/>
          </w:tcPr>
          <w:p w14:paraId="0683A578" w14:textId="77777777" w:rsidR="00BA4C85" w:rsidRPr="0001316E" w:rsidRDefault="00BA4C85" w:rsidP="007D4695">
            <w:r w:rsidRPr="0001316E">
              <w:t>334</w:t>
            </w:r>
          </w:p>
        </w:tc>
      </w:tr>
      <w:tr w:rsidR="00BA4C85" w:rsidRPr="0001316E" w14:paraId="556884F4" w14:textId="77777777" w:rsidTr="003D2E48">
        <w:tc>
          <w:tcPr>
            <w:tcW w:w="0" w:type="auto"/>
          </w:tcPr>
          <w:p w14:paraId="6C7962EA" w14:textId="77777777" w:rsidR="00BA4C85" w:rsidRPr="0001316E" w:rsidRDefault="00BA4C85" w:rsidP="007D4695">
            <w:r w:rsidRPr="0001316E">
              <w:t>Wasserstoff</w:t>
            </w:r>
          </w:p>
        </w:tc>
        <w:tc>
          <w:tcPr>
            <w:tcW w:w="0" w:type="auto"/>
          </w:tcPr>
          <w:p w14:paraId="07D4A7EB" w14:textId="77777777" w:rsidR="00BA4C85" w:rsidRPr="0001316E" w:rsidRDefault="00BA4C85" w:rsidP="007D4695">
            <w:r w:rsidRPr="0001316E">
              <w:t>-259,34</w:t>
            </w:r>
          </w:p>
        </w:tc>
        <w:tc>
          <w:tcPr>
            <w:tcW w:w="0" w:type="auto"/>
          </w:tcPr>
          <w:p w14:paraId="043A8E0F" w14:textId="77777777" w:rsidR="00BA4C85" w:rsidRPr="0001316E" w:rsidRDefault="00BA4C85" w:rsidP="007D4695">
            <w:r w:rsidRPr="0001316E">
              <w:t>59</w:t>
            </w:r>
          </w:p>
        </w:tc>
      </w:tr>
      <w:tr w:rsidR="00BA4C85" w:rsidRPr="0001316E" w14:paraId="5696DCA1" w14:textId="77777777" w:rsidTr="003D2E48">
        <w:tc>
          <w:tcPr>
            <w:tcW w:w="0" w:type="auto"/>
          </w:tcPr>
          <w:p w14:paraId="25C164A0" w14:textId="77777777" w:rsidR="00BA4C85" w:rsidRPr="0001316E" w:rsidRDefault="00BA4C85" w:rsidP="007D4695">
            <w:r w:rsidRPr="0001316E">
              <w:t>Wolfram</w:t>
            </w:r>
          </w:p>
        </w:tc>
        <w:tc>
          <w:tcPr>
            <w:tcW w:w="0" w:type="auto"/>
          </w:tcPr>
          <w:p w14:paraId="073E1BC1" w14:textId="77777777" w:rsidR="00BA4C85" w:rsidRPr="0001316E" w:rsidRDefault="00BA4C85" w:rsidP="007D4695">
            <w:r w:rsidRPr="0001316E">
              <w:t>3422</w:t>
            </w:r>
          </w:p>
        </w:tc>
        <w:tc>
          <w:tcPr>
            <w:tcW w:w="0" w:type="auto"/>
          </w:tcPr>
          <w:p w14:paraId="74BB757B" w14:textId="77777777" w:rsidR="00BA4C85" w:rsidRPr="0001316E" w:rsidRDefault="00BA4C85" w:rsidP="007D4695">
            <w:r w:rsidRPr="0001316E">
              <w:t>192</w:t>
            </w:r>
          </w:p>
        </w:tc>
      </w:tr>
      <w:tr w:rsidR="00BA4C85" w:rsidRPr="0001316E" w14:paraId="2118A66A" w14:textId="77777777" w:rsidTr="003D2E48">
        <w:tc>
          <w:tcPr>
            <w:tcW w:w="0" w:type="auto"/>
          </w:tcPr>
          <w:p w14:paraId="749AEA85" w14:textId="77777777" w:rsidR="00BA4C85" w:rsidRPr="0001316E" w:rsidRDefault="00BA4C85" w:rsidP="007D4695">
            <w:r w:rsidRPr="0001316E">
              <w:t>Zink</w:t>
            </w:r>
          </w:p>
        </w:tc>
        <w:tc>
          <w:tcPr>
            <w:tcW w:w="0" w:type="auto"/>
          </w:tcPr>
          <w:p w14:paraId="7623EEF1" w14:textId="77777777" w:rsidR="00BA4C85" w:rsidRPr="0001316E" w:rsidRDefault="00BA4C85" w:rsidP="007D4695">
            <w:r w:rsidRPr="0001316E">
              <w:t>419,53</w:t>
            </w:r>
          </w:p>
        </w:tc>
        <w:tc>
          <w:tcPr>
            <w:tcW w:w="0" w:type="auto"/>
          </w:tcPr>
          <w:p w14:paraId="5B9292DA" w14:textId="77777777" w:rsidR="00BA4C85" w:rsidRPr="0001316E" w:rsidRDefault="00BA4C85" w:rsidP="007D4695">
            <w:r w:rsidRPr="0001316E">
              <w:t>111</w:t>
            </w:r>
          </w:p>
        </w:tc>
      </w:tr>
      <w:tr w:rsidR="00BA4C85" w:rsidRPr="0001316E" w14:paraId="58942F2C" w14:textId="77777777" w:rsidTr="003D2E48">
        <w:tc>
          <w:tcPr>
            <w:tcW w:w="0" w:type="auto"/>
          </w:tcPr>
          <w:p w14:paraId="49B4F597" w14:textId="77777777" w:rsidR="00BA4C85" w:rsidRPr="0001316E" w:rsidRDefault="00BA4C85" w:rsidP="007D4695">
            <w:r w:rsidRPr="0001316E">
              <w:t>Zinn</w:t>
            </w:r>
          </w:p>
        </w:tc>
        <w:tc>
          <w:tcPr>
            <w:tcW w:w="0" w:type="auto"/>
          </w:tcPr>
          <w:p w14:paraId="3E3E8DD4" w14:textId="77777777" w:rsidR="00BA4C85" w:rsidRPr="0001316E" w:rsidRDefault="00BA4C85" w:rsidP="007D4695">
            <w:r w:rsidRPr="0001316E">
              <w:t>231,93</w:t>
            </w:r>
          </w:p>
        </w:tc>
        <w:tc>
          <w:tcPr>
            <w:tcW w:w="0" w:type="auto"/>
          </w:tcPr>
          <w:p w14:paraId="00D3CE0B" w14:textId="77777777" w:rsidR="00BA4C85" w:rsidRPr="0001316E" w:rsidRDefault="00BA4C85" w:rsidP="007D4695">
            <w:r w:rsidRPr="0001316E">
              <w:t>59</w:t>
            </w:r>
          </w:p>
        </w:tc>
      </w:tr>
    </w:tbl>
    <w:p w14:paraId="40490AC7" w14:textId="4D2F4451" w:rsidR="00BA4C85" w:rsidRDefault="00BA4C85" w:rsidP="00C737BC">
      <w:r>
        <w:t>&lt;/Tabelle&gt;</w:t>
      </w:r>
    </w:p>
    <w:p w14:paraId="72DB3687" w14:textId="662F5126" w:rsidR="0001316E" w:rsidRDefault="0001316E" w:rsidP="00C737BC"/>
    <w:p w14:paraId="6B04D55A" w14:textId="295CC5EC" w:rsidR="00C737BC" w:rsidRDefault="00C737BC" w:rsidP="00BA4C85">
      <w:pPr>
        <w:pStyle w:val="berschrift3"/>
      </w:pPr>
      <w:r>
        <w:lastRenderedPageBreak/>
        <w:t>Siedetemperatur und spezifische Verdampfungswärme</w:t>
      </w:r>
    </w:p>
    <w:p w14:paraId="6721BF5B" w14:textId="72DC33C6" w:rsidR="00A31274" w:rsidRPr="00A31274" w:rsidRDefault="00A31274" w:rsidP="00A31274">
      <w:r>
        <w:t>Legende zur folgenden Tabelle:</w:t>
      </w:r>
      <w:r>
        <w:br/>
      </w:r>
      <w:r w:rsidRPr="00A31274">
        <w:t>~t_V in °C: Siedetemperatur ~t_V (bei 101,325kPa) in °C</w:t>
      </w:r>
      <w:r w:rsidRPr="00A31274">
        <w:br/>
        <w:t>q_V in \frac{kJ}{kg}: spezifische Verdampfungswärme q_V in \frac{kJ}{kg}</w:t>
      </w:r>
    </w:p>
    <w:p w14:paraId="0070068A" w14:textId="77777777" w:rsidR="00BA4C85" w:rsidRDefault="00BA4C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40"/>
        <w:gridCol w:w="1774"/>
        <w:gridCol w:w="3214"/>
      </w:tblGrid>
      <w:tr w:rsidR="00BA4C85" w:rsidRPr="00BA4C85" w14:paraId="3CE182EE" w14:textId="77777777" w:rsidTr="003D2E48">
        <w:tc>
          <w:tcPr>
            <w:tcW w:w="0" w:type="auto"/>
          </w:tcPr>
          <w:p w14:paraId="64B79A52" w14:textId="77777777" w:rsidR="00BA4C85" w:rsidRPr="00BA4C85" w:rsidRDefault="00BA4C85" w:rsidP="007D4695">
            <w:r w:rsidRPr="00BA4C85">
              <w:t>Stoff</w:t>
            </w:r>
          </w:p>
        </w:tc>
        <w:tc>
          <w:tcPr>
            <w:tcW w:w="0" w:type="auto"/>
          </w:tcPr>
          <w:p w14:paraId="72A832D9" w14:textId="05506CD5" w:rsidR="00BA4C85" w:rsidRPr="00BA4C85" w:rsidRDefault="00BA4C85" w:rsidP="007D4695">
            <w:r w:rsidRPr="00BA4C85">
              <w:t>~t_V in °C</w:t>
            </w:r>
          </w:p>
        </w:tc>
        <w:tc>
          <w:tcPr>
            <w:tcW w:w="0" w:type="auto"/>
          </w:tcPr>
          <w:p w14:paraId="39B3AC30" w14:textId="38B24100" w:rsidR="00BA4C85" w:rsidRPr="00BA4C85" w:rsidRDefault="00BA4C85" w:rsidP="007D4695">
            <w:r w:rsidRPr="00BA4C85">
              <w:t>q_V in \frac{kJ}{kg}</w:t>
            </w:r>
          </w:p>
        </w:tc>
      </w:tr>
      <w:tr w:rsidR="00BA4C85" w:rsidRPr="00BA4C85" w14:paraId="45D08569" w14:textId="77777777" w:rsidTr="003D2E48">
        <w:tc>
          <w:tcPr>
            <w:tcW w:w="0" w:type="auto"/>
          </w:tcPr>
          <w:p w14:paraId="3268C7F8" w14:textId="77777777" w:rsidR="00BA4C85" w:rsidRPr="00BA4C85" w:rsidRDefault="00BA4C85" w:rsidP="007D4695">
            <w:r w:rsidRPr="00BA4C85">
              <w:t>Ammoniak</w:t>
            </w:r>
          </w:p>
        </w:tc>
        <w:tc>
          <w:tcPr>
            <w:tcW w:w="0" w:type="auto"/>
          </w:tcPr>
          <w:p w14:paraId="78CC30F5" w14:textId="77777777" w:rsidR="00BA4C85" w:rsidRPr="00BA4C85" w:rsidRDefault="00BA4C85" w:rsidP="007D4695">
            <w:r w:rsidRPr="00BA4C85">
              <w:t>-33,33</w:t>
            </w:r>
          </w:p>
        </w:tc>
        <w:tc>
          <w:tcPr>
            <w:tcW w:w="0" w:type="auto"/>
          </w:tcPr>
          <w:p w14:paraId="4C7F2C3A" w14:textId="77777777" w:rsidR="00BA4C85" w:rsidRPr="00BA4C85" w:rsidRDefault="00BA4C85" w:rsidP="007D4695">
            <w:r w:rsidRPr="00BA4C85">
              <w:t>1370</w:t>
            </w:r>
          </w:p>
        </w:tc>
      </w:tr>
      <w:tr w:rsidR="00BA4C85" w:rsidRPr="00BA4C85" w14:paraId="2AEC3E6A" w14:textId="77777777" w:rsidTr="003D2E48">
        <w:tc>
          <w:tcPr>
            <w:tcW w:w="0" w:type="auto"/>
          </w:tcPr>
          <w:p w14:paraId="6B9AECE7" w14:textId="77777777" w:rsidR="00BA4C85" w:rsidRPr="00BA4C85" w:rsidRDefault="00BA4C85" w:rsidP="007D4695">
            <w:r w:rsidRPr="00BA4C85">
              <w:t>Aceton</w:t>
            </w:r>
          </w:p>
        </w:tc>
        <w:tc>
          <w:tcPr>
            <w:tcW w:w="0" w:type="auto"/>
          </w:tcPr>
          <w:p w14:paraId="317F3901" w14:textId="77777777" w:rsidR="00BA4C85" w:rsidRPr="00BA4C85" w:rsidRDefault="00BA4C85" w:rsidP="007D4695">
            <w:r w:rsidRPr="00BA4C85">
              <w:t>56,05</w:t>
            </w:r>
          </w:p>
        </w:tc>
        <w:tc>
          <w:tcPr>
            <w:tcW w:w="0" w:type="auto"/>
          </w:tcPr>
          <w:p w14:paraId="78BAA22B" w14:textId="77777777" w:rsidR="00BA4C85" w:rsidRPr="00BA4C85" w:rsidRDefault="00BA4C85" w:rsidP="007D4695">
            <w:r w:rsidRPr="00BA4C85">
              <w:t>520</w:t>
            </w:r>
          </w:p>
        </w:tc>
      </w:tr>
      <w:tr w:rsidR="00BA4C85" w:rsidRPr="00BA4C85" w14:paraId="472983E9" w14:textId="77777777" w:rsidTr="003D2E48">
        <w:tc>
          <w:tcPr>
            <w:tcW w:w="0" w:type="auto"/>
          </w:tcPr>
          <w:p w14:paraId="44232679" w14:textId="77777777" w:rsidR="00BA4C85" w:rsidRPr="00BA4C85" w:rsidRDefault="00BA4C85" w:rsidP="007D4695">
            <w:r w:rsidRPr="00BA4C85">
              <w:t>Ethanol</w:t>
            </w:r>
          </w:p>
        </w:tc>
        <w:tc>
          <w:tcPr>
            <w:tcW w:w="0" w:type="auto"/>
          </w:tcPr>
          <w:p w14:paraId="1387D21E" w14:textId="77777777" w:rsidR="00BA4C85" w:rsidRPr="00BA4C85" w:rsidRDefault="00BA4C85" w:rsidP="007D4695">
            <w:r w:rsidRPr="00BA4C85">
              <w:t>78,29</w:t>
            </w:r>
          </w:p>
        </w:tc>
        <w:tc>
          <w:tcPr>
            <w:tcW w:w="0" w:type="auto"/>
          </w:tcPr>
          <w:p w14:paraId="5C947A6D" w14:textId="77777777" w:rsidR="00BA4C85" w:rsidRPr="00BA4C85" w:rsidRDefault="00BA4C85" w:rsidP="007D4695">
            <w:r w:rsidRPr="00BA4C85">
              <w:t>842</w:t>
            </w:r>
          </w:p>
        </w:tc>
      </w:tr>
      <w:tr w:rsidR="00BA4C85" w:rsidRPr="00BA4C85" w14:paraId="2D06CE50" w14:textId="77777777" w:rsidTr="003D2E48">
        <w:tc>
          <w:tcPr>
            <w:tcW w:w="0" w:type="auto"/>
          </w:tcPr>
          <w:p w14:paraId="1EB65318" w14:textId="77777777" w:rsidR="00BA4C85" w:rsidRPr="00BA4C85" w:rsidRDefault="00BA4C85" w:rsidP="007D4695">
            <w:r w:rsidRPr="00BA4C85">
              <w:t>Glycerin</w:t>
            </w:r>
          </w:p>
        </w:tc>
        <w:tc>
          <w:tcPr>
            <w:tcW w:w="0" w:type="auto"/>
          </w:tcPr>
          <w:p w14:paraId="539E8434" w14:textId="77777777" w:rsidR="00BA4C85" w:rsidRPr="00BA4C85" w:rsidRDefault="00BA4C85" w:rsidP="007D4695">
            <w:r w:rsidRPr="00BA4C85">
              <w:t>290</w:t>
            </w:r>
          </w:p>
        </w:tc>
        <w:tc>
          <w:tcPr>
            <w:tcW w:w="0" w:type="auto"/>
          </w:tcPr>
          <w:p w14:paraId="0342997C" w14:textId="77777777" w:rsidR="00BA4C85" w:rsidRPr="00BA4C85" w:rsidRDefault="00BA4C85" w:rsidP="007D4695">
            <w:r w:rsidRPr="00BA4C85">
              <w:t>853</w:t>
            </w:r>
          </w:p>
        </w:tc>
      </w:tr>
      <w:tr w:rsidR="00BA4C85" w:rsidRPr="00BA4C85" w14:paraId="26B9277F" w14:textId="77777777" w:rsidTr="003D2E48">
        <w:tc>
          <w:tcPr>
            <w:tcW w:w="0" w:type="auto"/>
          </w:tcPr>
          <w:p w14:paraId="7925A99B" w14:textId="77777777" w:rsidR="00BA4C85" w:rsidRPr="00BA4C85" w:rsidRDefault="00BA4C85" w:rsidP="007D4695">
            <w:r w:rsidRPr="00BA4C85">
              <w:t>Helium</w:t>
            </w:r>
          </w:p>
        </w:tc>
        <w:tc>
          <w:tcPr>
            <w:tcW w:w="0" w:type="auto"/>
          </w:tcPr>
          <w:p w14:paraId="34E88849" w14:textId="77777777" w:rsidR="00BA4C85" w:rsidRPr="00BA4C85" w:rsidRDefault="00BA4C85" w:rsidP="007D4695">
            <w:r w:rsidRPr="00BA4C85">
              <w:t>-268,93</w:t>
            </w:r>
          </w:p>
        </w:tc>
        <w:tc>
          <w:tcPr>
            <w:tcW w:w="0" w:type="auto"/>
          </w:tcPr>
          <w:p w14:paraId="57C11E6D" w14:textId="77777777" w:rsidR="00BA4C85" w:rsidRPr="00BA4C85" w:rsidRDefault="00BA4C85" w:rsidP="007D4695">
            <w:r w:rsidRPr="00BA4C85">
              <w:t>25</w:t>
            </w:r>
          </w:p>
        </w:tc>
      </w:tr>
      <w:tr w:rsidR="00BA4C85" w:rsidRPr="00BA4C85" w14:paraId="58799F10" w14:textId="77777777" w:rsidTr="003D2E48">
        <w:tc>
          <w:tcPr>
            <w:tcW w:w="0" w:type="auto"/>
          </w:tcPr>
          <w:p w14:paraId="282CFC32" w14:textId="77777777" w:rsidR="00BA4C85" w:rsidRPr="00BA4C85" w:rsidRDefault="00BA4C85" w:rsidP="007D4695">
            <w:r w:rsidRPr="00BA4C85">
              <w:t>Kohlenstoffdioxid</w:t>
            </w:r>
          </w:p>
        </w:tc>
        <w:tc>
          <w:tcPr>
            <w:tcW w:w="0" w:type="auto"/>
          </w:tcPr>
          <w:p w14:paraId="60D3C176" w14:textId="77777777" w:rsidR="00BA4C85" w:rsidRPr="00BA4C85" w:rsidRDefault="00BA4C85" w:rsidP="007D4695">
            <w:r w:rsidRPr="00BA4C85">
              <w:t>-79 (Subl.)</w:t>
            </w:r>
          </w:p>
        </w:tc>
        <w:tc>
          <w:tcPr>
            <w:tcW w:w="0" w:type="auto"/>
          </w:tcPr>
          <w:p w14:paraId="36B1A7A8" w14:textId="77777777" w:rsidR="00BA4C85" w:rsidRPr="00BA4C85" w:rsidRDefault="00BA4C85" w:rsidP="007D4695">
            <w:r w:rsidRPr="00BA4C85">
              <w:t>574</w:t>
            </w:r>
          </w:p>
        </w:tc>
      </w:tr>
      <w:tr w:rsidR="00BA4C85" w:rsidRPr="00BA4C85" w14:paraId="65EC1523" w14:textId="77777777" w:rsidTr="003D2E48">
        <w:tc>
          <w:tcPr>
            <w:tcW w:w="0" w:type="auto"/>
          </w:tcPr>
          <w:p w14:paraId="4CD80A25" w14:textId="77777777" w:rsidR="00BA4C85" w:rsidRPr="00BA4C85" w:rsidRDefault="00BA4C85" w:rsidP="007D4695">
            <w:r w:rsidRPr="00BA4C85">
              <w:t>Methanol</w:t>
            </w:r>
          </w:p>
        </w:tc>
        <w:tc>
          <w:tcPr>
            <w:tcW w:w="0" w:type="auto"/>
          </w:tcPr>
          <w:p w14:paraId="170A0569" w14:textId="77777777" w:rsidR="00BA4C85" w:rsidRPr="00BA4C85" w:rsidRDefault="00BA4C85" w:rsidP="007D4695">
            <w:r w:rsidRPr="00BA4C85">
              <w:t>64,6</w:t>
            </w:r>
          </w:p>
        </w:tc>
        <w:tc>
          <w:tcPr>
            <w:tcW w:w="0" w:type="auto"/>
          </w:tcPr>
          <w:p w14:paraId="767E4A0F" w14:textId="77777777" w:rsidR="00BA4C85" w:rsidRPr="00BA4C85" w:rsidRDefault="00BA4C85" w:rsidP="007D4695">
            <w:r w:rsidRPr="00BA4C85">
              <w:t>1102</w:t>
            </w:r>
          </w:p>
        </w:tc>
      </w:tr>
      <w:tr w:rsidR="00BA4C85" w:rsidRPr="00BA4C85" w14:paraId="35197A6B" w14:textId="77777777" w:rsidTr="003D2E48">
        <w:tc>
          <w:tcPr>
            <w:tcW w:w="0" w:type="auto"/>
          </w:tcPr>
          <w:p w14:paraId="2CF3CAF0" w14:textId="77777777" w:rsidR="00BA4C85" w:rsidRPr="00BA4C85" w:rsidRDefault="00BA4C85" w:rsidP="007D4695">
            <w:r w:rsidRPr="00BA4C85">
              <w:t>Sauerstoff</w:t>
            </w:r>
          </w:p>
        </w:tc>
        <w:tc>
          <w:tcPr>
            <w:tcW w:w="0" w:type="auto"/>
          </w:tcPr>
          <w:p w14:paraId="1FBD3042" w14:textId="77777777" w:rsidR="00BA4C85" w:rsidRPr="00BA4C85" w:rsidRDefault="00BA4C85" w:rsidP="007D4695">
            <w:r w:rsidRPr="00BA4C85">
              <w:t>-182,95</w:t>
            </w:r>
          </w:p>
        </w:tc>
        <w:tc>
          <w:tcPr>
            <w:tcW w:w="0" w:type="auto"/>
          </w:tcPr>
          <w:p w14:paraId="37F10A00" w14:textId="77777777" w:rsidR="00BA4C85" w:rsidRPr="00BA4C85" w:rsidRDefault="00BA4C85" w:rsidP="007D4695">
            <w:r w:rsidRPr="00BA4C85">
              <w:t>213</w:t>
            </w:r>
          </w:p>
        </w:tc>
      </w:tr>
      <w:tr w:rsidR="00BA4C85" w:rsidRPr="00BA4C85" w14:paraId="4B65EE37" w14:textId="77777777" w:rsidTr="003D2E48">
        <w:tc>
          <w:tcPr>
            <w:tcW w:w="0" w:type="auto"/>
          </w:tcPr>
          <w:p w14:paraId="2D7A1B3C" w14:textId="77777777" w:rsidR="00BA4C85" w:rsidRPr="00BA4C85" w:rsidRDefault="00BA4C85" w:rsidP="007D4695">
            <w:r w:rsidRPr="00BA4C85">
              <w:t>Stickstoff</w:t>
            </w:r>
          </w:p>
        </w:tc>
        <w:tc>
          <w:tcPr>
            <w:tcW w:w="0" w:type="auto"/>
          </w:tcPr>
          <w:p w14:paraId="4073A7C3" w14:textId="77777777" w:rsidR="00BA4C85" w:rsidRPr="00BA4C85" w:rsidRDefault="00BA4C85" w:rsidP="007D4695">
            <w:r w:rsidRPr="00BA4C85">
              <w:t>-195,79</w:t>
            </w:r>
          </w:p>
        </w:tc>
        <w:tc>
          <w:tcPr>
            <w:tcW w:w="0" w:type="auto"/>
          </w:tcPr>
          <w:p w14:paraId="2FF7AAF3" w14:textId="77777777" w:rsidR="00BA4C85" w:rsidRPr="00BA4C85" w:rsidRDefault="00BA4C85" w:rsidP="007D4695">
            <w:r w:rsidRPr="00BA4C85">
              <w:t>198</w:t>
            </w:r>
          </w:p>
        </w:tc>
      </w:tr>
      <w:tr w:rsidR="00BA4C85" w:rsidRPr="00BA4C85" w14:paraId="1B69007C" w14:textId="77777777" w:rsidTr="003D2E48">
        <w:tc>
          <w:tcPr>
            <w:tcW w:w="0" w:type="auto"/>
          </w:tcPr>
          <w:p w14:paraId="207087D4" w14:textId="77777777" w:rsidR="00BA4C85" w:rsidRPr="00BA4C85" w:rsidRDefault="00BA4C85" w:rsidP="007D4695">
            <w:r w:rsidRPr="00BA4C85">
              <w:t>Wasser</w:t>
            </w:r>
          </w:p>
        </w:tc>
        <w:tc>
          <w:tcPr>
            <w:tcW w:w="0" w:type="auto"/>
          </w:tcPr>
          <w:p w14:paraId="18178D4F" w14:textId="77777777" w:rsidR="00BA4C85" w:rsidRPr="00BA4C85" w:rsidRDefault="00BA4C85" w:rsidP="007D4695">
            <w:r w:rsidRPr="00BA4C85">
              <w:t>100</w:t>
            </w:r>
          </w:p>
        </w:tc>
        <w:tc>
          <w:tcPr>
            <w:tcW w:w="0" w:type="auto"/>
          </w:tcPr>
          <w:p w14:paraId="5A94D981" w14:textId="77777777" w:rsidR="00BA4C85" w:rsidRPr="00BA4C85" w:rsidRDefault="00BA4C85" w:rsidP="007D4695">
            <w:r w:rsidRPr="00BA4C85">
              <w:t>2260</w:t>
            </w:r>
          </w:p>
        </w:tc>
      </w:tr>
      <w:tr w:rsidR="00BA4C85" w:rsidRPr="00BA4C85" w14:paraId="550993C8" w14:textId="77777777" w:rsidTr="003D2E48">
        <w:tc>
          <w:tcPr>
            <w:tcW w:w="0" w:type="auto"/>
          </w:tcPr>
          <w:p w14:paraId="264447A0" w14:textId="77777777" w:rsidR="00BA4C85" w:rsidRPr="00BA4C85" w:rsidRDefault="00BA4C85" w:rsidP="007D4695">
            <w:r w:rsidRPr="00BA4C85">
              <w:t>Wasserstoff</w:t>
            </w:r>
          </w:p>
        </w:tc>
        <w:tc>
          <w:tcPr>
            <w:tcW w:w="0" w:type="auto"/>
          </w:tcPr>
          <w:p w14:paraId="247C8FE8" w14:textId="77777777" w:rsidR="00BA4C85" w:rsidRPr="00BA4C85" w:rsidRDefault="00BA4C85" w:rsidP="007D4695">
            <w:r w:rsidRPr="00BA4C85">
              <w:t>-252,87</w:t>
            </w:r>
          </w:p>
        </w:tc>
        <w:tc>
          <w:tcPr>
            <w:tcW w:w="0" w:type="auto"/>
          </w:tcPr>
          <w:p w14:paraId="59A97565" w14:textId="77777777" w:rsidR="00BA4C85" w:rsidRPr="00BA4C85" w:rsidRDefault="00BA4C85" w:rsidP="007D4695">
            <w:r w:rsidRPr="00BA4C85">
              <w:t>455</w:t>
            </w:r>
          </w:p>
        </w:tc>
      </w:tr>
    </w:tbl>
    <w:p w14:paraId="15B0F884" w14:textId="413A9B99" w:rsidR="00BA4C85" w:rsidRDefault="00BA4C85" w:rsidP="00C737BC">
      <w:r>
        <w:t>&lt;/Tabelle&gt;</w:t>
      </w:r>
    </w:p>
    <w:p w14:paraId="7960AFE5" w14:textId="386F021E" w:rsidR="00BA4C85" w:rsidRDefault="00BA4C85" w:rsidP="00C737BC"/>
    <w:p w14:paraId="08B6CAF3" w14:textId="3FFA1E14" w:rsidR="00C737BC" w:rsidRDefault="00C737BC" w:rsidP="00BA4C85">
      <w:pPr>
        <w:pStyle w:val="berschrift3"/>
      </w:pPr>
      <w:r>
        <w:t>Schallgeschwindigkeiten</w:t>
      </w:r>
    </w:p>
    <w:p w14:paraId="068DE2E3" w14:textId="67E879F4" w:rsidR="00967C4F" w:rsidRPr="00967C4F" w:rsidRDefault="00967C4F" w:rsidP="0058752E">
      <w:pPr>
        <w:pStyle w:val="berschrift4"/>
      </w:pPr>
      <w:r>
        <w:t>Feste Stoffe</w:t>
      </w:r>
    </w:p>
    <w:p w14:paraId="6016A64D" w14:textId="77777777" w:rsidR="00967C4F" w:rsidRDefault="00967C4F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17"/>
        <w:gridCol w:w="2143"/>
      </w:tblGrid>
      <w:tr w:rsidR="00967C4F" w:rsidRPr="00967C4F" w14:paraId="214BDE62" w14:textId="77777777" w:rsidTr="003D2E48">
        <w:tc>
          <w:tcPr>
            <w:tcW w:w="0" w:type="auto"/>
          </w:tcPr>
          <w:p w14:paraId="5FF6BEB3" w14:textId="77777777" w:rsidR="00967C4F" w:rsidRPr="00967C4F" w:rsidRDefault="00967C4F" w:rsidP="007D4695">
            <w:r w:rsidRPr="00967C4F">
              <w:t>Feste Stoffe</w:t>
            </w:r>
          </w:p>
        </w:tc>
        <w:tc>
          <w:tcPr>
            <w:tcW w:w="0" w:type="auto"/>
          </w:tcPr>
          <w:p w14:paraId="17FEB3FE" w14:textId="77777777" w:rsidR="00967C4F" w:rsidRPr="00967C4F" w:rsidRDefault="00967C4F" w:rsidP="007D4695">
            <w:r w:rsidRPr="00967C4F">
              <w:t>v in m/s</w:t>
            </w:r>
          </w:p>
        </w:tc>
      </w:tr>
      <w:tr w:rsidR="00967C4F" w:rsidRPr="00967C4F" w14:paraId="2F68468D" w14:textId="77777777" w:rsidTr="003D2E48">
        <w:tc>
          <w:tcPr>
            <w:tcW w:w="0" w:type="auto"/>
          </w:tcPr>
          <w:p w14:paraId="769F1789" w14:textId="77777777" w:rsidR="00967C4F" w:rsidRPr="00967C4F" w:rsidRDefault="00967C4F" w:rsidP="007D4695">
            <w:r w:rsidRPr="00967C4F">
              <w:lastRenderedPageBreak/>
              <w:t>Aluminium</w:t>
            </w:r>
          </w:p>
        </w:tc>
        <w:tc>
          <w:tcPr>
            <w:tcW w:w="0" w:type="auto"/>
          </w:tcPr>
          <w:p w14:paraId="5056DCFA" w14:textId="77777777" w:rsidR="00967C4F" w:rsidRPr="00967C4F" w:rsidRDefault="00967C4F" w:rsidP="007D4695">
            <w:r w:rsidRPr="00967C4F">
              <w:t>5100</w:t>
            </w:r>
          </w:p>
        </w:tc>
      </w:tr>
      <w:tr w:rsidR="00967C4F" w:rsidRPr="00967C4F" w14:paraId="513ECDAA" w14:textId="77777777" w:rsidTr="003D2E48">
        <w:tc>
          <w:tcPr>
            <w:tcW w:w="0" w:type="auto"/>
          </w:tcPr>
          <w:p w14:paraId="4E675FFF" w14:textId="77777777" w:rsidR="00967C4F" w:rsidRPr="00967C4F" w:rsidRDefault="00967C4F" w:rsidP="007D4695">
            <w:r w:rsidRPr="00967C4F">
              <w:t>Beton</w:t>
            </w:r>
          </w:p>
        </w:tc>
        <w:tc>
          <w:tcPr>
            <w:tcW w:w="0" w:type="auto"/>
          </w:tcPr>
          <w:p w14:paraId="6EDA8C21" w14:textId="77777777" w:rsidR="00967C4F" w:rsidRPr="00967C4F" w:rsidRDefault="00967C4F" w:rsidP="007D4695">
            <w:r w:rsidRPr="00967C4F">
              <w:t>3800</w:t>
            </w:r>
          </w:p>
        </w:tc>
      </w:tr>
      <w:tr w:rsidR="00967C4F" w:rsidRPr="00967C4F" w14:paraId="24CA594A" w14:textId="77777777" w:rsidTr="003D2E48">
        <w:tc>
          <w:tcPr>
            <w:tcW w:w="0" w:type="auto"/>
          </w:tcPr>
          <w:p w14:paraId="7164E060" w14:textId="77777777" w:rsidR="00967C4F" w:rsidRPr="00967C4F" w:rsidRDefault="00967C4F" w:rsidP="007D4695">
            <w:r w:rsidRPr="00967C4F">
              <w:t>Blei</w:t>
            </w:r>
          </w:p>
        </w:tc>
        <w:tc>
          <w:tcPr>
            <w:tcW w:w="0" w:type="auto"/>
          </w:tcPr>
          <w:p w14:paraId="4600B91D" w14:textId="77777777" w:rsidR="00967C4F" w:rsidRPr="00967C4F" w:rsidRDefault="00967C4F" w:rsidP="007D4695">
            <w:r w:rsidRPr="00967C4F">
              <w:t>1300</w:t>
            </w:r>
          </w:p>
        </w:tc>
      </w:tr>
      <w:tr w:rsidR="00967C4F" w:rsidRPr="00967C4F" w14:paraId="76F95A5B" w14:textId="77777777" w:rsidTr="003D2E48">
        <w:tc>
          <w:tcPr>
            <w:tcW w:w="0" w:type="auto"/>
          </w:tcPr>
          <w:p w14:paraId="01D037DD" w14:textId="77777777" w:rsidR="00967C4F" w:rsidRPr="00967C4F" w:rsidRDefault="00967C4F" w:rsidP="007D4695">
            <w:r w:rsidRPr="00967C4F">
              <w:t>Holz (Eiche)</w:t>
            </w:r>
          </w:p>
        </w:tc>
        <w:tc>
          <w:tcPr>
            <w:tcW w:w="0" w:type="auto"/>
          </w:tcPr>
          <w:p w14:paraId="2BFBD3CE" w14:textId="77777777" w:rsidR="00967C4F" w:rsidRPr="00967C4F" w:rsidRDefault="00967C4F" w:rsidP="007D4695">
            <w:r w:rsidRPr="00967C4F">
              <w:t>4100</w:t>
            </w:r>
          </w:p>
        </w:tc>
      </w:tr>
      <w:tr w:rsidR="00967C4F" w:rsidRPr="00967C4F" w14:paraId="47AEBFC2" w14:textId="77777777" w:rsidTr="003D2E48">
        <w:tc>
          <w:tcPr>
            <w:tcW w:w="0" w:type="auto"/>
          </w:tcPr>
          <w:p w14:paraId="570C41B4" w14:textId="77777777" w:rsidR="00967C4F" w:rsidRPr="00967C4F" w:rsidRDefault="00967C4F" w:rsidP="007D4695">
            <w:r w:rsidRPr="00967C4F">
              <w:t>Eis bei -4°C</w:t>
            </w:r>
          </w:p>
        </w:tc>
        <w:tc>
          <w:tcPr>
            <w:tcW w:w="0" w:type="auto"/>
          </w:tcPr>
          <w:p w14:paraId="0C417EEB" w14:textId="77777777" w:rsidR="00967C4F" w:rsidRPr="00967C4F" w:rsidRDefault="00967C4F" w:rsidP="007D4695">
            <w:r w:rsidRPr="00967C4F">
              <w:t>3230</w:t>
            </w:r>
          </w:p>
        </w:tc>
      </w:tr>
      <w:tr w:rsidR="00967C4F" w:rsidRPr="00967C4F" w14:paraId="35ED9031" w14:textId="77777777" w:rsidTr="003D2E48">
        <w:tc>
          <w:tcPr>
            <w:tcW w:w="0" w:type="auto"/>
          </w:tcPr>
          <w:p w14:paraId="15FF4CC5" w14:textId="77777777" w:rsidR="00967C4F" w:rsidRPr="00967C4F" w:rsidRDefault="00967C4F" w:rsidP="007D4695">
            <w:r w:rsidRPr="00967C4F">
              <w:t>Glas</w:t>
            </w:r>
          </w:p>
        </w:tc>
        <w:tc>
          <w:tcPr>
            <w:tcW w:w="0" w:type="auto"/>
          </w:tcPr>
          <w:p w14:paraId="7E30EC7E" w14:textId="77777777" w:rsidR="00967C4F" w:rsidRPr="00967C4F" w:rsidRDefault="00967C4F" w:rsidP="007D4695">
            <w:r w:rsidRPr="00967C4F">
              <w:t>4000 ... 5000</w:t>
            </w:r>
          </w:p>
        </w:tc>
      </w:tr>
      <w:tr w:rsidR="00967C4F" w:rsidRPr="00967C4F" w14:paraId="03B76638" w14:textId="77777777" w:rsidTr="003D2E48">
        <w:tc>
          <w:tcPr>
            <w:tcW w:w="0" w:type="auto"/>
          </w:tcPr>
          <w:p w14:paraId="75C1695C" w14:textId="77777777" w:rsidR="00967C4F" w:rsidRPr="00967C4F" w:rsidRDefault="00967C4F" w:rsidP="007D4695">
            <w:r w:rsidRPr="00967C4F">
              <w:t>Granit</w:t>
            </w:r>
          </w:p>
        </w:tc>
        <w:tc>
          <w:tcPr>
            <w:tcW w:w="0" w:type="auto"/>
          </w:tcPr>
          <w:p w14:paraId="17F3EC28" w14:textId="77777777" w:rsidR="00967C4F" w:rsidRPr="00967C4F" w:rsidRDefault="00967C4F" w:rsidP="007D4695">
            <w:r w:rsidRPr="00967C4F">
              <w:t>3950</w:t>
            </w:r>
          </w:p>
        </w:tc>
      </w:tr>
      <w:tr w:rsidR="00967C4F" w:rsidRPr="00967C4F" w14:paraId="23595C8E" w14:textId="77777777" w:rsidTr="003D2E48">
        <w:tc>
          <w:tcPr>
            <w:tcW w:w="0" w:type="auto"/>
          </w:tcPr>
          <w:p w14:paraId="2DD921DA" w14:textId="77777777" w:rsidR="00967C4F" w:rsidRPr="00967C4F" w:rsidRDefault="00967C4F" w:rsidP="007D4695">
            <w:r w:rsidRPr="00967C4F">
              <w:t>Kork</w:t>
            </w:r>
          </w:p>
        </w:tc>
        <w:tc>
          <w:tcPr>
            <w:tcW w:w="0" w:type="auto"/>
          </w:tcPr>
          <w:p w14:paraId="7DF461D0" w14:textId="77777777" w:rsidR="00967C4F" w:rsidRPr="00967C4F" w:rsidRDefault="00967C4F" w:rsidP="007D4695">
            <w:r w:rsidRPr="00967C4F">
              <w:t>500</w:t>
            </w:r>
          </w:p>
        </w:tc>
      </w:tr>
      <w:tr w:rsidR="00967C4F" w:rsidRPr="00967C4F" w14:paraId="50BA5660" w14:textId="77777777" w:rsidTr="003D2E48">
        <w:tc>
          <w:tcPr>
            <w:tcW w:w="0" w:type="auto"/>
          </w:tcPr>
          <w:p w14:paraId="36406DF5" w14:textId="77777777" w:rsidR="00967C4F" w:rsidRPr="00967C4F" w:rsidRDefault="00967C4F" w:rsidP="007D4695">
            <w:r w:rsidRPr="00967C4F">
              <w:t>Kupfer</w:t>
            </w:r>
          </w:p>
        </w:tc>
        <w:tc>
          <w:tcPr>
            <w:tcW w:w="0" w:type="auto"/>
          </w:tcPr>
          <w:p w14:paraId="60C71696" w14:textId="77777777" w:rsidR="00967C4F" w:rsidRPr="00967C4F" w:rsidRDefault="00967C4F" w:rsidP="007D4695">
            <w:r w:rsidRPr="00967C4F">
              <w:t>3900</w:t>
            </w:r>
          </w:p>
        </w:tc>
      </w:tr>
      <w:tr w:rsidR="00967C4F" w:rsidRPr="00967C4F" w14:paraId="044B2A37" w14:textId="77777777" w:rsidTr="003D2E48">
        <w:tc>
          <w:tcPr>
            <w:tcW w:w="0" w:type="auto"/>
          </w:tcPr>
          <w:p w14:paraId="17909192" w14:textId="77777777" w:rsidR="00967C4F" w:rsidRPr="00967C4F" w:rsidRDefault="00967C4F" w:rsidP="007D4695">
            <w:r w:rsidRPr="00967C4F">
              <w:t>Marmor</w:t>
            </w:r>
          </w:p>
        </w:tc>
        <w:tc>
          <w:tcPr>
            <w:tcW w:w="0" w:type="auto"/>
          </w:tcPr>
          <w:p w14:paraId="202D48B6" w14:textId="77777777" w:rsidR="00967C4F" w:rsidRPr="00967C4F" w:rsidRDefault="00967C4F" w:rsidP="007D4695">
            <w:r w:rsidRPr="00967C4F">
              <w:t>3800</w:t>
            </w:r>
          </w:p>
        </w:tc>
      </w:tr>
      <w:tr w:rsidR="00967C4F" w:rsidRPr="00967C4F" w14:paraId="6973AAE3" w14:textId="77777777" w:rsidTr="003D2E48">
        <w:tc>
          <w:tcPr>
            <w:tcW w:w="0" w:type="auto"/>
          </w:tcPr>
          <w:p w14:paraId="529F2704" w14:textId="77777777" w:rsidR="00967C4F" w:rsidRPr="00967C4F" w:rsidRDefault="00967C4F" w:rsidP="007D4695">
            <w:r w:rsidRPr="00967C4F">
              <w:t>Messing</w:t>
            </w:r>
          </w:p>
        </w:tc>
        <w:tc>
          <w:tcPr>
            <w:tcW w:w="0" w:type="auto"/>
          </w:tcPr>
          <w:p w14:paraId="3EA8B6A5" w14:textId="77777777" w:rsidR="00967C4F" w:rsidRPr="00967C4F" w:rsidRDefault="00967C4F" w:rsidP="007D4695">
            <w:r w:rsidRPr="00967C4F">
              <w:t>3400</w:t>
            </w:r>
          </w:p>
        </w:tc>
      </w:tr>
      <w:tr w:rsidR="00967C4F" w:rsidRPr="00967C4F" w14:paraId="00BF21DB" w14:textId="77777777" w:rsidTr="003D2E48">
        <w:tc>
          <w:tcPr>
            <w:tcW w:w="0" w:type="auto"/>
          </w:tcPr>
          <w:p w14:paraId="156FA33B" w14:textId="77777777" w:rsidR="00967C4F" w:rsidRPr="00967C4F" w:rsidRDefault="00967C4F" w:rsidP="007D4695">
            <w:r w:rsidRPr="00967C4F">
              <w:t>PVC, weich</w:t>
            </w:r>
          </w:p>
        </w:tc>
        <w:tc>
          <w:tcPr>
            <w:tcW w:w="0" w:type="auto"/>
          </w:tcPr>
          <w:p w14:paraId="76D5BCF6" w14:textId="77777777" w:rsidR="00967C4F" w:rsidRPr="00967C4F" w:rsidRDefault="00967C4F" w:rsidP="007D4695">
            <w:r w:rsidRPr="00967C4F">
              <w:t>80</w:t>
            </w:r>
          </w:p>
        </w:tc>
      </w:tr>
      <w:tr w:rsidR="00967C4F" w:rsidRPr="00967C4F" w14:paraId="7A04E207" w14:textId="77777777" w:rsidTr="003D2E48">
        <w:tc>
          <w:tcPr>
            <w:tcW w:w="0" w:type="auto"/>
          </w:tcPr>
          <w:p w14:paraId="3F828508" w14:textId="77777777" w:rsidR="00967C4F" w:rsidRPr="00967C4F" w:rsidRDefault="00967C4F" w:rsidP="007D4695">
            <w:r w:rsidRPr="00967C4F">
              <w:t>PVC, hart</w:t>
            </w:r>
          </w:p>
        </w:tc>
        <w:tc>
          <w:tcPr>
            <w:tcW w:w="0" w:type="auto"/>
          </w:tcPr>
          <w:p w14:paraId="0D365FC6" w14:textId="77777777" w:rsidR="00967C4F" w:rsidRPr="00967C4F" w:rsidRDefault="00967C4F" w:rsidP="007D4695">
            <w:r w:rsidRPr="00967C4F">
              <w:t>1700</w:t>
            </w:r>
          </w:p>
        </w:tc>
      </w:tr>
      <w:tr w:rsidR="00967C4F" w:rsidRPr="00967C4F" w14:paraId="7464367C" w14:textId="77777777" w:rsidTr="003D2E48">
        <w:tc>
          <w:tcPr>
            <w:tcW w:w="0" w:type="auto"/>
          </w:tcPr>
          <w:p w14:paraId="2860221A" w14:textId="77777777" w:rsidR="00967C4F" w:rsidRPr="00967C4F" w:rsidRDefault="00967C4F" w:rsidP="007D4695">
            <w:r w:rsidRPr="00967C4F">
              <w:t>Stahl</w:t>
            </w:r>
          </w:p>
        </w:tc>
        <w:tc>
          <w:tcPr>
            <w:tcW w:w="0" w:type="auto"/>
          </w:tcPr>
          <w:p w14:paraId="0B090728" w14:textId="77777777" w:rsidR="00967C4F" w:rsidRPr="00967C4F" w:rsidRDefault="00967C4F" w:rsidP="007D4695">
            <w:r w:rsidRPr="00967C4F">
              <w:t>5100</w:t>
            </w:r>
          </w:p>
        </w:tc>
      </w:tr>
      <w:tr w:rsidR="00967C4F" w:rsidRPr="00967C4F" w14:paraId="2D859ADF" w14:textId="77777777" w:rsidTr="003D2E48">
        <w:tc>
          <w:tcPr>
            <w:tcW w:w="0" w:type="auto"/>
          </w:tcPr>
          <w:p w14:paraId="438B32A6" w14:textId="77777777" w:rsidR="00967C4F" w:rsidRPr="00967C4F" w:rsidRDefault="00967C4F" w:rsidP="007D4695">
            <w:r w:rsidRPr="00967C4F">
              <w:t>Ziegel</w:t>
            </w:r>
          </w:p>
        </w:tc>
        <w:tc>
          <w:tcPr>
            <w:tcW w:w="0" w:type="auto"/>
          </w:tcPr>
          <w:p w14:paraId="4E22F108" w14:textId="77777777" w:rsidR="00967C4F" w:rsidRPr="00967C4F" w:rsidRDefault="00967C4F" w:rsidP="007D4695">
            <w:r w:rsidRPr="00967C4F">
              <w:t>3600</w:t>
            </w:r>
          </w:p>
        </w:tc>
      </w:tr>
    </w:tbl>
    <w:p w14:paraId="3FEA328C" w14:textId="16A20140" w:rsidR="00967C4F" w:rsidRDefault="00967C4F" w:rsidP="00C737BC">
      <w:r>
        <w:t>&lt;/Tabelle&gt;</w:t>
      </w:r>
    </w:p>
    <w:p w14:paraId="1628E0C5" w14:textId="27ECBBB7" w:rsidR="00967C4F" w:rsidRDefault="00967C4F" w:rsidP="00C737BC"/>
    <w:p w14:paraId="53C9B3E4" w14:textId="6E5F4FE1" w:rsidR="00967C4F" w:rsidRDefault="00967C4F" w:rsidP="0058752E">
      <w:pPr>
        <w:pStyle w:val="berschrift4"/>
      </w:pPr>
      <w:r>
        <w:t>Flüssigkeiten und Gase</w:t>
      </w:r>
    </w:p>
    <w:p w14:paraId="46A171F4" w14:textId="77777777" w:rsidR="00967C4F" w:rsidRDefault="00967C4F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462"/>
        <w:gridCol w:w="1378"/>
      </w:tblGrid>
      <w:tr w:rsidR="00967C4F" w:rsidRPr="00967C4F" w14:paraId="517AE6C0" w14:textId="77777777" w:rsidTr="003D2E48">
        <w:tc>
          <w:tcPr>
            <w:tcW w:w="0" w:type="auto"/>
          </w:tcPr>
          <w:p w14:paraId="3A9D844B" w14:textId="77777777" w:rsidR="00967C4F" w:rsidRPr="00967C4F" w:rsidRDefault="00967C4F" w:rsidP="00EA296F">
            <w:r w:rsidRPr="00967C4F">
              <w:t>Flüssigkeiten und Gase</w:t>
            </w:r>
          </w:p>
        </w:tc>
        <w:tc>
          <w:tcPr>
            <w:tcW w:w="0" w:type="auto"/>
          </w:tcPr>
          <w:p w14:paraId="47E9053E" w14:textId="77777777" w:rsidR="00967C4F" w:rsidRPr="00967C4F" w:rsidRDefault="00967C4F" w:rsidP="00EA296F">
            <w:r w:rsidRPr="00967C4F">
              <w:t>v in m/s</w:t>
            </w:r>
          </w:p>
        </w:tc>
      </w:tr>
      <w:tr w:rsidR="00967C4F" w:rsidRPr="00967C4F" w14:paraId="11CA9708" w14:textId="77777777" w:rsidTr="003D2E48">
        <w:tc>
          <w:tcPr>
            <w:tcW w:w="0" w:type="auto"/>
          </w:tcPr>
          <w:p w14:paraId="72F33BAC" w14:textId="77777777" w:rsidR="00967C4F" w:rsidRPr="00967C4F" w:rsidRDefault="00967C4F" w:rsidP="00EA296F">
            <w:r w:rsidRPr="00967C4F">
              <w:t>Helium</w:t>
            </w:r>
          </w:p>
        </w:tc>
        <w:tc>
          <w:tcPr>
            <w:tcW w:w="0" w:type="auto"/>
          </w:tcPr>
          <w:p w14:paraId="78453336" w14:textId="77777777" w:rsidR="00967C4F" w:rsidRPr="00967C4F" w:rsidRDefault="00967C4F" w:rsidP="00EA296F">
            <w:r w:rsidRPr="00967C4F">
              <w:t>1020</w:t>
            </w:r>
          </w:p>
        </w:tc>
      </w:tr>
      <w:tr w:rsidR="00967C4F" w:rsidRPr="00967C4F" w14:paraId="51923A81" w14:textId="77777777" w:rsidTr="003D2E48">
        <w:tc>
          <w:tcPr>
            <w:tcW w:w="0" w:type="auto"/>
          </w:tcPr>
          <w:p w14:paraId="2410BD7D" w14:textId="77777777" w:rsidR="00967C4F" w:rsidRPr="00967C4F" w:rsidRDefault="00967C4F" w:rsidP="00EA296F">
            <w:r w:rsidRPr="00967C4F">
              <w:t>Kohlenstoffdioxid</w:t>
            </w:r>
          </w:p>
        </w:tc>
        <w:tc>
          <w:tcPr>
            <w:tcW w:w="0" w:type="auto"/>
          </w:tcPr>
          <w:p w14:paraId="31422500" w14:textId="77777777" w:rsidR="00967C4F" w:rsidRPr="00967C4F" w:rsidRDefault="00967C4F" w:rsidP="00EA296F">
            <w:r w:rsidRPr="00967C4F">
              <w:t>260</w:t>
            </w:r>
          </w:p>
        </w:tc>
      </w:tr>
      <w:tr w:rsidR="00967C4F" w:rsidRPr="00967C4F" w14:paraId="2CB95DAC" w14:textId="77777777" w:rsidTr="003D2E48">
        <w:tc>
          <w:tcPr>
            <w:tcW w:w="0" w:type="auto"/>
          </w:tcPr>
          <w:p w14:paraId="71DB47F8" w14:textId="77777777" w:rsidR="00967C4F" w:rsidRPr="00967C4F" w:rsidRDefault="00967C4F" w:rsidP="00EA296F">
            <w:r w:rsidRPr="00967C4F">
              <w:t>Luft bei 0°C</w:t>
            </w:r>
          </w:p>
        </w:tc>
        <w:tc>
          <w:tcPr>
            <w:tcW w:w="0" w:type="auto"/>
          </w:tcPr>
          <w:p w14:paraId="0464DE86" w14:textId="77777777" w:rsidR="00967C4F" w:rsidRPr="00967C4F" w:rsidRDefault="00967C4F" w:rsidP="00EA296F">
            <w:r w:rsidRPr="00967C4F">
              <w:t>332</w:t>
            </w:r>
          </w:p>
        </w:tc>
      </w:tr>
      <w:tr w:rsidR="00967C4F" w:rsidRPr="00967C4F" w14:paraId="693EB5C5" w14:textId="77777777" w:rsidTr="003D2E48">
        <w:tc>
          <w:tcPr>
            <w:tcW w:w="0" w:type="auto"/>
          </w:tcPr>
          <w:p w14:paraId="5E4B62A7" w14:textId="77777777" w:rsidR="00967C4F" w:rsidRPr="00967C4F" w:rsidRDefault="00967C4F" w:rsidP="00EA296F">
            <w:r w:rsidRPr="00967C4F">
              <w:t>Luft bei 10°C</w:t>
            </w:r>
          </w:p>
        </w:tc>
        <w:tc>
          <w:tcPr>
            <w:tcW w:w="0" w:type="auto"/>
          </w:tcPr>
          <w:p w14:paraId="0D149256" w14:textId="77777777" w:rsidR="00967C4F" w:rsidRPr="00967C4F" w:rsidRDefault="00967C4F" w:rsidP="00EA296F">
            <w:r w:rsidRPr="00967C4F">
              <w:t>338</w:t>
            </w:r>
          </w:p>
        </w:tc>
      </w:tr>
      <w:tr w:rsidR="00967C4F" w:rsidRPr="00967C4F" w14:paraId="0862282D" w14:textId="77777777" w:rsidTr="003D2E48">
        <w:tc>
          <w:tcPr>
            <w:tcW w:w="0" w:type="auto"/>
          </w:tcPr>
          <w:p w14:paraId="25D0402D" w14:textId="77777777" w:rsidR="00967C4F" w:rsidRPr="00967C4F" w:rsidRDefault="00967C4F" w:rsidP="00EA296F">
            <w:r w:rsidRPr="00967C4F">
              <w:lastRenderedPageBreak/>
              <w:t>Luft bei 20°C</w:t>
            </w:r>
          </w:p>
        </w:tc>
        <w:tc>
          <w:tcPr>
            <w:tcW w:w="0" w:type="auto"/>
          </w:tcPr>
          <w:p w14:paraId="413AD09F" w14:textId="77777777" w:rsidR="00967C4F" w:rsidRPr="00967C4F" w:rsidRDefault="00967C4F" w:rsidP="00EA296F">
            <w:r w:rsidRPr="00967C4F">
              <w:t>343</w:t>
            </w:r>
          </w:p>
        </w:tc>
      </w:tr>
      <w:tr w:rsidR="00967C4F" w:rsidRPr="00967C4F" w14:paraId="0EE5259F" w14:textId="77777777" w:rsidTr="003D2E48">
        <w:tc>
          <w:tcPr>
            <w:tcW w:w="0" w:type="auto"/>
          </w:tcPr>
          <w:p w14:paraId="38ABF39B" w14:textId="77777777" w:rsidR="00967C4F" w:rsidRPr="00967C4F" w:rsidRDefault="00967C4F" w:rsidP="00EA296F">
            <w:r w:rsidRPr="00967C4F">
              <w:t>Stickstoff</w:t>
            </w:r>
          </w:p>
        </w:tc>
        <w:tc>
          <w:tcPr>
            <w:tcW w:w="0" w:type="auto"/>
          </w:tcPr>
          <w:p w14:paraId="37AD500F" w14:textId="77777777" w:rsidR="00967C4F" w:rsidRPr="00967C4F" w:rsidRDefault="00967C4F" w:rsidP="00EA296F">
            <w:r w:rsidRPr="00967C4F">
              <w:t>348</w:t>
            </w:r>
          </w:p>
        </w:tc>
      </w:tr>
      <w:tr w:rsidR="00967C4F" w:rsidRPr="00967C4F" w14:paraId="074B801D" w14:textId="77777777" w:rsidTr="003D2E48">
        <w:tc>
          <w:tcPr>
            <w:tcW w:w="0" w:type="auto"/>
          </w:tcPr>
          <w:p w14:paraId="07E0F3E5" w14:textId="77777777" w:rsidR="00967C4F" w:rsidRPr="00967C4F" w:rsidRDefault="00967C4F" w:rsidP="00EA296F">
            <w:r w:rsidRPr="00967C4F">
              <w:t>Wasser bei 4°C</w:t>
            </w:r>
          </w:p>
        </w:tc>
        <w:tc>
          <w:tcPr>
            <w:tcW w:w="0" w:type="auto"/>
          </w:tcPr>
          <w:p w14:paraId="5BF95555" w14:textId="77777777" w:rsidR="00967C4F" w:rsidRPr="00967C4F" w:rsidRDefault="00967C4F" w:rsidP="00EA296F">
            <w:r w:rsidRPr="00967C4F">
              <w:t>1400</w:t>
            </w:r>
          </w:p>
        </w:tc>
      </w:tr>
      <w:tr w:rsidR="00967C4F" w:rsidRPr="00967C4F" w14:paraId="2E3968FB" w14:textId="77777777" w:rsidTr="003D2E48">
        <w:tc>
          <w:tcPr>
            <w:tcW w:w="0" w:type="auto"/>
          </w:tcPr>
          <w:p w14:paraId="767E9107" w14:textId="77777777" w:rsidR="00967C4F" w:rsidRPr="00967C4F" w:rsidRDefault="00967C4F" w:rsidP="00EA296F">
            <w:r w:rsidRPr="00967C4F">
              <w:t>Wasser bei 20°C</w:t>
            </w:r>
          </w:p>
        </w:tc>
        <w:tc>
          <w:tcPr>
            <w:tcW w:w="0" w:type="auto"/>
          </w:tcPr>
          <w:p w14:paraId="708EB818" w14:textId="77777777" w:rsidR="00967C4F" w:rsidRPr="00967C4F" w:rsidRDefault="00967C4F" w:rsidP="00EA296F">
            <w:r w:rsidRPr="00967C4F">
              <w:t>1483</w:t>
            </w:r>
          </w:p>
        </w:tc>
      </w:tr>
      <w:tr w:rsidR="00967C4F" w:rsidRPr="00967C4F" w14:paraId="50B6049B" w14:textId="77777777" w:rsidTr="003D2E48">
        <w:tc>
          <w:tcPr>
            <w:tcW w:w="0" w:type="auto"/>
          </w:tcPr>
          <w:p w14:paraId="6B7D2D30" w14:textId="77777777" w:rsidR="00967C4F" w:rsidRPr="00967C4F" w:rsidRDefault="00967C4F" w:rsidP="00EA296F">
            <w:r w:rsidRPr="00967C4F">
              <w:t>Wasserstoff</w:t>
            </w:r>
          </w:p>
        </w:tc>
        <w:tc>
          <w:tcPr>
            <w:tcW w:w="0" w:type="auto"/>
          </w:tcPr>
          <w:p w14:paraId="3C3B79A2" w14:textId="77777777" w:rsidR="00967C4F" w:rsidRPr="00967C4F" w:rsidRDefault="00967C4F" w:rsidP="00EA296F">
            <w:r w:rsidRPr="00967C4F">
              <w:t>1280</w:t>
            </w:r>
          </w:p>
        </w:tc>
      </w:tr>
    </w:tbl>
    <w:p w14:paraId="6FAAEA15" w14:textId="0AE32224" w:rsidR="00967C4F" w:rsidRDefault="00967C4F" w:rsidP="00C737BC">
      <w:r>
        <w:t>&lt;/Tabelle&gt;</w:t>
      </w:r>
    </w:p>
    <w:p w14:paraId="6ED5DF3A" w14:textId="2C12FE1A" w:rsidR="00967C4F" w:rsidRDefault="00967C4F" w:rsidP="00C737BC"/>
    <w:p w14:paraId="6290160E" w14:textId="1DE195B4" w:rsidR="00C737BC" w:rsidRDefault="00C737BC" w:rsidP="00967C4F">
      <w:pPr>
        <w:pStyle w:val="berschrift3"/>
      </w:pPr>
      <w:r>
        <w:t>Daten zum Sonnensystem</w:t>
      </w:r>
    </w:p>
    <w:p w14:paraId="4CAB0036" w14:textId="4D5E62FB" w:rsidR="00C737BC" w:rsidRDefault="00C737BC" w:rsidP="0058752E">
      <w:pPr>
        <w:pStyle w:val="berschrift4"/>
      </w:pPr>
      <w:r>
        <w:t>Daten der Sonne</w:t>
      </w:r>
      <w:r w:rsidR="009E140B">
        <w:t>:</w:t>
      </w:r>
    </w:p>
    <w:p w14:paraId="5733EB63" w14:textId="6CD9C205" w:rsidR="00C737BC" w:rsidRDefault="009E140B" w:rsidP="009E140B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1,9894 *10</w:t>
      </w:r>
      <w:r>
        <w:t>^{30}</w:t>
      </w:r>
      <w:r w:rsidR="00C737BC">
        <w:t>kg</w:t>
      </w:r>
    </w:p>
    <w:p w14:paraId="7DDA11A6" w14:textId="3643E78A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6,9570 *10</w:t>
      </w:r>
      <w:r>
        <w:t>^</w:t>
      </w:r>
      <w:r w:rsidR="00C737BC">
        <w:t>5km</w:t>
      </w:r>
    </w:p>
    <w:p w14:paraId="31E40198" w14:textId="2EB4ED46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1,4</w:t>
      </w:r>
      <w:r>
        <w:t>\frac{g}{cm^3}</w:t>
      </w:r>
    </w:p>
    <w:p w14:paraId="131DFA77" w14:textId="60B22EA9" w:rsidR="00C737BC" w:rsidRDefault="009E140B" w:rsidP="009E140B">
      <w:pPr>
        <w:pStyle w:val="Liste"/>
      </w:pPr>
      <w:r>
        <w:t xml:space="preserve">- </w:t>
      </w:r>
      <w:r w:rsidR="00C737BC">
        <w:t>Rotationsdauer am Äquator</w:t>
      </w:r>
      <w:r>
        <w:t>:</w:t>
      </w:r>
      <w:r w:rsidR="00C737BC">
        <w:t xml:space="preserve"> 25d</w:t>
      </w:r>
    </w:p>
    <w:p w14:paraId="001E5D55" w14:textId="744AB2C6" w:rsidR="00C737BC" w:rsidRDefault="009E140B" w:rsidP="009E140B">
      <w:pPr>
        <w:pStyle w:val="Liste"/>
      </w:pPr>
      <w:r>
        <w:t xml:space="preserve">- </w:t>
      </w:r>
      <w:r w:rsidR="00C737BC">
        <w:t>Oberflächentemperatur</w:t>
      </w:r>
      <w:r>
        <w:t>:</w:t>
      </w:r>
      <w:r w:rsidR="00C737BC">
        <w:t xml:space="preserve"> 5,8 *10</w:t>
      </w:r>
      <w:r>
        <w:t>^</w:t>
      </w:r>
      <w:r w:rsidR="00C737BC">
        <w:t>3K</w:t>
      </w:r>
    </w:p>
    <w:p w14:paraId="27EF3EE7" w14:textId="11328E7F" w:rsidR="00C737BC" w:rsidRDefault="009E140B" w:rsidP="009E140B">
      <w:pPr>
        <w:pStyle w:val="Liste"/>
      </w:pPr>
      <w:r>
        <w:t xml:space="preserve">- </w:t>
      </w:r>
      <w:r w:rsidR="00C737BC">
        <w:t>Leuchtkraft</w:t>
      </w:r>
      <w:r>
        <w:t>:</w:t>
      </w:r>
      <w:r w:rsidR="00C737BC">
        <w:t xml:space="preserve"> 3,846 *10</w:t>
      </w:r>
      <w:r>
        <w:t>^{26}</w:t>
      </w:r>
      <w:r w:rsidR="00C737BC">
        <w:t>W</w:t>
      </w:r>
    </w:p>
    <w:p w14:paraId="40406E9E" w14:textId="5873AFEE" w:rsidR="00C737BC" w:rsidRDefault="009E140B" w:rsidP="009E140B">
      <w:pPr>
        <w:pStyle w:val="Liste"/>
      </w:pPr>
      <w:r>
        <w:t xml:space="preserve">- </w:t>
      </w:r>
      <w:r w:rsidR="00C737BC">
        <w:t>Solarkonstante</w:t>
      </w:r>
      <w:r>
        <w:t>:</w:t>
      </w:r>
      <w:r w:rsidR="00C737BC">
        <w:t xml:space="preserve"> 1,361</w:t>
      </w:r>
      <w:r>
        <w:t>\frac{kW}{m^2}</w:t>
      </w:r>
    </w:p>
    <w:p w14:paraId="02E0888E" w14:textId="2A61D8DE" w:rsidR="00C737BC" w:rsidRDefault="009E140B" w:rsidP="009E140B">
      <w:pPr>
        <w:pStyle w:val="Liste"/>
      </w:pPr>
      <w:r>
        <w:t xml:space="preserve">- </w:t>
      </w:r>
      <w:r w:rsidR="00C737BC">
        <w:t>Absolute Helligkeit</w:t>
      </w:r>
      <w:r>
        <w:t>:</w:t>
      </w:r>
      <w:r w:rsidR="00C737BC">
        <w:t xml:space="preserve"> 4,83</w:t>
      </w:r>
    </w:p>
    <w:p w14:paraId="7AE36B4D" w14:textId="6DCADE9F" w:rsidR="00C737BC" w:rsidRDefault="009E140B" w:rsidP="009E140B">
      <w:pPr>
        <w:pStyle w:val="Liste"/>
      </w:pPr>
      <w:r>
        <w:t xml:space="preserve">- </w:t>
      </w:r>
      <w:r w:rsidR="00C737BC">
        <w:t>Scheinbare Helligkeit</w:t>
      </w:r>
      <w:r>
        <w:t>:</w:t>
      </w:r>
      <w:r w:rsidR="00C737BC">
        <w:t xml:space="preserve"> -26,74</w:t>
      </w:r>
    </w:p>
    <w:p w14:paraId="01986044" w14:textId="51AD1174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274</w:t>
      </w:r>
      <w:r>
        <w:t>\frac{m}{s^2}</w:t>
      </w:r>
    </w:p>
    <w:p w14:paraId="0B55E935" w14:textId="77777777" w:rsidR="009E140B" w:rsidRDefault="009E140B" w:rsidP="00C737BC"/>
    <w:p w14:paraId="4DB1BB7D" w14:textId="48C963E9" w:rsidR="00C737BC" w:rsidRDefault="00C737BC" w:rsidP="0058752E">
      <w:pPr>
        <w:pStyle w:val="berschrift4"/>
      </w:pPr>
      <w:r>
        <w:t>Daten der Erde</w:t>
      </w:r>
      <w:r w:rsidR="009E140B">
        <w:t>:</w:t>
      </w:r>
    </w:p>
    <w:p w14:paraId="36727963" w14:textId="7F5C8B7D" w:rsidR="00C737BC" w:rsidRDefault="009E140B" w:rsidP="009E140B">
      <w:pPr>
        <w:pStyle w:val="Liste"/>
      </w:pPr>
      <w:r>
        <w:t xml:space="preserve">- </w:t>
      </w:r>
      <w:r w:rsidR="00C737BC">
        <w:t>Große Halbachse</w:t>
      </w:r>
      <w:r>
        <w:t>:</w:t>
      </w:r>
      <w:r w:rsidR="00C737BC">
        <w:t xml:space="preserve"> 1,4960 *10</w:t>
      </w:r>
      <w:r>
        <w:t>^</w:t>
      </w:r>
      <w:r w:rsidR="00C737BC">
        <w:t>8km =1AE</w:t>
      </w:r>
    </w:p>
    <w:p w14:paraId="60A79B23" w14:textId="251DF66D" w:rsidR="00C737BC" w:rsidRDefault="009E140B" w:rsidP="009E140B">
      <w:pPr>
        <w:pStyle w:val="Liste"/>
      </w:pPr>
      <w:r>
        <w:t xml:space="preserve">- </w:t>
      </w:r>
      <w:r w:rsidR="00C737BC">
        <w:t>Umlaufzeit</w:t>
      </w:r>
      <w:r>
        <w:t>:</w:t>
      </w:r>
      <w:r w:rsidR="00C737BC">
        <w:t xml:space="preserve"> 365,2563d =31</w:t>
      </w:r>
      <w:r w:rsidR="00510AFE">
        <w:t>.</w:t>
      </w:r>
      <w:r w:rsidR="00C737BC">
        <w:t>558</w:t>
      </w:r>
      <w:r w:rsidR="00510AFE">
        <w:t>.</w:t>
      </w:r>
      <w:r w:rsidR="00C737BC">
        <w:t>149,54s</w:t>
      </w:r>
    </w:p>
    <w:p w14:paraId="18F77532" w14:textId="25378B9D" w:rsidR="00C737BC" w:rsidRDefault="009E140B" w:rsidP="009E140B">
      <w:pPr>
        <w:pStyle w:val="Liste"/>
      </w:pPr>
      <w:r>
        <w:t xml:space="preserve">- </w:t>
      </w:r>
      <w:r w:rsidR="00C737BC">
        <w:t>Numerische Exzentrizität der Bahn</w:t>
      </w:r>
      <w:r>
        <w:t>:</w:t>
      </w:r>
      <w:r w:rsidR="00C737BC">
        <w:t xml:space="preserve"> 0,017</w:t>
      </w:r>
    </w:p>
    <w:p w14:paraId="6857ACB8" w14:textId="3EEACE43" w:rsidR="00C737BC" w:rsidRDefault="009E140B" w:rsidP="009E140B">
      <w:pPr>
        <w:pStyle w:val="Liste"/>
      </w:pPr>
      <w:r>
        <w:lastRenderedPageBreak/>
        <w:t xml:space="preserve">- </w:t>
      </w:r>
      <w:r w:rsidR="00C737BC">
        <w:t>Masse</w:t>
      </w:r>
      <w:r>
        <w:t>:</w:t>
      </w:r>
      <w:r w:rsidR="00C737BC">
        <w:t xml:space="preserve"> 5,974 *10</w:t>
      </w:r>
      <w:r>
        <w:t>^{24}</w:t>
      </w:r>
      <w:r w:rsidR="00C737BC">
        <w:t>kg</w:t>
      </w:r>
    </w:p>
    <w:p w14:paraId="0689F978" w14:textId="4E01CBC5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6,371 *10</w:t>
      </w:r>
      <w:r>
        <w:t>^</w:t>
      </w:r>
      <w:r w:rsidR="00C737BC">
        <w:t>3km</w:t>
      </w:r>
    </w:p>
    <w:p w14:paraId="76343646" w14:textId="6CC3C519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5,5</w:t>
      </w:r>
      <w:r>
        <w:t>\frac{g}{cm^3}</w:t>
      </w:r>
    </w:p>
    <w:p w14:paraId="4C1318C9" w14:textId="4E419A3A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 (Mitteleuropa)</w:t>
      </w:r>
      <w:r>
        <w:t>:</w:t>
      </w:r>
      <w:r w:rsidR="00C737BC">
        <w:t xml:space="preserve"> 9,81</w:t>
      </w:r>
      <w:r>
        <w:t>\frac{m}{s^2}</w:t>
      </w:r>
    </w:p>
    <w:p w14:paraId="13AAAC84" w14:textId="525363AF" w:rsidR="00C737BC" w:rsidRDefault="009E140B" w:rsidP="009E140B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23,44°</w:t>
      </w:r>
    </w:p>
    <w:p w14:paraId="15A90119" w14:textId="6FB975FE" w:rsidR="00C737BC" w:rsidRDefault="009E140B" w:rsidP="009E140B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23,9345h</w:t>
      </w:r>
    </w:p>
    <w:p w14:paraId="7BEAD674" w14:textId="77777777" w:rsidR="009E140B" w:rsidRDefault="009E140B" w:rsidP="00C737BC"/>
    <w:p w14:paraId="0F9BD7F4" w14:textId="103C902C" w:rsidR="00C737BC" w:rsidRDefault="00C737BC" w:rsidP="0058752E">
      <w:pPr>
        <w:pStyle w:val="berschrift4"/>
      </w:pPr>
      <w:r>
        <w:t>Daten des Erdmondes</w:t>
      </w:r>
      <w:r w:rsidR="009E140B">
        <w:t>:</w:t>
      </w:r>
    </w:p>
    <w:p w14:paraId="68B86422" w14:textId="1ABF4472" w:rsidR="00C737BC" w:rsidRDefault="00BE2E29" w:rsidP="00BE2E29">
      <w:pPr>
        <w:pStyle w:val="Liste"/>
      </w:pPr>
      <w:r>
        <w:t xml:space="preserve">- </w:t>
      </w:r>
      <w:r w:rsidR="00C737BC">
        <w:t>Große Halbachse</w:t>
      </w:r>
      <w:r>
        <w:t>:</w:t>
      </w:r>
      <w:r w:rsidR="00C737BC">
        <w:t xml:space="preserve"> 3,844 *10</w:t>
      </w:r>
      <w:r>
        <w:t>^</w:t>
      </w:r>
      <w:r w:rsidR="00C737BC">
        <w:t>5km</w:t>
      </w:r>
    </w:p>
    <w:p w14:paraId="04E66AE9" w14:textId="64A75F7B" w:rsidR="00C737BC" w:rsidRDefault="00BE2E29" w:rsidP="00BE2E29">
      <w:pPr>
        <w:pStyle w:val="Liste"/>
      </w:pPr>
      <w:r>
        <w:t xml:space="preserve">- </w:t>
      </w:r>
      <w:r w:rsidR="00C737BC">
        <w:t>Siderische Umlaufzeit</w:t>
      </w:r>
      <w:r>
        <w:t>:</w:t>
      </w:r>
      <w:r w:rsidR="00C737BC">
        <w:t xml:space="preserve"> 27,32d</w:t>
      </w:r>
    </w:p>
    <w:p w14:paraId="16A0181B" w14:textId="643DE6E0" w:rsidR="00C737BC" w:rsidRDefault="00BE2E29" w:rsidP="00BE2E29">
      <w:pPr>
        <w:pStyle w:val="Liste"/>
      </w:pPr>
      <w:r>
        <w:t xml:space="preserve">- </w:t>
      </w:r>
      <w:r w:rsidR="00C737BC">
        <w:t>Synodische Umlaufzeit</w:t>
      </w:r>
      <w:r>
        <w:t>:</w:t>
      </w:r>
      <w:r w:rsidR="00C737BC">
        <w:t xml:space="preserve"> 29,53d</w:t>
      </w:r>
    </w:p>
    <w:p w14:paraId="16C984C6" w14:textId="467935C1" w:rsidR="00C737BC" w:rsidRDefault="00BE2E29" w:rsidP="00BE2E29">
      <w:pPr>
        <w:pStyle w:val="Liste"/>
      </w:pPr>
      <w:r>
        <w:t xml:space="preserve">- </w:t>
      </w:r>
      <w:r w:rsidR="00C737BC">
        <w:t>Numerische Exzentrizität der Bahn</w:t>
      </w:r>
      <w:r>
        <w:t>:</w:t>
      </w:r>
      <w:r w:rsidR="00C737BC">
        <w:t xml:space="preserve"> 0,055</w:t>
      </w:r>
    </w:p>
    <w:p w14:paraId="4BF765EA" w14:textId="48EA9D84" w:rsidR="00C737BC" w:rsidRDefault="00BE2E29" w:rsidP="00BE2E29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7,349 *10</w:t>
      </w:r>
      <w:r>
        <w:t>^{22}</w:t>
      </w:r>
      <w:r w:rsidR="00C737BC">
        <w:t>kg</w:t>
      </w:r>
    </w:p>
    <w:p w14:paraId="6D0D8E82" w14:textId="38CB78F0" w:rsidR="00C737BC" w:rsidRDefault="00BE2E29" w:rsidP="00BE2E29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1737km</w:t>
      </w:r>
    </w:p>
    <w:p w14:paraId="3C20FC86" w14:textId="4EB88856" w:rsidR="00C737BC" w:rsidRDefault="00BE2E29" w:rsidP="00BE2E29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3,3</w:t>
      </w:r>
      <w:r>
        <w:t>\frac{g}{cm^3}</w:t>
      </w:r>
    </w:p>
    <w:p w14:paraId="58847EB7" w14:textId="0A7D291C" w:rsidR="00C737BC" w:rsidRDefault="00BE2E29" w:rsidP="00BE2E29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1,62</w:t>
      </w:r>
      <w:r>
        <w:t>\frac{m}{s^2}</w:t>
      </w:r>
    </w:p>
    <w:p w14:paraId="6DFE0ABE" w14:textId="2E94533E" w:rsidR="00C737BC" w:rsidRDefault="00BE2E29" w:rsidP="00BE2E29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6,68°</w:t>
      </w:r>
    </w:p>
    <w:p w14:paraId="45EF1A2D" w14:textId="261C2FE0" w:rsidR="00C737BC" w:rsidRDefault="00BE2E29" w:rsidP="00BE2E29">
      <w:pPr>
        <w:pStyle w:val="Liste"/>
      </w:pPr>
      <w:r>
        <w:t xml:space="preserve">- </w:t>
      </w:r>
      <w:r w:rsidR="00C737BC">
        <w:t>Neigung der Bahnebene zur Ekliptik</w:t>
      </w:r>
      <w:r>
        <w:t>:</w:t>
      </w:r>
      <w:r w:rsidR="00C737BC">
        <w:t xml:space="preserve"> 5,1°</w:t>
      </w:r>
    </w:p>
    <w:p w14:paraId="00CC13A2" w14:textId="4DB6290D" w:rsidR="00C737BC" w:rsidRDefault="00BE2E29" w:rsidP="00BE2E29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27,32d</w:t>
      </w:r>
    </w:p>
    <w:p w14:paraId="3B321AAC" w14:textId="77777777" w:rsidR="00BE2E29" w:rsidRDefault="00BE2E29" w:rsidP="00C737BC"/>
    <w:p w14:paraId="3019D4D1" w14:textId="4CB41295" w:rsidR="00C737BC" w:rsidRDefault="00C737BC" w:rsidP="0058752E">
      <w:pPr>
        <w:pStyle w:val="berschrift4"/>
      </w:pPr>
      <w:r>
        <w:t>Daten der Planeten</w:t>
      </w:r>
      <w:r w:rsidR="00BE2E29">
        <w:t>:</w:t>
      </w:r>
    </w:p>
    <w:p w14:paraId="1E5AB72B" w14:textId="2FC357F3" w:rsidR="00BE0BF6" w:rsidRPr="007A1C28" w:rsidRDefault="00BE0BF6" w:rsidP="007A1C28">
      <w:pPr>
        <w:pStyle w:val="Liste"/>
      </w:pPr>
      <w:r w:rsidRPr="007A1C28">
        <w:t>Merkur:</w:t>
      </w:r>
      <w:r w:rsidRPr="007A1C28">
        <w:br/>
        <w:t xml:space="preserve">Große Halbachse in AE: </w:t>
      </w:r>
      <w:r w:rsidR="00320D91" w:rsidRPr="007A1C28">
        <w:t>0,387</w:t>
      </w:r>
      <w:r w:rsidRPr="007A1C28">
        <w:br/>
        <w:t xml:space="preserve">Siderische Umlaufzeit in a: </w:t>
      </w:r>
      <w:r w:rsidR="00320D91" w:rsidRPr="007A1C28">
        <w:t>0,2408</w:t>
      </w:r>
      <w:r w:rsidRPr="007A1C28">
        <w:br/>
      </w:r>
      <w:r w:rsidRPr="007A1C28">
        <w:lastRenderedPageBreak/>
        <w:t xml:space="preserve">Numerische Exzentrizität der Bahn: </w:t>
      </w:r>
      <w:r w:rsidR="00320D91" w:rsidRPr="007A1C28">
        <w:t>0,21</w:t>
      </w:r>
      <w:r w:rsidRPr="007A1C28">
        <w:br/>
        <w:t xml:space="preserve">Masse in Erdmassen: </w:t>
      </w:r>
      <w:r w:rsidR="00320D91" w:rsidRPr="007A1C28">
        <w:t>0,0553</w:t>
      </w:r>
      <w:r w:rsidRPr="007A1C28">
        <w:br/>
        <w:t xml:space="preserve">Mittlerer Radius in 10^3km: </w:t>
      </w:r>
      <w:r w:rsidR="00320D91" w:rsidRPr="007A1C28">
        <w:t>2,44</w:t>
      </w:r>
      <w:r w:rsidRPr="007A1C28">
        <w:br/>
        <w:t xml:space="preserve">Mittlere Dichte in \frac{g}{cm^3}: </w:t>
      </w:r>
      <w:r w:rsidR="00320D91" w:rsidRPr="007A1C28">
        <w:t>5,4</w:t>
      </w:r>
      <w:r w:rsidRPr="007A1C28">
        <w:br/>
        <w:t xml:space="preserve">Fallbeschleunigung an der Oberfläche in \frac{m}{s^2}: </w:t>
      </w:r>
      <w:r w:rsidR="00320D91" w:rsidRPr="007A1C28">
        <w:t>3,7</w:t>
      </w:r>
      <w:r w:rsidRPr="007A1C28">
        <w:br/>
        <w:t xml:space="preserve">Neigung der Rotationsachse gegen das Lot der Bahnebene: </w:t>
      </w:r>
      <w:r w:rsidR="00320D91" w:rsidRPr="007A1C28">
        <w:t>0,010°</w:t>
      </w:r>
      <w:r w:rsidRPr="007A1C28">
        <w:br/>
        <w:t xml:space="preserve">Neigung der Bahnebene zur Ekliptik: </w:t>
      </w:r>
      <w:r w:rsidR="00320D91" w:rsidRPr="007A1C28">
        <w:t>7,0°</w:t>
      </w:r>
      <w:r w:rsidRPr="007A1C28">
        <w:br/>
        <w:t xml:space="preserve">Siderische Rotationsdauer (ggf. am Äquator) in h: </w:t>
      </w:r>
      <w:r w:rsidR="00320D91" w:rsidRPr="007A1C28">
        <w:t>1407,6</w:t>
      </w:r>
    </w:p>
    <w:p w14:paraId="025CFA4A" w14:textId="77777777" w:rsidR="00BE0BF6" w:rsidRPr="007A1C28" w:rsidRDefault="00BE0BF6" w:rsidP="007A1C28">
      <w:pPr>
        <w:pStyle w:val="Liste"/>
      </w:pPr>
    </w:p>
    <w:p w14:paraId="36DC1EEE" w14:textId="4D94C0AD" w:rsidR="00BE0BF6" w:rsidRPr="007A1C28" w:rsidRDefault="00320D91" w:rsidP="007A1C28">
      <w:pPr>
        <w:pStyle w:val="Liste"/>
      </w:pPr>
      <w:r w:rsidRPr="007A1C28">
        <w:t>Venus:</w:t>
      </w:r>
      <w:r w:rsidRPr="007A1C28">
        <w:br/>
        <w:t>Große Halbachse in AE: 0,723</w:t>
      </w:r>
      <w:r w:rsidRPr="007A1C28">
        <w:br/>
        <w:t>Siderische Umlaufzeit in a: 0,6152</w:t>
      </w:r>
      <w:r w:rsidRPr="007A1C28">
        <w:br/>
        <w:t>Numerische Exzentrizität der Bahn: 0,0067</w:t>
      </w:r>
      <w:r w:rsidRPr="007A1C28">
        <w:br/>
        <w:t>Masse in Erdmassen: 0,815</w:t>
      </w:r>
      <w:r w:rsidRPr="007A1C28">
        <w:br/>
        <w:t>Mittlerer Radius in 10^3km: 6,05</w:t>
      </w:r>
      <w:r w:rsidRPr="007A1C28">
        <w:br/>
        <w:t>Mittlere Dichte in \frac{g}{cm^3}: 5,2</w:t>
      </w:r>
      <w:r w:rsidRPr="007A1C28">
        <w:br/>
        <w:t>Fallbeschleunigung an der Oberfläche in \frac{m}{s^2}: 8,9</w:t>
      </w:r>
      <w:r w:rsidRPr="007A1C28">
        <w:br/>
        <w:t>Neigung der Rotationsachse gegen das Lot der Bahnebene: 177,4°</w:t>
      </w:r>
      <w:r w:rsidRPr="007A1C28">
        <w:br/>
        <w:t>Neigung der Bahnebene zur Ekliptik: 3,4°</w:t>
      </w:r>
      <w:r w:rsidRPr="007A1C28">
        <w:br/>
        <w:t>Siderische Rotationsdauer (ggf. am Äquator) in h: 5832,5</w:t>
      </w:r>
    </w:p>
    <w:p w14:paraId="6121D7C8" w14:textId="77777777" w:rsidR="00320D91" w:rsidRPr="007A1C28" w:rsidRDefault="00320D91" w:rsidP="007A1C28">
      <w:pPr>
        <w:pStyle w:val="Liste"/>
      </w:pPr>
    </w:p>
    <w:p w14:paraId="113D2FAC" w14:textId="503CC17D" w:rsidR="00320D91" w:rsidRPr="007A1C28" w:rsidRDefault="00320D91" w:rsidP="007A1C28">
      <w:pPr>
        <w:pStyle w:val="Liste"/>
      </w:pPr>
      <w:r w:rsidRPr="007A1C28">
        <w:t>Erde:</w:t>
      </w:r>
      <w:r w:rsidRPr="007A1C28">
        <w:br/>
        <w:t>Große Halbachse in AE: 1</w:t>
      </w:r>
      <w:r w:rsidRPr="007A1C28">
        <w:br/>
        <w:t>Siderische Umlaufzeit in a: 1</w:t>
      </w:r>
      <w:r w:rsidRPr="007A1C28">
        <w:br/>
        <w:t>Numerische Exzentrizität der Bahn: 0,017</w:t>
      </w:r>
      <w:r w:rsidRPr="007A1C28">
        <w:br/>
      </w:r>
      <w:r w:rsidRPr="007A1C28">
        <w:lastRenderedPageBreak/>
        <w:t>Masse in Erdmassen: 1</w:t>
      </w:r>
      <w:r w:rsidRPr="007A1C28">
        <w:br/>
        <w:t>Mittlerer Radius in 10^3km: 6,371</w:t>
      </w:r>
      <w:r w:rsidRPr="007A1C28">
        <w:br/>
        <w:t>Mittlere Dichte in \frac{g}{cm^3}: 5,5</w:t>
      </w:r>
      <w:r w:rsidRPr="007A1C28">
        <w:br/>
        <w:t>Fallbeschleunigung an der Oberfläche in \frac{m}{s^2}: 9,8</w:t>
      </w:r>
      <w:r w:rsidRPr="007A1C28">
        <w:br/>
        <w:t>Neigung der Rotationsachse gegen das Lot der Bahnebene: 23,44°</w:t>
      </w:r>
      <w:r w:rsidRPr="007A1C28">
        <w:br/>
        <w:t>Neigung der Bahnebene zur Ekliptik: 0</w:t>
      </w:r>
      <w:r w:rsidRPr="007A1C28">
        <w:br/>
        <w:t>Siderische Rotationsdauer (ggf. am Äquator) in h: 23,934</w:t>
      </w:r>
    </w:p>
    <w:p w14:paraId="5F222BA4" w14:textId="77777777" w:rsidR="00320D91" w:rsidRPr="007A1C28" w:rsidRDefault="00320D91" w:rsidP="007A1C28">
      <w:pPr>
        <w:pStyle w:val="Liste"/>
      </w:pPr>
    </w:p>
    <w:p w14:paraId="735A9E7E" w14:textId="34A30A22" w:rsidR="00320D91" w:rsidRPr="007A1C28" w:rsidRDefault="00474260" w:rsidP="007A1C28">
      <w:pPr>
        <w:pStyle w:val="Liste"/>
      </w:pPr>
      <w:r w:rsidRPr="007A1C28">
        <w:t>Mars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1,52</w:t>
      </w:r>
      <w:r w:rsidR="00320D91" w:rsidRPr="007A1C28">
        <w:br/>
        <w:t xml:space="preserve">Siderische Umlaufzeit in a: </w:t>
      </w:r>
      <w:r w:rsidRPr="007A1C28">
        <w:t>1,881</w:t>
      </w:r>
      <w:r w:rsidR="00320D91" w:rsidRPr="007A1C28">
        <w:br/>
        <w:t xml:space="preserve">Numerische Exzentrizität der Bahn: </w:t>
      </w:r>
      <w:r w:rsidRPr="007A1C28">
        <w:t>0,094</w:t>
      </w:r>
      <w:r w:rsidR="00320D91" w:rsidRPr="007A1C28">
        <w:br/>
        <w:t xml:space="preserve">Masse in Erdmassen: </w:t>
      </w:r>
      <w:r w:rsidRPr="007A1C28">
        <w:t>0,107</w:t>
      </w:r>
      <w:r w:rsidR="00320D91" w:rsidRPr="007A1C28">
        <w:br/>
        <w:t xml:space="preserve">Mittlerer Radius in 10^3km: </w:t>
      </w:r>
      <w:r w:rsidRPr="007A1C28">
        <w:t>3,39</w:t>
      </w:r>
      <w:r w:rsidR="00320D91" w:rsidRPr="007A1C28">
        <w:br/>
        <w:t xml:space="preserve">Mittlere Dichte in \frac{g}{cm^3}: </w:t>
      </w:r>
      <w:r w:rsidRPr="007A1C28">
        <w:t>3,9</w:t>
      </w:r>
      <w:r w:rsidR="00320D91" w:rsidRPr="007A1C28">
        <w:br/>
        <w:t xml:space="preserve">Fallbeschleunigung an der Oberfläche in \frac{m}{s^2}: </w:t>
      </w:r>
      <w:r w:rsidRPr="007A1C28">
        <w:t>3,7</w:t>
      </w:r>
      <w:r w:rsidR="00320D91" w:rsidRPr="007A1C28">
        <w:br/>
        <w:t xml:space="preserve">Neigung der Rotationsachse gegen das Lot der Bahnebene: </w:t>
      </w:r>
      <w:r w:rsidRPr="007A1C28">
        <w:t>25,2°</w:t>
      </w:r>
      <w:r w:rsidR="00320D91" w:rsidRPr="007A1C28">
        <w:br/>
        <w:t xml:space="preserve">Neigung der Bahnebene zur Ekliptik: </w:t>
      </w:r>
      <w:r w:rsidRPr="007A1C28">
        <w:t>1,9°</w:t>
      </w:r>
      <w:r w:rsidR="00320D91" w:rsidRPr="007A1C28">
        <w:br/>
        <w:t xml:space="preserve">Siderische Rotationsdauer (ggf. am Äquator) in h: </w:t>
      </w:r>
      <w:r w:rsidRPr="007A1C28">
        <w:t>24,62</w:t>
      </w:r>
    </w:p>
    <w:p w14:paraId="272336D4" w14:textId="77777777" w:rsidR="00474260" w:rsidRPr="007A1C28" w:rsidRDefault="00474260" w:rsidP="007A1C28">
      <w:pPr>
        <w:pStyle w:val="Liste"/>
      </w:pPr>
    </w:p>
    <w:p w14:paraId="767F2CC6" w14:textId="4D4D98AB" w:rsidR="00320D91" w:rsidRPr="007A1C28" w:rsidRDefault="00474260" w:rsidP="007A1C28">
      <w:pPr>
        <w:pStyle w:val="Liste"/>
      </w:pPr>
      <w:r w:rsidRPr="007A1C28">
        <w:t>Jupiter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5,20</w:t>
      </w:r>
      <w:r w:rsidR="00320D91" w:rsidRPr="007A1C28">
        <w:br/>
        <w:t xml:space="preserve">Siderische Umlaufzeit in a: </w:t>
      </w:r>
      <w:r w:rsidRPr="007A1C28">
        <w:t>11,86</w:t>
      </w:r>
      <w:r w:rsidR="00320D91" w:rsidRPr="007A1C28">
        <w:br/>
        <w:t xml:space="preserve">Numerische Exzentrizität der Bahn: </w:t>
      </w:r>
      <w:r w:rsidRPr="007A1C28">
        <w:t>0,049</w:t>
      </w:r>
      <w:r w:rsidR="00320D91" w:rsidRPr="007A1C28">
        <w:br/>
        <w:t>Masse in Erdmassen:</w:t>
      </w:r>
      <w:r w:rsidRPr="007A1C28">
        <w:t>318</w:t>
      </w:r>
      <w:r w:rsidR="00320D91" w:rsidRPr="007A1C28">
        <w:t xml:space="preserve"> </w:t>
      </w:r>
      <w:r w:rsidR="00320D91" w:rsidRPr="007A1C28">
        <w:br/>
      </w:r>
      <w:r w:rsidR="00320D91" w:rsidRPr="007A1C28">
        <w:lastRenderedPageBreak/>
        <w:t xml:space="preserve">Mittlerer Radius in 10^3km: </w:t>
      </w:r>
      <w:r w:rsidRPr="007A1C28">
        <w:t>69,9</w:t>
      </w:r>
      <w:r w:rsidR="00320D91" w:rsidRPr="007A1C28">
        <w:br/>
        <w:t xml:space="preserve">Mittlere Dichte in \frac{g}{cm^3}: </w:t>
      </w:r>
      <w:r w:rsidRPr="007A1C28">
        <w:t>1,3</w:t>
      </w:r>
      <w:r w:rsidR="00320D91" w:rsidRPr="007A1C28">
        <w:br/>
        <w:t xml:space="preserve">Fallbeschleunigung an der Oberfläche in \frac{m}{s^2}: </w:t>
      </w:r>
      <w:r w:rsidRPr="007A1C28">
        <w:t>24,8</w:t>
      </w:r>
      <w:r w:rsidR="00320D91" w:rsidRPr="007A1C28">
        <w:br/>
        <w:t xml:space="preserve">Neigung der Rotationsachse gegen das Lot der Bahnebene: </w:t>
      </w:r>
      <w:r w:rsidRPr="007A1C28">
        <w:t>3,1°</w:t>
      </w:r>
      <w:r w:rsidR="00320D91" w:rsidRPr="007A1C28">
        <w:br/>
        <w:t xml:space="preserve">Neigung der Bahnebene zur Ekliptik: </w:t>
      </w:r>
      <w:r w:rsidRPr="007A1C28">
        <w:t>1,3°</w:t>
      </w:r>
      <w:r w:rsidR="00320D91" w:rsidRPr="007A1C28">
        <w:br/>
        <w:t xml:space="preserve">Siderische Rotationsdauer (ggf. am Äquator) in h: </w:t>
      </w:r>
      <w:r w:rsidRPr="007A1C28">
        <w:t>9,93</w:t>
      </w:r>
    </w:p>
    <w:p w14:paraId="4EEABD23" w14:textId="77777777" w:rsidR="00474260" w:rsidRPr="007A1C28" w:rsidRDefault="00474260" w:rsidP="007A1C28">
      <w:pPr>
        <w:pStyle w:val="Liste"/>
      </w:pPr>
    </w:p>
    <w:p w14:paraId="07E5A271" w14:textId="230C8B1E" w:rsidR="00320D91" w:rsidRPr="007A1C28" w:rsidRDefault="002126A4" w:rsidP="007A1C28">
      <w:pPr>
        <w:pStyle w:val="Liste"/>
      </w:pPr>
      <w:r w:rsidRPr="007A1C28">
        <w:t>Saturn</w:t>
      </w:r>
      <w:r w:rsidR="00320D91" w:rsidRPr="007A1C28">
        <w:t>:</w:t>
      </w:r>
      <w:r w:rsidR="00320D91" w:rsidRPr="007A1C28">
        <w:br/>
        <w:t xml:space="preserve">Große Halbachse in AE: </w:t>
      </w:r>
      <w:r w:rsidR="007635AF" w:rsidRPr="007A1C28">
        <w:t>9,58</w:t>
      </w:r>
      <w:r w:rsidR="00320D91" w:rsidRPr="007A1C28">
        <w:br/>
        <w:t xml:space="preserve">Siderische Umlaufzeit in a: </w:t>
      </w:r>
      <w:r w:rsidR="007635AF" w:rsidRPr="007A1C28">
        <w:t>29,46</w:t>
      </w:r>
      <w:r w:rsidR="00320D91" w:rsidRPr="007A1C28">
        <w:br/>
        <w:t xml:space="preserve">Numerische Exzentrizität der Bahn: </w:t>
      </w:r>
      <w:r w:rsidR="007635AF" w:rsidRPr="007A1C28">
        <w:t>0,057</w:t>
      </w:r>
      <w:r w:rsidR="00320D91" w:rsidRPr="007A1C28">
        <w:br/>
        <w:t xml:space="preserve">Masse in Erdmassen: </w:t>
      </w:r>
      <w:r w:rsidR="007635AF" w:rsidRPr="007A1C28">
        <w:t>95,2</w:t>
      </w:r>
      <w:r w:rsidR="00320D91" w:rsidRPr="007A1C28">
        <w:br/>
        <w:t xml:space="preserve">Mittlerer Radius in 10^3km: </w:t>
      </w:r>
      <w:r w:rsidR="007635AF" w:rsidRPr="007A1C28">
        <w:t>58,2</w:t>
      </w:r>
      <w:r w:rsidR="00320D91" w:rsidRPr="007A1C28">
        <w:br/>
        <w:t xml:space="preserve">Mittlere Dichte in \frac{g}{cm^3}: </w:t>
      </w:r>
      <w:r w:rsidR="007635AF" w:rsidRPr="007A1C28">
        <w:t>0,69</w:t>
      </w:r>
      <w:r w:rsidR="00320D91" w:rsidRPr="007A1C28">
        <w:br/>
        <w:t xml:space="preserve">Fallbeschleunigung an der Oberfläche in \frac{m}{s^2}: </w:t>
      </w:r>
      <w:r w:rsidR="007635AF" w:rsidRPr="007A1C28">
        <w:t>10,4</w:t>
      </w:r>
      <w:r w:rsidR="00320D91" w:rsidRPr="007A1C28">
        <w:br/>
        <w:t xml:space="preserve">Neigung der Rotationsachse gegen das Lot der Bahnebene: </w:t>
      </w:r>
      <w:r w:rsidR="007635AF" w:rsidRPr="007A1C28">
        <w:t>26,7°</w:t>
      </w:r>
      <w:r w:rsidR="00320D91" w:rsidRPr="007A1C28">
        <w:br/>
        <w:t xml:space="preserve">Neigung der Bahnebene zur Ekliptik: </w:t>
      </w:r>
      <w:r w:rsidR="007635AF" w:rsidRPr="007A1C28">
        <w:t>2,5°</w:t>
      </w:r>
      <w:r w:rsidR="00320D91" w:rsidRPr="007A1C28">
        <w:br/>
        <w:t xml:space="preserve">Siderische Rotationsdauer (ggf. am Äquator) in h: </w:t>
      </w:r>
      <w:r w:rsidR="007635AF" w:rsidRPr="007A1C28">
        <w:t>10,66</w:t>
      </w:r>
    </w:p>
    <w:p w14:paraId="43C0A75D" w14:textId="77777777" w:rsidR="007635AF" w:rsidRPr="007A1C28" w:rsidRDefault="007635AF" w:rsidP="007A1C28">
      <w:pPr>
        <w:pStyle w:val="Liste"/>
      </w:pPr>
    </w:p>
    <w:p w14:paraId="0F957BEE" w14:textId="7A93F5DD" w:rsidR="00320D91" w:rsidRPr="007A1C28" w:rsidRDefault="007A1C28" w:rsidP="007A1C28">
      <w:pPr>
        <w:pStyle w:val="Liste"/>
      </w:pPr>
      <w:r w:rsidRPr="007A1C28">
        <w:t>Uranus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19,2</w:t>
      </w:r>
      <w:r w:rsidR="00320D91" w:rsidRPr="007A1C28">
        <w:br/>
        <w:t xml:space="preserve">Siderische Umlaufzeit in a: </w:t>
      </w:r>
      <w:r w:rsidRPr="007A1C28">
        <w:t>84,01</w:t>
      </w:r>
      <w:r w:rsidR="00320D91" w:rsidRPr="007A1C28">
        <w:br/>
        <w:t xml:space="preserve">Numerische Exzentrizität der Bahn: </w:t>
      </w:r>
      <w:r w:rsidRPr="007A1C28">
        <w:t>0,046</w:t>
      </w:r>
      <w:r w:rsidR="00320D91" w:rsidRPr="007A1C28">
        <w:br/>
        <w:t xml:space="preserve">Masse in Erdmassen: </w:t>
      </w:r>
      <w:r w:rsidRPr="007A1C28">
        <w:t>14,5</w:t>
      </w:r>
      <w:r w:rsidR="00320D91" w:rsidRPr="007A1C28">
        <w:br/>
        <w:t xml:space="preserve">Mittlerer Radius in 10^3km: </w:t>
      </w:r>
      <w:r w:rsidRPr="007A1C28">
        <w:t>25,4</w:t>
      </w:r>
      <w:r w:rsidR="00320D91" w:rsidRPr="007A1C28">
        <w:br/>
      </w:r>
      <w:r w:rsidR="00320D91" w:rsidRPr="007A1C28">
        <w:lastRenderedPageBreak/>
        <w:t xml:space="preserve">Mittlere Dichte in \frac{g}{cm^3}: </w:t>
      </w:r>
      <w:r w:rsidRPr="007A1C28">
        <w:t>1,3</w:t>
      </w:r>
      <w:r w:rsidR="00320D91" w:rsidRPr="007A1C28">
        <w:br/>
        <w:t xml:space="preserve">Fallbeschleunigung an der Oberfläche in \frac{m}{s^2}: </w:t>
      </w:r>
      <w:r w:rsidRPr="007A1C28">
        <w:t>8,9</w:t>
      </w:r>
      <w:r w:rsidR="00320D91" w:rsidRPr="007A1C28">
        <w:br/>
        <w:t xml:space="preserve">Neigung der Rotationsachse gegen das Lot der Bahnebene: </w:t>
      </w:r>
      <w:r w:rsidRPr="007A1C28">
        <w:t>97,8°</w:t>
      </w:r>
      <w:r w:rsidR="00320D91" w:rsidRPr="007A1C28">
        <w:br/>
        <w:t xml:space="preserve">Neigung der Bahnebene zur Ekliptik: </w:t>
      </w:r>
      <w:r w:rsidRPr="007A1C28">
        <w:t>0,77°</w:t>
      </w:r>
      <w:r w:rsidR="00320D91" w:rsidRPr="007A1C28">
        <w:br/>
        <w:t xml:space="preserve">Siderische Rotationsdauer (ggf. am Äquator) in h: </w:t>
      </w:r>
      <w:r w:rsidRPr="007A1C28">
        <w:t>17,24</w:t>
      </w:r>
    </w:p>
    <w:p w14:paraId="784E4F12" w14:textId="77777777" w:rsidR="007A1C28" w:rsidRPr="007A1C28" w:rsidRDefault="007A1C28" w:rsidP="007A1C28">
      <w:pPr>
        <w:pStyle w:val="Liste"/>
      </w:pPr>
    </w:p>
    <w:p w14:paraId="74C019BF" w14:textId="15D25568" w:rsidR="00320D91" w:rsidRPr="007A1C28" w:rsidRDefault="007A1C28" w:rsidP="007A1C28">
      <w:pPr>
        <w:pStyle w:val="Liste"/>
      </w:pPr>
      <w:r w:rsidRPr="007A1C28">
        <w:t>Neptun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30,1</w:t>
      </w:r>
      <w:r w:rsidR="00320D91" w:rsidRPr="007A1C28">
        <w:br/>
        <w:t xml:space="preserve">Siderische Umlaufzeit in a: </w:t>
      </w:r>
      <w:r w:rsidRPr="007A1C28">
        <w:t>164,8</w:t>
      </w:r>
      <w:r w:rsidR="00320D91" w:rsidRPr="007A1C28">
        <w:br/>
        <w:t xml:space="preserve">Numerische Exzentrizität der Bahn: </w:t>
      </w:r>
      <w:r w:rsidRPr="007A1C28">
        <w:t>0,011</w:t>
      </w:r>
      <w:r w:rsidR="00320D91" w:rsidRPr="007A1C28">
        <w:br/>
        <w:t xml:space="preserve">Masse in Erdmassen: </w:t>
      </w:r>
      <w:r w:rsidRPr="007A1C28">
        <w:t>17,1</w:t>
      </w:r>
      <w:r w:rsidR="00320D91" w:rsidRPr="007A1C28">
        <w:br/>
        <w:t xml:space="preserve">Mittlerer Radius in 10^3km: </w:t>
      </w:r>
      <w:r w:rsidRPr="007A1C28">
        <w:t>24,6</w:t>
      </w:r>
      <w:r w:rsidR="00320D91" w:rsidRPr="007A1C28">
        <w:br/>
        <w:t xml:space="preserve">Mittlere Dichte in \frac{g}{cm^3}: </w:t>
      </w:r>
      <w:r w:rsidRPr="007A1C28">
        <w:t>1,6</w:t>
      </w:r>
      <w:r w:rsidR="00320D91" w:rsidRPr="007A1C28">
        <w:br/>
        <w:t xml:space="preserve">Fallbeschleunigung an der Oberfläche in \frac{m}{s^2}: </w:t>
      </w:r>
      <w:r w:rsidRPr="007A1C28">
        <w:t>11,2</w:t>
      </w:r>
      <w:r w:rsidR="00320D91" w:rsidRPr="007A1C28">
        <w:br/>
        <w:t xml:space="preserve">Neigung der Rotationsachse gegen das Lot der Bahnebene: </w:t>
      </w:r>
      <w:r w:rsidRPr="007A1C28">
        <w:t>28,3°</w:t>
      </w:r>
      <w:r w:rsidR="00320D91" w:rsidRPr="007A1C28">
        <w:br/>
        <w:t xml:space="preserve">Neigung der Bahnebene zur Ekliptik: </w:t>
      </w:r>
      <w:r w:rsidRPr="007A1C28">
        <w:t>1,8°</w:t>
      </w:r>
      <w:r w:rsidR="00320D91" w:rsidRPr="007A1C28">
        <w:br/>
        <w:t xml:space="preserve">Siderische Rotationsdauer (ggf. am Äquator) in h: </w:t>
      </w:r>
      <w:r w:rsidRPr="007A1C28">
        <w:t>16,11</w:t>
      </w:r>
    </w:p>
    <w:p w14:paraId="6D534BD1" w14:textId="77777777" w:rsidR="00320D91" w:rsidRDefault="00320D91" w:rsidP="00C737BC"/>
    <w:p w14:paraId="30D35DF2" w14:textId="44385150" w:rsidR="00C737BC" w:rsidRDefault="00C737BC" w:rsidP="00C97C75">
      <w:pPr>
        <w:pStyle w:val="berschrift3"/>
      </w:pPr>
      <w:r>
        <w:t xml:space="preserve">Gewebe-Wichtungsfaktoren </w:t>
      </w:r>
      <w:r w:rsidR="00C97C75">
        <w:t>w_</w:t>
      </w:r>
      <w:r>
        <w:t>T</w:t>
      </w:r>
    </w:p>
    <w:p w14:paraId="2E3B7134" w14:textId="77777777" w:rsidR="00C97C75" w:rsidRDefault="00C97C7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1756"/>
        <w:gridCol w:w="1214"/>
      </w:tblGrid>
      <w:tr w:rsidR="00C97C75" w:rsidRPr="00C97C75" w14:paraId="01E51E80" w14:textId="77777777" w:rsidTr="003D2E48">
        <w:tc>
          <w:tcPr>
            <w:tcW w:w="0" w:type="auto"/>
          </w:tcPr>
          <w:p w14:paraId="397291A9" w14:textId="77777777" w:rsidR="00C97C75" w:rsidRPr="00C97C75" w:rsidRDefault="00C97C75" w:rsidP="00EA296F">
            <w:r w:rsidRPr="00C97C75">
              <w:t>Organ</w:t>
            </w:r>
          </w:p>
        </w:tc>
        <w:tc>
          <w:tcPr>
            <w:tcW w:w="0" w:type="auto"/>
          </w:tcPr>
          <w:p w14:paraId="7B4ADBF4" w14:textId="77777777" w:rsidR="00C97C75" w:rsidRPr="00C97C75" w:rsidRDefault="00C97C75" w:rsidP="00EA296F">
            <w:r w:rsidRPr="00C97C75">
              <w:t>WT</w:t>
            </w:r>
          </w:p>
        </w:tc>
      </w:tr>
      <w:tr w:rsidR="00C97C75" w:rsidRPr="00C97C75" w14:paraId="7278780F" w14:textId="77777777" w:rsidTr="003D2E48">
        <w:tc>
          <w:tcPr>
            <w:tcW w:w="0" w:type="auto"/>
          </w:tcPr>
          <w:p w14:paraId="4DCFB58B" w14:textId="77777777" w:rsidR="00C97C75" w:rsidRPr="00C97C75" w:rsidRDefault="00C97C75" w:rsidP="00EA296F">
            <w:r w:rsidRPr="00C97C75">
              <w:t>Rotes Knochenmark, Dickdarm, Lunge, Magen, Brust, übrige Organe und Gewebe</w:t>
            </w:r>
          </w:p>
        </w:tc>
        <w:tc>
          <w:tcPr>
            <w:tcW w:w="0" w:type="auto"/>
          </w:tcPr>
          <w:p w14:paraId="3474734F" w14:textId="77777777" w:rsidR="00C97C75" w:rsidRPr="00C97C75" w:rsidRDefault="00C97C75" w:rsidP="00EA296F">
            <w:r w:rsidRPr="00C97C75">
              <w:t>je 0,12</w:t>
            </w:r>
          </w:p>
        </w:tc>
      </w:tr>
      <w:tr w:rsidR="00C97C75" w:rsidRPr="00C97C75" w14:paraId="45C27296" w14:textId="77777777" w:rsidTr="003D2E48">
        <w:tc>
          <w:tcPr>
            <w:tcW w:w="0" w:type="auto"/>
          </w:tcPr>
          <w:p w14:paraId="12A2D9E7" w14:textId="77777777" w:rsidR="00C97C75" w:rsidRPr="00C97C75" w:rsidRDefault="00C97C75" w:rsidP="00EA296F">
            <w:r w:rsidRPr="00C97C75">
              <w:t>Keimdrüsen</w:t>
            </w:r>
          </w:p>
        </w:tc>
        <w:tc>
          <w:tcPr>
            <w:tcW w:w="0" w:type="auto"/>
          </w:tcPr>
          <w:p w14:paraId="0C8E2F8A" w14:textId="77777777" w:rsidR="00C97C75" w:rsidRPr="00C97C75" w:rsidRDefault="00C97C75" w:rsidP="00EA296F">
            <w:r w:rsidRPr="00C97C75">
              <w:t>0,08</w:t>
            </w:r>
          </w:p>
        </w:tc>
      </w:tr>
      <w:tr w:rsidR="00C97C75" w:rsidRPr="00C97C75" w14:paraId="319AED2C" w14:textId="77777777" w:rsidTr="003D2E48">
        <w:tc>
          <w:tcPr>
            <w:tcW w:w="0" w:type="auto"/>
          </w:tcPr>
          <w:p w14:paraId="4FB2B9D6" w14:textId="77777777" w:rsidR="00C97C75" w:rsidRPr="00C97C75" w:rsidRDefault="00C97C75" w:rsidP="00EA296F">
            <w:r w:rsidRPr="00C97C75">
              <w:t>Blase, Speiseröhre, Leber, Schilddrüse</w:t>
            </w:r>
          </w:p>
        </w:tc>
        <w:tc>
          <w:tcPr>
            <w:tcW w:w="0" w:type="auto"/>
          </w:tcPr>
          <w:p w14:paraId="16901C50" w14:textId="77777777" w:rsidR="00C97C75" w:rsidRPr="00C97C75" w:rsidRDefault="00C97C75" w:rsidP="00EA296F">
            <w:r w:rsidRPr="00C97C75">
              <w:t>je 0,04</w:t>
            </w:r>
          </w:p>
        </w:tc>
      </w:tr>
      <w:tr w:rsidR="00C97C75" w:rsidRPr="00C97C75" w14:paraId="646AE74F" w14:textId="77777777" w:rsidTr="003D2E48">
        <w:tc>
          <w:tcPr>
            <w:tcW w:w="0" w:type="auto"/>
          </w:tcPr>
          <w:p w14:paraId="1F898F19" w14:textId="77777777" w:rsidR="00C97C75" w:rsidRPr="00C97C75" w:rsidRDefault="00C97C75" w:rsidP="00EA296F">
            <w:r w:rsidRPr="00C97C75">
              <w:lastRenderedPageBreak/>
              <w:t>Haut, Knochenoberfläche, Gehirn, Speicheldrüse</w:t>
            </w:r>
          </w:p>
        </w:tc>
        <w:tc>
          <w:tcPr>
            <w:tcW w:w="0" w:type="auto"/>
          </w:tcPr>
          <w:p w14:paraId="7B436AF3" w14:textId="77777777" w:rsidR="00C97C75" w:rsidRPr="00C97C75" w:rsidRDefault="00C97C75" w:rsidP="00EA296F">
            <w:r w:rsidRPr="00C97C75">
              <w:t>je 0,01</w:t>
            </w:r>
          </w:p>
        </w:tc>
      </w:tr>
    </w:tbl>
    <w:p w14:paraId="1D7D809E" w14:textId="72BBEB36" w:rsidR="00C97C75" w:rsidRDefault="00C97C75" w:rsidP="00C737BC">
      <w:r>
        <w:t>&lt;/Tabelle&gt;</w:t>
      </w:r>
    </w:p>
    <w:p w14:paraId="579564C4" w14:textId="49460012" w:rsidR="00C97C75" w:rsidRDefault="00C97C75" w:rsidP="00C737BC"/>
    <w:p w14:paraId="3809356F" w14:textId="3A07C821" w:rsidR="00C737BC" w:rsidRDefault="00C737BC" w:rsidP="00C97C75">
      <w:pPr>
        <w:pStyle w:val="berschrift3"/>
      </w:pPr>
      <w:r>
        <w:t>Typische Werte für Qualitätsfaktoren q</w:t>
      </w:r>
    </w:p>
    <w:p w14:paraId="12082E93" w14:textId="77777777" w:rsidR="00C97C75" w:rsidRDefault="00C97C7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33"/>
        <w:gridCol w:w="878"/>
      </w:tblGrid>
      <w:tr w:rsidR="00C97C75" w:rsidRPr="00C97C75" w14:paraId="173FDF6C" w14:textId="77777777" w:rsidTr="003D2E48">
        <w:tc>
          <w:tcPr>
            <w:tcW w:w="0" w:type="auto"/>
          </w:tcPr>
          <w:p w14:paraId="5EEF8375" w14:textId="77777777" w:rsidR="00C97C75" w:rsidRPr="00C97C75" w:rsidRDefault="00C97C75" w:rsidP="00EA296F">
            <w:r w:rsidRPr="00C97C75">
              <w:t>Strahlungsart</w:t>
            </w:r>
          </w:p>
        </w:tc>
        <w:tc>
          <w:tcPr>
            <w:tcW w:w="0" w:type="auto"/>
          </w:tcPr>
          <w:p w14:paraId="25931957" w14:textId="77777777" w:rsidR="00C97C75" w:rsidRPr="00C97C75" w:rsidRDefault="00C97C75" w:rsidP="00EA296F">
            <w:r w:rsidRPr="00C97C75">
              <w:t>q</w:t>
            </w:r>
          </w:p>
        </w:tc>
      </w:tr>
      <w:tr w:rsidR="00C97C75" w:rsidRPr="00C97C75" w14:paraId="14EB821B" w14:textId="77777777" w:rsidTr="003D2E48">
        <w:tc>
          <w:tcPr>
            <w:tcW w:w="0" w:type="auto"/>
          </w:tcPr>
          <w:p w14:paraId="086AEA49" w14:textId="77777777" w:rsidR="00C97C75" w:rsidRPr="00C97C75" w:rsidRDefault="00C97C75" w:rsidP="00EA296F">
            <w:r w:rsidRPr="00C97C75">
              <w:t>~a</w:t>
            </w:r>
          </w:p>
        </w:tc>
        <w:tc>
          <w:tcPr>
            <w:tcW w:w="0" w:type="auto"/>
          </w:tcPr>
          <w:p w14:paraId="08AAA0E7" w14:textId="77777777" w:rsidR="00C97C75" w:rsidRPr="00C97C75" w:rsidRDefault="00C97C75" w:rsidP="00EA296F">
            <w:r w:rsidRPr="00C97C75">
              <w:t>20</w:t>
            </w:r>
          </w:p>
        </w:tc>
      </w:tr>
      <w:tr w:rsidR="00C97C75" w:rsidRPr="00C97C75" w14:paraId="411637CA" w14:textId="77777777" w:rsidTr="003D2E48">
        <w:tc>
          <w:tcPr>
            <w:tcW w:w="0" w:type="auto"/>
          </w:tcPr>
          <w:p w14:paraId="29EB0486" w14:textId="77777777" w:rsidR="00C97C75" w:rsidRPr="00C97C75" w:rsidRDefault="00C97C75" w:rsidP="00EA296F">
            <w:r w:rsidRPr="00C97C75">
              <w:t>n</w:t>
            </w:r>
          </w:p>
        </w:tc>
        <w:tc>
          <w:tcPr>
            <w:tcW w:w="0" w:type="auto"/>
          </w:tcPr>
          <w:p w14:paraId="381963CB" w14:textId="77777777" w:rsidR="00C97C75" w:rsidRPr="00C97C75" w:rsidRDefault="00C97C75" w:rsidP="00EA296F">
            <w:r w:rsidRPr="00C97C75">
              <w:t>5-20</w:t>
            </w:r>
          </w:p>
        </w:tc>
      </w:tr>
      <w:tr w:rsidR="00C97C75" w:rsidRPr="00C97C75" w14:paraId="1F7F8D8E" w14:textId="77777777" w:rsidTr="003D2E48">
        <w:tc>
          <w:tcPr>
            <w:tcW w:w="0" w:type="auto"/>
          </w:tcPr>
          <w:p w14:paraId="0C672072" w14:textId="77777777" w:rsidR="00C97C75" w:rsidRPr="00C97C75" w:rsidRDefault="00C97C75" w:rsidP="00EA296F">
            <w:r w:rsidRPr="00C97C75">
              <w:t>~b, ~c</w:t>
            </w:r>
          </w:p>
        </w:tc>
        <w:tc>
          <w:tcPr>
            <w:tcW w:w="0" w:type="auto"/>
          </w:tcPr>
          <w:p w14:paraId="6B5463A4" w14:textId="77777777" w:rsidR="00C97C75" w:rsidRPr="00C97C75" w:rsidRDefault="00C97C75" w:rsidP="00EA296F">
            <w:r w:rsidRPr="00C97C75">
              <w:t>1</w:t>
            </w:r>
          </w:p>
        </w:tc>
      </w:tr>
    </w:tbl>
    <w:p w14:paraId="3C433643" w14:textId="7985833A" w:rsidR="00C97C75" w:rsidRDefault="00C97C75" w:rsidP="00C737BC">
      <w:r>
        <w:t>&lt;/Tabelle&gt;</w:t>
      </w:r>
    </w:p>
    <w:p w14:paraId="79C7BFBC" w14:textId="5AE2722E" w:rsidR="00C97C75" w:rsidRDefault="00C97C75" w:rsidP="00C737BC"/>
    <w:p w14:paraId="7B08369F" w14:textId="3FBA9C30" w:rsidR="00C97C75" w:rsidRDefault="00C737BC" w:rsidP="00C97C75">
      <w:pPr>
        <w:pStyle w:val="berschrift3"/>
      </w:pPr>
      <w:r>
        <w:t>Wellenlängen ausgewählter Spektrallinien</w:t>
      </w:r>
    </w:p>
    <w:p w14:paraId="55784F99" w14:textId="77777777" w:rsidR="00413D65" w:rsidRDefault="00413D6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059"/>
        <w:gridCol w:w="2709"/>
        <w:gridCol w:w="2727"/>
      </w:tblGrid>
      <w:tr w:rsidR="00413D65" w:rsidRPr="00413D65" w14:paraId="16A0AC44" w14:textId="77777777" w:rsidTr="003D2E48">
        <w:tc>
          <w:tcPr>
            <w:tcW w:w="0" w:type="auto"/>
          </w:tcPr>
          <w:p w14:paraId="03927927" w14:textId="77777777" w:rsidR="00413D65" w:rsidRPr="00413D65" w:rsidRDefault="00413D65" w:rsidP="00EA296F">
            <w:r w:rsidRPr="00413D65">
              <w:t>Element</w:t>
            </w:r>
          </w:p>
        </w:tc>
        <w:tc>
          <w:tcPr>
            <w:tcW w:w="0" w:type="auto"/>
          </w:tcPr>
          <w:p w14:paraId="253E751B" w14:textId="77777777" w:rsidR="00413D65" w:rsidRPr="00413D65" w:rsidRDefault="00413D65" w:rsidP="00EA296F">
            <w:r w:rsidRPr="00413D65">
              <w:t>~l in nm</w:t>
            </w:r>
          </w:p>
        </w:tc>
        <w:tc>
          <w:tcPr>
            <w:tcW w:w="0" w:type="auto"/>
          </w:tcPr>
          <w:p w14:paraId="681F5F87" w14:textId="33DF1270" w:rsidR="00413D65" w:rsidRPr="00413D65" w:rsidRDefault="00413D65" w:rsidP="00EA296F">
            <w:r w:rsidRPr="00413D65">
              <w:t>relative Intensität</w:t>
            </w:r>
          </w:p>
        </w:tc>
      </w:tr>
      <w:tr w:rsidR="00413D65" w:rsidRPr="00413D65" w14:paraId="5EB11092" w14:textId="77777777" w:rsidTr="003D2E48">
        <w:tc>
          <w:tcPr>
            <w:tcW w:w="0" w:type="auto"/>
          </w:tcPr>
          <w:p w14:paraId="2CFD6799" w14:textId="77777777" w:rsidR="00413D65" w:rsidRPr="00413D65" w:rsidRDefault="00413D65" w:rsidP="00EA296F">
            <w:r w:rsidRPr="00413D65">
              <w:t>Helium</w:t>
            </w:r>
          </w:p>
        </w:tc>
        <w:tc>
          <w:tcPr>
            <w:tcW w:w="0" w:type="auto"/>
          </w:tcPr>
          <w:p w14:paraId="107C2995" w14:textId="77777777" w:rsidR="00413D65" w:rsidRPr="00413D65" w:rsidRDefault="00413D65" w:rsidP="00EA296F">
            <w:r w:rsidRPr="00413D65">
              <w:t>447,15</w:t>
            </w:r>
          </w:p>
        </w:tc>
        <w:tc>
          <w:tcPr>
            <w:tcW w:w="0" w:type="auto"/>
          </w:tcPr>
          <w:p w14:paraId="0653FA2C" w14:textId="77777777" w:rsidR="00413D65" w:rsidRPr="00413D65" w:rsidRDefault="00413D65" w:rsidP="00EA296F">
            <w:r w:rsidRPr="00413D65">
              <w:t>200</w:t>
            </w:r>
          </w:p>
        </w:tc>
      </w:tr>
      <w:tr w:rsidR="00413D65" w:rsidRPr="00413D65" w14:paraId="37772291" w14:textId="77777777" w:rsidTr="003D2E48">
        <w:tc>
          <w:tcPr>
            <w:tcW w:w="0" w:type="auto"/>
          </w:tcPr>
          <w:p w14:paraId="49D59FC8" w14:textId="77777777" w:rsidR="00413D65" w:rsidRPr="00413D65" w:rsidRDefault="00413D65" w:rsidP="00EA296F">
            <w:r w:rsidRPr="00413D65">
              <w:t>Helium</w:t>
            </w:r>
          </w:p>
        </w:tc>
        <w:tc>
          <w:tcPr>
            <w:tcW w:w="0" w:type="auto"/>
          </w:tcPr>
          <w:p w14:paraId="235FA755" w14:textId="77777777" w:rsidR="00413D65" w:rsidRPr="00413D65" w:rsidRDefault="00413D65" w:rsidP="00EA296F">
            <w:r w:rsidRPr="00413D65">
              <w:t>492,19</w:t>
            </w:r>
          </w:p>
        </w:tc>
        <w:tc>
          <w:tcPr>
            <w:tcW w:w="0" w:type="auto"/>
          </w:tcPr>
          <w:p w14:paraId="27A31C08" w14:textId="77777777" w:rsidR="00413D65" w:rsidRPr="00413D65" w:rsidRDefault="00413D65" w:rsidP="00EA296F">
            <w:r w:rsidRPr="00413D65">
              <w:t>20</w:t>
            </w:r>
          </w:p>
        </w:tc>
      </w:tr>
      <w:tr w:rsidR="00413D65" w:rsidRPr="00413D65" w14:paraId="15E8565B" w14:textId="77777777" w:rsidTr="003D2E48">
        <w:tc>
          <w:tcPr>
            <w:tcW w:w="0" w:type="auto"/>
          </w:tcPr>
          <w:p w14:paraId="7075EF56" w14:textId="77777777" w:rsidR="00413D65" w:rsidRPr="00413D65" w:rsidRDefault="00413D65" w:rsidP="00EA296F">
            <w:r w:rsidRPr="00413D65">
              <w:t>Helium</w:t>
            </w:r>
          </w:p>
        </w:tc>
        <w:tc>
          <w:tcPr>
            <w:tcW w:w="0" w:type="auto"/>
          </w:tcPr>
          <w:p w14:paraId="776BAE33" w14:textId="77777777" w:rsidR="00413D65" w:rsidRPr="00413D65" w:rsidRDefault="00413D65" w:rsidP="00EA296F">
            <w:r w:rsidRPr="00413D65">
              <w:t>587,56</w:t>
            </w:r>
          </w:p>
        </w:tc>
        <w:tc>
          <w:tcPr>
            <w:tcW w:w="0" w:type="auto"/>
          </w:tcPr>
          <w:p w14:paraId="7906D362" w14:textId="77777777" w:rsidR="00413D65" w:rsidRPr="00413D65" w:rsidRDefault="00413D65" w:rsidP="00EA296F">
            <w:r w:rsidRPr="00413D65">
              <w:t>500</w:t>
            </w:r>
          </w:p>
        </w:tc>
      </w:tr>
      <w:tr w:rsidR="00413D65" w:rsidRPr="00413D65" w14:paraId="6A3752DD" w14:textId="77777777" w:rsidTr="003D2E48">
        <w:tc>
          <w:tcPr>
            <w:tcW w:w="0" w:type="auto"/>
          </w:tcPr>
          <w:p w14:paraId="0D45AF5D" w14:textId="77777777" w:rsidR="00413D65" w:rsidRPr="00413D65" w:rsidRDefault="00413D65" w:rsidP="00EA296F">
            <w:r w:rsidRPr="00413D65">
              <w:t>Helium</w:t>
            </w:r>
          </w:p>
        </w:tc>
        <w:tc>
          <w:tcPr>
            <w:tcW w:w="0" w:type="auto"/>
          </w:tcPr>
          <w:p w14:paraId="45652F25" w14:textId="77777777" w:rsidR="00413D65" w:rsidRPr="00413D65" w:rsidRDefault="00413D65" w:rsidP="00EA296F">
            <w:r w:rsidRPr="00413D65">
              <w:t>667,82</w:t>
            </w:r>
          </w:p>
        </w:tc>
        <w:tc>
          <w:tcPr>
            <w:tcW w:w="0" w:type="auto"/>
          </w:tcPr>
          <w:p w14:paraId="55CE664C" w14:textId="77777777" w:rsidR="00413D65" w:rsidRPr="00413D65" w:rsidRDefault="00413D65" w:rsidP="00EA296F">
            <w:r w:rsidRPr="00413D65">
              <w:t>100</w:t>
            </w:r>
          </w:p>
        </w:tc>
      </w:tr>
      <w:tr w:rsidR="00413D65" w:rsidRPr="00413D65" w14:paraId="16E7761E" w14:textId="77777777" w:rsidTr="003D2E48">
        <w:tc>
          <w:tcPr>
            <w:tcW w:w="0" w:type="auto"/>
          </w:tcPr>
          <w:p w14:paraId="6772DFA5" w14:textId="77777777" w:rsidR="00413D65" w:rsidRPr="00413D65" w:rsidRDefault="00413D65" w:rsidP="00EA296F">
            <w:r w:rsidRPr="00413D65">
              <w:t>Helium</w:t>
            </w:r>
          </w:p>
        </w:tc>
        <w:tc>
          <w:tcPr>
            <w:tcW w:w="0" w:type="auto"/>
          </w:tcPr>
          <w:p w14:paraId="3CFAA458" w14:textId="77777777" w:rsidR="00413D65" w:rsidRPr="00413D65" w:rsidRDefault="00413D65" w:rsidP="00EA296F">
            <w:r w:rsidRPr="00413D65">
              <w:t>706,52</w:t>
            </w:r>
          </w:p>
        </w:tc>
        <w:tc>
          <w:tcPr>
            <w:tcW w:w="0" w:type="auto"/>
          </w:tcPr>
          <w:p w14:paraId="767F90EB" w14:textId="77777777" w:rsidR="00413D65" w:rsidRPr="00413D65" w:rsidRDefault="00413D65" w:rsidP="00EA296F">
            <w:r w:rsidRPr="00413D65">
              <w:t>200</w:t>
            </w:r>
          </w:p>
        </w:tc>
      </w:tr>
      <w:tr w:rsidR="00413D65" w:rsidRPr="00413D65" w14:paraId="7CFABE23" w14:textId="77777777" w:rsidTr="003D2E48">
        <w:tc>
          <w:tcPr>
            <w:tcW w:w="0" w:type="auto"/>
          </w:tcPr>
          <w:p w14:paraId="48AB225B" w14:textId="77777777" w:rsidR="00413D65" w:rsidRPr="00413D65" w:rsidRDefault="00413D65" w:rsidP="00EA296F">
            <w:r w:rsidRPr="00413D65">
              <w:t>Natrium</w:t>
            </w:r>
          </w:p>
        </w:tc>
        <w:tc>
          <w:tcPr>
            <w:tcW w:w="0" w:type="auto"/>
          </w:tcPr>
          <w:p w14:paraId="6851E582" w14:textId="77777777" w:rsidR="00413D65" w:rsidRPr="00413D65" w:rsidRDefault="00413D65" w:rsidP="00EA296F">
            <w:r w:rsidRPr="00413D65">
              <w:t>589,00</w:t>
            </w:r>
          </w:p>
        </w:tc>
        <w:tc>
          <w:tcPr>
            <w:tcW w:w="0" w:type="auto"/>
          </w:tcPr>
          <w:p w14:paraId="28DE8E02" w14:textId="77777777" w:rsidR="00413D65" w:rsidRPr="00413D65" w:rsidRDefault="00413D65" w:rsidP="00EA296F">
            <w:r w:rsidRPr="00413D65">
              <w:t>80.000</w:t>
            </w:r>
          </w:p>
        </w:tc>
      </w:tr>
      <w:tr w:rsidR="00413D65" w:rsidRPr="00413D65" w14:paraId="76FEACB7" w14:textId="77777777" w:rsidTr="003D2E48">
        <w:tc>
          <w:tcPr>
            <w:tcW w:w="0" w:type="auto"/>
          </w:tcPr>
          <w:p w14:paraId="3A5D35A2" w14:textId="77777777" w:rsidR="00413D65" w:rsidRPr="00413D65" w:rsidRDefault="00413D65" w:rsidP="00EA296F">
            <w:r w:rsidRPr="00413D65">
              <w:t>Natrium</w:t>
            </w:r>
          </w:p>
        </w:tc>
        <w:tc>
          <w:tcPr>
            <w:tcW w:w="0" w:type="auto"/>
          </w:tcPr>
          <w:p w14:paraId="24DF5781" w14:textId="77777777" w:rsidR="00413D65" w:rsidRPr="00413D65" w:rsidRDefault="00413D65" w:rsidP="00EA296F">
            <w:r w:rsidRPr="00413D65">
              <w:t>589,59</w:t>
            </w:r>
          </w:p>
        </w:tc>
        <w:tc>
          <w:tcPr>
            <w:tcW w:w="0" w:type="auto"/>
          </w:tcPr>
          <w:p w14:paraId="272CA690" w14:textId="77777777" w:rsidR="00413D65" w:rsidRPr="00413D65" w:rsidRDefault="00413D65" w:rsidP="00EA296F">
            <w:r w:rsidRPr="00413D65">
              <w:t>40.000</w:t>
            </w:r>
          </w:p>
        </w:tc>
      </w:tr>
      <w:tr w:rsidR="00413D65" w:rsidRPr="00413D65" w14:paraId="2EF24D87" w14:textId="77777777" w:rsidTr="003D2E48">
        <w:tc>
          <w:tcPr>
            <w:tcW w:w="0" w:type="auto"/>
          </w:tcPr>
          <w:p w14:paraId="2334D07C" w14:textId="77777777" w:rsidR="00413D65" w:rsidRPr="00413D65" w:rsidRDefault="00413D65" w:rsidP="00EA296F">
            <w:r w:rsidRPr="00413D65">
              <w:t>Quecksilber</w:t>
            </w:r>
          </w:p>
        </w:tc>
        <w:tc>
          <w:tcPr>
            <w:tcW w:w="0" w:type="auto"/>
          </w:tcPr>
          <w:p w14:paraId="3C2EDD05" w14:textId="77777777" w:rsidR="00413D65" w:rsidRPr="00413D65" w:rsidRDefault="00413D65" w:rsidP="00EA296F">
            <w:r w:rsidRPr="00413D65">
              <w:t>404,66</w:t>
            </w:r>
          </w:p>
        </w:tc>
        <w:tc>
          <w:tcPr>
            <w:tcW w:w="0" w:type="auto"/>
          </w:tcPr>
          <w:p w14:paraId="6CE1D697" w14:textId="77777777" w:rsidR="00413D65" w:rsidRPr="00413D65" w:rsidRDefault="00413D65" w:rsidP="00EA296F">
            <w:r w:rsidRPr="00413D65">
              <w:t>1800</w:t>
            </w:r>
          </w:p>
        </w:tc>
      </w:tr>
      <w:tr w:rsidR="00413D65" w:rsidRPr="00413D65" w14:paraId="3E1A66CD" w14:textId="77777777" w:rsidTr="003D2E48">
        <w:tc>
          <w:tcPr>
            <w:tcW w:w="0" w:type="auto"/>
          </w:tcPr>
          <w:p w14:paraId="2094F276" w14:textId="77777777" w:rsidR="00413D65" w:rsidRPr="00413D65" w:rsidRDefault="00413D65" w:rsidP="00EA296F">
            <w:r w:rsidRPr="00413D65">
              <w:t>Quecksilber</w:t>
            </w:r>
          </w:p>
        </w:tc>
        <w:tc>
          <w:tcPr>
            <w:tcW w:w="0" w:type="auto"/>
          </w:tcPr>
          <w:p w14:paraId="0D26581C" w14:textId="77777777" w:rsidR="00413D65" w:rsidRPr="00413D65" w:rsidRDefault="00413D65" w:rsidP="00EA296F">
            <w:r w:rsidRPr="00413D65">
              <w:t>435,83</w:t>
            </w:r>
          </w:p>
        </w:tc>
        <w:tc>
          <w:tcPr>
            <w:tcW w:w="0" w:type="auto"/>
          </w:tcPr>
          <w:p w14:paraId="130EE957" w14:textId="77777777" w:rsidR="00413D65" w:rsidRPr="00413D65" w:rsidRDefault="00413D65" w:rsidP="00EA296F">
            <w:r w:rsidRPr="00413D65">
              <w:t>4000</w:t>
            </w:r>
          </w:p>
        </w:tc>
      </w:tr>
      <w:tr w:rsidR="00413D65" w:rsidRPr="00413D65" w14:paraId="5809D517" w14:textId="77777777" w:rsidTr="003D2E48">
        <w:tc>
          <w:tcPr>
            <w:tcW w:w="0" w:type="auto"/>
          </w:tcPr>
          <w:p w14:paraId="15E6A928" w14:textId="77777777" w:rsidR="00413D65" w:rsidRPr="00413D65" w:rsidRDefault="00413D65" w:rsidP="00EA296F">
            <w:r w:rsidRPr="00413D65">
              <w:lastRenderedPageBreak/>
              <w:t>Quecksilber</w:t>
            </w:r>
          </w:p>
        </w:tc>
        <w:tc>
          <w:tcPr>
            <w:tcW w:w="0" w:type="auto"/>
          </w:tcPr>
          <w:p w14:paraId="4CF41F79" w14:textId="77777777" w:rsidR="00413D65" w:rsidRPr="00413D65" w:rsidRDefault="00413D65" w:rsidP="00EA296F">
            <w:r w:rsidRPr="00413D65">
              <w:t>546,07</w:t>
            </w:r>
          </w:p>
        </w:tc>
        <w:tc>
          <w:tcPr>
            <w:tcW w:w="0" w:type="auto"/>
          </w:tcPr>
          <w:p w14:paraId="4C684AC9" w14:textId="77777777" w:rsidR="00413D65" w:rsidRPr="00413D65" w:rsidRDefault="00413D65" w:rsidP="00EA296F">
            <w:r w:rsidRPr="00413D65">
              <w:t>1100</w:t>
            </w:r>
          </w:p>
        </w:tc>
      </w:tr>
      <w:tr w:rsidR="00413D65" w:rsidRPr="00413D65" w14:paraId="628DB8E5" w14:textId="77777777" w:rsidTr="003D2E48">
        <w:tc>
          <w:tcPr>
            <w:tcW w:w="0" w:type="auto"/>
          </w:tcPr>
          <w:p w14:paraId="0C40A58E" w14:textId="77777777" w:rsidR="00413D65" w:rsidRPr="00413D65" w:rsidRDefault="00413D65" w:rsidP="00EA296F">
            <w:r w:rsidRPr="00413D65">
              <w:t>Quecksilber</w:t>
            </w:r>
          </w:p>
        </w:tc>
        <w:tc>
          <w:tcPr>
            <w:tcW w:w="0" w:type="auto"/>
          </w:tcPr>
          <w:p w14:paraId="271BF607" w14:textId="77777777" w:rsidR="00413D65" w:rsidRPr="00413D65" w:rsidRDefault="00413D65" w:rsidP="00EA296F">
            <w:r w:rsidRPr="00413D65">
              <w:t>576,96</w:t>
            </w:r>
          </w:p>
        </w:tc>
        <w:tc>
          <w:tcPr>
            <w:tcW w:w="0" w:type="auto"/>
          </w:tcPr>
          <w:p w14:paraId="76BA4248" w14:textId="09248DEB" w:rsidR="00413D65" w:rsidRPr="00413D65" w:rsidRDefault="00413D65" w:rsidP="00EA296F">
            <w:r w:rsidRPr="00413D65">
              <w:t>2</w:t>
            </w:r>
            <w:r w:rsidR="002E099E">
              <w:t>4</w:t>
            </w:r>
            <w:r w:rsidRPr="00413D65">
              <w:t>0</w:t>
            </w:r>
          </w:p>
        </w:tc>
      </w:tr>
      <w:tr w:rsidR="00413D65" w:rsidRPr="00413D65" w14:paraId="0A104A80" w14:textId="77777777" w:rsidTr="003D2E48">
        <w:tc>
          <w:tcPr>
            <w:tcW w:w="0" w:type="auto"/>
          </w:tcPr>
          <w:p w14:paraId="71FB0307" w14:textId="77777777" w:rsidR="00413D65" w:rsidRPr="00413D65" w:rsidRDefault="00413D65" w:rsidP="00EA296F">
            <w:r w:rsidRPr="00413D65">
              <w:t>Quecksilber</w:t>
            </w:r>
          </w:p>
        </w:tc>
        <w:tc>
          <w:tcPr>
            <w:tcW w:w="0" w:type="auto"/>
          </w:tcPr>
          <w:p w14:paraId="45B01B94" w14:textId="77777777" w:rsidR="00413D65" w:rsidRPr="00413D65" w:rsidRDefault="00413D65" w:rsidP="00EA296F">
            <w:r w:rsidRPr="00413D65">
              <w:t>579,07</w:t>
            </w:r>
          </w:p>
        </w:tc>
        <w:tc>
          <w:tcPr>
            <w:tcW w:w="0" w:type="auto"/>
          </w:tcPr>
          <w:p w14:paraId="101ED64F" w14:textId="29A7DBE4" w:rsidR="00413D65" w:rsidRPr="00413D65" w:rsidRDefault="002E099E" w:rsidP="00EA296F">
            <w:r>
              <w:t>2</w:t>
            </w:r>
            <w:r w:rsidR="00961435">
              <w:t>8</w:t>
            </w:r>
            <w:r>
              <w:t>0</w:t>
            </w:r>
          </w:p>
        </w:tc>
      </w:tr>
      <w:tr w:rsidR="00413D65" w:rsidRPr="00413D65" w14:paraId="06436AE1" w14:textId="77777777" w:rsidTr="003D2E48">
        <w:tc>
          <w:tcPr>
            <w:tcW w:w="0" w:type="auto"/>
          </w:tcPr>
          <w:p w14:paraId="2E06D403" w14:textId="77777777" w:rsidR="00413D65" w:rsidRPr="00413D65" w:rsidRDefault="00413D65" w:rsidP="00EA296F">
            <w:r w:rsidRPr="00413D65">
              <w:t>Wasserstoff (Balmer-Serie)</w:t>
            </w:r>
          </w:p>
        </w:tc>
        <w:tc>
          <w:tcPr>
            <w:tcW w:w="0" w:type="auto"/>
          </w:tcPr>
          <w:p w14:paraId="570043D1" w14:textId="77777777" w:rsidR="00413D65" w:rsidRPr="00413D65" w:rsidRDefault="00413D65" w:rsidP="00EA296F">
            <w:r w:rsidRPr="00413D65">
              <w:t>410,17 (H_{~d})</w:t>
            </w:r>
          </w:p>
        </w:tc>
        <w:tc>
          <w:tcPr>
            <w:tcW w:w="0" w:type="auto"/>
          </w:tcPr>
          <w:p w14:paraId="403682C4" w14:textId="77777777" w:rsidR="00413D65" w:rsidRPr="00413D65" w:rsidRDefault="00413D65" w:rsidP="00EA296F">
            <w:r w:rsidRPr="00413D65">
              <w:t>15</w:t>
            </w:r>
          </w:p>
        </w:tc>
      </w:tr>
      <w:tr w:rsidR="00413D65" w:rsidRPr="00413D65" w14:paraId="7D12F474" w14:textId="77777777" w:rsidTr="003D2E48">
        <w:tc>
          <w:tcPr>
            <w:tcW w:w="0" w:type="auto"/>
          </w:tcPr>
          <w:p w14:paraId="6367ECC3" w14:textId="77777777" w:rsidR="00413D65" w:rsidRPr="00413D65" w:rsidRDefault="00413D65" w:rsidP="00EA296F">
            <w:r w:rsidRPr="00413D65">
              <w:t>Wasserstoff (Balmer-Serie)</w:t>
            </w:r>
          </w:p>
        </w:tc>
        <w:tc>
          <w:tcPr>
            <w:tcW w:w="0" w:type="auto"/>
          </w:tcPr>
          <w:p w14:paraId="24F2E96E" w14:textId="77777777" w:rsidR="00413D65" w:rsidRPr="00413D65" w:rsidRDefault="00413D65" w:rsidP="00EA296F">
            <w:r w:rsidRPr="00413D65">
              <w:t>434,05 (H_{~c})</w:t>
            </w:r>
          </w:p>
        </w:tc>
        <w:tc>
          <w:tcPr>
            <w:tcW w:w="0" w:type="auto"/>
          </w:tcPr>
          <w:p w14:paraId="15F1ECB7" w14:textId="77777777" w:rsidR="00413D65" w:rsidRPr="00413D65" w:rsidRDefault="00413D65" w:rsidP="00EA296F">
            <w:r w:rsidRPr="00413D65">
              <w:t>30</w:t>
            </w:r>
          </w:p>
        </w:tc>
      </w:tr>
      <w:tr w:rsidR="00413D65" w:rsidRPr="00413D65" w14:paraId="2A12F845" w14:textId="77777777" w:rsidTr="003D2E48">
        <w:tc>
          <w:tcPr>
            <w:tcW w:w="0" w:type="auto"/>
          </w:tcPr>
          <w:p w14:paraId="5B390D63" w14:textId="77777777" w:rsidR="00413D65" w:rsidRPr="00413D65" w:rsidRDefault="00413D65" w:rsidP="00EA296F">
            <w:r w:rsidRPr="00413D65">
              <w:t>Wasserstoff (Balmer-Serie)</w:t>
            </w:r>
          </w:p>
        </w:tc>
        <w:tc>
          <w:tcPr>
            <w:tcW w:w="0" w:type="auto"/>
          </w:tcPr>
          <w:p w14:paraId="36C3638F" w14:textId="77777777" w:rsidR="00413D65" w:rsidRPr="00413D65" w:rsidRDefault="00413D65" w:rsidP="00EA296F">
            <w:r w:rsidRPr="00413D65">
              <w:t>486,13 (H_{~b})</w:t>
            </w:r>
          </w:p>
        </w:tc>
        <w:tc>
          <w:tcPr>
            <w:tcW w:w="0" w:type="auto"/>
          </w:tcPr>
          <w:p w14:paraId="00CF4191" w14:textId="77777777" w:rsidR="00413D65" w:rsidRPr="00413D65" w:rsidRDefault="00413D65" w:rsidP="00EA296F">
            <w:r w:rsidRPr="00413D65">
              <w:t>80</w:t>
            </w:r>
          </w:p>
        </w:tc>
      </w:tr>
      <w:tr w:rsidR="00413D65" w:rsidRPr="00413D65" w14:paraId="5CA197CE" w14:textId="77777777" w:rsidTr="003D2E48">
        <w:tc>
          <w:tcPr>
            <w:tcW w:w="0" w:type="auto"/>
          </w:tcPr>
          <w:p w14:paraId="34CB496F" w14:textId="77777777" w:rsidR="00413D65" w:rsidRPr="00413D65" w:rsidRDefault="00413D65" w:rsidP="00EA296F">
            <w:r w:rsidRPr="00413D65">
              <w:t>Wasserstoff (Balmer-Serie)</w:t>
            </w:r>
          </w:p>
        </w:tc>
        <w:tc>
          <w:tcPr>
            <w:tcW w:w="0" w:type="auto"/>
          </w:tcPr>
          <w:p w14:paraId="75CCE88C" w14:textId="77777777" w:rsidR="00413D65" w:rsidRPr="00413D65" w:rsidRDefault="00413D65" w:rsidP="00EA296F">
            <w:r w:rsidRPr="00413D65">
              <w:t>656,27 (H_{~a})</w:t>
            </w:r>
          </w:p>
        </w:tc>
        <w:tc>
          <w:tcPr>
            <w:tcW w:w="0" w:type="auto"/>
          </w:tcPr>
          <w:p w14:paraId="5102346A" w14:textId="77777777" w:rsidR="00413D65" w:rsidRPr="00413D65" w:rsidRDefault="00413D65" w:rsidP="00EA296F">
            <w:r w:rsidRPr="00413D65">
              <w:t>120</w:t>
            </w:r>
          </w:p>
        </w:tc>
      </w:tr>
    </w:tbl>
    <w:p w14:paraId="075DD72E" w14:textId="3614C28C" w:rsidR="00413D65" w:rsidRDefault="00413D65" w:rsidP="00C737BC">
      <w:r>
        <w:t>&lt;/Tabelle&gt;</w:t>
      </w:r>
    </w:p>
    <w:p w14:paraId="7A347417" w14:textId="403D366D" w:rsidR="00413D65" w:rsidRDefault="00413D65" w:rsidP="00C737BC"/>
    <w:p w14:paraId="44BB83A1" w14:textId="752621B5" w:rsidR="00C737BC" w:rsidRDefault="00C737BC" w:rsidP="00413D65">
      <w:pPr>
        <w:pStyle w:val="berschrift3"/>
      </w:pPr>
      <w:r>
        <w:t>Säureexponent pK</w:t>
      </w:r>
      <w:r w:rsidR="00413D65">
        <w:t>_S</w:t>
      </w:r>
      <w:r>
        <w:t xml:space="preserve"> und Basenexponent pK</w:t>
      </w:r>
      <w:r w:rsidR="00413D65">
        <w:t>_B</w:t>
      </w:r>
    </w:p>
    <w:p w14:paraId="3E808B84" w14:textId="77777777" w:rsidR="009A22E6" w:rsidRDefault="009A22E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030"/>
        <w:gridCol w:w="3229"/>
        <w:gridCol w:w="3872"/>
        <w:gridCol w:w="1030"/>
      </w:tblGrid>
      <w:tr w:rsidR="009A22E6" w:rsidRPr="009A22E6" w14:paraId="5D9BA525" w14:textId="77777777" w:rsidTr="003D2E48">
        <w:tc>
          <w:tcPr>
            <w:tcW w:w="0" w:type="auto"/>
          </w:tcPr>
          <w:p w14:paraId="647513FA" w14:textId="77777777" w:rsidR="009A22E6" w:rsidRPr="009A22E6" w:rsidRDefault="009A22E6" w:rsidP="00EA296F">
            <w:r w:rsidRPr="009A22E6">
              <w:t>pK_S</w:t>
            </w:r>
          </w:p>
        </w:tc>
        <w:tc>
          <w:tcPr>
            <w:tcW w:w="0" w:type="auto"/>
          </w:tcPr>
          <w:p w14:paraId="7A8C5388" w14:textId="77777777" w:rsidR="009A22E6" w:rsidRPr="009A22E6" w:rsidRDefault="009A22E6" w:rsidP="00EA296F">
            <w:r w:rsidRPr="009A22E6">
              <w:t>Säure</w:t>
            </w:r>
          </w:p>
        </w:tc>
        <w:tc>
          <w:tcPr>
            <w:tcW w:w="0" w:type="auto"/>
          </w:tcPr>
          <w:p w14:paraId="746D6FF4" w14:textId="77777777" w:rsidR="009A22E6" w:rsidRPr="009A22E6" w:rsidRDefault="009A22E6" w:rsidP="00EA296F">
            <w:r w:rsidRPr="009A22E6">
              <w:t>konjugierte Base</w:t>
            </w:r>
          </w:p>
        </w:tc>
        <w:tc>
          <w:tcPr>
            <w:tcW w:w="0" w:type="auto"/>
          </w:tcPr>
          <w:p w14:paraId="256CE50B" w14:textId="77777777" w:rsidR="009A22E6" w:rsidRPr="009A22E6" w:rsidRDefault="009A22E6" w:rsidP="00EA296F">
            <w:r w:rsidRPr="009A22E6">
              <w:t>pK_B</w:t>
            </w:r>
          </w:p>
        </w:tc>
      </w:tr>
      <w:tr w:rsidR="009A22E6" w:rsidRPr="009A22E6" w14:paraId="457F0DB8" w14:textId="77777777" w:rsidTr="003D2E48">
        <w:tc>
          <w:tcPr>
            <w:tcW w:w="0" w:type="auto"/>
          </w:tcPr>
          <w:p w14:paraId="371B6797" w14:textId="77777777" w:rsidR="009A22E6" w:rsidRPr="009A22E6" w:rsidRDefault="009A22E6" w:rsidP="00EA296F">
            <w:r w:rsidRPr="009A22E6">
              <w:t>-11</w:t>
            </w:r>
          </w:p>
        </w:tc>
        <w:tc>
          <w:tcPr>
            <w:tcW w:w="0" w:type="auto"/>
          </w:tcPr>
          <w:p w14:paraId="3161DBF4" w14:textId="77777777" w:rsidR="009A22E6" w:rsidRPr="009A22E6" w:rsidRDefault="009A22E6" w:rsidP="00EA296F">
            <w:r w:rsidRPr="009A22E6">
              <w:t>HI</w:t>
            </w:r>
          </w:p>
        </w:tc>
        <w:tc>
          <w:tcPr>
            <w:tcW w:w="0" w:type="auto"/>
          </w:tcPr>
          <w:p w14:paraId="12400027" w14:textId="77777777" w:rsidR="009A22E6" w:rsidRPr="009A22E6" w:rsidRDefault="009A22E6" w:rsidP="00EA296F">
            <w:r w:rsidRPr="009A22E6">
              <w:t>I^-</w:t>
            </w:r>
          </w:p>
        </w:tc>
        <w:tc>
          <w:tcPr>
            <w:tcW w:w="0" w:type="auto"/>
          </w:tcPr>
          <w:p w14:paraId="3C5289D9" w14:textId="77777777" w:rsidR="009A22E6" w:rsidRPr="009A22E6" w:rsidRDefault="009A22E6" w:rsidP="00EA296F">
            <w:r w:rsidRPr="009A22E6">
              <w:t>25</w:t>
            </w:r>
          </w:p>
        </w:tc>
      </w:tr>
      <w:tr w:rsidR="009A22E6" w:rsidRPr="009A22E6" w14:paraId="201FB7A7" w14:textId="77777777" w:rsidTr="003D2E48">
        <w:tc>
          <w:tcPr>
            <w:tcW w:w="0" w:type="auto"/>
          </w:tcPr>
          <w:p w14:paraId="363E150D" w14:textId="77777777" w:rsidR="009A22E6" w:rsidRPr="009A22E6" w:rsidRDefault="009A22E6" w:rsidP="00EA296F">
            <w:r w:rsidRPr="009A22E6">
              <w:t>-10</w:t>
            </w:r>
          </w:p>
        </w:tc>
        <w:tc>
          <w:tcPr>
            <w:tcW w:w="0" w:type="auto"/>
          </w:tcPr>
          <w:p w14:paraId="06BA58F6" w14:textId="77777777" w:rsidR="009A22E6" w:rsidRPr="009A22E6" w:rsidRDefault="009A22E6" w:rsidP="00EA296F">
            <w:r w:rsidRPr="009A22E6">
              <w:t>HClO_4</w:t>
            </w:r>
          </w:p>
        </w:tc>
        <w:tc>
          <w:tcPr>
            <w:tcW w:w="0" w:type="auto"/>
          </w:tcPr>
          <w:p w14:paraId="35F3828D" w14:textId="77777777" w:rsidR="009A22E6" w:rsidRPr="009A22E6" w:rsidRDefault="009A22E6" w:rsidP="00EA296F">
            <w:r w:rsidRPr="009A22E6">
              <w:t>ClO_4^-</w:t>
            </w:r>
          </w:p>
        </w:tc>
        <w:tc>
          <w:tcPr>
            <w:tcW w:w="0" w:type="auto"/>
          </w:tcPr>
          <w:p w14:paraId="59E42301" w14:textId="77777777" w:rsidR="009A22E6" w:rsidRPr="009A22E6" w:rsidRDefault="009A22E6" w:rsidP="00EA296F">
            <w:r w:rsidRPr="009A22E6">
              <w:t>24</w:t>
            </w:r>
          </w:p>
        </w:tc>
      </w:tr>
      <w:tr w:rsidR="009A22E6" w:rsidRPr="009A22E6" w14:paraId="3F46BB7A" w14:textId="77777777" w:rsidTr="003D2E48">
        <w:tc>
          <w:tcPr>
            <w:tcW w:w="0" w:type="auto"/>
          </w:tcPr>
          <w:p w14:paraId="7BD556C8" w14:textId="77777777" w:rsidR="009A22E6" w:rsidRPr="009A22E6" w:rsidRDefault="009A22E6" w:rsidP="00EA296F">
            <w:r w:rsidRPr="009A22E6">
              <w:t>-9</w:t>
            </w:r>
          </w:p>
        </w:tc>
        <w:tc>
          <w:tcPr>
            <w:tcW w:w="0" w:type="auto"/>
          </w:tcPr>
          <w:p w14:paraId="426F440C" w14:textId="77777777" w:rsidR="009A22E6" w:rsidRPr="009A22E6" w:rsidRDefault="009A22E6" w:rsidP="00EA296F">
            <w:r w:rsidRPr="009A22E6">
              <w:t>HBr</w:t>
            </w:r>
          </w:p>
        </w:tc>
        <w:tc>
          <w:tcPr>
            <w:tcW w:w="0" w:type="auto"/>
          </w:tcPr>
          <w:p w14:paraId="419250E8" w14:textId="77777777" w:rsidR="009A22E6" w:rsidRPr="009A22E6" w:rsidRDefault="009A22E6" w:rsidP="00EA296F">
            <w:r w:rsidRPr="009A22E6">
              <w:t>Br^-</w:t>
            </w:r>
          </w:p>
        </w:tc>
        <w:tc>
          <w:tcPr>
            <w:tcW w:w="0" w:type="auto"/>
          </w:tcPr>
          <w:p w14:paraId="2536B83D" w14:textId="77777777" w:rsidR="009A22E6" w:rsidRPr="009A22E6" w:rsidRDefault="009A22E6" w:rsidP="00EA296F">
            <w:r w:rsidRPr="009A22E6">
              <w:t>23</w:t>
            </w:r>
          </w:p>
        </w:tc>
      </w:tr>
      <w:tr w:rsidR="009A22E6" w:rsidRPr="009A22E6" w14:paraId="4DB54DDE" w14:textId="77777777" w:rsidTr="003D2E48">
        <w:tc>
          <w:tcPr>
            <w:tcW w:w="0" w:type="auto"/>
          </w:tcPr>
          <w:p w14:paraId="1792FD75" w14:textId="77777777" w:rsidR="009A22E6" w:rsidRPr="009A22E6" w:rsidRDefault="009A22E6" w:rsidP="00EA296F">
            <w:r w:rsidRPr="009A22E6">
              <w:t>-7</w:t>
            </w:r>
          </w:p>
        </w:tc>
        <w:tc>
          <w:tcPr>
            <w:tcW w:w="0" w:type="auto"/>
          </w:tcPr>
          <w:p w14:paraId="7D122593" w14:textId="77777777" w:rsidR="009A22E6" w:rsidRPr="009A22E6" w:rsidRDefault="009A22E6" w:rsidP="00EA296F">
            <w:r w:rsidRPr="009A22E6">
              <w:t>HCl</w:t>
            </w:r>
          </w:p>
        </w:tc>
        <w:tc>
          <w:tcPr>
            <w:tcW w:w="0" w:type="auto"/>
          </w:tcPr>
          <w:p w14:paraId="3C3881D2" w14:textId="77777777" w:rsidR="009A22E6" w:rsidRPr="009A22E6" w:rsidRDefault="009A22E6" w:rsidP="00EA296F">
            <w:r w:rsidRPr="009A22E6">
              <w:t>Cl^-</w:t>
            </w:r>
          </w:p>
        </w:tc>
        <w:tc>
          <w:tcPr>
            <w:tcW w:w="0" w:type="auto"/>
          </w:tcPr>
          <w:p w14:paraId="5ED93439" w14:textId="77777777" w:rsidR="009A22E6" w:rsidRPr="009A22E6" w:rsidRDefault="009A22E6" w:rsidP="00EA296F">
            <w:r w:rsidRPr="009A22E6">
              <w:t>21</w:t>
            </w:r>
          </w:p>
        </w:tc>
      </w:tr>
      <w:tr w:rsidR="009A22E6" w:rsidRPr="009A22E6" w14:paraId="5EFB7CF8" w14:textId="77777777" w:rsidTr="003D2E48">
        <w:tc>
          <w:tcPr>
            <w:tcW w:w="0" w:type="auto"/>
          </w:tcPr>
          <w:p w14:paraId="3F790B59" w14:textId="77777777" w:rsidR="009A22E6" w:rsidRPr="009A22E6" w:rsidRDefault="009A22E6" w:rsidP="00EA296F">
            <w:r w:rsidRPr="009A22E6">
              <w:t>-3</w:t>
            </w:r>
          </w:p>
        </w:tc>
        <w:tc>
          <w:tcPr>
            <w:tcW w:w="0" w:type="auto"/>
          </w:tcPr>
          <w:p w14:paraId="21B53D09" w14:textId="77777777" w:rsidR="009A22E6" w:rsidRPr="009A22E6" w:rsidRDefault="009A22E6" w:rsidP="00EA296F">
            <w:r w:rsidRPr="009A22E6">
              <w:t>H_2SO_4</w:t>
            </w:r>
          </w:p>
        </w:tc>
        <w:tc>
          <w:tcPr>
            <w:tcW w:w="0" w:type="auto"/>
          </w:tcPr>
          <w:p w14:paraId="40F344BB" w14:textId="77777777" w:rsidR="009A22E6" w:rsidRPr="009A22E6" w:rsidRDefault="009A22E6" w:rsidP="00EA296F">
            <w:r w:rsidRPr="009A22E6">
              <w:t>HSO_4^-</w:t>
            </w:r>
          </w:p>
        </w:tc>
        <w:tc>
          <w:tcPr>
            <w:tcW w:w="0" w:type="auto"/>
          </w:tcPr>
          <w:p w14:paraId="4FA09831" w14:textId="77777777" w:rsidR="009A22E6" w:rsidRPr="009A22E6" w:rsidRDefault="009A22E6" w:rsidP="00EA296F">
            <w:r w:rsidRPr="009A22E6">
              <w:t>17</w:t>
            </w:r>
          </w:p>
        </w:tc>
      </w:tr>
      <w:tr w:rsidR="009A22E6" w:rsidRPr="009A22E6" w14:paraId="447F0996" w14:textId="77777777" w:rsidTr="003D2E48">
        <w:tc>
          <w:tcPr>
            <w:tcW w:w="0" w:type="auto"/>
          </w:tcPr>
          <w:p w14:paraId="70F628E2" w14:textId="77777777" w:rsidR="009A22E6" w:rsidRPr="009A22E6" w:rsidRDefault="009A22E6" w:rsidP="00EA296F">
            <w:r w:rsidRPr="009A22E6">
              <w:t>-1,37</w:t>
            </w:r>
          </w:p>
        </w:tc>
        <w:tc>
          <w:tcPr>
            <w:tcW w:w="0" w:type="auto"/>
          </w:tcPr>
          <w:p w14:paraId="2E8B4A6F" w14:textId="77777777" w:rsidR="009A22E6" w:rsidRPr="009A22E6" w:rsidRDefault="009A22E6" w:rsidP="00EA296F">
            <w:r w:rsidRPr="009A22E6">
              <w:t>HNO_3</w:t>
            </w:r>
          </w:p>
        </w:tc>
        <w:tc>
          <w:tcPr>
            <w:tcW w:w="0" w:type="auto"/>
          </w:tcPr>
          <w:p w14:paraId="30B34031" w14:textId="77777777" w:rsidR="009A22E6" w:rsidRPr="009A22E6" w:rsidRDefault="009A22E6" w:rsidP="00EA296F">
            <w:r w:rsidRPr="009A22E6">
              <w:t>NO_3^-</w:t>
            </w:r>
          </w:p>
        </w:tc>
        <w:tc>
          <w:tcPr>
            <w:tcW w:w="0" w:type="auto"/>
          </w:tcPr>
          <w:p w14:paraId="67B276A8" w14:textId="77777777" w:rsidR="009A22E6" w:rsidRPr="009A22E6" w:rsidRDefault="009A22E6" w:rsidP="00EA296F">
            <w:r w:rsidRPr="009A22E6">
              <w:t>15,37</w:t>
            </w:r>
          </w:p>
        </w:tc>
      </w:tr>
      <w:tr w:rsidR="009A22E6" w:rsidRPr="009A22E6" w14:paraId="393D6B5A" w14:textId="77777777" w:rsidTr="003D2E48">
        <w:tc>
          <w:tcPr>
            <w:tcW w:w="0" w:type="auto"/>
          </w:tcPr>
          <w:p w14:paraId="589F9150" w14:textId="77777777" w:rsidR="009A22E6" w:rsidRPr="009A22E6" w:rsidRDefault="009A22E6" w:rsidP="00EA296F">
            <w:r w:rsidRPr="009A22E6">
              <w:t>0</w:t>
            </w:r>
          </w:p>
        </w:tc>
        <w:tc>
          <w:tcPr>
            <w:tcW w:w="0" w:type="auto"/>
          </w:tcPr>
          <w:p w14:paraId="7C969163" w14:textId="77777777" w:rsidR="009A22E6" w:rsidRPr="009A22E6" w:rsidRDefault="009A22E6" w:rsidP="00EA296F">
            <w:r w:rsidRPr="009A22E6">
              <w:t>H_3O^+</w:t>
            </w:r>
          </w:p>
        </w:tc>
        <w:tc>
          <w:tcPr>
            <w:tcW w:w="0" w:type="auto"/>
          </w:tcPr>
          <w:p w14:paraId="37546F50" w14:textId="77777777" w:rsidR="009A22E6" w:rsidRPr="009A22E6" w:rsidRDefault="009A22E6" w:rsidP="00EA296F">
            <w:r w:rsidRPr="009A22E6">
              <w:t>H_2O</w:t>
            </w:r>
          </w:p>
        </w:tc>
        <w:tc>
          <w:tcPr>
            <w:tcW w:w="0" w:type="auto"/>
          </w:tcPr>
          <w:p w14:paraId="3D3F1CB7" w14:textId="77777777" w:rsidR="009A22E6" w:rsidRPr="009A22E6" w:rsidRDefault="009A22E6" w:rsidP="00EA296F">
            <w:r w:rsidRPr="009A22E6">
              <w:t>14,00</w:t>
            </w:r>
          </w:p>
        </w:tc>
      </w:tr>
      <w:tr w:rsidR="009A22E6" w:rsidRPr="009A22E6" w14:paraId="33CB947E" w14:textId="77777777" w:rsidTr="003D2E48">
        <w:tc>
          <w:tcPr>
            <w:tcW w:w="0" w:type="auto"/>
          </w:tcPr>
          <w:p w14:paraId="044C317E" w14:textId="77777777" w:rsidR="009A22E6" w:rsidRPr="009A22E6" w:rsidRDefault="009A22E6" w:rsidP="00EA296F">
            <w:r w:rsidRPr="009A22E6">
              <w:t>1,25</w:t>
            </w:r>
          </w:p>
        </w:tc>
        <w:tc>
          <w:tcPr>
            <w:tcW w:w="0" w:type="auto"/>
          </w:tcPr>
          <w:p w14:paraId="7A13616C" w14:textId="77777777" w:rsidR="009A22E6" w:rsidRPr="009A22E6" w:rsidRDefault="009A22E6" w:rsidP="00EA296F">
            <w:r w:rsidRPr="009A22E6">
              <w:t>HOOC-COOH</w:t>
            </w:r>
          </w:p>
        </w:tc>
        <w:tc>
          <w:tcPr>
            <w:tcW w:w="0" w:type="auto"/>
          </w:tcPr>
          <w:p w14:paraId="548D6458" w14:textId="77777777" w:rsidR="009A22E6" w:rsidRPr="009A22E6" w:rsidRDefault="009A22E6" w:rsidP="00EA296F">
            <w:r w:rsidRPr="009A22E6">
              <w:t>HOOC-COO^-</w:t>
            </w:r>
          </w:p>
        </w:tc>
        <w:tc>
          <w:tcPr>
            <w:tcW w:w="0" w:type="auto"/>
          </w:tcPr>
          <w:p w14:paraId="4F4F6467" w14:textId="77777777" w:rsidR="009A22E6" w:rsidRPr="009A22E6" w:rsidRDefault="009A22E6" w:rsidP="00EA296F">
            <w:r w:rsidRPr="009A22E6">
              <w:t>12,75</w:t>
            </w:r>
          </w:p>
        </w:tc>
      </w:tr>
      <w:tr w:rsidR="009A22E6" w:rsidRPr="009A22E6" w14:paraId="66786F0D" w14:textId="77777777" w:rsidTr="003D2E48">
        <w:tc>
          <w:tcPr>
            <w:tcW w:w="0" w:type="auto"/>
          </w:tcPr>
          <w:p w14:paraId="240C6DC8" w14:textId="77777777" w:rsidR="009A22E6" w:rsidRPr="009A22E6" w:rsidRDefault="009A22E6" w:rsidP="00EA296F">
            <w:r w:rsidRPr="009A22E6">
              <w:t>1,85</w:t>
            </w:r>
          </w:p>
        </w:tc>
        <w:tc>
          <w:tcPr>
            <w:tcW w:w="0" w:type="auto"/>
          </w:tcPr>
          <w:p w14:paraId="0BDC5A7D" w14:textId="77777777" w:rsidR="009A22E6" w:rsidRPr="009A22E6" w:rsidRDefault="009A22E6" w:rsidP="00EA296F">
            <w:r w:rsidRPr="009A22E6">
              <w:t>H_2SO_3</w:t>
            </w:r>
          </w:p>
        </w:tc>
        <w:tc>
          <w:tcPr>
            <w:tcW w:w="0" w:type="auto"/>
          </w:tcPr>
          <w:p w14:paraId="1F88362B" w14:textId="77777777" w:rsidR="009A22E6" w:rsidRPr="009A22E6" w:rsidRDefault="009A22E6" w:rsidP="00EA296F">
            <w:r w:rsidRPr="009A22E6">
              <w:t>HSO_3^-</w:t>
            </w:r>
          </w:p>
        </w:tc>
        <w:tc>
          <w:tcPr>
            <w:tcW w:w="0" w:type="auto"/>
          </w:tcPr>
          <w:p w14:paraId="4792D168" w14:textId="77777777" w:rsidR="009A22E6" w:rsidRPr="009A22E6" w:rsidRDefault="009A22E6" w:rsidP="00EA296F">
            <w:r w:rsidRPr="009A22E6">
              <w:t>12,15</w:t>
            </w:r>
          </w:p>
        </w:tc>
      </w:tr>
      <w:tr w:rsidR="009A22E6" w:rsidRPr="009A22E6" w14:paraId="0424C331" w14:textId="77777777" w:rsidTr="003D2E48">
        <w:tc>
          <w:tcPr>
            <w:tcW w:w="0" w:type="auto"/>
          </w:tcPr>
          <w:p w14:paraId="3549319F" w14:textId="77777777" w:rsidR="009A22E6" w:rsidRPr="009A22E6" w:rsidRDefault="009A22E6" w:rsidP="00EA296F">
            <w:r w:rsidRPr="009A22E6">
              <w:t>1,99</w:t>
            </w:r>
          </w:p>
        </w:tc>
        <w:tc>
          <w:tcPr>
            <w:tcW w:w="0" w:type="auto"/>
          </w:tcPr>
          <w:p w14:paraId="540169D1" w14:textId="77777777" w:rsidR="009A22E6" w:rsidRPr="009A22E6" w:rsidRDefault="009A22E6" w:rsidP="00EA296F">
            <w:r w:rsidRPr="009A22E6">
              <w:t>HSO_4^-</w:t>
            </w:r>
          </w:p>
        </w:tc>
        <w:tc>
          <w:tcPr>
            <w:tcW w:w="0" w:type="auto"/>
          </w:tcPr>
          <w:p w14:paraId="55455496" w14:textId="77777777" w:rsidR="009A22E6" w:rsidRPr="009A22E6" w:rsidRDefault="009A22E6" w:rsidP="00EA296F">
            <w:r w:rsidRPr="009A22E6">
              <w:t>SO_4^{2-}</w:t>
            </w:r>
          </w:p>
        </w:tc>
        <w:tc>
          <w:tcPr>
            <w:tcW w:w="0" w:type="auto"/>
          </w:tcPr>
          <w:p w14:paraId="5FCADA47" w14:textId="77777777" w:rsidR="009A22E6" w:rsidRPr="009A22E6" w:rsidRDefault="009A22E6" w:rsidP="00EA296F">
            <w:r w:rsidRPr="009A22E6">
              <w:t>12,01</w:t>
            </w:r>
          </w:p>
        </w:tc>
      </w:tr>
      <w:tr w:rsidR="009A22E6" w:rsidRPr="009A22E6" w14:paraId="76ABBC8F" w14:textId="77777777" w:rsidTr="003D2E48">
        <w:tc>
          <w:tcPr>
            <w:tcW w:w="0" w:type="auto"/>
          </w:tcPr>
          <w:p w14:paraId="1160E9C6" w14:textId="77777777" w:rsidR="009A22E6" w:rsidRPr="009A22E6" w:rsidRDefault="009A22E6" w:rsidP="00EA296F">
            <w:r w:rsidRPr="009A22E6">
              <w:t>2,16</w:t>
            </w:r>
          </w:p>
        </w:tc>
        <w:tc>
          <w:tcPr>
            <w:tcW w:w="0" w:type="auto"/>
          </w:tcPr>
          <w:p w14:paraId="4DF50288" w14:textId="77777777" w:rsidR="009A22E6" w:rsidRPr="009A22E6" w:rsidRDefault="009A22E6" w:rsidP="00EA296F">
            <w:r w:rsidRPr="009A22E6">
              <w:t>H_3PO_4</w:t>
            </w:r>
          </w:p>
        </w:tc>
        <w:tc>
          <w:tcPr>
            <w:tcW w:w="0" w:type="auto"/>
          </w:tcPr>
          <w:p w14:paraId="4B6EFEB0" w14:textId="77777777" w:rsidR="009A22E6" w:rsidRPr="009A22E6" w:rsidRDefault="009A22E6" w:rsidP="00EA296F">
            <w:r w:rsidRPr="009A22E6">
              <w:t>H_2PO_4^-</w:t>
            </w:r>
          </w:p>
        </w:tc>
        <w:tc>
          <w:tcPr>
            <w:tcW w:w="0" w:type="auto"/>
          </w:tcPr>
          <w:p w14:paraId="7C2D7343" w14:textId="77777777" w:rsidR="009A22E6" w:rsidRPr="009A22E6" w:rsidRDefault="009A22E6" w:rsidP="00EA296F">
            <w:r w:rsidRPr="009A22E6">
              <w:t>11,84</w:t>
            </w:r>
          </w:p>
        </w:tc>
      </w:tr>
      <w:tr w:rsidR="009A22E6" w:rsidRPr="009A22E6" w14:paraId="79DD0087" w14:textId="77777777" w:rsidTr="003D2E48">
        <w:tc>
          <w:tcPr>
            <w:tcW w:w="0" w:type="auto"/>
          </w:tcPr>
          <w:p w14:paraId="356DB775" w14:textId="77777777" w:rsidR="009A22E6" w:rsidRPr="009A22E6" w:rsidRDefault="009A22E6" w:rsidP="00EA296F">
            <w:r w:rsidRPr="009A22E6">
              <w:lastRenderedPageBreak/>
              <w:t>2,22</w:t>
            </w:r>
          </w:p>
        </w:tc>
        <w:tc>
          <w:tcPr>
            <w:tcW w:w="0" w:type="auto"/>
          </w:tcPr>
          <w:p w14:paraId="4D23C092" w14:textId="77777777" w:rsidR="009A22E6" w:rsidRPr="009A22E6" w:rsidRDefault="009A22E6" w:rsidP="00EA296F">
            <w:r w:rsidRPr="009A22E6">
              <w:t>[Fe(H_2O)_6]^{3+}</w:t>
            </w:r>
          </w:p>
        </w:tc>
        <w:tc>
          <w:tcPr>
            <w:tcW w:w="0" w:type="auto"/>
          </w:tcPr>
          <w:p w14:paraId="6F9F7C4D" w14:textId="29AC62CB" w:rsidR="009A22E6" w:rsidRPr="009A22E6" w:rsidRDefault="009A22E6" w:rsidP="00EA296F">
            <w:r w:rsidRPr="009A22E6">
              <w:t>[Fe(H_2</w:t>
            </w:r>
            <w:r w:rsidR="00C24D9F">
              <w:t>O</w:t>
            </w:r>
            <w:r w:rsidRPr="009A22E6">
              <w:t>)_5(OH)]^{2+}</w:t>
            </w:r>
          </w:p>
        </w:tc>
        <w:tc>
          <w:tcPr>
            <w:tcW w:w="0" w:type="auto"/>
          </w:tcPr>
          <w:p w14:paraId="547078F4" w14:textId="77777777" w:rsidR="009A22E6" w:rsidRPr="009A22E6" w:rsidRDefault="009A22E6" w:rsidP="00EA296F">
            <w:r w:rsidRPr="009A22E6">
              <w:t>11,78</w:t>
            </w:r>
          </w:p>
        </w:tc>
      </w:tr>
      <w:tr w:rsidR="009A22E6" w:rsidRPr="009A22E6" w14:paraId="0D00C950" w14:textId="77777777" w:rsidTr="003D2E48">
        <w:tc>
          <w:tcPr>
            <w:tcW w:w="0" w:type="auto"/>
          </w:tcPr>
          <w:p w14:paraId="2E6A3DB8" w14:textId="77777777" w:rsidR="009A22E6" w:rsidRPr="009A22E6" w:rsidRDefault="009A22E6" w:rsidP="00EA296F">
            <w:r w:rsidRPr="009A22E6">
              <w:t>3,20</w:t>
            </w:r>
          </w:p>
        </w:tc>
        <w:tc>
          <w:tcPr>
            <w:tcW w:w="0" w:type="auto"/>
          </w:tcPr>
          <w:p w14:paraId="3CCE8D4B" w14:textId="77777777" w:rsidR="009A22E6" w:rsidRPr="009A22E6" w:rsidRDefault="009A22E6" w:rsidP="00EA296F">
            <w:r w:rsidRPr="009A22E6">
              <w:t>HF</w:t>
            </w:r>
          </w:p>
        </w:tc>
        <w:tc>
          <w:tcPr>
            <w:tcW w:w="0" w:type="auto"/>
          </w:tcPr>
          <w:p w14:paraId="5B0F3ABB" w14:textId="77777777" w:rsidR="009A22E6" w:rsidRPr="009A22E6" w:rsidRDefault="009A22E6" w:rsidP="00EA296F">
            <w:r w:rsidRPr="009A22E6">
              <w:t>F^-</w:t>
            </w:r>
          </w:p>
        </w:tc>
        <w:tc>
          <w:tcPr>
            <w:tcW w:w="0" w:type="auto"/>
          </w:tcPr>
          <w:p w14:paraId="724CF285" w14:textId="77777777" w:rsidR="009A22E6" w:rsidRPr="009A22E6" w:rsidRDefault="009A22E6" w:rsidP="00EA296F">
            <w:r w:rsidRPr="009A22E6">
              <w:t>10,80</w:t>
            </w:r>
          </w:p>
        </w:tc>
      </w:tr>
      <w:tr w:rsidR="009A22E6" w:rsidRPr="009A22E6" w14:paraId="6901D9E8" w14:textId="77777777" w:rsidTr="003D2E48">
        <w:tc>
          <w:tcPr>
            <w:tcW w:w="0" w:type="auto"/>
          </w:tcPr>
          <w:p w14:paraId="7237B23D" w14:textId="77777777" w:rsidR="009A22E6" w:rsidRPr="009A22E6" w:rsidRDefault="009A22E6" w:rsidP="00EA296F">
            <w:r w:rsidRPr="009A22E6">
              <w:t>3,25</w:t>
            </w:r>
          </w:p>
        </w:tc>
        <w:tc>
          <w:tcPr>
            <w:tcW w:w="0" w:type="auto"/>
          </w:tcPr>
          <w:p w14:paraId="5DBDC67E" w14:textId="77777777" w:rsidR="009A22E6" w:rsidRPr="009A22E6" w:rsidRDefault="009A22E6" w:rsidP="00EA296F">
            <w:r w:rsidRPr="009A22E6">
              <w:t>HNO_2</w:t>
            </w:r>
          </w:p>
        </w:tc>
        <w:tc>
          <w:tcPr>
            <w:tcW w:w="0" w:type="auto"/>
          </w:tcPr>
          <w:p w14:paraId="5474C52F" w14:textId="77777777" w:rsidR="009A22E6" w:rsidRPr="009A22E6" w:rsidRDefault="009A22E6" w:rsidP="00EA296F">
            <w:r w:rsidRPr="009A22E6">
              <w:t>NO_2^-</w:t>
            </w:r>
          </w:p>
        </w:tc>
        <w:tc>
          <w:tcPr>
            <w:tcW w:w="0" w:type="auto"/>
          </w:tcPr>
          <w:p w14:paraId="1EBD8E1E" w14:textId="77777777" w:rsidR="009A22E6" w:rsidRPr="009A22E6" w:rsidRDefault="009A22E6" w:rsidP="00EA296F">
            <w:r w:rsidRPr="009A22E6">
              <w:t>10,75</w:t>
            </w:r>
          </w:p>
        </w:tc>
      </w:tr>
      <w:tr w:rsidR="009A22E6" w:rsidRPr="009A22E6" w14:paraId="21E21E10" w14:textId="77777777" w:rsidTr="003D2E48">
        <w:tc>
          <w:tcPr>
            <w:tcW w:w="0" w:type="auto"/>
          </w:tcPr>
          <w:p w14:paraId="07117E4A" w14:textId="77777777" w:rsidR="009A22E6" w:rsidRPr="009A22E6" w:rsidRDefault="009A22E6" w:rsidP="00EA296F">
            <w:r w:rsidRPr="009A22E6">
              <w:t>3,75</w:t>
            </w:r>
          </w:p>
        </w:tc>
        <w:tc>
          <w:tcPr>
            <w:tcW w:w="0" w:type="auto"/>
          </w:tcPr>
          <w:p w14:paraId="45268AAA" w14:textId="77777777" w:rsidR="009A22E6" w:rsidRPr="009A22E6" w:rsidRDefault="009A22E6" w:rsidP="00EA296F">
            <w:r w:rsidRPr="009A22E6">
              <w:t>HCOOH</w:t>
            </w:r>
          </w:p>
        </w:tc>
        <w:tc>
          <w:tcPr>
            <w:tcW w:w="0" w:type="auto"/>
          </w:tcPr>
          <w:p w14:paraId="72A274EB" w14:textId="77777777" w:rsidR="009A22E6" w:rsidRPr="009A22E6" w:rsidRDefault="009A22E6" w:rsidP="00EA296F">
            <w:r w:rsidRPr="009A22E6">
              <w:t>HCOO^-</w:t>
            </w:r>
          </w:p>
        </w:tc>
        <w:tc>
          <w:tcPr>
            <w:tcW w:w="0" w:type="auto"/>
          </w:tcPr>
          <w:p w14:paraId="5D6C616B" w14:textId="77777777" w:rsidR="009A22E6" w:rsidRPr="009A22E6" w:rsidRDefault="009A22E6" w:rsidP="00EA296F">
            <w:r w:rsidRPr="009A22E6">
              <w:t>10,25</w:t>
            </w:r>
          </w:p>
        </w:tc>
      </w:tr>
      <w:tr w:rsidR="009A22E6" w:rsidRPr="009A22E6" w14:paraId="442DA272" w14:textId="77777777" w:rsidTr="003D2E48">
        <w:tc>
          <w:tcPr>
            <w:tcW w:w="0" w:type="auto"/>
          </w:tcPr>
          <w:p w14:paraId="7AA81DA2" w14:textId="77777777" w:rsidR="009A22E6" w:rsidRPr="009A22E6" w:rsidRDefault="009A22E6" w:rsidP="00EA296F">
            <w:r w:rsidRPr="009A22E6">
              <w:t>3,81</w:t>
            </w:r>
          </w:p>
        </w:tc>
        <w:tc>
          <w:tcPr>
            <w:tcW w:w="0" w:type="auto"/>
          </w:tcPr>
          <w:p w14:paraId="1E85B72E" w14:textId="77777777" w:rsidR="009A22E6" w:rsidRPr="009A22E6" w:rsidRDefault="009A22E6" w:rsidP="00EA296F">
            <w:r w:rsidRPr="009A22E6">
              <w:t>HOOC-COO^-</w:t>
            </w:r>
          </w:p>
        </w:tc>
        <w:tc>
          <w:tcPr>
            <w:tcW w:w="0" w:type="auto"/>
          </w:tcPr>
          <w:p w14:paraId="0AD125C6" w14:textId="77777777" w:rsidR="009A22E6" w:rsidRPr="009A22E6" w:rsidRDefault="009A22E6" w:rsidP="00EA296F">
            <w:r w:rsidRPr="009A22E6">
              <w:t>^-OOC-COO^-</w:t>
            </w:r>
          </w:p>
        </w:tc>
        <w:tc>
          <w:tcPr>
            <w:tcW w:w="0" w:type="auto"/>
          </w:tcPr>
          <w:p w14:paraId="14A2CA0A" w14:textId="77777777" w:rsidR="009A22E6" w:rsidRPr="009A22E6" w:rsidRDefault="009A22E6" w:rsidP="00EA296F">
            <w:r w:rsidRPr="009A22E6">
              <w:t>10,19</w:t>
            </w:r>
          </w:p>
        </w:tc>
      </w:tr>
      <w:tr w:rsidR="009A22E6" w:rsidRPr="009A22E6" w14:paraId="4137D504" w14:textId="77777777" w:rsidTr="003D2E48">
        <w:tc>
          <w:tcPr>
            <w:tcW w:w="0" w:type="auto"/>
          </w:tcPr>
          <w:p w14:paraId="25BDCDD3" w14:textId="77777777" w:rsidR="009A22E6" w:rsidRPr="009A22E6" w:rsidRDefault="009A22E6" w:rsidP="00EA296F">
            <w:r w:rsidRPr="009A22E6">
              <w:t>4,75</w:t>
            </w:r>
          </w:p>
        </w:tc>
        <w:tc>
          <w:tcPr>
            <w:tcW w:w="0" w:type="auto"/>
          </w:tcPr>
          <w:p w14:paraId="7D8DEC65" w14:textId="77777777" w:rsidR="009A22E6" w:rsidRPr="009A22E6" w:rsidRDefault="009A22E6" w:rsidP="00EA296F">
            <w:r w:rsidRPr="009A22E6">
              <w:t>CH_3COOH</w:t>
            </w:r>
          </w:p>
        </w:tc>
        <w:tc>
          <w:tcPr>
            <w:tcW w:w="0" w:type="auto"/>
          </w:tcPr>
          <w:p w14:paraId="48B2C93D" w14:textId="77777777" w:rsidR="009A22E6" w:rsidRPr="009A22E6" w:rsidRDefault="009A22E6" w:rsidP="00EA296F">
            <w:r w:rsidRPr="009A22E6">
              <w:t>CH_3COO^-</w:t>
            </w:r>
          </w:p>
        </w:tc>
        <w:tc>
          <w:tcPr>
            <w:tcW w:w="0" w:type="auto"/>
          </w:tcPr>
          <w:p w14:paraId="0DDF0E64" w14:textId="77777777" w:rsidR="009A22E6" w:rsidRPr="009A22E6" w:rsidRDefault="009A22E6" w:rsidP="00EA296F">
            <w:r w:rsidRPr="009A22E6">
              <w:t>9,25</w:t>
            </w:r>
          </w:p>
        </w:tc>
      </w:tr>
      <w:tr w:rsidR="009A22E6" w:rsidRPr="009A22E6" w14:paraId="5C5C6ADF" w14:textId="77777777" w:rsidTr="003D2E48">
        <w:tc>
          <w:tcPr>
            <w:tcW w:w="0" w:type="auto"/>
          </w:tcPr>
          <w:p w14:paraId="15F3C742" w14:textId="77777777" w:rsidR="009A22E6" w:rsidRPr="009A22E6" w:rsidRDefault="009A22E6" w:rsidP="00EA296F">
            <w:r w:rsidRPr="009A22E6">
              <w:t>4,97</w:t>
            </w:r>
          </w:p>
        </w:tc>
        <w:tc>
          <w:tcPr>
            <w:tcW w:w="0" w:type="auto"/>
          </w:tcPr>
          <w:p w14:paraId="442FE96C" w14:textId="77777777" w:rsidR="009A22E6" w:rsidRPr="009A22E6" w:rsidRDefault="009A22E6" w:rsidP="00EA296F">
            <w:r w:rsidRPr="009A22E6">
              <w:t>[Al(H_2O)_6]^{3+}</w:t>
            </w:r>
          </w:p>
        </w:tc>
        <w:tc>
          <w:tcPr>
            <w:tcW w:w="0" w:type="auto"/>
          </w:tcPr>
          <w:p w14:paraId="7D1AA1C8" w14:textId="77777777" w:rsidR="009A22E6" w:rsidRPr="009A22E6" w:rsidRDefault="009A22E6" w:rsidP="00EA296F">
            <w:r w:rsidRPr="009A22E6">
              <w:t>[Al(H_2O)_5(OH)]^{2+}</w:t>
            </w:r>
          </w:p>
        </w:tc>
        <w:tc>
          <w:tcPr>
            <w:tcW w:w="0" w:type="auto"/>
          </w:tcPr>
          <w:p w14:paraId="01BD75CA" w14:textId="77777777" w:rsidR="009A22E6" w:rsidRPr="009A22E6" w:rsidRDefault="009A22E6" w:rsidP="00EA296F">
            <w:r w:rsidRPr="009A22E6">
              <w:t>9,03</w:t>
            </w:r>
          </w:p>
        </w:tc>
      </w:tr>
      <w:tr w:rsidR="009A22E6" w:rsidRPr="009A22E6" w14:paraId="5C9E3EA3" w14:textId="77777777" w:rsidTr="003D2E48">
        <w:tc>
          <w:tcPr>
            <w:tcW w:w="0" w:type="auto"/>
          </w:tcPr>
          <w:p w14:paraId="607CD876" w14:textId="77777777" w:rsidR="009A22E6" w:rsidRPr="009A22E6" w:rsidRDefault="009A22E6" w:rsidP="00EA296F">
            <w:r w:rsidRPr="009A22E6">
              <w:t>6,35</w:t>
            </w:r>
          </w:p>
        </w:tc>
        <w:tc>
          <w:tcPr>
            <w:tcW w:w="0" w:type="auto"/>
          </w:tcPr>
          <w:p w14:paraId="3089037B" w14:textId="77777777" w:rsidR="009A22E6" w:rsidRPr="009A22E6" w:rsidRDefault="009A22E6" w:rsidP="00EA296F">
            <w:r w:rsidRPr="009A22E6">
              <w:t>H_2CO_3</w:t>
            </w:r>
          </w:p>
        </w:tc>
        <w:tc>
          <w:tcPr>
            <w:tcW w:w="0" w:type="auto"/>
          </w:tcPr>
          <w:p w14:paraId="13574CA5" w14:textId="77777777" w:rsidR="009A22E6" w:rsidRPr="009A22E6" w:rsidRDefault="009A22E6" w:rsidP="00EA296F">
            <w:r w:rsidRPr="009A22E6">
              <w:t>HCO_3^-</w:t>
            </w:r>
          </w:p>
        </w:tc>
        <w:tc>
          <w:tcPr>
            <w:tcW w:w="0" w:type="auto"/>
          </w:tcPr>
          <w:p w14:paraId="172409F2" w14:textId="77777777" w:rsidR="009A22E6" w:rsidRPr="009A22E6" w:rsidRDefault="009A22E6" w:rsidP="00EA296F">
            <w:r w:rsidRPr="009A22E6">
              <w:t>7,65</w:t>
            </w:r>
          </w:p>
        </w:tc>
      </w:tr>
      <w:tr w:rsidR="009A22E6" w:rsidRPr="009A22E6" w14:paraId="3C2724C7" w14:textId="77777777" w:rsidTr="003D2E48">
        <w:tc>
          <w:tcPr>
            <w:tcW w:w="0" w:type="auto"/>
          </w:tcPr>
          <w:p w14:paraId="3DD5D61F" w14:textId="77777777" w:rsidR="009A22E6" w:rsidRPr="009A22E6" w:rsidRDefault="009A22E6" w:rsidP="00EA296F">
            <w:r w:rsidRPr="009A22E6">
              <w:t>7,05</w:t>
            </w:r>
          </w:p>
        </w:tc>
        <w:tc>
          <w:tcPr>
            <w:tcW w:w="0" w:type="auto"/>
          </w:tcPr>
          <w:p w14:paraId="4F84341C" w14:textId="77777777" w:rsidR="009A22E6" w:rsidRPr="009A22E6" w:rsidRDefault="009A22E6" w:rsidP="00EA296F">
            <w:r w:rsidRPr="009A22E6">
              <w:t>H_2S</w:t>
            </w:r>
          </w:p>
        </w:tc>
        <w:tc>
          <w:tcPr>
            <w:tcW w:w="0" w:type="auto"/>
          </w:tcPr>
          <w:p w14:paraId="1DCFEFA3" w14:textId="77777777" w:rsidR="009A22E6" w:rsidRPr="009A22E6" w:rsidRDefault="009A22E6" w:rsidP="00EA296F">
            <w:r w:rsidRPr="009A22E6">
              <w:t>HS^-</w:t>
            </w:r>
          </w:p>
        </w:tc>
        <w:tc>
          <w:tcPr>
            <w:tcW w:w="0" w:type="auto"/>
          </w:tcPr>
          <w:p w14:paraId="4D291568" w14:textId="77777777" w:rsidR="009A22E6" w:rsidRPr="009A22E6" w:rsidRDefault="009A22E6" w:rsidP="00EA296F">
            <w:r w:rsidRPr="009A22E6">
              <w:t>6,95</w:t>
            </w:r>
          </w:p>
        </w:tc>
      </w:tr>
      <w:tr w:rsidR="009A22E6" w:rsidRPr="009A22E6" w14:paraId="7C416A08" w14:textId="77777777" w:rsidTr="003D2E48">
        <w:tc>
          <w:tcPr>
            <w:tcW w:w="0" w:type="auto"/>
          </w:tcPr>
          <w:p w14:paraId="44BAB2A5" w14:textId="77777777" w:rsidR="009A22E6" w:rsidRPr="009A22E6" w:rsidRDefault="009A22E6" w:rsidP="00EA296F">
            <w:r w:rsidRPr="009A22E6">
              <w:t>7,20</w:t>
            </w:r>
          </w:p>
        </w:tc>
        <w:tc>
          <w:tcPr>
            <w:tcW w:w="0" w:type="auto"/>
          </w:tcPr>
          <w:p w14:paraId="4964414D" w14:textId="77777777" w:rsidR="009A22E6" w:rsidRPr="009A22E6" w:rsidRDefault="009A22E6" w:rsidP="00EA296F">
            <w:r w:rsidRPr="009A22E6">
              <w:t>HSO_3^-</w:t>
            </w:r>
          </w:p>
        </w:tc>
        <w:tc>
          <w:tcPr>
            <w:tcW w:w="0" w:type="auto"/>
          </w:tcPr>
          <w:p w14:paraId="262A0D40" w14:textId="77777777" w:rsidR="009A22E6" w:rsidRPr="009A22E6" w:rsidRDefault="009A22E6" w:rsidP="00EA296F">
            <w:r w:rsidRPr="009A22E6">
              <w:t>SO_3^{2-}</w:t>
            </w:r>
          </w:p>
        </w:tc>
        <w:tc>
          <w:tcPr>
            <w:tcW w:w="0" w:type="auto"/>
          </w:tcPr>
          <w:p w14:paraId="364B27C4" w14:textId="77777777" w:rsidR="009A22E6" w:rsidRPr="009A22E6" w:rsidRDefault="009A22E6" w:rsidP="00EA296F">
            <w:r w:rsidRPr="009A22E6">
              <w:t>6,80</w:t>
            </w:r>
          </w:p>
        </w:tc>
      </w:tr>
      <w:tr w:rsidR="009A22E6" w:rsidRPr="009A22E6" w14:paraId="4AAE79DF" w14:textId="77777777" w:rsidTr="003D2E48">
        <w:tc>
          <w:tcPr>
            <w:tcW w:w="0" w:type="auto"/>
          </w:tcPr>
          <w:p w14:paraId="748DC152" w14:textId="77777777" w:rsidR="009A22E6" w:rsidRPr="009A22E6" w:rsidRDefault="009A22E6" w:rsidP="00EA296F">
            <w:r w:rsidRPr="009A22E6">
              <w:t>7,21</w:t>
            </w:r>
          </w:p>
        </w:tc>
        <w:tc>
          <w:tcPr>
            <w:tcW w:w="0" w:type="auto"/>
          </w:tcPr>
          <w:p w14:paraId="7D3E4FE9" w14:textId="77777777" w:rsidR="009A22E6" w:rsidRPr="009A22E6" w:rsidRDefault="009A22E6" w:rsidP="00EA296F">
            <w:r w:rsidRPr="009A22E6">
              <w:t>H_2PO_4^-</w:t>
            </w:r>
          </w:p>
        </w:tc>
        <w:tc>
          <w:tcPr>
            <w:tcW w:w="0" w:type="auto"/>
          </w:tcPr>
          <w:p w14:paraId="5A8C97DA" w14:textId="77777777" w:rsidR="009A22E6" w:rsidRPr="009A22E6" w:rsidRDefault="009A22E6" w:rsidP="00EA296F">
            <w:r w:rsidRPr="009A22E6">
              <w:t>HPO_4^{2-}</w:t>
            </w:r>
          </w:p>
        </w:tc>
        <w:tc>
          <w:tcPr>
            <w:tcW w:w="0" w:type="auto"/>
          </w:tcPr>
          <w:p w14:paraId="5EAA69EC" w14:textId="77777777" w:rsidR="009A22E6" w:rsidRPr="009A22E6" w:rsidRDefault="009A22E6" w:rsidP="00EA296F">
            <w:r w:rsidRPr="009A22E6">
              <w:t>6,79</w:t>
            </w:r>
          </w:p>
        </w:tc>
      </w:tr>
      <w:tr w:rsidR="009A22E6" w:rsidRPr="009A22E6" w14:paraId="5FDDCD83" w14:textId="77777777" w:rsidTr="003D2E48">
        <w:tc>
          <w:tcPr>
            <w:tcW w:w="0" w:type="auto"/>
          </w:tcPr>
          <w:p w14:paraId="22863283" w14:textId="77777777" w:rsidR="009A22E6" w:rsidRPr="009A22E6" w:rsidRDefault="009A22E6" w:rsidP="00EA296F">
            <w:r w:rsidRPr="009A22E6">
              <w:t>8,96</w:t>
            </w:r>
          </w:p>
        </w:tc>
        <w:tc>
          <w:tcPr>
            <w:tcW w:w="0" w:type="auto"/>
          </w:tcPr>
          <w:p w14:paraId="114C7E8B" w14:textId="77777777" w:rsidR="009A22E6" w:rsidRPr="009A22E6" w:rsidRDefault="009A22E6" w:rsidP="00EA296F">
            <w:r w:rsidRPr="009A22E6">
              <w:t>[Zn(H_2O)_6]^{2+}</w:t>
            </w:r>
          </w:p>
        </w:tc>
        <w:tc>
          <w:tcPr>
            <w:tcW w:w="0" w:type="auto"/>
          </w:tcPr>
          <w:p w14:paraId="3E9F61C1" w14:textId="77777777" w:rsidR="009A22E6" w:rsidRPr="009A22E6" w:rsidRDefault="009A22E6" w:rsidP="00EA296F">
            <w:r w:rsidRPr="009A22E6">
              <w:t>[Zn(H_2O)_5(OH)]^+</w:t>
            </w:r>
          </w:p>
        </w:tc>
        <w:tc>
          <w:tcPr>
            <w:tcW w:w="0" w:type="auto"/>
          </w:tcPr>
          <w:p w14:paraId="0375F8FE" w14:textId="77777777" w:rsidR="009A22E6" w:rsidRPr="009A22E6" w:rsidRDefault="009A22E6" w:rsidP="00EA296F">
            <w:r w:rsidRPr="009A22E6">
              <w:t>5,04</w:t>
            </w:r>
          </w:p>
        </w:tc>
      </w:tr>
      <w:tr w:rsidR="009A22E6" w:rsidRPr="009A22E6" w14:paraId="6BBBBD87" w14:textId="77777777" w:rsidTr="003D2E48">
        <w:tc>
          <w:tcPr>
            <w:tcW w:w="0" w:type="auto"/>
          </w:tcPr>
          <w:p w14:paraId="5B21FEFE" w14:textId="77777777" w:rsidR="009A22E6" w:rsidRPr="009A22E6" w:rsidRDefault="009A22E6" w:rsidP="00EA296F">
            <w:r w:rsidRPr="009A22E6">
              <w:t>9,21</w:t>
            </w:r>
          </w:p>
        </w:tc>
        <w:tc>
          <w:tcPr>
            <w:tcW w:w="0" w:type="auto"/>
          </w:tcPr>
          <w:p w14:paraId="42403F66" w14:textId="77777777" w:rsidR="009A22E6" w:rsidRPr="009A22E6" w:rsidRDefault="009A22E6" w:rsidP="00EA296F">
            <w:r w:rsidRPr="009A22E6">
              <w:t>HCN</w:t>
            </w:r>
          </w:p>
        </w:tc>
        <w:tc>
          <w:tcPr>
            <w:tcW w:w="0" w:type="auto"/>
          </w:tcPr>
          <w:p w14:paraId="35CCFFD3" w14:textId="77777777" w:rsidR="009A22E6" w:rsidRPr="009A22E6" w:rsidRDefault="009A22E6" w:rsidP="00EA296F">
            <w:r w:rsidRPr="009A22E6">
              <w:t>CN^-</w:t>
            </w:r>
          </w:p>
        </w:tc>
        <w:tc>
          <w:tcPr>
            <w:tcW w:w="0" w:type="auto"/>
          </w:tcPr>
          <w:p w14:paraId="147F1E57" w14:textId="77777777" w:rsidR="009A22E6" w:rsidRPr="009A22E6" w:rsidRDefault="009A22E6" w:rsidP="00EA296F">
            <w:r w:rsidRPr="009A22E6">
              <w:t>4,79</w:t>
            </w:r>
          </w:p>
        </w:tc>
      </w:tr>
      <w:tr w:rsidR="009A22E6" w:rsidRPr="009A22E6" w14:paraId="6B69EDB2" w14:textId="77777777" w:rsidTr="003D2E48">
        <w:tc>
          <w:tcPr>
            <w:tcW w:w="0" w:type="auto"/>
          </w:tcPr>
          <w:p w14:paraId="1C62E0A7" w14:textId="77777777" w:rsidR="009A22E6" w:rsidRPr="009A22E6" w:rsidRDefault="009A22E6" w:rsidP="00EA296F">
            <w:r w:rsidRPr="009A22E6">
              <w:t>9,25</w:t>
            </w:r>
          </w:p>
        </w:tc>
        <w:tc>
          <w:tcPr>
            <w:tcW w:w="0" w:type="auto"/>
          </w:tcPr>
          <w:p w14:paraId="18511CD8" w14:textId="77777777" w:rsidR="009A22E6" w:rsidRPr="009A22E6" w:rsidRDefault="009A22E6" w:rsidP="00EA296F">
            <w:r w:rsidRPr="009A22E6">
              <w:t>NH_4^+</w:t>
            </w:r>
          </w:p>
        </w:tc>
        <w:tc>
          <w:tcPr>
            <w:tcW w:w="0" w:type="auto"/>
          </w:tcPr>
          <w:p w14:paraId="7ACC4A74" w14:textId="77777777" w:rsidR="009A22E6" w:rsidRPr="009A22E6" w:rsidRDefault="009A22E6" w:rsidP="00EA296F">
            <w:r w:rsidRPr="009A22E6">
              <w:t>NH_3</w:t>
            </w:r>
          </w:p>
        </w:tc>
        <w:tc>
          <w:tcPr>
            <w:tcW w:w="0" w:type="auto"/>
          </w:tcPr>
          <w:p w14:paraId="0A5148FE" w14:textId="77777777" w:rsidR="009A22E6" w:rsidRPr="009A22E6" w:rsidRDefault="009A22E6" w:rsidP="00EA296F">
            <w:r w:rsidRPr="009A22E6">
              <w:t>4,75</w:t>
            </w:r>
          </w:p>
        </w:tc>
      </w:tr>
      <w:tr w:rsidR="009A22E6" w:rsidRPr="009A22E6" w14:paraId="6E6F0152" w14:textId="77777777" w:rsidTr="003D2E48">
        <w:tc>
          <w:tcPr>
            <w:tcW w:w="0" w:type="auto"/>
          </w:tcPr>
          <w:p w14:paraId="59D0B30F" w14:textId="77777777" w:rsidR="009A22E6" w:rsidRPr="009A22E6" w:rsidRDefault="009A22E6" w:rsidP="00EA296F">
            <w:r w:rsidRPr="009A22E6">
              <w:t>10,33</w:t>
            </w:r>
          </w:p>
        </w:tc>
        <w:tc>
          <w:tcPr>
            <w:tcW w:w="0" w:type="auto"/>
          </w:tcPr>
          <w:p w14:paraId="367227C8" w14:textId="77777777" w:rsidR="009A22E6" w:rsidRPr="009A22E6" w:rsidRDefault="009A22E6" w:rsidP="00EA296F">
            <w:r w:rsidRPr="009A22E6">
              <w:t>HCO_3^-</w:t>
            </w:r>
          </w:p>
        </w:tc>
        <w:tc>
          <w:tcPr>
            <w:tcW w:w="0" w:type="auto"/>
          </w:tcPr>
          <w:p w14:paraId="546CFB9F" w14:textId="77777777" w:rsidR="009A22E6" w:rsidRPr="009A22E6" w:rsidRDefault="009A22E6" w:rsidP="00EA296F">
            <w:r w:rsidRPr="009A22E6">
              <w:t>CO_3^{2-}</w:t>
            </w:r>
          </w:p>
        </w:tc>
        <w:tc>
          <w:tcPr>
            <w:tcW w:w="0" w:type="auto"/>
          </w:tcPr>
          <w:p w14:paraId="73FDE60A" w14:textId="77777777" w:rsidR="009A22E6" w:rsidRPr="009A22E6" w:rsidRDefault="009A22E6" w:rsidP="00EA296F">
            <w:r w:rsidRPr="009A22E6">
              <w:t>3,67</w:t>
            </w:r>
          </w:p>
        </w:tc>
      </w:tr>
      <w:tr w:rsidR="009A22E6" w:rsidRPr="009A22E6" w14:paraId="2E5F96F3" w14:textId="77777777" w:rsidTr="003D2E48">
        <w:tc>
          <w:tcPr>
            <w:tcW w:w="0" w:type="auto"/>
          </w:tcPr>
          <w:p w14:paraId="33929203" w14:textId="77777777" w:rsidR="009A22E6" w:rsidRPr="009A22E6" w:rsidRDefault="009A22E6" w:rsidP="00EA296F">
            <w:r w:rsidRPr="009A22E6">
              <w:t>12,32</w:t>
            </w:r>
          </w:p>
        </w:tc>
        <w:tc>
          <w:tcPr>
            <w:tcW w:w="0" w:type="auto"/>
          </w:tcPr>
          <w:p w14:paraId="18F8543C" w14:textId="77777777" w:rsidR="009A22E6" w:rsidRPr="009A22E6" w:rsidRDefault="009A22E6" w:rsidP="00EA296F">
            <w:r w:rsidRPr="009A22E6">
              <w:t>HPO_4^{2-}</w:t>
            </w:r>
          </w:p>
        </w:tc>
        <w:tc>
          <w:tcPr>
            <w:tcW w:w="0" w:type="auto"/>
          </w:tcPr>
          <w:p w14:paraId="09C43ECB" w14:textId="77777777" w:rsidR="009A22E6" w:rsidRPr="009A22E6" w:rsidRDefault="009A22E6" w:rsidP="00EA296F">
            <w:r w:rsidRPr="009A22E6">
              <w:t>PO_4^{3-}</w:t>
            </w:r>
          </w:p>
        </w:tc>
        <w:tc>
          <w:tcPr>
            <w:tcW w:w="0" w:type="auto"/>
          </w:tcPr>
          <w:p w14:paraId="48A99FAD" w14:textId="77777777" w:rsidR="009A22E6" w:rsidRPr="009A22E6" w:rsidRDefault="009A22E6" w:rsidP="00EA296F">
            <w:r w:rsidRPr="009A22E6">
              <w:t>1,68</w:t>
            </w:r>
          </w:p>
        </w:tc>
      </w:tr>
      <w:tr w:rsidR="009A22E6" w:rsidRPr="009A22E6" w14:paraId="493FEF62" w14:textId="77777777" w:rsidTr="003D2E48">
        <w:tc>
          <w:tcPr>
            <w:tcW w:w="0" w:type="auto"/>
          </w:tcPr>
          <w:p w14:paraId="242EBFB8" w14:textId="77777777" w:rsidR="009A22E6" w:rsidRPr="009A22E6" w:rsidRDefault="009A22E6" w:rsidP="00EA296F">
            <w:r w:rsidRPr="009A22E6">
              <w:t>14,00</w:t>
            </w:r>
          </w:p>
        </w:tc>
        <w:tc>
          <w:tcPr>
            <w:tcW w:w="0" w:type="auto"/>
          </w:tcPr>
          <w:p w14:paraId="307DCEB6" w14:textId="77777777" w:rsidR="009A22E6" w:rsidRPr="009A22E6" w:rsidRDefault="009A22E6" w:rsidP="00EA296F">
            <w:r w:rsidRPr="009A22E6">
              <w:t>H_2O</w:t>
            </w:r>
          </w:p>
        </w:tc>
        <w:tc>
          <w:tcPr>
            <w:tcW w:w="0" w:type="auto"/>
          </w:tcPr>
          <w:p w14:paraId="656FDFED" w14:textId="77777777" w:rsidR="009A22E6" w:rsidRPr="009A22E6" w:rsidRDefault="009A22E6" w:rsidP="00EA296F">
            <w:r w:rsidRPr="009A22E6">
              <w:t>OH^-</w:t>
            </w:r>
          </w:p>
        </w:tc>
        <w:tc>
          <w:tcPr>
            <w:tcW w:w="0" w:type="auto"/>
          </w:tcPr>
          <w:p w14:paraId="0FEE6FB3" w14:textId="77777777" w:rsidR="009A22E6" w:rsidRPr="009A22E6" w:rsidRDefault="009A22E6" w:rsidP="00EA296F">
            <w:r w:rsidRPr="009A22E6">
              <w:t>0</w:t>
            </w:r>
          </w:p>
        </w:tc>
      </w:tr>
      <w:tr w:rsidR="009A22E6" w:rsidRPr="009A22E6" w14:paraId="3C855E1D" w14:textId="77777777" w:rsidTr="003D2E48">
        <w:tc>
          <w:tcPr>
            <w:tcW w:w="0" w:type="auto"/>
          </w:tcPr>
          <w:p w14:paraId="34CF55C6" w14:textId="77777777" w:rsidR="009A22E6" w:rsidRPr="009A22E6" w:rsidRDefault="009A22E6" w:rsidP="00EA296F">
            <w:r w:rsidRPr="009A22E6">
              <w:t>19</w:t>
            </w:r>
          </w:p>
        </w:tc>
        <w:tc>
          <w:tcPr>
            <w:tcW w:w="0" w:type="auto"/>
          </w:tcPr>
          <w:p w14:paraId="111A583C" w14:textId="77777777" w:rsidR="009A22E6" w:rsidRPr="009A22E6" w:rsidRDefault="009A22E6" w:rsidP="00EA296F">
            <w:r w:rsidRPr="009A22E6">
              <w:t>HS^-</w:t>
            </w:r>
          </w:p>
        </w:tc>
        <w:tc>
          <w:tcPr>
            <w:tcW w:w="0" w:type="auto"/>
          </w:tcPr>
          <w:p w14:paraId="3AB7BE54" w14:textId="77777777" w:rsidR="009A22E6" w:rsidRPr="009A22E6" w:rsidRDefault="009A22E6" w:rsidP="00EA296F">
            <w:r w:rsidRPr="009A22E6">
              <w:t>S^{2-}</w:t>
            </w:r>
          </w:p>
        </w:tc>
        <w:tc>
          <w:tcPr>
            <w:tcW w:w="0" w:type="auto"/>
          </w:tcPr>
          <w:p w14:paraId="360D6FC3" w14:textId="77777777" w:rsidR="009A22E6" w:rsidRPr="009A22E6" w:rsidRDefault="009A22E6" w:rsidP="00EA296F">
            <w:r w:rsidRPr="009A22E6">
              <w:t>-5</w:t>
            </w:r>
          </w:p>
        </w:tc>
      </w:tr>
      <w:tr w:rsidR="009A22E6" w:rsidRPr="009A22E6" w14:paraId="1572798B" w14:textId="77777777" w:rsidTr="003D2E48">
        <w:tc>
          <w:tcPr>
            <w:tcW w:w="0" w:type="auto"/>
          </w:tcPr>
          <w:p w14:paraId="637842F1" w14:textId="77777777" w:rsidR="009A22E6" w:rsidRPr="009A22E6" w:rsidRDefault="009A22E6" w:rsidP="00EA296F">
            <w:r w:rsidRPr="009A22E6">
              <w:t>23</w:t>
            </w:r>
          </w:p>
        </w:tc>
        <w:tc>
          <w:tcPr>
            <w:tcW w:w="0" w:type="auto"/>
          </w:tcPr>
          <w:p w14:paraId="17AD1189" w14:textId="77777777" w:rsidR="009A22E6" w:rsidRPr="009A22E6" w:rsidRDefault="009A22E6" w:rsidP="00EA296F">
            <w:r w:rsidRPr="009A22E6">
              <w:t>NH_3</w:t>
            </w:r>
          </w:p>
        </w:tc>
        <w:tc>
          <w:tcPr>
            <w:tcW w:w="0" w:type="auto"/>
          </w:tcPr>
          <w:p w14:paraId="65868384" w14:textId="77777777" w:rsidR="009A22E6" w:rsidRPr="009A22E6" w:rsidRDefault="009A22E6" w:rsidP="00EA296F">
            <w:r w:rsidRPr="009A22E6">
              <w:t>NH_2^-</w:t>
            </w:r>
          </w:p>
        </w:tc>
        <w:tc>
          <w:tcPr>
            <w:tcW w:w="0" w:type="auto"/>
          </w:tcPr>
          <w:p w14:paraId="74705B7B" w14:textId="77777777" w:rsidR="009A22E6" w:rsidRPr="009A22E6" w:rsidRDefault="009A22E6" w:rsidP="00EA296F">
            <w:r w:rsidRPr="009A22E6">
              <w:t>-9</w:t>
            </w:r>
          </w:p>
        </w:tc>
      </w:tr>
      <w:tr w:rsidR="009A22E6" w:rsidRPr="009A22E6" w14:paraId="1F8CE2F4" w14:textId="77777777" w:rsidTr="003D2E48">
        <w:tc>
          <w:tcPr>
            <w:tcW w:w="0" w:type="auto"/>
          </w:tcPr>
          <w:p w14:paraId="63AD86B6" w14:textId="77777777" w:rsidR="009A22E6" w:rsidRPr="009A22E6" w:rsidRDefault="009A22E6" w:rsidP="00EA296F">
            <w:r w:rsidRPr="009A22E6">
              <w:t>24</w:t>
            </w:r>
          </w:p>
        </w:tc>
        <w:tc>
          <w:tcPr>
            <w:tcW w:w="0" w:type="auto"/>
          </w:tcPr>
          <w:p w14:paraId="1315DD52" w14:textId="77777777" w:rsidR="009A22E6" w:rsidRPr="009A22E6" w:rsidRDefault="009A22E6" w:rsidP="00EA296F">
            <w:r w:rsidRPr="009A22E6">
              <w:t>OH^-</w:t>
            </w:r>
          </w:p>
        </w:tc>
        <w:tc>
          <w:tcPr>
            <w:tcW w:w="0" w:type="auto"/>
          </w:tcPr>
          <w:p w14:paraId="48D8472A" w14:textId="77777777" w:rsidR="009A22E6" w:rsidRPr="009A22E6" w:rsidRDefault="009A22E6" w:rsidP="00EA296F">
            <w:r w:rsidRPr="009A22E6">
              <w:t>O^{2-}</w:t>
            </w:r>
          </w:p>
        </w:tc>
        <w:tc>
          <w:tcPr>
            <w:tcW w:w="0" w:type="auto"/>
          </w:tcPr>
          <w:p w14:paraId="2C2EEED3" w14:textId="77777777" w:rsidR="009A22E6" w:rsidRPr="009A22E6" w:rsidRDefault="009A22E6" w:rsidP="00EA296F">
            <w:r w:rsidRPr="009A22E6">
              <w:t>-10</w:t>
            </w:r>
          </w:p>
        </w:tc>
      </w:tr>
    </w:tbl>
    <w:p w14:paraId="5A79B420" w14:textId="0A0009B1" w:rsidR="009A22E6" w:rsidRDefault="009A22E6" w:rsidP="00C737BC">
      <w:r>
        <w:t>&lt;/Tabelle&gt;</w:t>
      </w:r>
    </w:p>
    <w:p w14:paraId="5CFFB754" w14:textId="1320556B" w:rsidR="009A22E6" w:rsidRDefault="009A22E6" w:rsidP="00C737BC"/>
    <w:p w14:paraId="17BCCF36" w14:textId="7428D1A6" w:rsidR="00C737BC" w:rsidRDefault="00C737BC" w:rsidP="009A22E6">
      <w:pPr>
        <w:pStyle w:val="berschrift3"/>
      </w:pPr>
      <w:r>
        <w:t>Säure-Base-Indikatoren</w:t>
      </w:r>
    </w:p>
    <w:p w14:paraId="025EBA3A" w14:textId="77777777" w:rsidR="009A22E6" w:rsidRDefault="009A22E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556"/>
        <w:gridCol w:w="4564"/>
        <w:gridCol w:w="2650"/>
      </w:tblGrid>
      <w:tr w:rsidR="009A22E6" w:rsidRPr="009A22E6" w14:paraId="448A9F5E" w14:textId="77777777" w:rsidTr="003D2E48">
        <w:tc>
          <w:tcPr>
            <w:tcW w:w="0" w:type="auto"/>
          </w:tcPr>
          <w:p w14:paraId="071AFEF1" w14:textId="77777777" w:rsidR="009A22E6" w:rsidRPr="009A22E6" w:rsidRDefault="009A22E6" w:rsidP="00EA296F">
            <w:r w:rsidRPr="009A22E6">
              <w:lastRenderedPageBreak/>
              <w:t>Indikator</w:t>
            </w:r>
          </w:p>
        </w:tc>
        <w:tc>
          <w:tcPr>
            <w:tcW w:w="0" w:type="auto"/>
          </w:tcPr>
          <w:p w14:paraId="31B31C0D" w14:textId="77777777" w:rsidR="009A22E6" w:rsidRPr="009A22E6" w:rsidRDefault="009A22E6" w:rsidP="00EA296F">
            <w:r w:rsidRPr="009A22E6">
              <w:t>pH-Bereich des Farbumschlags</w:t>
            </w:r>
          </w:p>
        </w:tc>
        <w:tc>
          <w:tcPr>
            <w:tcW w:w="0" w:type="auto"/>
          </w:tcPr>
          <w:p w14:paraId="3F47E78B" w14:textId="77777777" w:rsidR="009A22E6" w:rsidRPr="009A22E6" w:rsidRDefault="009A22E6" w:rsidP="00EA296F">
            <w:r w:rsidRPr="009A22E6">
              <w:t>Farbänderung</w:t>
            </w:r>
          </w:p>
        </w:tc>
      </w:tr>
      <w:tr w:rsidR="009A22E6" w:rsidRPr="009A22E6" w14:paraId="12DAA904" w14:textId="77777777" w:rsidTr="003D2E48">
        <w:tc>
          <w:tcPr>
            <w:tcW w:w="0" w:type="auto"/>
          </w:tcPr>
          <w:p w14:paraId="1510AF78" w14:textId="77777777" w:rsidR="009A22E6" w:rsidRPr="009A22E6" w:rsidRDefault="009A22E6" w:rsidP="00EA296F">
            <w:r w:rsidRPr="009A22E6">
              <w:t>Thymolblau</w:t>
            </w:r>
          </w:p>
        </w:tc>
        <w:tc>
          <w:tcPr>
            <w:tcW w:w="0" w:type="auto"/>
          </w:tcPr>
          <w:p w14:paraId="3C284BA9" w14:textId="77777777" w:rsidR="009A22E6" w:rsidRPr="009A22E6" w:rsidRDefault="009A22E6" w:rsidP="00EA296F">
            <w:r w:rsidRPr="009A22E6">
              <w:t>1,2-2,8</w:t>
            </w:r>
          </w:p>
        </w:tc>
        <w:tc>
          <w:tcPr>
            <w:tcW w:w="0" w:type="auto"/>
          </w:tcPr>
          <w:p w14:paraId="70EB6DA8" w14:textId="77777777" w:rsidR="009A22E6" w:rsidRPr="009A22E6" w:rsidRDefault="009A22E6" w:rsidP="00EA296F">
            <w:r w:rsidRPr="009A22E6">
              <w:t>rot-gelb</w:t>
            </w:r>
          </w:p>
        </w:tc>
      </w:tr>
      <w:tr w:rsidR="009A22E6" w:rsidRPr="009A22E6" w14:paraId="7A767FF9" w14:textId="77777777" w:rsidTr="003D2E48">
        <w:tc>
          <w:tcPr>
            <w:tcW w:w="0" w:type="auto"/>
          </w:tcPr>
          <w:p w14:paraId="6992AFFB" w14:textId="77777777" w:rsidR="009A22E6" w:rsidRPr="009A22E6" w:rsidRDefault="009A22E6" w:rsidP="00EA296F">
            <w:r w:rsidRPr="009A22E6">
              <w:t>Methylorange</w:t>
            </w:r>
          </w:p>
        </w:tc>
        <w:tc>
          <w:tcPr>
            <w:tcW w:w="0" w:type="auto"/>
          </w:tcPr>
          <w:p w14:paraId="3B760C7F" w14:textId="77777777" w:rsidR="009A22E6" w:rsidRPr="009A22E6" w:rsidRDefault="009A22E6" w:rsidP="00EA296F">
            <w:r w:rsidRPr="009A22E6">
              <w:t>3,0-4,4</w:t>
            </w:r>
          </w:p>
        </w:tc>
        <w:tc>
          <w:tcPr>
            <w:tcW w:w="0" w:type="auto"/>
          </w:tcPr>
          <w:p w14:paraId="3ACA3596" w14:textId="77777777" w:rsidR="009A22E6" w:rsidRPr="009A22E6" w:rsidRDefault="009A22E6" w:rsidP="00EA296F">
            <w:r w:rsidRPr="009A22E6">
              <w:t>rot-gelborange</w:t>
            </w:r>
          </w:p>
        </w:tc>
      </w:tr>
      <w:tr w:rsidR="009A22E6" w:rsidRPr="009A22E6" w14:paraId="2B9011D2" w14:textId="77777777" w:rsidTr="003D2E48">
        <w:tc>
          <w:tcPr>
            <w:tcW w:w="0" w:type="auto"/>
          </w:tcPr>
          <w:p w14:paraId="2F187469" w14:textId="77777777" w:rsidR="009A22E6" w:rsidRPr="009A22E6" w:rsidRDefault="009A22E6" w:rsidP="00EA296F">
            <w:r w:rsidRPr="009A22E6">
              <w:t>Bromkresolgrün</w:t>
            </w:r>
          </w:p>
        </w:tc>
        <w:tc>
          <w:tcPr>
            <w:tcW w:w="0" w:type="auto"/>
          </w:tcPr>
          <w:p w14:paraId="5836AAD9" w14:textId="77777777" w:rsidR="009A22E6" w:rsidRPr="009A22E6" w:rsidRDefault="009A22E6" w:rsidP="00EA296F">
            <w:r w:rsidRPr="009A22E6">
              <w:t>3,8-5,4</w:t>
            </w:r>
          </w:p>
        </w:tc>
        <w:tc>
          <w:tcPr>
            <w:tcW w:w="0" w:type="auto"/>
          </w:tcPr>
          <w:p w14:paraId="44452458" w14:textId="77777777" w:rsidR="009A22E6" w:rsidRPr="009A22E6" w:rsidRDefault="009A22E6" w:rsidP="00EA296F">
            <w:r w:rsidRPr="009A22E6">
              <w:t>gelb-blau</w:t>
            </w:r>
          </w:p>
        </w:tc>
      </w:tr>
      <w:tr w:rsidR="009A22E6" w:rsidRPr="009A22E6" w14:paraId="11D452A8" w14:textId="77777777" w:rsidTr="003D2E48">
        <w:tc>
          <w:tcPr>
            <w:tcW w:w="0" w:type="auto"/>
          </w:tcPr>
          <w:p w14:paraId="51087490" w14:textId="77777777" w:rsidR="009A22E6" w:rsidRPr="009A22E6" w:rsidRDefault="009A22E6" w:rsidP="00EA296F">
            <w:r w:rsidRPr="009A22E6">
              <w:t>Methylrot</w:t>
            </w:r>
          </w:p>
        </w:tc>
        <w:tc>
          <w:tcPr>
            <w:tcW w:w="0" w:type="auto"/>
          </w:tcPr>
          <w:p w14:paraId="4C6C98E5" w14:textId="77777777" w:rsidR="009A22E6" w:rsidRPr="009A22E6" w:rsidRDefault="009A22E6" w:rsidP="00EA296F">
            <w:r w:rsidRPr="009A22E6">
              <w:t>4,2-6,2</w:t>
            </w:r>
          </w:p>
        </w:tc>
        <w:tc>
          <w:tcPr>
            <w:tcW w:w="0" w:type="auto"/>
          </w:tcPr>
          <w:p w14:paraId="7D326832" w14:textId="77777777" w:rsidR="009A22E6" w:rsidRPr="009A22E6" w:rsidRDefault="009A22E6" w:rsidP="00EA296F">
            <w:r w:rsidRPr="009A22E6">
              <w:t>rot-gelb</w:t>
            </w:r>
          </w:p>
        </w:tc>
      </w:tr>
      <w:tr w:rsidR="009A22E6" w:rsidRPr="009A22E6" w14:paraId="2407DC29" w14:textId="77777777" w:rsidTr="003D2E48">
        <w:tc>
          <w:tcPr>
            <w:tcW w:w="0" w:type="auto"/>
          </w:tcPr>
          <w:p w14:paraId="1973C0B0" w14:textId="77777777" w:rsidR="009A22E6" w:rsidRPr="009A22E6" w:rsidRDefault="009A22E6" w:rsidP="00EA296F">
            <w:r w:rsidRPr="009A22E6">
              <w:t>Lackmus</w:t>
            </w:r>
          </w:p>
        </w:tc>
        <w:tc>
          <w:tcPr>
            <w:tcW w:w="0" w:type="auto"/>
          </w:tcPr>
          <w:p w14:paraId="08B3E89F" w14:textId="77777777" w:rsidR="009A22E6" w:rsidRPr="009A22E6" w:rsidRDefault="009A22E6" w:rsidP="00EA296F">
            <w:r w:rsidRPr="009A22E6">
              <w:t>5,0-8,0</w:t>
            </w:r>
          </w:p>
        </w:tc>
        <w:tc>
          <w:tcPr>
            <w:tcW w:w="0" w:type="auto"/>
          </w:tcPr>
          <w:p w14:paraId="78EFD694" w14:textId="77777777" w:rsidR="009A22E6" w:rsidRPr="009A22E6" w:rsidRDefault="009A22E6" w:rsidP="00EA296F">
            <w:r w:rsidRPr="009A22E6">
              <w:t>rot-blau</w:t>
            </w:r>
          </w:p>
        </w:tc>
      </w:tr>
      <w:tr w:rsidR="009A22E6" w:rsidRPr="009A22E6" w14:paraId="7F2B3961" w14:textId="77777777" w:rsidTr="003D2E48">
        <w:tc>
          <w:tcPr>
            <w:tcW w:w="0" w:type="auto"/>
          </w:tcPr>
          <w:p w14:paraId="5C95D60D" w14:textId="77777777" w:rsidR="009A22E6" w:rsidRPr="009A22E6" w:rsidRDefault="009A22E6" w:rsidP="00EA296F">
            <w:r w:rsidRPr="009A22E6">
              <w:t>Bromthymolblau</w:t>
            </w:r>
          </w:p>
        </w:tc>
        <w:tc>
          <w:tcPr>
            <w:tcW w:w="0" w:type="auto"/>
          </w:tcPr>
          <w:p w14:paraId="7B41A3A9" w14:textId="77777777" w:rsidR="009A22E6" w:rsidRPr="009A22E6" w:rsidRDefault="009A22E6" w:rsidP="00EA296F">
            <w:r w:rsidRPr="009A22E6">
              <w:t>6,0-7,6</w:t>
            </w:r>
          </w:p>
        </w:tc>
        <w:tc>
          <w:tcPr>
            <w:tcW w:w="0" w:type="auto"/>
          </w:tcPr>
          <w:p w14:paraId="20307CAA" w14:textId="77777777" w:rsidR="009A22E6" w:rsidRPr="009A22E6" w:rsidRDefault="009A22E6" w:rsidP="00EA296F">
            <w:r w:rsidRPr="009A22E6">
              <w:t>gelb-blau</w:t>
            </w:r>
          </w:p>
        </w:tc>
      </w:tr>
      <w:tr w:rsidR="009A22E6" w:rsidRPr="009A22E6" w14:paraId="4966DB6C" w14:textId="77777777" w:rsidTr="003D2E48">
        <w:tc>
          <w:tcPr>
            <w:tcW w:w="0" w:type="auto"/>
          </w:tcPr>
          <w:p w14:paraId="38454436" w14:textId="77777777" w:rsidR="009A22E6" w:rsidRPr="009A22E6" w:rsidRDefault="009A22E6" w:rsidP="00EA296F">
            <w:r w:rsidRPr="009A22E6">
              <w:t>Thymolblau</w:t>
            </w:r>
          </w:p>
        </w:tc>
        <w:tc>
          <w:tcPr>
            <w:tcW w:w="0" w:type="auto"/>
          </w:tcPr>
          <w:p w14:paraId="54569CC3" w14:textId="77777777" w:rsidR="009A22E6" w:rsidRPr="009A22E6" w:rsidRDefault="009A22E6" w:rsidP="00EA296F">
            <w:r w:rsidRPr="009A22E6">
              <w:t>8,0-9,6</w:t>
            </w:r>
          </w:p>
        </w:tc>
        <w:tc>
          <w:tcPr>
            <w:tcW w:w="0" w:type="auto"/>
          </w:tcPr>
          <w:p w14:paraId="19C8DA2E" w14:textId="77777777" w:rsidR="009A22E6" w:rsidRPr="009A22E6" w:rsidRDefault="009A22E6" w:rsidP="00EA296F">
            <w:r w:rsidRPr="009A22E6">
              <w:t>gelb-blau</w:t>
            </w:r>
          </w:p>
        </w:tc>
      </w:tr>
      <w:tr w:rsidR="009A22E6" w:rsidRPr="009A22E6" w14:paraId="3B1A2EC1" w14:textId="77777777" w:rsidTr="003D2E48">
        <w:tc>
          <w:tcPr>
            <w:tcW w:w="0" w:type="auto"/>
          </w:tcPr>
          <w:p w14:paraId="09FC875E" w14:textId="77777777" w:rsidR="009A22E6" w:rsidRPr="009A22E6" w:rsidRDefault="009A22E6" w:rsidP="00EA296F">
            <w:r w:rsidRPr="009A22E6">
              <w:t>Phenolphthalein</w:t>
            </w:r>
          </w:p>
        </w:tc>
        <w:tc>
          <w:tcPr>
            <w:tcW w:w="0" w:type="auto"/>
          </w:tcPr>
          <w:p w14:paraId="37E1DF6A" w14:textId="77777777" w:rsidR="009A22E6" w:rsidRPr="009A22E6" w:rsidRDefault="009A22E6" w:rsidP="00EA296F">
            <w:r w:rsidRPr="009A22E6">
              <w:t>8,2-10,0</w:t>
            </w:r>
          </w:p>
        </w:tc>
        <w:tc>
          <w:tcPr>
            <w:tcW w:w="0" w:type="auto"/>
          </w:tcPr>
          <w:p w14:paraId="6F44BD2C" w14:textId="77777777" w:rsidR="009A22E6" w:rsidRPr="009A22E6" w:rsidRDefault="009A22E6" w:rsidP="00EA296F">
            <w:r w:rsidRPr="009A22E6">
              <w:t>farblos-purpur</w:t>
            </w:r>
          </w:p>
        </w:tc>
      </w:tr>
      <w:tr w:rsidR="009A22E6" w:rsidRPr="009A22E6" w14:paraId="53BB3250" w14:textId="77777777" w:rsidTr="003D2E48">
        <w:tc>
          <w:tcPr>
            <w:tcW w:w="0" w:type="auto"/>
          </w:tcPr>
          <w:p w14:paraId="76807FFF" w14:textId="77777777" w:rsidR="009A22E6" w:rsidRPr="009A22E6" w:rsidRDefault="009A22E6" w:rsidP="00EA296F">
            <w:r w:rsidRPr="009A22E6">
              <w:t>Thymolphthalein</w:t>
            </w:r>
          </w:p>
        </w:tc>
        <w:tc>
          <w:tcPr>
            <w:tcW w:w="0" w:type="auto"/>
          </w:tcPr>
          <w:p w14:paraId="3ABB4A54" w14:textId="77777777" w:rsidR="009A22E6" w:rsidRPr="009A22E6" w:rsidRDefault="009A22E6" w:rsidP="00EA296F">
            <w:r w:rsidRPr="009A22E6">
              <w:t>9,3-10,5</w:t>
            </w:r>
          </w:p>
        </w:tc>
        <w:tc>
          <w:tcPr>
            <w:tcW w:w="0" w:type="auto"/>
          </w:tcPr>
          <w:p w14:paraId="3E1F598C" w14:textId="77777777" w:rsidR="009A22E6" w:rsidRPr="009A22E6" w:rsidRDefault="009A22E6" w:rsidP="00EA296F">
            <w:r w:rsidRPr="009A22E6">
              <w:t>farblos-blau</w:t>
            </w:r>
          </w:p>
        </w:tc>
      </w:tr>
      <w:tr w:rsidR="009A22E6" w:rsidRPr="009A22E6" w14:paraId="1C091E46" w14:textId="77777777" w:rsidTr="003D2E48">
        <w:tc>
          <w:tcPr>
            <w:tcW w:w="0" w:type="auto"/>
          </w:tcPr>
          <w:p w14:paraId="4F861AD3" w14:textId="77777777" w:rsidR="009A22E6" w:rsidRPr="009A22E6" w:rsidRDefault="009A22E6" w:rsidP="00EA296F">
            <w:r w:rsidRPr="009A22E6">
              <w:t>Alizarin R</w:t>
            </w:r>
          </w:p>
        </w:tc>
        <w:tc>
          <w:tcPr>
            <w:tcW w:w="0" w:type="auto"/>
          </w:tcPr>
          <w:p w14:paraId="66C002D7" w14:textId="77777777" w:rsidR="009A22E6" w:rsidRPr="009A22E6" w:rsidRDefault="009A22E6" w:rsidP="00EA296F">
            <w:r w:rsidRPr="009A22E6">
              <w:t>10,0-12,1</w:t>
            </w:r>
          </w:p>
        </w:tc>
        <w:tc>
          <w:tcPr>
            <w:tcW w:w="0" w:type="auto"/>
          </w:tcPr>
          <w:p w14:paraId="6F39EB69" w14:textId="77777777" w:rsidR="009A22E6" w:rsidRPr="009A22E6" w:rsidRDefault="009A22E6" w:rsidP="00EA296F">
            <w:r w:rsidRPr="009A22E6">
              <w:t>hellgelb-rotbraun</w:t>
            </w:r>
          </w:p>
        </w:tc>
      </w:tr>
    </w:tbl>
    <w:p w14:paraId="28FC0562" w14:textId="67675618" w:rsidR="009A22E6" w:rsidRDefault="009A22E6" w:rsidP="00C737BC">
      <w:r>
        <w:t>&lt;/Tabelle&gt;</w:t>
      </w:r>
    </w:p>
    <w:p w14:paraId="28953036" w14:textId="77777777" w:rsidR="009A22E6" w:rsidRDefault="009A22E6" w:rsidP="00C737BC"/>
    <w:p w14:paraId="2EDAACA2" w14:textId="087917DD" w:rsidR="00C737BC" w:rsidRDefault="00C737BC" w:rsidP="009A22E6">
      <w:pPr>
        <w:pStyle w:val="berschrift3"/>
      </w:pPr>
      <w:r>
        <w:t>Standardpotenziale</w:t>
      </w:r>
    </w:p>
    <w:p w14:paraId="161D7E59" w14:textId="365396ED" w:rsidR="00C737BC" w:rsidRDefault="00C737BC" w:rsidP="00C737BC">
      <w:r>
        <w:t>bei T =298,15K, p =101,325kPa und c =1</w:t>
      </w:r>
      <w:r w:rsidR="00E95C85">
        <w:t>\frac{mol}{L}</w:t>
      </w:r>
    </w:p>
    <w:p w14:paraId="71E96C9B" w14:textId="409BFEEA" w:rsidR="00E95C85" w:rsidRDefault="003D1BC0" w:rsidP="00C737BC">
      <w:r>
        <w:t>Legende zur folgenden Tabelle:</w:t>
      </w:r>
      <w:r>
        <w:br/>
        <w:t>E^0 in V: Standardpotenzial</w:t>
      </w:r>
    </w:p>
    <w:p w14:paraId="132FDB52" w14:textId="77777777" w:rsidR="007A3F5B" w:rsidRDefault="007A3F5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63"/>
        <w:gridCol w:w="717"/>
        <w:gridCol w:w="3572"/>
        <w:gridCol w:w="2503"/>
      </w:tblGrid>
      <w:tr w:rsidR="007A3F5B" w:rsidRPr="007A3F5B" w14:paraId="2616B1AC" w14:textId="77777777" w:rsidTr="003D2E48">
        <w:tc>
          <w:tcPr>
            <w:tcW w:w="0" w:type="auto"/>
          </w:tcPr>
          <w:p w14:paraId="2DFD9ED9" w14:textId="77777777" w:rsidR="007A3F5B" w:rsidRPr="007A3F5B" w:rsidRDefault="007A3F5B" w:rsidP="00EA296F">
            <w:r w:rsidRPr="007A3F5B">
              <w:t>reduzierte Form</w:t>
            </w:r>
          </w:p>
        </w:tc>
        <w:tc>
          <w:tcPr>
            <w:tcW w:w="0" w:type="auto"/>
          </w:tcPr>
          <w:p w14:paraId="75C3BE4D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71687725" w14:textId="77777777" w:rsidR="007A3F5B" w:rsidRPr="007A3F5B" w:rsidRDefault="007A3F5B" w:rsidP="00EA296F">
            <w:r w:rsidRPr="007A3F5B">
              <w:t>oxidierte Form +z *e^-</w:t>
            </w:r>
          </w:p>
        </w:tc>
        <w:tc>
          <w:tcPr>
            <w:tcW w:w="0" w:type="auto"/>
          </w:tcPr>
          <w:p w14:paraId="4FAFCB4A" w14:textId="3B8F1BB8" w:rsidR="007A3F5B" w:rsidRPr="007A3F5B" w:rsidRDefault="007A3F5B" w:rsidP="00EA296F">
            <w:r w:rsidRPr="007A3F5B">
              <w:t>E^0 in V</w:t>
            </w:r>
          </w:p>
        </w:tc>
      </w:tr>
      <w:tr w:rsidR="007A3F5B" w:rsidRPr="007A3F5B" w14:paraId="0C894AD8" w14:textId="77777777" w:rsidTr="003D2E48">
        <w:tc>
          <w:tcPr>
            <w:tcW w:w="0" w:type="auto"/>
          </w:tcPr>
          <w:p w14:paraId="4FAADA84" w14:textId="77777777" w:rsidR="007A3F5B" w:rsidRPr="007A3F5B" w:rsidRDefault="007A3F5B" w:rsidP="00EA296F">
            <w:r w:rsidRPr="007A3F5B">
              <w:t>Li</w:t>
            </w:r>
          </w:p>
        </w:tc>
        <w:tc>
          <w:tcPr>
            <w:tcW w:w="0" w:type="auto"/>
          </w:tcPr>
          <w:p w14:paraId="688DDB48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2522577D" w14:textId="77777777" w:rsidR="007A3F5B" w:rsidRPr="007A3F5B" w:rsidRDefault="007A3F5B" w:rsidP="00EA296F">
            <w:r w:rsidRPr="007A3F5B">
              <w:t>Li^+ +e^-</w:t>
            </w:r>
          </w:p>
        </w:tc>
        <w:tc>
          <w:tcPr>
            <w:tcW w:w="0" w:type="auto"/>
          </w:tcPr>
          <w:p w14:paraId="31831354" w14:textId="77777777" w:rsidR="007A3F5B" w:rsidRPr="007A3F5B" w:rsidRDefault="007A3F5B" w:rsidP="00EA296F">
            <w:r w:rsidRPr="007A3F5B">
              <w:t>-3,04</w:t>
            </w:r>
          </w:p>
        </w:tc>
      </w:tr>
      <w:tr w:rsidR="007A3F5B" w:rsidRPr="007A3F5B" w14:paraId="14CD02E1" w14:textId="77777777" w:rsidTr="003D2E48">
        <w:tc>
          <w:tcPr>
            <w:tcW w:w="0" w:type="auto"/>
          </w:tcPr>
          <w:p w14:paraId="0A090555" w14:textId="77777777" w:rsidR="007A3F5B" w:rsidRPr="007A3F5B" w:rsidRDefault="007A3F5B" w:rsidP="00EA296F">
            <w:r w:rsidRPr="007A3F5B">
              <w:t>Na</w:t>
            </w:r>
          </w:p>
        </w:tc>
        <w:tc>
          <w:tcPr>
            <w:tcW w:w="0" w:type="auto"/>
          </w:tcPr>
          <w:p w14:paraId="171E3E96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7E53B683" w14:textId="77777777" w:rsidR="007A3F5B" w:rsidRPr="007A3F5B" w:rsidRDefault="007A3F5B" w:rsidP="00EA296F">
            <w:r w:rsidRPr="007A3F5B">
              <w:t>Na^+ +e^-</w:t>
            </w:r>
          </w:p>
        </w:tc>
        <w:tc>
          <w:tcPr>
            <w:tcW w:w="0" w:type="auto"/>
          </w:tcPr>
          <w:p w14:paraId="6C8DBE5E" w14:textId="77777777" w:rsidR="007A3F5B" w:rsidRPr="007A3F5B" w:rsidRDefault="007A3F5B" w:rsidP="00EA296F">
            <w:r w:rsidRPr="007A3F5B">
              <w:t>-2,71</w:t>
            </w:r>
          </w:p>
        </w:tc>
      </w:tr>
      <w:tr w:rsidR="007A3F5B" w:rsidRPr="007A3F5B" w14:paraId="3E0D4781" w14:textId="77777777" w:rsidTr="003D2E48">
        <w:tc>
          <w:tcPr>
            <w:tcW w:w="0" w:type="auto"/>
          </w:tcPr>
          <w:p w14:paraId="17F4266A" w14:textId="77777777" w:rsidR="007A3F5B" w:rsidRPr="007A3F5B" w:rsidRDefault="007A3F5B" w:rsidP="00EA296F">
            <w:r w:rsidRPr="007A3F5B">
              <w:t>Mg</w:t>
            </w:r>
          </w:p>
        </w:tc>
        <w:tc>
          <w:tcPr>
            <w:tcW w:w="0" w:type="auto"/>
          </w:tcPr>
          <w:p w14:paraId="0C727E96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1F6EFE4F" w14:textId="77777777" w:rsidR="007A3F5B" w:rsidRPr="007A3F5B" w:rsidRDefault="007A3F5B" w:rsidP="00EA296F">
            <w:r w:rsidRPr="007A3F5B">
              <w:t>Mg^{2+} +2e^-</w:t>
            </w:r>
          </w:p>
        </w:tc>
        <w:tc>
          <w:tcPr>
            <w:tcW w:w="0" w:type="auto"/>
          </w:tcPr>
          <w:p w14:paraId="001EF0EC" w14:textId="77777777" w:rsidR="007A3F5B" w:rsidRPr="007A3F5B" w:rsidRDefault="007A3F5B" w:rsidP="00EA296F">
            <w:r w:rsidRPr="007A3F5B">
              <w:t>-2,37</w:t>
            </w:r>
          </w:p>
        </w:tc>
      </w:tr>
      <w:tr w:rsidR="007A3F5B" w:rsidRPr="007A3F5B" w14:paraId="4F031712" w14:textId="77777777" w:rsidTr="003D2E48">
        <w:tc>
          <w:tcPr>
            <w:tcW w:w="0" w:type="auto"/>
          </w:tcPr>
          <w:p w14:paraId="1E7CFB6E" w14:textId="77777777" w:rsidR="007A3F5B" w:rsidRPr="007A3F5B" w:rsidRDefault="007A3F5B" w:rsidP="00EA296F">
            <w:r w:rsidRPr="007A3F5B">
              <w:t>Al</w:t>
            </w:r>
          </w:p>
        </w:tc>
        <w:tc>
          <w:tcPr>
            <w:tcW w:w="0" w:type="auto"/>
          </w:tcPr>
          <w:p w14:paraId="3BC66B7A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4615E9DB" w14:textId="77777777" w:rsidR="007A3F5B" w:rsidRPr="007A3F5B" w:rsidRDefault="007A3F5B" w:rsidP="00EA296F">
            <w:r w:rsidRPr="007A3F5B">
              <w:t>Al^{3+} +3e^-</w:t>
            </w:r>
          </w:p>
        </w:tc>
        <w:tc>
          <w:tcPr>
            <w:tcW w:w="0" w:type="auto"/>
          </w:tcPr>
          <w:p w14:paraId="51B95BC9" w14:textId="77777777" w:rsidR="007A3F5B" w:rsidRPr="007A3F5B" w:rsidRDefault="007A3F5B" w:rsidP="00EA296F">
            <w:r w:rsidRPr="007A3F5B">
              <w:t>-1,66</w:t>
            </w:r>
          </w:p>
        </w:tc>
      </w:tr>
      <w:tr w:rsidR="007A3F5B" w:rsidRPr="007A3F5B" w14:paraId="598ED9AF" w14:textId="77777777" w:rsidTr="003D2E48">
        <w:tc>
          <w:tcPr>
            <w:tcW w:w="0" w:type="auto"/>
          </w:tcPr>
          <w:p w14:paraId="4498DA57" w14:textId="77777777" w:rsidR="007A3F5B" w:rsidRPr="007A3F5B" w:rsidRDefault="007A3F5B" w:rsidP="00EA296F">
            <w:r w:rsidRPr="007A3F5B">
              <w:lastRenderedPageBreak/>
              <w:t>Mn</w:t>
            </w:r>
          </w:p>
        </w:tc>
        <w:tc>
          <w:tcPr>
            <w:tcW w:w="0" w:type="auto"/>
          </w:tcPr>
          <w:p w14:paraId="36FD1C6A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2737DC0F" w14:textId="77777777" w:rsidR="007A3F5B" w:rsidRPr="007A3F5B" w:rsidRDefault="007A3F5B" w:rsidP="00EA296F">
            <w:r w:rsidRPr="007A3F5B">
              <w:t>Mn^{2+} +2e^-</w:t>
            </w:r>
          </w:p>
        </w:tc>
        <w:tc>
          <w:tcPr>
            <w:tcW w:w="0" w:type="auto"/>
          </w:tcPr>
          <w:p w14:paraId="25020537" w14:textId="77777777" w:rsidR="007A3F5B" w:rsidRPr="007A3F5B" w:rsidRDefault="007A3F5B" w:rsidP="00EA296F">
            <w:r w:rsidRPr="007A3F5B">
              <w:t>-1,19</w:t>
            </w:r>
          </w:p>
        </w:tc>
      </w:tr>
      <w:tr w:rsidR="007A3F5B" w:rsidRPr="007A3F5B" w14:paraId="29B4AC10" w14:textId="77777777" w:rsidTr="003D2E48">
        <w:tc>
          <w:tcPr>
            <w:tcW w:w="0" w:type="auto"/>
          </w:tcPr>
          <w:p w14:paraId="5841EC15" w14:textId="77777777" w:rsidR="007A3F5B" w:rsidRPr="007A3F5B" w:rsidRDefault="007A3F5B" w:rsidP="00EA296F">
            <w:r w:rsidRPr="007A3F5B">
              <w:t>H2 +2OH^-</w:t>
            </w:r>
          </w:p>
        </w:tc>
        <w:tc>
          <w:tcPr>
            <w:tcW w:w="0" w:type="auto"/>
          </w:tcPr>
          <w:p w14:paraId="740AD5D7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5EBA8EBE" w14:textId="77777777" w:rsidR="007A3F5B" w:rsidRPr="007A3F5B" w:rsidRDefault="007A3F5B" w:rsidP="00EA296F">
            <w:r w:rsidRPr="007A3F5B">
              <w:t>2H_2O +2e^-</w:t>
            </w:r>
          </w:p>
        </w:tc>
        <w:tc>
          <w:tcPr>
            <w:tcW w:w="0" w:type="auto"/>
          </w:tcPr>
          <w:p w14:paraId="3602EFC2" w14:textId="77777777" w:rsidR="007A3F5B" w:rsidRPr="007A3F5B" w:rsidRDefault="007A3F5B" w:rsidP="00EA296F">
            <w:r w:rsidRPr="007A3F5B">
              <w:t>-0,83 (pH =14)</w:t>
            </w:r>
          </w:p>
        </w:tc>
      </w:tr>
      <w:tr w:rsidR="007A3F5B" w:rsidRPr="007A3F5B" w14:paraId="2195640A" w14:textId="77777777" w:rsidTr="003D2E48">
        <w:tc>
          <w:tcPr>
            <w:tcW w:w="0" w:type="auto"/>
          </w:tcPr>
          <w:p w14:paraId="13399956" w14:textId="77777777" w:rsidR="007A3F5B" w:rsidRPr="007A3F5B" w:rsidRDefault="007A3F5B" w:rsidP="00EA296F">
            <w:r w:rsidRPr="007A3F5B">
              <w:t>Zn</w:t>
            </w:r>
          </w:p>
        </w:tc>
        <w:tc>
          <w:tcPr>
            <w:tcW w:w="0" w:type="auto"/>
          </w:tcPr>
          <w:p w14:paraId="23BC4293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0852BC13" w14:textId="77777777" w:rsidR="007A3F5B" w:rsidRPr="007A3F5B" w:rsidRDefault="007A3F5B" w:rsidP="00EA296F">
            <w:r w:rsidRPr="007A3F5B">
              <w:t>Zn^{2+} +2e^-</w:t>
            </w:r>
          </w:p>
        </w:tc>
        <w:tc>
          <w:tcPr>
            <w:tcW w:w="0" w:type="auto"/>
          </w:tcPr>
          <w:p w14:paraId="6905E0FE" w14:textId="77777777" w:rsidR="007A3F5B" w:rsidRPr="007A3F5B" w:rsidRDefault="007A3F5B" w:rsidP="00EA296F">
            <w:r w:rsidRPr="007A3F5B">
              <w:t>-0,76</w:t>
            </w:r>
          </w:p>
        </w:tc>
      </w:tr>
      <w:tr w:rsidR="007A3F5B" w:rsidRPr="007A3F5B" w14:paraId="1C31B560" w14:textId="77777777" w:rsidTr="003D2E48">
        <w:tc>
          <w:tcPr>
            <w:tcW w:w="0" w:type="auto"/>
          </w:tcPr>
          <w:p w14:paraId="7B2B9F75" w14:textId="77777777" w:rsidR="007A3F5B" w:rsidRPr="007A3F5B" w:rsidRDefault="007A3F5B" w:rsidP="00EA296F">
            <w:r w:rsidRPr="007A3F5B">
              <w:t>Cr</w:t>
            </w:r>
          </w:p>
        </w:tc>
        <w:tc>
          <w:tcPr>
            <w:tcW w:w="0" w:type="auto"/>
          </w:tcPr>
          <w:p w14:paraId="539144D0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0709BC67" w14:textId="77777777" w:rsidR="007A3F5B" w:rsidRPr="007A3F5B" w:rsidRDefault="007A3F5B" w:rsidP="00EA296F">
            <w:r w:rsidRPr="007A3F5B">
              <w:t>Cr^{3+} +3e^-</w:t>
            </w:r>
          </w:p>
        </w:tc>
        <w:tc>
          <w:tcPr>
            <w:tcW w:w="0" w:type="auto"/>
          </w:tcPr>
          <w:p w14:paraId="1B8D70EB" w14:textId="77777777" w:rsidR="007A3F5B" w:rsidRPr="007A3F5B" w:rsidRDefault="007A3F5B" w:rsidP="00EA296F">
            <w:r w:rsidRPr="007A3F5B">
              <w:t>-0,74</w:t>
            </w:r>
          </w:p>
        </w:tc>
      </w:tr>
      <w:tr w:rsidR="007A3F5B" w:rsidRPr="007A3F5B" w14:paraId="5AE630C7" w14:textId="77777777" w:rsidTr="003D2E48">
        <w:tc>
          <w:tcPr>
            <w:tcW w:w="0" w:type="auto"/>
          </w:tcPr>
          <w:p w14:paraId="3A07DAB9" w14:textId="77777777" w:rsidR="007A3F5B" w:rsidRPr="007A3F5B" w:rsidRDefault="007A3F5B" w:rsidP="00EA296F">
            <w:r w:rsidRPr="007A3F5B">
              <w:t>S^{2-}</w:t>
            </w:r>
          </w:p>
        </w:tc>
        <w:tc>
          <w:tcPr>
            <w:tcW w:w="0" w:type="auto"/>
          </w:tcPr>
          <w:p w14:paraId="5A5EC38C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0080B19F" w14:textId="77777777" w:rsidR="007A3F5B" w:rsidRPr="007A3F5B" w:rsidRDefault="007A3F5B" w:rsidP="00EA296F">
            <w:r w:rsidRPr="007A3F5B">
              <w:t>S +2e^-</w:t>
            </w:r>
          </w:p>
        </w:tc>
        <w:tc>
          <w:tcPr>
            <w:tcW w:w="0" w:type="auto"/>
          </w:tcPr>
          <w:p w14:paraId="642AD97B" w14:textId="77777777" w:rsidR="007A3F5B" w:rsidRPr="007A3F5B" w:rsidRDefault="007A3F5B" w:rsidP="00EA296F">
            <w:r w:rsidRPr="007A3F5B">
              <w:t>-0,48</w:t>
            </w:r>
          </w:p>
        </w:tc>
      </w:tr>
      <w:tr w:rsidR="007A3F5B" w:rsidRPr="007A3F5B" w14:paraId="3DF75436" w14:textId="77777777" w:rsidTr="003D2E48">
        <w:tc>
          <w:tcPr>
            <w:tcW w:w="0" w:type="auto"/>
          </w:tcPr>
          <w:p w14:paraId="4BEA3994" w14:textId="77777777" w:rsidR="007A3F5B" w:rsidRPr="007A3F5B" w:rsidRDefault="007A3F5B" w:rsidP="00EA296F">
            <w:r w:rsidRPr="007A3F5B">
              <w:t>Fe</w:t>
            </w:r>
          </w:p>
        </w:tc>
        <w:tc>
          <w:tcPr>
            <w:tcW w:w="0" w:type="auto"/>
          </w:tcPr>
          <w:p w14:paraId="73AFC332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38E04C9A" w14:textId="77777777" w:rsidR="007A3F5B" w:rsidRPr="007A3F5B" w:rsidRDefault="007A3F5B" w:rsidP="00EA296F">
            <w:r w:rsidRPr="007A3F5B">
              <w:t>Fe^{2+} +2e^-</w:t>
            </w:r>
          </w:p>
        </w:tc>
        <w:tc>
          <w:tcPr>
            <w:tcW w:w="0" w:type="auto"/>
          </w:tcPr>
          <w:p w14:paraId="0FE7781B" w14:textId="77777777" w:rsidR="007A3F5B" w:rsidRPr="007A3F5B" w:rsidRDefault="007A3F5B" w:rsidP="00EA296F">
            <w:r w:rsidRPr="007A3F5B">
              <w:t>-0,45</w:t>
            </w:r>
          </w:p>
        </w:tc>
      </w:tr>
      <w:tr w:rsidR="007A3F5B" w:rsidRPr="007A3F5B" w14:paraId="23B1884C" w14:textId="77777777" w:rsidTr="003D2E48">
        <w:tc>
          <w:tcPr>
            <w:tcW w:w="0" w:type="auto"/>
          </w:tcPr>
          <w:p w14:paraId="5466827E" w14:textId="77777777" w:rsidR="007A3F5B" w:rsidRPr="007A3F5B" w:rsidRDefault="007A3F5B" w:rsidP="00EA296F">
            <w:r w:rsidRPr="007A3F5B">
              <w:t>Ni</w:t>
            </w:r>
          </w:p>
        </w:tc>
        <w:tc>
          <w:tcPr>
            <w:tcW w:w="0" w:type="auto"/>
          </w:tcPr>
          <w:p w14:paraId="7BA904AB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1E251FB7" w14:textId="77777777" w:rsidR="007A3F5B" w:rsidRPr="007A3F5B" w:rsidRDefault="007A3F5B" w:rsidP="00EA296F">
            <w:r w:rsidRPr="007A3F5B">
              <w:t>Ni^{2+} +2e^-</w:t>
            </w:r>
          </w:p>
        </w:tc>
        <w:tc>
          <w:tcPr>
            <w:tcW w:w="0" w:type="auto"/>
          </w:tcPr>
          <w:p w14:paraId="113E723F" w14:textId="77777777" w:rsidR="007A3F5B" w:rsidRPr="007A3F5B" w:rsidRDefault="007A3F5B" w:rsidP="00EA296F">
            <w:r w:rsidRPr="007A3F5B">
              <w:t>-0,26</w:t>
            </w:r>
          </w:p>
        </w:tc>
      </w:tr>
      <w:tr w:rsidR="007A3F5B" w:rsidRPr="007A3F5B" w14:paraId="4523E1AE" w14:textId="77777777" w:rsidTr="003D2E48">
        <w:tc>
          <w:tcPr>
            <w:tcW w:w="0" w:type="auto"/>
          </w:tcPr>
          <w:p w14:paraId="6CC681EE" w14:textId="77777777" w:rsidR="007A3F5B" w:rsidRPr="007A3F5B" w:rsidRDefault="007A3F5B" w:rsidP="00EA296F">
            <w:r w:rsidRPr="007A3F5B">
              <w:t>Sn</w:t>
            </w:r>
          </w:p>
        </w:tc>
        <w:tc>
          <w:tcPr>
            <w:tcW w:w="0" w:type="auto"/>
          </w:tcPr>
          <w:p w14:paraId="16737BC1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675F4AFE" w14:textId="77777777" w:rsidR="007A3F5B" w:rsidRPr="007A3F5B" w:rsidRDefault="007A3F5B" w:rsidP="00EA296F">
            <w:r w:rsidRPr="007A3F5B">
              <w:t>Sn^{2+} +2e^-</w:t>
            </w:r>
          </w:p>
        </w:tc>
        <w:tc>
          <w:tcPr>
            <w:tcW w:w="0" w:type="auto"/>
          </w:tcPr>
          <w:p w14:paraId="4DCCCEBC" w14:textId="77777777" w:rsidR="007A3F5B" w:rsidRPr="007A3F5B" w:rsidRDefault="007A3F5B" w:rsidP="00EA296F">
            <w:r w:rsidRPr="007A3F5B">
              <w:t>-0,14</w:t>
            </w:r>
          </w:p>
        </w:tc>
      </w:tr>
      <w:tr w:rsidR="007A3F5B" w:rsidRPr="007A3F5B" w14:paraId="2591CC7C" w14:textId="77777777" w:rsidTr="003D2E48">
        <w:tc>
          <w:tcPr>
            <w:tcW w:w="0" w:type="auto"/>
          </w:tcPr>
          <w:p w14:paraId="0C95B2D2" w14:textId="77777777" w:rsidR="007A3F5B" w:rsidRPr="007A3F5B" w:rsidRDefault="007A3F5B" w:rsidP="00EA296F">
            <w:r w:rsidRPr="007A3F5B">
              <w:t>Pb</w:t>
            </w:r>
          </w:p>
        </w:tc>
        <w:tc>
          <w:tcPr>
            <w:tcW w:w="0" w:type="auto"/>
          </w:tcPr>
          <w:p w14:paraId="65F9D743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3CC40F4A" w14:textId="77777777" w:rsidR="007A3F5B" w:rsidRPr="007A3F5B" w:rsidRDefault="007A3F5B" w:rsidP="00EA296F">
            <w:r w:rsidRPr="007A3F5B">
              <w:t>Pb^{2+} +2e^-</w:t>
            </w:r>
          </w:p>
        </w:tc>
        <w:tc>
          <w:tcPr>
            <w:tcW w:w="0" w:type="auto"/>
          </w:tcPr>
          <w:p w14:paraId="488B5D94" w14:textId="77777777" w:rsidR="007A3F5B" w:rsidRPr="007A3F5B" w:rsidRDefault="007A3F5B" w:rsidP="00EA296F">
            <w:r w:rsidRPr="007A3F5B">
              <w:t>-0,13</w:t>
            </w:r>
          </w:p>
        </w:tc>
      </w:tr>
      <w:tr w:rsidR="007A3F5B" w:rsidRPr="007A3F5B" w14:paraId="50F06897" w14:textId="77777777" w:rsidTr="003D2E48">
        <w:tc>
          <w:tcPr>
            <w:tcW w:w="0" w:type="auto"/>
          </w:tcPr>
          <w:p w14:paraId="655E8317" w14:textId="77777777" w:rsidR="007A3F5B" w:rsidRPr="007A3F5B" w:rsidRDefault="007A3F5B" w:rsidP="00EA296F">
            <w:r w:rsidRPr="007A3F5B">
              <w:t>H_2 +2H_2O</w:t>
            </w:r>
          </w:p>
        </w:tc>
        <w:tc>
          <w:tcPr>
            <w:tcW w:w="0" w:type="auto"/>
          </w:tcPr>
          <w:p w14:paraId="75D80595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7B5B2B79" w14:textId="77777777" w:rsidR="007A3F5B" w:rsidRPr="007A3F5B" w:rsidRDefault="007A3F5B" w:rsidP="00EA296F">
            <w:r w:rsidRPr="007A3F5B">
              <w:t>2H_3O^+ +2e^-</w:t>
            </w:r>
          </w:p>
        </w:tc>
        <w:tc>
          <w:tcPr>
            <w:tcW w:w="0" w:type="auto"/>
          </w:tcPr>
          <w:p w14:paraId="739FB505" w14:textId="77777777" w:rsidR="007A3F5B" w:rsidRPr="007A3F5B" w:rsidRDefault="007A3F5B" w:rsidP="00EA296F">
            <w:r w:rsidRPr="007A3F5B">
              <w:t>0,00 (pH =0)</w:t>
            </w:r>
          </w:p>
        </w:tc>
      </w:tr>
      <w:tr w:rsidR="007A3F5B" w:rsidRPr="007A3F5B" w14:paraId="3590B681" w14:textId="77777777" w:rsidTr="003D2E48">
        <w:tc>
          <w:tcPr>
            <w:tcW w:w="0" w:type="auto"/>
          </w:tcPr>
          <w:p w14:paraId="31E958B9" w14:textId="77777777" w:rsidR="007A3F5B" w:rsidRPr="007A3F5B" w:rsidRDefault="007A3F5B" w:rsidP="00EA296F">
            <w:r w:rsidRPr="007A3F5B">
              <w:t>Cu^+</w:t>
            </w:r>
          </w:p>
        </w:tc>
        <w:tc>
          <w:tcPr>
            <w:tcW w:w="0" w:type="auto"/>
          </w:tcPr>
          <w:p w14:paraId="5FFD9250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1DE2F07D" w14:textId="77777777" w:rsidR="007A3F5B" w:rsidRPr="007A3F5B" w:rsidRDefault="007A3F5B" w:rsidP="00EA296F">
            <w:r w:rsidRPr="007A3F5B">
              <w:t>Cu^{2+} +e^-</w:t>
            </w:r>
          </w:p>
        </w:tc>
        <w:tc>
          <w:tcPr>
            <w:tcW w:w="0" w:type="auto"/>
          </w:tcPr>
          <w:p w14:paraId="2630B4B1" w14:textId="77777777" w:rsidR="007A3F5B" w:rsidRPr="007A3F5B" w:rsidRDefault="007A3F5B" w:rsidP="00EA296F">
            <w:r w:rsidRPr="007A3F5B">
              <w:t>+0,15</w:t>
            </w:r>
          </w:p>
        </w:tc>
      </w:tr>
      <w:tr w:rsidR="007A3F5B" w:rsidRPr="007A3F5B" w14:paraId="40306970" w14:textId="77777777" w:rsidTr="003D2E48">
        <w:tc>
          <w:tcPr>
            <w:tcW w:w="0" w:type="auto"/>
          </w:tcPr>
          <w:p w14:paraId="0BB6424A" w14:textId="77777777" w:rsidR="007A3F5B" w:rsidRPr="007A3F5B" w:rsidRDefault="007A3F5B" w:rsidP="00EA296F">
            <w:r w:rsidRPr="007A3F5B">
              <w:t>Cu</w:t>
            </w:r>
          </w:p>
        </w:tc>
        <w:tc>
          <w:tcPr>
            <w:tcW w:w="0" w:type="auto"/>
          </w:tcPr>
          <w:p w14:paraId="6A19D909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7CA82B65" w14:textId="77777777" w:rsidR="007A3F5B" w:rsidRPr="007A3F5B" w:rsidRDefault="007A3F5B" w:rsidP="00EA296F">
            <w:r w:rsidRPr="007A3F5B">
              <w:t>Cu^{2+} +2e^-</w:t>
            </w:r>
          </w:p>
        </w:tc>
        <w:tc>
          <w:tcPr>
            <w:tcW w:w="0" w:type="auto"/>
          </w:tcPr>
          <w:p w14:paraId="5A95CEEE" w14:textId="77777777" w:rsidR="007A3F5B" w:rsidRPr="007A3F5B" w:rsidRDefault="007A3F5B" w:rsidP="00EA296F">
            <w:r w:rsidRPr="007A3F5B">
              <w:t>+0,34</w:t>
            </w:r>
          </w:p>
        </w:tc>
      </w:tr>
      <w:tr w:rsidR="007A3F5B" w:rsidRPr="007A3F5B" w14:paraId="5A76E564" w14:textId="77777777" w:rsidTr="003D2E48">
        <w:tc>
          <w:tcPr>
            <w:tcW w:w="0" w:type="auto"/>
          </w:tcPr>
          <w:p w14:paraId="1C49B386" w14:textId="77777777" w:rsidR="007A3F5B" w:rsidRPr="007A3F5B" w:rsidRDefault="007A3F5B" w:rsidP="00EA296F">
            <w:r w:rsidRPr="007A3F5B">
              <w:t>4OH^-</w:t>
            </w:r>
          </w:p>
        </w:tc>
        <w:tc>
          <w:tcPr>
            <w:tcW w:w="0" w:type="auto"/>
          </w:tcPr>
          <w:p w14:paraId="5278DA3E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01597011" w14:textId="77777777" w:rsidR="007A3F5B" w:rsidRPr="007A3F5B" w:rsidRDefault="007A3F5B" w:rsidP="00EA296F">
            <w:r w:rsidRPr="007A3F5B">
              <w:t>O_2 +2H_2O +4e^-</w:t>
            </w:r>
          </w:p>
        </w:tc>
        <w:tc>
          <w:tcPr>
            <w:tcW w:w="0" w:type="auto"/>
          </w:tcPr>
          <w:p w14:paraId="5F2CF319" w14:textId="77777777" w:rsidR="007A3F5B" w:rsidRPr="007A3F5B" w:rsidRDefault="007A3F5B" w:rsidP="00EA296F">
            <w:r w:rsidRPr="007A3F5B">
              <w:t>+0,40 (pH =14)</w:t>
            </w:r>
          </w:p>
        </w:tc>
      </w:tr>
      <w:tr w:rsidR="007A3F5B" w:rsidRPr="007A3F5B" w14:paraId="238C5E31" w14:textId="77777777" w:rsidTr="003D2E48">
        <w:tc>
          <w:tcPr>
            <w:tcW w:w="0" w:type="auto"/>
          </w:tcPr>
          <w:p w14:paraId="1E4B146F" w14:textId="77777777" w:rsidR="007A3F5B" w:rsidRPr="007A3F5B" w:rsidRDefault="007A3F5B" w:rsidP="00EA296F">
            <w:r w:rsidRPr="007A3F5B">
              <w:t>Cu</w:t>
            </w:r>
          </w:p>
        </w:tc>
        <w:tc>
          <w:tcPr>
            <w:tcW w:w="0" w:type="auto"/>
          </w:tcPr>
          <w:p w14:paraId="415B9767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71CC2348" w14:textId="77777777" w:rsidR="007A3F5B" w:rsidRPr="007A3F5B" w:rsidRDefault="007A3F5B" w:rsidP="00EA296F">
            <w:r w:rsidRPr="007A3F5B">
              <w:t>Cu^+ +e^-</w:t>
            </w:r>
          </w:p>
        </w:tc>
        <w:tc>
          <w:tcPr>
            <w:tcW w:w="0" w:type="auto"/>
          </w:tcPr>
          <w:p w14:paraId="3F726B54" w14:textId="77777777" w:rsidR="007A3F5B" w:rsidRPr="007A3F5B" w:rsidRDefault="007A3F5B" w:rsidP="00EA296F">
            <w:r w:rsidRPr="007A3F5B">
              <w:t>+0,52</w:t>
            </w:r>
          </w:p>
        </w:tc>
      </w:tr>
      <w:tr w:rsidR="007A3F5B" w:rsidRPr="007A3F5B" w14:paraId="5A79FFBA" w14:textId="77777777" w:rsidTr="003D2E48">
        <w:tc>
          <w:tcPr>
            <w:tcW w:w="0" w:type="auto"/>
          </w:tcPr>
          <w:p w14:paraId="5B064E1F" w14:textId="77777777" w:rsidR="007A3F5B" w:rsidRPr="007A3F5B" w:rsidRDefault="007A3F5B" w:rsidP="00EA296F">
            <w:r w:rsidRPr="007A3F5B">
              <w:t>2I^-</w:t>
            </w:r>
          </w:p>
        </w:tc>
        <w:tc>
          <w:tcPr>
            <w:tcW w:w="0" w:type="auto"/>
          </w:tcPr>
          <w:p w14:paraId="1BEFF0AD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5EF0E886" w14:textId="77777777" w:rsidR="007A3F5B" w:rsidRPr="007A3F5B" w:rsidRDefault="007A3F5B" w:rsidP="00EA296F">
            <w:r w:rsidRPr="007A3F5B">
              <w:t>I_2 +2e^-</w:t>
            </w:r>
          </w:p>
        </w:tc>
        <w:tc>
          <w:tcPr>
            <w:tcW w:w="0" w:type="auto"/>
          </w:tcPr>
          <w:p w14:paraId="5B15480D" w14:textId="77777777" w:rsidR="007A3F5B" w:rsidRPr="007A3F5B" w:rsidRDefault="007A3F5B" w:rsidP="00EA296F">
            <w:r w:rsidRPr="007A3F5B">
              <w:t>+0,54</w:t>
            </w:r>
          </w:p>
        </w:tc>
      </w:tr>
      <w:tr w:rsidR="007A3F5B" w:rsidRPr="007A3F5B" w14:paraId="1D420F61" w14:textId="77777777" w:rsidTr="003D2E48">
        <w:tc>
          <w:tcPr>
            <w:tcW w:w="0" w:type="auto"/>
          </w:tcPr>
          <w:p w14:paraId="155456B8" w14:textId="77777777" w:rsidR="007A3F5B" w:rsidRPr="007A3F5B" w:rsidRDefault="007A3F5B" w:rsidP="00EA296F">
            <w:r w:rsidRPr="007A3F5B">
              <w:t>Fe^{2+}</w:t>
            </w:r>
          </w:p>
        </w:tc>
        <w:tc>
          <w:tcPr>
            <w:tcW w:w="0" w:type="auto"/>
          </w:tcPr>
          <w:p w14:paraId="5F8F83A5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1FBA30A1" w14:textId="77777777" w:rsidR="007A3F5B" w:rsidRPr="007A3F5B" w:rsidRDefault="007A3F5B" w:rsidP="00EA296F">
            <w:r w:rsidRPr="007A3F5B">
              <w:t>Fe^{3+} +e^-</w:t>
            </w:r>
          </w:p>
        </w:tc>
        <w:tc>
          <w:tcPr>
            <w:tcW w:w="0" w:type="auto"/>
          </w:tcPr>
          <w:p w14:paraId="44E8423E" w14:textId="77777777" w:rsidR="007A3F5B" w:rsidRPr="007A3F5B" w:rsidRDefault="007A3F5B" w:rsidP="00EA296F">
            <w:r w:rsidRPr="007A3F5B">
              <w:t>+0,77</w:t>
            </w:r>
          </w:p>
        </w:tc>
      </w:tr>
      <w:tr w:rsidR="007A3F5B" w:rsidRPr="007A3F5B" w14:paraId="323017D1" w14:textId="77777777" w:rsidTr="003D2E48">
        <w:tc>
          <w:tcPr>
            <w:tcW w:w="0" w:type="auto"/>
          </w:tcPr>
          <w:p w14:paraId="0A54C153" w14:textId="77777777" w:rsidR="007A3F5B" w:rsidRPr="007A3F5B" w:rsidRDefault="007A3F5B" w:rsidP="00EA296F">
            <w:r w:rsidRPr="007A3F5B">
              <w:t>Ag</w:t>
            </w:r>
          </w:p>
        </w:tc>
        <w:tc>
          <w:tcPr>
            <w:tcW w:w="0" w:type="auto"/>
          </w:tcPr>
          <w:p w14:paraId="708952C2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5F38D2DD" w14:textId="77777777" w:rsidR="007A3F5B" w:rsidRPr="007A3F5B" w:rsidRDefault="007A3F5B" w:rsidP="00EA296F">
            <w:r w:rsidRPr="007A3F5B">
              <w:t>Ag^+ +e^-</w:t>
            </w:r>
          </w:p>
        </w:tc>
        <w:tc>
          <w:tcPr>
            <w:tcW w:w="0" w:type="auto"/>
          </w:tcPr>
          <w:p w14:paraId="21FE41D4" w14:textId="77777777" w:rsidR="007A3F5B" w:rsidRPr="007A3F5B" w:rsidRDefault="007A3F5B" w:rsidP="00EA296F">
            <w:r w:rsidRPr="007A3F5B">
              <w:t>+0,80</w:t>
            </w:r>
          </w:p>
        </w:tc>
      </w:tr>
      <w:tr w:rsidR="007A3F5B" w:rsidRPr="007A3F5B" w14:paraId="01AE7CC2" w14:textId="77777777" w:rsidTr="003D2E48">
        <w:tc>
          <w:tcPr>
            <w:tcW w:w="0" w:type="auto"/>
          </w:tcPr>
          <w:p w14:paraId="7A0E706F" w14:textId="77777777" w:rsidR="007A3F5B" w:rsidRPr="007A3F5B" w:rsidRDefault="007A3F5B" w:rsidP="00EA296F">
            <w:r w:rsidRPr="007A3F5B">
              <w:t>2Br^-</w:t>
            </w:r>
          </w:p>
        </w:tc>
        <w:tc>
          <w:tcPr>
            <w:tcW w:w="0" w:type="auto"/>
          </w:tcPr>
          <w:p w14:paraId="16FC456B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66FFCD58" w14:textId="77777777" w:rsidR="007A3F5B" w:rsidRPr="007A3F5B" w:rsidRDefault="007A3F5B" w:rsidP="00EA296F">
            <w:r w:rsidRPr="007A3F5B">
              <w:t>Br_2 +2e^-</w:t>
            </w:r>
          </w:p>
        </w:tc>
        <w:tc>
          <w:tcPr>
            <w:tcW w:w="0" w:type="auto"/>
          </w:tcPr>
          <w:p w14:paraId="7E75A100" w14:textId="77777777" w:rsidR="007A3F5B" w:rsidRPr="007A3F5B" w:rsidRDefault="007A3F5B" w:rsidP="00EA296F">
            <w:r w:rsidRPr="007A3F5B">
              <w:t>+1,07</w:t>
            </w:r>
          </w:p>
        </w:tc>
      </w:tr>
      <w:tr w:rsidR="007A3F5B" w:rsidRPr="007A3F5B" w14:paraId="6FDC5082" w14:textId="77777777" w:rsidTr="003D2E48">
        <w:tc>
          <w:tcPr>
            <w:tcW w:w="0" w:type="auto"/>
          </w:tcPr>
          <w:p w14:paraId="1DF4C66A" w14:textId="77777777" w:rsidR="007A3F5B" w:rsidRPr="007A3F5B" w:rsidRDefault="007A3F5B" w:rsidP="00EA296F">
            <w:r w:rsidRPr="007A3F5B">
              <w:t>Pt</w:t>
            </w:r>
          </w:p>
        </w:tc>
        <w:tc>
          <w:tcPr>
            <w:tcW w:w="0" w:type="auto"/>
          </w:tcPr>
          <w:p w14:paraId="526CA33B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2CBEED4B" w14:textId="77777777" w:rsidR="007A3F5B" w:rsidRPr="007A3F5B" w:rsidRDefault="007A3F5B" w:rsidP="00EA296F">
            <w:r w:rsidRPr="007A3F5B">
              <w:t>Pt^{2+} +2e^-</w:t>
            </w:r>
          </w:p>
        </w:tc>
        <w:tc>
          <w:tcPr>
            <w:tcW w:w="0" w:type="auto"/>
          </w:tcPr>
          <w:p w14:paraId="33A22E70" w14:textId="77777777" w:rsidR="007A3F5B" w:rsidRPr="007A3F5B" w:rsidRDefault="007A3F5B" w:rsidP="00EA296F">
            <w:r w:rsidRPr="007A3F5B">
              <w:t>+1,18</w:t>
            </w:r>
          </w:p>
        </w:tc>
      </w:tr>
      <w:tr w:rsidR="007A3F5B" w:rsidRPr="007A3F5B" w14:paraId="5EF6B0F5" w14:textId="77777777" w:rsidTr="003D2E48">
        <w:tc>
          <w:tcPr>
            <w:tcW w:w="0" w:type="auto"/>
          </w:tcPr>
          <w:p w14:paraId="7209728D" w14:textId="77777777" w:rsidR="007A3F5B" w:rsidRPr="007A3F5B" w:rsidRDefault="007A3F5B" w:rsidP="00EA296F">
            <w:r w:rsidRPr="007A3F5B">
              <w:t>6H_2O</w:t>
            </w:r>
          </w:p>
        </w:tc>
        <w:tc>
          <w:tcPr>
            <w:tcW w:w="0" w:type="auto"/>
          </w:tcPr>
          <w:p w14:paraId="6F7C77A4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1506C87D" w14:textId="77777777" w:rsidR="007A3F5B" w:rsidRPr="007A3F5B" w:rsidRDefault="007A3F5B" w:rsidP="00EA296F">
            <w:r w:rsidRPr="007A3F5B">
              <w:t>O_2 +4H_3O^+ +4e^-</w:t>
            </w:r>
          </w:p>
        </w:tc>
        <w:tc>
          <w:tcPr>
            <w:tcW w:w="0" w:type="auto"/>
          </w:tcPr>
          <w:p w14:paraId="40462B44" w14:textId="77777777" w:rsidR="007A3F5B" w:rsidRPr="007A3F5B" w:rsidRDefault="007A3F5B" w:rsidP="00EA296F">
            <w:r w:rsidRPr="007A3F5B">
              <w:t>+1,23 (pH =0)</w:t>
            </w:r>
          </w:p>
        </w:tc>
      </w:tr>
      <w:tr w:rsidR="007A3F5B" w:rsidRPr="007A3F5B" w14:paraId="733EDE93" w14:textId="77777777" w:rsidTr="003D2E48">
        <w:tc>
          <w:tcPr>
            <w:tcW w:w="0" w:type="auto"/>
          </w:tcPr>
          <w:p w14:paraId="38EF9E5E" w14:textId="77777777" w:rsidR="007A3F5B" w:rsidRPr="007A3F5B" w:rsidRDefault="007A3F5B" w:rsidP="00EA296F">
            <w:r w:rsidRPr="007A3F5B">
              <w:t>2Cl^-</w:t>
            </w:r>
          </w:p>
        </w:tc>
        <w:tc>
          <w:tcPr>
            <w:tcW w:w="0" w:type="auto"/>
          </w:tcPr>
          <w:p w14:paraId="5B9B3D2F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6D872763" w14:textId="77777777" w:rsidR="007A3F5B" w:rsidRPr="007A3F5B" w:rsidRDefault="007A3F5B" w:rsidP="00EA296F">
            <w:r w:rsidRPr="007A3F5B">
              <w:t>Cl_2 +2e^-</w:t>
            </w:r>
          </w:p>
        </w:tc>
        <w:tc>
          <w:tcPr>
            <w:tcW w:w="0" w:type="auto"/>
          </w:tcPr>
          <w:p w14:paraId="74FEEFB5" w14:textId="77777777" w:rsidR="007A3F5B" w:rsidRPr="007A3F5B" w:rsidRDefault="007A3F5B" w:rsidP="00EA296F">
            <w:r w:rsidRPr="007A3F5B">
              <w:t>+1,36</w:t>
            </w:r>
          </w:p>
        </w:tc>
      </w:tr>
      <w:tr w:rsidR="007A3F5B" w:rsidRPr="007A3F5B" w14:paraId="3DDADEEB" w14:textId="77777777" w:rsidTr="003D2E48">
        <w:tc>
          <w:tcPr>
            <w:tcW w:w="0" w:type="auto"/>
          </w:tcPr>
          <w:p w14:paraId="4DED95ED" w14:textId="77777777" w:rsidR="007A3F5B" w:rsidRPr="007A3F5B" w:rsidRDefault="007A3F5B" w:rsidP="00EA296F">
            <w:r w:rsidRPr="007A3F5B">
              <w:t>Au</w:t>
            </w:r>
          </w:p>
        </w:tc>
        <w:tc>
          <w:tcPr>
            <w:tcW w:w="0" w:type="auto"/>
          </w:tcPr>
          <w:p w14:paraId="2E9D8DEC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6D5A74FE" w14:textId="77777777" w:rsidR="007A3F5B" w:rsidRPr="007A3F5B" w:rsidRDefault="007A3F5B" w:rsidP="00EA296F">
            <w:r w:rsidRPr="007A3F5B">
              <w:t>Au^{3+} +3e^-</w:t>
            </w:r>
          </w:p>
        </w:tc>
        <w:tc>
          <w:tcPr>
            <w:tcW w:w="0" w:type="auto"/>
          </w:tcPr>
          <w:p w14:paraId="42472172" w14:textId="77777777" w:rsidR="007A3F5B" w:rsidRPr="007A3F5B" w:rsidRDefault="007A3F5B" w:rsidP="00EA296F">
            <w:r w:rsidRPr="007A3F5B">
              <w:t>+1,50</w:t>
            </w:r>
          </w:p>
        </w:tc>
      </w:tr>
      <w:tr w:rsidR="007A3F5B" w:rsidRPr="007A3F5B" w14:paraId="249BE3D6" w14:textId="77777777" w:rsidTr="003D2E48">
        <w:tc>
          <w:tcPr>
            <w:tcW w:w="0" w:type="auto"/>
          </w:tcPr>
          <w:p w14:paraId="10A6A24F" w14:textId="77777777" w:rsidR="007A3F5B" w:rsidRPr="007A3F5B" w:rsidRDefault="007A3F5B" w:rsidP="00EA296F">
            <w:r w:rsidRPr="007A3F5B">
              <w:t>2F^-</w:t>
            </w:r>
          </w:p>
        </w:tc>
        <w:tc>
          <w:tcPr>
            <w:tcW w:w="0" w:type="auto"/>
          </w:tcPr>
          <w:p w14:paraId="63AD685E" w14:textId="77777777" w:rsidR="007A3F5B" w:rsidRPr="007A3F5B" w:rsidRDefault="007A3F5B" w:rsidP="00EA296F">
            <w:r w:rsidRPr="007A3F5B">
              <w:t>\rlh</w:t>
            </w:r>
          </w:p>
        </w:tc>
        <w:tc>
          <w:tcPr>
            <w:tcW w:w="0" w:type="auto"/>
          </w:tcPr>
          <w:p w14:paraId="0E89DCC8" w14:textId="77777777" w:rsidR="007A3F5B" w:rsidRPr="007A3F5B" w:rsidRDefault="007A3F5B" w:rsidP="00EA296F">
            <w:r w:rsidRPr="007A3F5B">
              <w:t>F_2 +2e^-</w:t>
            </w:r>
          </w:p>
        </w:tc>
        <w:tc>
          <w:tcPr>
            <w:tcW w:w="0" w:type="auto"/>
          </w:tcPr>
          <w:p w14:paraId="59E79715" w14:textId="77777777" w:rsidR="007A3F5B" w:rsidRPr="007A3F5B" w:rsidRDefault="007A3F5B" w:rsidP="00EA296F">
            <w:r w:rsidRPr="007A3F5B">
              <w:t>+2,87</w:t>
            </w:r>
          </w:p>
        </w:tc>
      </w:tr>
    </w:tbl>
    <w:p w14:paraId="47466314" w14:textId="7253C816" w:rsidR="007A3F5B" w:rsidRDefault="007A3F5B" w:rsidP="00C737BC">
      <w:r>
        <w:t>&lt;/Tabelle&gt;</w:t>
      </w:r>
    </w:p>
    <w:p w14:paraId="0F2D9051" w14:textId="2A7AE23F" w:rsidR="00E95C85" w:rsidRDefault="00E95C85" w:rsidP="00C737BC"/>
    <w:p w14:paraId="1BDFC6B4" w14:textId="3B177D45" w:rsidR="00C737BC" w:rsidRDefault="00C737BC" w:rsidP="007A3F5B">
      <w:pPr>
        <w:pStyle w:val="berschrift3"/>
      </w:pPr>
      <w:r>
        <w:t>Spektrum der elektromagnetischen Strahlung</w:t>
      </w:r>
    </w:p>
    <w:p w14:paraId="4883946E" w14:textId="38A17CDB" w:rsidR="00166556" w:rsidRDefault="00166556" w:rsidP="0058752E">
      <w:pPr>
        <w:pStyle w:val="berschrift4"/>
      </w:pPr>
      <w:r>
        <w:t>nicht sichtbarer Bereich:</w:t>
      </w:r>
    </w:p>
    <w:p w14:paraId="60DA7ABA" w14:textId="77777777" w:rsidR="00166556" w:rsidRDefault="0016655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933"/>
        <w:gridCol w:w="5769"/>
      </w:tblGrid>
      <w:tr w:rsidR="00166556" w:rsidRPr="00166556" w14:paraId="54ACF24B" w14:textId="77777777" w:rsidTr="00116C71">
        <w:tc>
          <w:tcPr>
            <w:tcW w:w="0" w:type="auto"/>
          </w:tcPr>
          <w:p w14:paraId="23E89ACD" w14:textId="40F5EA84" w:rsidR="00166556" w:rsidRDefault="00166556" w:rsidP="00EA296F">
            <w:r>
              <w:t>~l</w:t>
            </w:r>
          </w:p>
        </w:tc>
        <w:tc>
          <w:tcPr>
            <w:tcW w:w="0" w:type="auto"/>
          </w:tcPr>
          <w:p w14:paraId="38A3220A" w14:textId="6B2FCD6C" w:rsidR="00166556" w:rsidRPr="00166556" w:rsidRDefault="00166556" w:rsidP="00EA296F">
            <w:r>
              <w:t>Art der Strahlung</w:t>
            </w:r>
          </w:p>
        </w:tc>
      </w:tr>
      <w:tr w:rsidR="00166556" w:rsidRPr="00166556" w14:paraId="5BAF8EF5" w14:textId="77777777" w:rsidTr="00116C71">
        <w:tc>
          <w:tcPr>
            <w:tcW w:w="0" w:type="auto"/>
          </w:tcPr>
          <w:p w14:paraId="415F1495" w14:textId="76CD25D1" w:rsidR="00166556" w:rsidRPr="00166556" w:rsidRDefault="00166556" w:rsidP="00EA296F">
            <w:r w:rsidRPr="00166556">
              <w:t>10^4</w:t>
            </w:r>
            <w:r>
              <w:t xml:space="preserve">m </w:t>
            </w:r>
            <w:r w:rsidRPr="00166556">
              <w:t>-</w:t>
            </w:r>
            <w:r>
              <w:t xml:space="preserve"> </w:t>
            </w:r>
            <w:r w:rsidRPr="00166556">
              <w:t>10</w:t>
            </w:r>
            <w:r w:rsidR="003B4F73">
              <w:t>^</w:t>
            </w:r>
            <w:r w:rsidRPr="00166556">
              <w:t>{-4}m</w:t>
            </w:r>
          </w:p>
        </w:tc>
        <w:tc>
          <w:tcPr>
            <w:tcW w:w="0" w:type="auto"/>
          </w:tcPr>
          <w:p w14:paraId="09D819E4" w14:textId="2D8779F9" w:rsidR="00166556" w:rsidRPr="00166556" w:rsidRDefault="00166556" w:rsidP="00EA296F">
            <w:r w:rsidRPr="00166556">
              <w:t>Radiowellen</w:t>
            </w:r>
          </w:p>
        </w:tc>
      </w:tr>
      <w:tr w:rsidR="00166556" w:rsidRPr="00166556" w14:paraId="0A4DA08F" w14:textId="77777777" w:rsidTr="00116C71">
        <w:tc>
          <w:tcPr>
            <w:tcW w:w="0" w:type="auto"/>
          </w:tcPr>
          <w:p w14:paraId="1FFE152F" w14:textId="60052434" w:rsidR="00166556" w:rsidRPr="00166556" w:rsidRDefault="00166556" w:rsidP="00EA296F">
            <w:r>
              <w:t>10</w:t>
            </w:r>
            <w:r w:rsidR="0029677C">
              <w:t>^</w:t>
            </w:r>
            <w:r>
              <w:t>{-4}m - 780nm</w:t>
            </w:r>
          </w:p>
        </w:tc>
        <w:tc>
          <w:tcPr>
            <w:tcW w:w="0" w:type="auto"/>
          </w:tcPr>
          <w:p w14:paraId="790C2424" w14:textId="77A56AC6" w:rsidR="00166556" w:rsidRPr="00166556" w:rsidRDefault="00166556" w:rsidP="00EA296F">
            <w:r w:rsidRPr="00166556">
              <w:t>Infrarot (IR)</w:t>
            </w:r>
          </w:p>
        </w:tc>
      </w:tr>
      <w:tr w:rsidR="00166556" w:rsidRPr="00166556" w14:paraId="7129C2BF" w14:textId="77777777" w:rsidTr="00116C71">
        <w:tc>
          <w:tcPr>
            <w:tcW w:w="0" w:type="auto"/>
          </w:tcPr>
          <w:p w14:paraId="4041E1B8" w14:textId="50D58C24" w:rsidR="00166556" w:rsidRDefault="00166556" w:rsidP="00EA296F">
            <w:r>
              <w:t>780nm - 380nm</w:t>
            </w:r>
          </w:p>
        </w:tc>
        <w:tc>
          <w:tcPr>
            <w:tcW w:w="0" w:type="auto"/>
          </w:tcPr>
          <w:p w14:paraId="5F153642" w14:textId="43B45E1E" w:rsidR="00166556" w:rsidRPr="00166556" w:rsidRDefault="00166556" w:rsidP="00EA296F">
            <w:r>
              <w:t xml:space="preserve">sichtbarer Bereich (s. </w:t>
            </w:r>
            <w:r w:rsidR="00A16FCD">
              <w:t xml:space="preserve">folgende </w:t>
            </w:r>
            <w:r>
              <w:t>Tabelle)</w:t>
            </w:r>
          </w:p>
        </w:tc>
      </w:tr>
      <w:tr w:rsidR="00166556" w:rsidRPr="00166556" w14:paraId="01A981BB" w14:textId="77777777" w:rsidTr="00116C71">
        <w:tc>
          <w:tcPr>
            <w:tcW w:w="0" w:type="auto"/>
          </w:tcPr>
          <w:p w14:paraId="700DE0B9" w14:textId="404AC851" w:rsidR="00166556" w:rsidRDefault="00166556" w:rsidP="00EA296F">
            <w:r>
              <w:t>380nm - 10^{-8}</w:t>
            </w:r>
            <w:r w:rsidR="0029677C">
              <w:t>m</w:t>
            </w:r>
          </w:p>
        </w:tc>
        <w:tc>
          <w:tcPr>
            <w:tcW w:w="0" w:type="auto"/>
          </w:tcPr>
          <w:p w14:paraId="6A20FC84" w14:textId="3A7D32AD" w:rsidR="00166556" w:rsidRDefault="00166556" w:rsidP="00EA296F">
            <w:r>
              <w:t>Ultraviolett (UV)</w:t>
            </w:r>
          </w:p>
        </w:tc>
      </w:tr>
      <w:tr w:rsidR="00166556" w:rsidRPr="00166556" w14:paraId="741104EE" w14:textId="77777777" w:rsidTr="00116C71">
        <w:tc>
          <w:tcPr>
            <w:tcW w:w="0" w:type="auto"/>
          </w:tcPr>
          <w:p w14:paraId="5E325C6C" w14:textId="0D37591F" w:rsidR="00166556" w:rsidRDefault="00166556" w:rsidP="00EA296F">
            <w:r>
              <w:t>10^{-8}m - 10^{-1</w:t>
            </w:r>
            <w:r w:rsidR="0029677C">
              <w:t>6</w:t>
            </w:r>
            <w:r>
              <w:t>}m</w:t>
            </w:r>
          </w:p>
        </w:tc>
        <w:tc>
          <w:tcPr>
            <w:tcW w:w="0" w:type="auto"/>
          </w:tcPr>
          <w:p w14:paraId="5EE28EC4" w14:textId="5F731D27" w:rsidR="00166556" w:rsidRDefault="00166556" w:rsidP="00EA296F">
            <w:r>
              <w:t>Röntgenstrahlung</w:t>
            </w:r>
          </w:p>
        </w:tc>
      </w:tr>
      <w:tr w:rsidR="00166556" w:rsidRPr="00166556" w14:paraId="1FD476A7" w14:textId="77777777" w:rsidTr="00116C71">
        <w:tc>
          <w:tcPr>
            <w:tcW w:w="0" w:type="auto"/>
          </w:tcPr>
          <w:p w14:paraId="0FFFD6AF" w14:textId="6B30DA93" w:rsidR="00166556" w:rsidRDefault="00166556" w:rsidP="00EA296F">
            <w:r>
              <w:t>10^{-10}m - 10^{-16}m</w:t>
            </w:r>
          </w:p>
        </w:tc>
        <w:tc>
          <w:tcPr>
            <w:tcW w:w="0" w:type="auto"/>
          </w:tcPr>
          <w:p w14:paraId="4BF70B2E" w14:textId="4D1093B8" w:rsidR="00166556" w:rsidRDefault="00166556" w:rsidP="00EA296F">
            <w:r>
              <w:t>Gammastrahlung</w:t>
            </w:r>
          </w:p>
        </w:tc>
      </w:tr>
    </w:tbl>
    <w:p w14:paraId="29A1FD86" w14:textId="4687BFEB" w:rsidR="00166556" w:rsidRDefault="00166556" w:rsidP="00C737BC">
      <w:r>
        <w:t>&lt;/Tabelle&gt;</w:t>
      </w:r>
    </w:p>
    <w:p w14:paraId="6FA3266D" w14:textId="0298592E" w:rsidR="00435D7C" w:rsidRDefault="00435D7C" w:rsidP="00C737BC"/>
    <w:p w14:paraId="749C51BF" w14:textId="7C27395B" w:rsidR="00166556" w:rsidRDefault="00166556" w:rsidP="0058752E">
      <w:pPr>
        <w:pStyle w:val="berschrift4"/>
      </w:pPr>
      <w:r>
        <w:t>sichtbarer Bereich:</w:t>
      </w:r>
    </w:p>
    <w:p w14:paraId="07D05E42" w14:textId="686F0138" w:rsidR="003D1BC0" w:rsidRDefault="003D1BC0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508"/>
        <w:gridCol w:w="2117"/>
        <w:gridCol w:w="3013"/>
      </w:tblGrid>
      <w:tr w:rsidR="00A16FCD" w:rsidRPr="00A16FCD" w14:paraId="0B71BDAE" w14:textId="77777777" w:rsidTr="00A16FCD">
        <w:tc>
          <w:tcPr>
            <w:tcW w:w="0" w:type="auto"/>
          </w:tcPr>
          <w:p w14:paraId="382D8FBF" w14:textId="77777777" w:rsidR="00A16FCD" w:rsidRPr="00A16FCD" w:rsidRDefault="00A16FCD" w:rsidP="00EA296F">
            <w:r w:rsidRPr="00A16FCD">
              <w:t>~l</w:t>
            </w:r>
          </w:p>
        </w:tc>
        <w:tc>
          <w:tcPr>
            <w:tcW w:w="0" w:type="auto"/>
          </w:tcPr>
          <w:p w14:paraId="46F06482" w14:textId="77777777" w:rsidR="00A16FCD" w:rsidRPr="00A16FCD" w:rsidRDefault="00A16FCD" w:rsidP="00EA296F">
            <w:r w:rsidRPr="00A16FCD">
              <w:t>Spektralfarbe</w:t>
            </w:r>
          </w:p>
        </w:tc>
        <w:tc>
          <w:tcPr>
            <w:tcW w:w="0" w:type="auto"/>
          </w:tcPr>
          <w:p w14:paraId="0F4CAC11" w14:textId="09726F4E" w:rsidR="00A16FCD" w:rsidRPr="00A16FCD" w:rsidRDefault="00A16FCD" w:rsidP="00EA296F">
            <w:r w:rsidRPr="00A16FCD">
              <w:t>Kom</w:t>
            </w:r>
            <w:r w:rsidR="00D14994">
              <w:t>p</w:t>
            </w:r>
            <w:r w:rsidRPr="00A16FCD">
              <w:t>lementärfarbe</w:t>
            </w:r>
          </w:p>
        </w:tc>
      </w:tr>
      <w:tr w:rsidR="00A16FCD" w:rsidRPr="00A16FCD" w14:paraId="5E056A00" w14:textId="77777777" w:rsidTr="00A16FCD">
        <w:tc>
          <w:tcPr>
            <w:tcW w:w="0" w:type="auto"/>
          </w:tcPr>
          <w:p w14:paraId="258663DA" w14:textId="03C794A6" w:rsidR="00A16FCD" w:rsidRPr="00A16FCD" w:rsidRDefault="00A16FCD" w:rsidP="00EA296F">
            <w:r w:rsidRPr="00A16FCD">
              <w:t>780nm - 605</w:t>
            </w:r>
            <w:r>
              <w:t>nm</w:t>
            </w:r>
          </w:p>
        </w:tc>
        <w:tc>
          <w:tcPr>
            <w:tcW w:w="0" w:type="auto"/>
          </w:tcPr>
          <w:p w14:paraId="2FB1590B" w14:textId="77777777" w:rsidR="00A16FCD" w:rsidRPr="00A16FCD" w:rsidRDefault="00A16FCD" w:rsidP="00EA296F">
            <w:r w:rsidRPr="00A16FCD">
              <w:t>Rot</w:t>
            </w:r>
          </w:p>
        </w:tc>
        <w:tc>
          <w:tcPr>
            <w:tcW w:w="0" w:type="auto"/>
          </w:tcPr>
          <w:p w14:paraId="41B1D356" w14:textId="77777777" w:rsidR="00A16FCD" w:rsidRPr="00A16FCD" w:rsidRDefault="00A16FCD" w:rsidP="00EA296F">
            <w:r w:rsidRPr="00A16FCD">
              <w:t>Blaugrün</w:t>
            </w:r>
          </w:p>
        </w:tc>
      </w:tr>
      <w:tr w:rsidR="00A16FCD" w:rsidRPr="00A16FCD" w14:paraId="49C2AB2B" w14:textId="77777777" w:rsidTr="00A16FCD">
        <w:tc>
          <w:tcPr>
            <w:tcW w:w="0" w:type="auto"/>
          </w:tcPr>
          <w:p w14:paraId="069E64AF" w14:textId="65F9CD8B" w:rsidR="00A16FCD" w:rsidRPr="00A16FCD" w:rsidRDefault="00A16FCD" w:rsidP="00EA296F">
            <w:r>
              <w:t>605nm - 595nm</w:t>
            </w:r>
          </w:p>
        </w:tc>
        <w:tc>
          <w:tcPr>
            <w:tcW w:w="0" w:type="auto"/>
          </w:tcPr>
          <w:p w14:paraId="058931EB" w14:textId="7E0958BF" w:rsidR="00A16FCD" w:rsidRPr="00A16FCD" w:rsidRDefault="00A16FCD" w:rsidP="00EA296F">
            <w:r>
              <w:t>Orange</w:t>
            </w:r>
          </w:p>
        </w:tc>
        <w:tc>
          <w:tcPr>
            <w:tcW w:w="0" w:type="auto"/>
          </w:tcPr>
          <w:p w14:paraId="7B4CBB84" w14:textId="4D5CB39C" w:rsidR="00A16FCD" w:rsidRPr="00A16FCD" w:rsidRDefault="00A16FCD" w:rsidP="00EA296F">
            <w:r>
              <w:t>Grünblau</w:t>
            </w:r>
          </w:p>
        </w:tc>
      </w:tr>
      <w:tr w:rsidR="00A16FCD" w:rsidRPr="00A16FCD" w14:paraId="59A28B73" w14:textId="77777777" w:rsidTr="00A16FCD">
        <w:tc>
          <w:tcPr>
            <w:tcW w:w="0" w:type="auto"/>
          </w:tcPr>
          <w:p w14:paraId="27E8F6C6" w14:textId="273A22A3" w:rsidR="00A16FCD" w:rsidRDefault="00A16FCD" w:rsidP="00EA296F">
            <w:r>
              <w:t>595</w:t>
            </w:r>
            <w:r w:rsidR="00C15C40">
              <w:t xml:space="preserve">nm </w:t>
            </w:r>
            <w:r>
              <w:t>-</w:t>
            </w:r>
            <w:r w:rsidR="0029677C">
              <w:t xml:space="preserve"> </w:t>
            </w:r>
            <w:r>
              <w:t>580</w:t>
            </w:r>
            <w:r w:rsidR="00C15C40">
              <w:t>nm</w:t>
            </w:r>
          </w:p>
        </w:tc>
        <w:tc>
          <w:tcPr>
            <w:tcW w:w="0" w:type="auto"/>
          </w:tcPr>
          <w:p w14:paraId="2F4FD622" w14:textId="03A43B98" w:rsidR="00A16FCD" w:rsidRDefault="00A16FCD" w:rsidP="00EA296F">
            <w:r>
              <w:t>Gelb</w:t>
            </w:r>
          </w:p>
        </w:tc>
        <w:tc>
          <w:tcPr>
            <w:tcW w:w="0" w:type="auto"/>
          </w:tcPr>
          <w:p w14:paraId="24D6A5C7" w14:textId="278C9732" w:rsidR="00A16FCD" w:rsidRDefault="00A16FCD" w:rsidP="00EA296F">
            <w:r>
              <w:t>Blau</w:t>
            </w:r>
          </w:p>
        </w:tc>
      </w:tr>
      <w:tr w:rsidR="00A16FCD" w:rsidRPr="00A16FCD" w14:paraId="757D5BA4" w14:textId="77777777" w:rsidTr="00A16FCD">
        <w:tc>
          <w:tcPr>
            <w:tcW w:w="0" w:type="auto"/>
          </w:tcPr>
          <w:p w14:paraId="10C50435" w14:textId="22D06A37" w:rsidR="00A16FCD" w:rsidRDefault="00A16FCD" w:rsidP="00EA296F">
            <w:r>
              <w:t>580nm - 560nm</w:t>
            </w:r>
          </w:p>
        </w:tc>
        <w:tc>
          <w:tcPr>
            <w:tcW w:w="0" w:type="auto"/>
          </w:tcPr>
          <w:p w14:paraId="713F2F6E" w14:textId="4C56B6FD" w:rsidR="00A16FCD" w:rsidRDefault="00A16FCD" w:rsidP="00EA296F">
            <w:r>
              <w:t>Gelbgrün</w:t>
            </w:r>
          </w:p>
        </w:tc>
        <w:tc>
          <w:tcPr>
            <w:tcW w:w="0" w:type="auto"/>
          </w:tcPr>
          <w:p w14:paraId="200B886C" w14:textId="5A2C276D" w:rsidR="00A16FCD" w:rsidRDefault="00A16FCD" w:rsidP="00EA296F">
            <w:r>
              <w:t>Violett</w:t>
            </w:r>
          </w:p>
        </w:tc>
      </w:tr>
      <w:tr w:rsidR="00A16FCD" w:rsidRPr="00A16FCD" w14:paraId="7CB9F314" w14:textId="77777777" w:rsidTr="00A16FCD">
        <w:tc>
          <w:tcPr>
            <w:tcW w:w="0" w:type="auto"/>
          </w:tcPr>
          <w:p w14:paraId="38F0B090" w14:textId="477CF2A5" w:rsidR="00A16FCD" w:rsidRDefault="00A16FCD" w:rsidP="00EA296F">
            <w:r>
              <w:t>560nm - 500nm</w:t>
            </w:r>
          </w:p>
        </w:tc>
        <w:tc>
          <w:tcPr>
            <w:tcW w:w="0" w:type="auto"/>
          </w:tcPr>
          <w:p w14:paraId="04B2516B" w14:textId="0F4C8416" w:rsidR="00A16FCD" w:rsidRDefault="00A16FCD" w:rsidP="00EA296F">
            <w:r>
              <w:t>Grün</w:t>
            </w:r>
          </w:p>
        </w:tc>
        <w:tc>
          <w:tcPr>
            <w:tcW w:w="0" w:type="auto"/>
          </w:tcPr>
          <w:p w14:paraId="47EA25D3" w14:textId="3B01EF23" w:rsidR="00A16FCD" w:rsidRDefault="00A16FCD" w:rsidP="00EA296F">
            <w:r>
              <w:t>Purpurrot</w:t>
            </w:r>
          </w:p>
        </w:tc>
      </w:tr>
      <w:tr w:rsidR="00A16FCD" w:rsidRPr="00A16FCD" w14:paraId="3C0871F8" w14:textId="77777777" w:rsidTr="00A16FCD">
        <w:tc>
          <w:tcPr>
            <w:tcW w:w="0" w:type="auto"/>
          </w:tcPr>
          <w:p w14:paraId="7C144155" w14:textId="197C61C3" w:rsidR="00A16FCD" w:rsidRDefault="00A16FCD" w:rsidP="00EA296F">
            <w:r>
              <w:t>500nm - 490nm</w:t>
            </w:r>
          </w:p>
        </w:tc>
        <w:tc>
          <w:tcPr>
            <w:tcW w:w="0" w:type="auto"/>
          </w:tcPr>
          <w:p w14:paraId="301B6266" w14:textId="2DFC70E1" w:rsidR="00A16FCD" w:rsidRDefault="00A16FCD" w:rsidP="00EA296F">
            <w:r>
              <w:t>Blaugrün</w:t>
            </w:r>
          </w:p>
        </w:tc>
        <w:tc>
          <w:tcPr>
            <w:tcW w:w="0" w:type="auto"/>
          </w:tcPr>
          <w:p w14:paraId="259ABB19" w14:textId="5B6B5053" w:rsidR="00A16FCD" w:rsidRDefault="00A16FCD" w:rsidP="00EA296F">
            <w:r>
              <w:t>Rot</w:t>
            </w:r>
          </w:p>
        </w:tc>
      </w:tr>
      <w:tr w:rsidR="00A16FCD" w:rsidRPr="00A16FCD" w14:paraId="7318F160" w14:textId="77777777" w:rsidTr="00A16FCD">
        <w:tc>
          <w:tcPr>
            <w:tcW w:w="0" w:type="auto"/>
          </w:tcPr>
          <w:p w14:paraId="1BD8E0B3" w14:textId="17B03497" w:rsidR="00A16FCD" w:rsidRDefault="00A16FCD" w:rsidP="00EA296F">
            <w:r>
              <w:t>490nm - 480nm</w:t>
            </w:r>
          </w:p>
        </w:tc>
        <w:tc>
          <w:tcPr>
            <w:tcW w:w="0" w:type="auto"/>
          </w:tcPr>
          <w:p w14:paraId="6A30E65A" w14:textId="044C84EE" w:rsidR="00A16FCD" w:rsidRDefault="00A16FCD" w:rsidP="00EA296F">
            <w:r>
              <w:t>Grünblau</w:t>
            </w:r>
          </w:p>
        </w:tc>
        <w:tc>
          <w:tcPr>
            <w:tcW w:w="0" w:type="auto"/>
          </w:tcPr>
          <w:p w14:paraId="7101F4CB" w14:textId="76A7785B" w:rsidR="00A16FCD" w:rsidRDefault="00A16FCD" w:rsidP="00EA296F">
            <w:r>
              <w:t>Orange</w:t>
            </w:r>
          </w:p>
        </w:tc>
      </w:tr>
      <w:tr w:rsidR="00A16FCD" w:rsidRPr="00A16FCD" w14:paraId="5F0C29B2" w14:textId="77777777" w:rsidTr="00A16FCD">
        <w:tc>
          <w:tcPr>
            <w:tcW w:w="0" w:type="auto"/>
          </w:tcPr>
          <w:p w14:paraId="7ECC958A" w14:textId="45062007" w:rsidR="00A16FCD" w:rsidRDefault="00A16FCD" w:rsidP="00EA296F">
            <w:r>
              <w:lastRenderedPageBreak/>
              <w:t>480nm - 440nm</w:t>
            </w:r>
          </w:p>
        </w:tc>
        <w:tc>
          <w:tcPr>
            <w:tcW w:w="0" w:type="auto"/>
          </w:tcPr>
          <w:p w14:paraId="0991BBDB" w14:textId="5969E84E" w:rsidR="00A16FCD" w:rsidRDefault="00A16FCD" w:rsidP="00EA296F">
            <w:r>
              <w:t>Blau</w:t>
            </w:r>
          </w:p>
        </w:tc>
        <w:tc>
          <w:tcPr>
            <w:tcW w:w="0" w:type="auto"/>
          </w:tcPr>
          <w:p w14:paraId="36E0899D" w14:textId="15B85C87" w:rsidR="00A16FCD" w:rsidRDefault="00A16FCD" w:rsidP="00EA296F">
            <w:r>
              <w:t>Gelb</w:t>
            </w:r>
          </w:p>
        </w:tc>
      </w:tr>
      <w:tr w:rsidR="00A16FCD" w:rsidRPr="00A16FCD" w14:paraId="4FFB9A2C" w14:textId="77777777" w:rsidTr="00A16FCD">
        <w:tc>
          <w:tcPr>
            <w:tcW w:w="0" w:type="auto"/>
          </w:tcPr>
          <w:p w14:paraId="692F0091" w14:textId="307AF65C" w:rsidR="00A16FCD" w:rsidRDefault="00A16FCD" w:rsidP="00EA296F">
            <w:r>
              <w:t>440nm - 380nm</w:t>
            </w:r>
          </w:p>
        </w:tc>
        <w:tc>
          <w:tcPr>
            <w:tcW w:w="0" w:type="auto"/>
          </w:tcPr>
          <w:p w14:paraId="4B3598DC" w14:textId="60624CB4" w:rsidR="00A16FCD" w:rsidRDefault="00A16FCD" w:rsidP="00EA296F">
            <w:r>
              <w:t>Violett</w:t>
            </w:r>
          </w:p>
        </w:tc>
        <w:tc>
          <w:tcPr>
            <w:tcW w:w="0" w:type="auto"/>
          </w:tcPr>
          <w:p w14:paraId="6236161F" w14:textId="228AC09D" w:rsidR="00A16FCD" w:rsidRDefault="00A16FCD" w:rsidP="00EA296F">
            <w:r>
              <w:t>Gelbgrün</w:t>
            </w:r>
          </w:p>
        </w:tc>
      </w:tr>
    </w:tbl>
    <w:p w14:paraId="2798BE95" w14:textId="059CC754" w:rsidR="00A16FCD" w:rsidRDefault="003D1BC0" w:rsidP="00C737BC">
      <w:r>
        <w:t>&lt;/Tabelle&gt;</w:t>
      </w:r>
    </w:p>
    <w:p w14:paraId="6A97A459" w14:textId="77777777" w:rsidR="003D1BC0" w:rsidRDefault="003D1BC0" w:rsidP="00C737BC"/>
    <w:p w14:paraId="72D6A5F4" w14:textId="53445190" w:rsidR="00C737BC" w:rsidRDefault="00C737BC" w:rsidP="007A3F5B">
      <w:pPr>
        <w:pStyle w:val="berschrift3"/>
      </w:pPr>
      <w:r>
        <w:t>Kernmassen ausgewählter Nuklide</w:t>
      </w:r>
    </w:p>
    <w:p w14:paraId="4D56D6A0" w14:textId="77777777" w:rsidR="007A3F5B" w:rsidRDefault="007A3F5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08"/>
        <w:gridCol w:w="1097"/>
        <w:gridCol w:w="1742"/>
      </w:tblGrid>
      <w:tr w:rsidR="007A3F5B" w:rsidRPr="007A3F5B" w14:paraId="41F2B54C" w14:textId="77777777" w:rsidTr="003D2E48">
        <w:tc>
          <w:tcPr>
            <w:tcW w:w="0" w:type="auto"/>
          </w:tcPr>
          <w:p w14:paraId="17749ABC" w14:textId="77777777" w:rsidR="007A3F5B" w:rsidRPr="007A3F5B" w:rsidRDefault="007A3F5B" w:rsidP="00EA296F">
            <w:r w:rsidRPr="007A3F5B">
              <w:t>Z</w:t>
            </w:r>
          </w:p>
        </w:tc>
        <w:tc>
          <w:tcPr>
            <w:tcW w:w="0" w:type="auto"/>
          </w:tcPr>
          <w:p w14:paraId="6F60D345" w14:textId="77777777" w:rsidR="007A3F5B" w:rsidRPr="007A3F5B" w:rsidRDefault="007A3F5B" w:rsidP="00EA296F">
            <w:r w:rsidRPr="007A3F5B">
              <w:t>Nuklid</w:t>
            </w:r>
          </w:p>
        </w:tc>
        <w:tc>
          <w:tcPr>
            <w:tcW w:w="0" w:type="auto"/>
          </w:tcPr>
          <w:p w14:paraId="7095E803" w14:textId="77777777" w:rsidR="007A3F5B" w:rsidRPr="007A3F5B" w:rsidRDefault="007A3F5B" w:rsidP="00EA296F">
            <w:r w:rsidRPr="007A3F5B">
              <w:t>m_K in u</w:t>
            </w:r>
          </w:p>
        </w:tc>
      </w:tr>
      <w:tr w:rsidR="007A3F5B" w:rsidRPr="007A3F5B" w14:paraId="28C3669D" w14:textId="77777777" w:rsidTr="003D2E48">
        <w:tc>
          <w:tcPr>
            <w:tcW w:w="0" w:type="auto"/>
          </w:tcPr>
          <w:p w14:paraId="17220857" w14:textId="77777777" w:rsidR="007A3F5B" w:rsidRPr="007A3F5B" w:rsidRDefault="007A3F5B" w:rsidP="00EA296F">
            <w:r w:rsidRPr="007A3F5B">
              <w:t>1</w:t>
            </w:r>
          </w:p>
        </w:tc>
        <w:tc>
          <w:tcPr>
            <w:tcW w:w="0" w:type="auto"/>
          </w:tcPr>
          <w:p w14:paraId="0FA6C262" w14:textId="77777777" w:rsidR="007A3F5B" w:rsidRPr="007A3F5B" w:rsidRDefault="007A3F5B" w:rsidP="00EA296F">
            <w:r w:rsidRPr="007A3F5B">
              <w:t>H 1</w:t>
            </w:r>
          </w:p>
        </w:tc>
        <w:tc>
          <w:tcPr>
            <w:tcW w:w="0" w:type="auto"/>
          </w:tcPr>
          <w:p w14:paraId="0B7BD5BD" w14:textId="77777777" w:rsidR="007A3F5B" w:rsidRPr="007A3F5B" w:rsidRDefault="007A3F5B" w:rsidP="00EA296F">
            <w:r w:rsidRPr="007A3F5B">
              <w:t>1,007276</w:t>
            </w:r>
          </w:p>
        </w:tc>
      </w:tr>
      <w:tr w:rsidR="007A3F5B" w:rsidRPr="007A3F5B" w14:paraId="15DA736F" w14:textId="77777777" w:rsidTr="003D2E48">
        <w:tc>
          <w:tcPr>
            <w:tcW w:w="0" w:type="auto"/>
          </w:tcPr>
          <w:p w14:paraId="6B445C4A" w14:textId="77777777" w:rsidR="007A3F5B" w:rsidRPr="007A3F5B" w:rsidRDefault="007A3F5B" w:rsidP="00EA296F">
            <w:r w:rsidRPr="007A3F5B">
              <w:t>1</w:t>
            </w:r>
          </w:p>
        </w:tc>
        <w:tc>
          <w:tcPr>
            <w:tcW w:w="0" w:type="auto"/>
          </w:tcPr>
          <w:p w14:paraId="3895791F" w14:textId="77777777" w:rsidR="007A3F5B" w:rsidRPr="007A3F5B" w:rsidRDefault="007A3F5B" w:rsidP="00EA296F">
            <w:r w:rsidRPr="007A3F5B">
              <w:t>H 2</w:t>
            </w:r>
          </w:p>
        </w:tc>
        <w:tc>
          <w:tcPr>
            <w:tcW w:w="0" w:type="auto"/>
          </w:tcPr>
          <w:p w14:paraId="59546603" w14:textId="77777777" w:rsidR="007A3F5B" w:rsidRPr="007A3F5B" w:rsidRDefault="007A3F5B" w:rsidP="00EA296F">
            <w:r w:rsidRPr="007A3F5B">
              <w:t>2,013553</w:t>
            </w:r>
          </w:p>
        </w:tc>
      </w:tr>
      <w:tr w:rsidR="007A3F5B" w:rsidRPr="007A3F5B" w14:paraId="6E6166A9" w14:textId="77777777" w:rsidTr="003D2E48">
        <w:tc>
          <w:tcPr>
            <w:tcW w:w="0" w:type="auto"/>
          </w:tcPr>
          <w:p w14:paraId="788B23D7" w14:textId="77777777" w:rsidR="007A3F5B" w:rsidRPr="007A3F5B" w:rsidRDefault="007A3F5B" w:rsidP="00EA296F">
            <w:r w:rsidRPr="007A3F5B">
              <w:t>1</w:t>
            </w:r>
          </w:p>
        </w:tc>
        <w:tc>
          <w:tcPr>
            <w:tcW w:w="0" w:type="auto"/>
          </w:tcPr>
          <w:p w14:paraId="0CEAE9FE" w14:textId="77777777" w:rsidR="007A3F5B" w:rsidRPr="007A3F5B" w:rsidRDefault="007A3F5B" w:rsidP="00EA296F">
            <w:r w:rsidRPr="007A3F5B">
              <w:t>H 3</w:t>
            </w:r>
          </w:p>
        </w:tc>
        <w:tc>
          <w:tcPr>
            <w:tcW w:w="0" w:type="auto"/>
          </w:tcPr>
          <w:p w14:paraId="2B1F648E" w14:textId="77777777" w:rsidR="007A3F5B" w:rsidRPr="007A3F5B" w:rsidRDefault="007A3F5B" w:rsidP="00EA296F">
            <w:r w:rsidRPr="007A3F5B">
              <w:t>3,015501</w:t>
            </w:r>
          </w:p>
        </w:tc>
      </w:tr>
      <w:tr w:rsidR="007A3F5B" w:rsidRPr="007A3F5B" w14:paraId="64C4B5E2" w14:textId="77777777" w:rsidTr="003D2E48">
        <w:tc>
          <w:tcPr>
            <w:tcW w:w="0" w:type="auto"/>
          </w:tcPr>
          <w:p w14:paraId="29AC61C0" w14:textId="77777777" w:rsidR="007A3F5B" w:rsidRPr="007A3F5B" w:rsidRDefault="007A3F5B" w:rsidP="00EA296F">
            <w:r w:rsidRPr="007A3F5B">
              <w:t>2</w:t>
            </w:r>
          </w:p>
        </w:tc>
        <w:tc>
          <w:tcPr>
            <w:tcW w:w="0" w:type="auto"/>
          </w:tcPr>
          <w:p w14:paraId="552EBC12" w14:textId="77777777" w:rsidR="007A3F5B" w:rsidRPr="007A3F5B" w:rsidRDefault="007A3F5B" w:rsidP="00EA296F">
            <w:r w:rsidRPr="007A3F5B">
              <w:t>He 3</w:t>
            </w:r>
          </w:p>
        </w:tc>
        <w:tc>
          <w:tcPr>
            <w:tcW w:w="0" w:type="auto"/>
          </w:tcPr>
          <w:p w14:paraId="7CF1D6A7" w14:textId="77777777" w:rsidR="007A3F5B" w:rsidRPr="007A3F5B" w:rsidRDefault="007A3F5B" w:rsidP="00EA296F">
            <w:r w:rsidRPr="007A3F5B">
              <w:t>3,014932</w:t>
            </w:r>
          </w:p>
        </w:tc>
      </w:tr>
      <w:tr w:rsidR="007A3F5B" w:rsidRPr="007A3F5B" w14:paraId="5932D029" w14:textId="77777777" w:rsidTr="003D2E48">
        <w:tc>
          <w:tcPr>
            <w:tcW w:w="0" w:type="auto"/>
          </w:tcPr>
          <w:p w14:paraId="69828A9F" w14:textId="77777777" w:rsidR="007A3F5B" w:rsidRPr="007A3F5B" w:rsidRDefault="007A3F5B" w:rsidP="00EA296F">
            <w:r w:rsidRPr="007A3F5B">
              <w:t>2</w:t>
            </w:r>
          </w:p>
        </w:tc>
        <w:tc>
          <w:tcPr>
            <w:tcW w:w="0" w:type="auto"/>
          </w:tcPr>
          <w:p w14:paraId="500CE8B3" w14:textId="77777777" w:rsidR="007A3F5B" w:rsidRPr="007A3F5B" w:rsidRDefault="007A3F5B" w:rsidP="00EA296F">
            <w:r w:rsidRPr="007A3F5B">
              <w:t>He 4</w:t>
            </w:r>
          </w:p>
        </w:tc>
        <w:tc>
          <w:tcPr>
            <w:tcW w:w="0" w:type="auto"/>
          </w:tcPr>
          <w:p w14:paraId="1A480D4C" w14:textId="77777777" w:rsidR="007A3F5B" w:rsidRPr="007A3F5B" w:rsidRDefault="007A3F5B" w:rsidP="00EA296F">
            <w:r w:rsidRPr="007A3F5B">
              <w:t>4,001506</w:t>
            </w:r>
          </w:p>
        </w:tc>
      </w:tr>
      <w:tr w:rsidR="007A3F5B" w:rsidRPr="007A3F5B" w14:paraId="08E9E21B" w14:textId="77777777" w:rsidTr="003D2E48">
        <w:tc>
          <w:tcPr>
            <w:tcW w:w="0" w:type="auto"/>
          </w:tcPr>
          <w:p w14:paraId="0D688D8A" w14:textId="77777777" w:rsidR="007A3F5B" w:rsidRPr="007A3F5B" w:rsidRDefault="007A3F5B" w:rsidP="00EA296F">
            <w:r w:rsidRPr="007A3F5B">
              <w:t>3</w:t>
            </w:r>
          </w:p>
        </w:tc>
        <w:tc>
          <w:tcPr>
            <w:tcW w:w="0" w:type="auto"/>
          </w:tcPr>
          <w:p w14:paraId="7F0A9609" w14:textId="77777777" w:rsidR="007A3F5B" w:rsidRPr="007A3F5B" w:rsidRDefault="007A3F5B" w:rsidP="00EA296F">
            <w:r w:rsidRPr="007A3F5B">
              <w:t>Li 6</w:t>
            </w:r>
          </w:p>
        </w:tc>
        <w:tc>
          <w:tcPr>
            <w:tcW w:w="0" w:type="auto"/>
          </w:tcPr>
          <w:p w14:paraId="542ACC3B" w14:textId="77777777" w:rsidR="007A3F5B" w:rsidRPr="007A3F5B" w:rsidRDefault="007A3F5B" w:rsidP="00EA296F">
            <w:r w:rsidRPr="007A3F5B">
              <w:t>6,013477</w:t>
            </w:r>
          </w:p>
        </w:tc>
      </w:tr>
      <w:tr w:rsidR="007A3F5B" w:rsidRPr="007A3F5B" w14:paraId="0735EF6E" w14:textId="77777777" w:rsidTr="003D2E48">
        <w:tc>
          <w:tcPr>
            <w:tcW w:w="0" w:type="auto"/>
          </w:tcPr>
          <w:p w14:paraId="0F93E427" w14:textId="77777777" w:rsidR="007A3F5B" w:rsidRPr="007A3F5B" w:rsidRDefault="007A3F5B" w:rsidP="00EA296F">
            <w:r w:rsidRPr="007A3F5B">
              <w:t>3</w:t>
            </w:r>
          </w:p>
        </w:tc>
        <w:tc>
          <w:tcPr>
            <w:tcW w:w="0" w:type="auto"/>
          </w:tcPr>
          <w:p w14:paraId="37A46471" w14:textId="77777777" w:rsidR="007A3F5B" w:rsidRPr="007A3F5B" w:rsidRDefault="007A3F5B" w:rsidP="00EA296F">
            <w:r w:rsidRPr="007A3F5B">
              <w:t>Li 7</w:t>
            </w:r>
          </w:p>
        </w:tc>
        <w:tc>
          <w:tcPr>
            <w:tcW w:w="0" w:type="auto"/>
          </w:tcPr>
          <w:p w14:paraId="38AE0656" w14:textId="77777777" w:rsidR="007A3F5B" w:rsidRPr="007A3F5B" w:rsidRDefault="007A3F5B" w:rsidP="00EA296F">
            <w:r w:rsidRPr="007A3F5B">
              <w:t>7,014358</w:t>
            </w:r>
          </w:p>
        </w:tc>
      </w:tr>
      <w:tr w:rsidR="007A3F5B" w:rsidRPr="007A3F5B" w14:paraId="1A7F793F" w14:textId="77777777" w:rsidTr="003D2E48">
        <w:tc>
          <w:tcPr>
            <w:tcW w:w="0" w:type="auto"/>
          </w:tcPr>
          <w:p w14:paraId="3B2F0ECD" w14:textId="77777777" w:rsidR="007A3F5B" w:rsidRPr="007A3F5B" w:rsidRDefault="007A3F5B" w:rsidP="00EA296F">
            <w:r w:rsidRPr="007A3F5B">
              <w:t>4</w:t>
            </w:r>
          </w:p>
        </w:tc>
        <w:tc>
          <w:tcPr>
            <w:tcW w:w="0" w:type="auto"/>
          </w:tcPr>
          <w:p w14:paraId="17579F06" w14:textId="77777777" w:rsidR="007A3F5B" w:rsidRPr="007A3F5B" w:rsidRDefault="007A3F5B" w:rsidP="00EA296F">
            <w:r w:rsidRPr="007A3F5B">
              <w:t>Be 9</w:t>
            </w:r>
          </w:p>
        </w:tc>
        <w:tc>
          <w:tcPr>
            <w:tcW w:w="0" w:type="auto"/>
          </w:tcPr>
          <w:p w14:paraId="177C66C6" w14:textId="77777777" w:rsidR="007A3F5B" w:rsidRPr="007A3F5B" w:rsidRDefault="007A3F5B" w:rsidP="00EA296F">
            <w:r w:rsidRPr="007A3F5B">
              <w:t>9,009989</w:t>
            </w:r>
          </w:p>
        </w:tc>
      </w:tr>
      <w:tr w:rsidR="007A3F5B" w:rsidRPr="007A3F5B" w14:paraId="3FA6650E" w14:textId="77777777" w:rsidTr="003D2E48">
        <w:tc>
          <w:tcPr>
            <w:tcW w:w="0" w:type="auto"/>
          </w:tcPr>
          <w:p w14:paraId="275B2C05" w14:textId="77777777" w:rsidR="007A3F5B" w:rsidRPr="007A3F5B" w:rsidRDefault="007A3F5B" w:rsidP="00EA296F">
            <w:r w:rsidRPr="007A3F5B">
              <w:t>4</w:t>
            </w:r>
          </w:p>
        </w:tc>
        <w:tc>
          <w:tcPr>
            <w:tcW w:w="0" w:type="auto"/>
          </w:tcPr>
          <w:p w14:paraId="6FB49641" w14:textId="5DE4CB63" w:rsidR="007A3F5B" w:rsidRPr="007A3F5B" w:rsidRDefault="00F12D2A" w:rsidP="00EA296F">
            <w:r>
              <w:t>B</w:t>
            </w:r>
            <w:r w:rsidR="007A3F5B" w:rsidRPr="007A3F5B">
              <w:t>e 10</w:t>
            </w:r>
          </w:p>
        </w:tc>
        <w:tc>
          <w:tcPr>
            <w:tcW w:w="0" w:type="auto"/>
          </w:tcPr>
          <w:p w14:paraId="7DF51EAA" w14:textId="77777777" w:rsidR="007A3F5B" w:rsidRPr="007A3F5B" w:rsidRDefault="007A3F5B" w:rsidP="00EA296F">
            <w:r w:rsidRPr="007A3F5B">
              <w:t>10,011340</w:t>
            </w:r>
          </w:p>
        </w:tc>
      </w:tr>
      <w:tr w:rsidR="007A3F5B" w:rsidRPr="007A3F5B" w14:paraId="578FE592" w14:textId="77777777" w:rsidTr="003D2E48">
        <w:tc>
          <w:tcPr>
            <w:tcW w:w="0" w:type="auto"/>
          </w:tcPr>
          <w:p w14:paraId="6D7FA951" w14:textId="77777777" w:rsidR="007A3F5B" w:rsidRPr="007A3F5B" w:rsidRDefault="007A3F5B" w:rsidP="00EA296F">
            <w:r w:rsidRPr="007A3F5B">
              <w:t>5</w:t>
            </w:r>
          </w:p>
        </w:tc>
        <w:tc>
          <w:tcPr>
            <w:tcW w:w="0" w:type="auto"/>
          </w:tcPr>
          <w:p w14:paraId="558F8375" w14:textId="77777777" w:rsidR="007A3F5B" w:rsidRPr="007A3F5B" w:rsidRDefault="007A3F5B" w:rsidP="00EA296F">
            <w:r w:rsidRPr="007A3F5B">
              <w:t>B 10</w:t>
            </w:r>
          </w:p>
        </w:tc>
        <w:tc>
          <w:tcPr>
            <w:tcW w:w="0" w:type="auto"/>
          </w:tcPr>
          <w:p w14:paraId="7DB3033B" w14:textId="77777777" w:rsidR="007A3F5B" w:rsidRPr="007A3F5B" w:rsidRDefault="007A3F5B" w:rsidP="00EA296F">
            <w:r w:rsidRPr="007A3F5B">
              <w:t>10,010194</w:t>
            </w:r>
          </w:p>
        </w:tc>
      </w:tr>
      <w:tr w:rsidR="007A3F5B" w:rsidRPr="007A3F5B" w14:paraId="584C8B9A" w14:textId="77777777" w:rsidTr="003D2E48">
        <w:tc>
          <w:tcPr>
            <w:tcW w:w="0" w:type="auto"/>
          </w:tcPr>
          <w:p w14:paraId="4666E4AF" w14:textId="77777777" w:rsidR="007A3F5B" w:rsidRPr="007A3F5B" w:rsidRDefault="007A3F5B" w:rsidP="00EA296F">
            <w:r w:rsidRPr="007A3F5B">
              <w:t>5</w:t>
            </w:r>
          </w:p>
        </w:tc>
        <w:tc>
          <w:tcPr>
            <w:tcW w:w="0" w:type="auto"/>
          </w:tcPr>
          <w:p w14:paraId="745FF4D3" w14:textId="77777777" w:rsidR="007A3F5B" w:rsidRPr="007A3F5B" w:rsidRDefault="007A3F5B" w:rsidP="00EA296F">
            <w:r w:rsidRPr="007A3F5B">
              <w:t>B 11</w:t>
            </w:r>
          </w:p>
        </w:tc>
        <w:tc>
          <w:tcPr>
            <w:tcW w:w="0" w:type="auto"/>
          </w:tcPr>
          <w:p w14:paraId="20402808" w14:textId="77777777" w:rsidR="007A3F5B" w:rsidRPr="007A3F5B" w:rsidRDefault="007A3F5B" w:rsidP="00EA296F">
            <w:r w:rsidRPr="007A3F5B">
              <w:t>11,006562</w:t>
            </w:r>
          </w:p>
        </w:tc>
      </w:tr>
      <w:tr w:rsidR="007A3F5B" w:rsidRPr="007A3F5B" w14:paraId="3D6BF49D" w14:textId="77777777" w:rsidTr="003D2E48">
        <w:tc>
          <w:tcPr>
            <w:tcW w:w="0" w:type="auto"/>
          </w:tcPr>
          <w:p w14:paraId="0B9484D7" w14:textId="77777777" w:rsidR="007A3F5B" w:rsidRPr="007A3F5B" w:rsidRDefault="007A3F5B" w:rsidP="00EA296F">
            <w:r w:rsidRPr="007A3F5B">
              <w:t>6</w:t>
            </w:r>
          </w:p>
        </w:tc>
        <w:tc>
          <w:tcPr>
            <w:tcW w:w="0" w:type="auto"/>
          </w:tcPr>
          <w:p w14:paraId="5BB8E32D" w14:textId="77777777" w:rsidR="007A3F5B" w:rsidRPr="007A3F5B" w:rsidRDefault="007A3F5B" w:rsidP="00EA296F">
            <w:r w:rsidRPr="007A3F5B">
              <w:t>C 12</w:t>
            </w:r>
          </w:p>
        </w:tc>
        <w:tc>
          <w:tcPr>
            <w:tcW w:w="0" w:type="auto"/>
          </w:tcPr>
          <w:p w14:paraId="5EF02297" w14:textId="77777777" w:rsidR="007A3F5B" w:rsidRPr="007A3F5B" w:rsidRDefault="007A3F5B" w:rsidP="00EA296F">
            <w:r w:rsidRPr="007A3F5B">
              <w:t>11,996708</w:t>
            </w:r>
          </w:p>
        </w:tc>
      </w:tr>
      <w:tr w:rsidR="007A3F5B" w:rsidRPr="007A3F5B" w14:paraId="4ED9D515" w14:textId="77777777" w:rsidTr="003D2E48">
        <w:tc>
          <w:tcPr>
            <w:tcW w:w="0" w:type="auto"/>
          </w:tcPr>
          <w:p w14:paraId="71940B3E" w14:textId="77777777" w:rsidR="007A3F5B" w:rsidRPr="007A3F5B" w:rsidRDefault="007A3F5B" w:rsidP="00EA296F">
            <w:r w:rsidRPr="007A3F5B">
              <w:t>6</w:t>
            </w:r>
          </w:p>
        </w:tc>
        <w:tc>
          <w:tcPr>
            <w:tcW w:w="0" w:type="auto"/>
          </w:tcPr>
          <w:p w14:paraId="57802C0E" w14:textId="77777777" w:rsidR="007A3F5B" w:rsidRPr="007A3F5B" w:rsidRDefault="007A3F5B" w:rsidP="00EA296F">
            <w:r w:rsidRPr="007A3F5B">
              <w:t>C 13</w:t>
            </w:r>
          </w:p>
        </w:tc>
        <w:tc>
          <w:tcPr>
            <w:tcW w:w="0" w:type="auto"/>
          </w:tcPr>
          <w:p w14:paraId="6B26E987" w14:textId="77777777" w:rsidR="007A3F5B" w:rsidRPr="007A3F5B" w:rsidRDefault="007A3F5B" w:rsidP="00EA296F">
            <w:r w:rsidRPr="007A3F5B">
              <w:t>13,000063</w:t>
            </w:r>
          </w:p>
        </w:tc>
      </w:tr>
      <w:tr w:rsidR="007A3F5B" w:rsidRPr="007A3F5B" w14:paraId="63C901A1" w14:textId="77777777" w:rsidTr="003D2E48">
        <w:tc>
          <w:tcPr>
            <w:tcW w:w="0" w:type="auto"/>
          </w:tcPr>
          <w:p w14:paraId="15D055FB" w14:textId="77777777" w:rsidR="007A3F5B" w:rsidRPr="007A3F5B" w:rsidRDefault="007A3F5B" w:rsidP="00EA296F">
            <w:r w:rsidRPr="007A3F5B">
              <w:t>6</w:t>
            </w:r>
          </w:p>
        </w:tc>
        <w:tc>
          <w:tcPr>
            <w:tcW w:w="0" w:type="auto"/>
          </w:tcPr>
          <w:p w14:paraId="747F3F5E" w14:textId="77777777" w:rsidR="007A3F5B" w:rsidRPr="007A3F5B" w:rsidRDefault="007A3F5B" w:rsidP="00EA296F">
            <w:r w:rsidRPr="007A3F5B">
              <w:t>C 14</w:t>
            </w:r>
          </w:p>
        </w:tc>
        <w:tc>
          <w:tcPr>
            <w:tcW w:w="0" w:type="auto"/>
          </w:tcPr>
          <w:p w14:paraId="50AEFA66" w14:textId="77777777" w:rsidR="007A3F5B" w:rsidRPr="007A3F5B" w:rsidRDefault="007A3F5B" w:rsidP="00EA296F">
            <w:r w:rsidRPr="007A3F5B">
              <w:t>13,999950</w:t>
            </w:r>
          </w:p>
        </w:tc>
      </w:tr>
      <w:tr w:rsidR="007A3F5B" w:rsidRPr="007A3F5B" w14:paraId="5FDB6588" w14:textId="77777777" w:rsidTr="003D2E48">
        <w:tc>
          <w:tcPr>
            <w:tcW w:w="0" w:type="auto"/>
          </w:tcPr>
          <w:p w14:paraId="315070E1" w14:textId="77777777" w:rsidR="007A3F5B" w:rsidRPr="007A3F5B" w:rsidRDefault="007A3F5B" w:rsidP="00EA296F">
            <w:r w:rsidRPr="007A3F5B">
              <w:t>7</w:t>
            </w:r>
          </w:p>
        </w:tc>
        <w:tc>
          <w:tcPr>
            <w:tcW w:w="0" w:type="auto"/>
          </w:tcPr>
          <w:p w14:paraId="76073716" w14:textId="77777777" w:rsidR="007A3F5B" w:rsidRPr="007A3F5B" w:rsidRDefault="007A3F5B" w:rsidP="00EA296F">
            <w:r w:rsidRPr="007A3F5B">
              <w:t>N 14</w:t>
            </w:r>
          </w:p>
        </w:tc>
        <w:tc>
          <w:tcPr>
            <w:tcW w:w="0" w:type="auto"/>
          </w:tcPr>
          <w:p w14:paraId="0DD92E8C" w14:textId="77777777" w:rsidR="007A3F5B" w:rsidRPr="007A3F5B" w:rsidRDefault="007A3F5B" w:rsidP="00EA296F">
            <w:r w:rsidRPr="007A3F5B">
              <w:t>13,999234</w:t>
            </w:r>
          </w:p>
        </w:tc>
      </w:tr>
      <w:tr w:rsidR="007A3F5B" w:rsidRPr="007A3F5B" w14:paraId="57A028AF" w14:textId="77777777" w:rsidTr="003D2E48">
        <w:tc>
          <w:tcPr>
            <w:tcW w:w="0" w:type="auto"/>
          </w:tcPr>
          <w:p w14:paraId="7ED306D7" w14:textId="77777777" w:rsidR="007A3F5B" w:rsidRPr="007A3F5B" w:rsidRDefault="007A3F5B" w:rsidP="00EA296F">
            <w:r w:rsidRPr="007A3F5B">
              <w:t>7</w:t>
            </w:r>
          </w:p>
        </w:tc>
        <w:tc>
          <w:tcPr>
            <w:tcW w:w="0" w:type="auto"/>
          </w:tcPr>
          <w:p w14:paraId="00BA70A7" w14:textId="77777777" w:rsidR="007A3F5B" w:rsidRPr="007A3F5B" w:rsidRDefault="007A3F5B" w:rsidP="00EA296F">
            <w:r w:rsidRPr="007A3F5B">
              <w:t>N 15</w:t>
            </w:r>
          </w:p>
        </w:tc>
        <w:tc>
          <w:tcPr>
            <w:tcW w:w="0" w:type="auto"/>
          </w:tcPr>
          <w:p w14:paraId="0B80649A" w14:textId="77777777" w:rsidR="007A3F5B" w:rsidRPr="007A3F5B" w:rsidRDefault="007A3F5B" w:rsidP="00EA296F">
            <w:r w:rsidRPr="007A3F5B">
              <w:t>14,996269</w:t>
            </w:r>
          </w:p>
        </w:tc>
      </w:tr>
      <w:tr w:rsidR="007A3F5B" w:rsidRPr="007A3F5B" w14:paraId="5F2D5A40" w14:textId="77777777" w:rsidTr="003D2E48">
        <w:tc>
          <w:tcPr>
            <w:tcW w:w="0" w:type="auto"/>
          </w:tcPr>
          <w:p w14:paraId="3645A485" w14:textId="77777777" w:rsidR="007A3F5B" w:rsidRPr="007A3F5B" w:rsidRDefault="007A3F5B" w:rsidP="00EA296F">
            <w:r w:rsidRPr="007A3F5B">
              <w:lastRenderedPageBreak/>
              <w:t>7</w:t>
            </w:r>
          </w:p>
        </w:tc>
        <w:tc>
          <w:tcPr>
            <w:tcW w:w="0" w:type="auto"/>
          </w:tcPr>
          <w:p w14:paraId="28C54381" w14:textId="77777777" w:rsidR="007A3F5B" w:rsidRPr="007A3F5B" w:rsidRDefault="007A3F5B" w:rsidP="00EA296F">
            <w:r w:rsidRPr="007A3F5B">
              <w:t>N 16</w:t>
            </w:r>
          </w:p>
        </w:tc>
        <w:tc>
          <w:tcPr>
            <w:tcW w:w="0" w:type="auto"/>
          </w:tcPr>
          <w:p w14:paraId="32BB86C1" w14:textId="77777777" w:rsidR="007A3F5B" w:rsidRPr="007A3F5B" w:rsidRDefault="007A3F5B" w:rsidP="00EA296F">
            <w:r w:rsidRPr="007A3F5B">
              <w:t>16,002262</w:t>
            </w:r>
          </w:p>
        </w:tc>
      </w:tr>
      <w:tr w:rsidR="007A3F5B" w:rsidRPr="007A3F5B" w14:paraId="15169557" w14:textId="77777777" w:rsidTr="003D2E48">
        <w:tc>
          <w:tcPr>
            <w:tcW w:w="0" w:type="auto"/>
          </w:tcPr>
          <w:p w14:paraId="69EC35AB" w14:textId="77777777" w:rsidR="007A3F5B" w:rsidRPr="007A3F5B" w:rsidRDefault="007A3F5B" w:rsidP="00EA296F">
            <w:r w:rsidRPr="007A3F5B">
              <w:t>8</w:t>
            </w:r>
          </w:p>
        </w:tc>
        <w:tc>
          <w:tcPr>
            <w:tcW w:w="0" w:type="auto"/>
          </w:tcPr>
          <w:p w14:paraId="25D3DAF5" w14:textId="77777777" w:rsidR="007A3F5B" w:rsidRPr="007A3F5B" w:rsidRDefault="007A3F5B" w:rsidP="00EA296F">
            <w:r w:rsidRPr="007A3F5B">
              <w:t>O 15</w:t>
            </w:r>
          </w:p>
        </w:tc>
        <w:tc>
          <w:tcPr>
            <w:tcW w:w="0" w:type="auto"/>
          </w:tcPr>
          <w:p w14:paraId="4B83A9D1" w14:textId="77777777" w:rsidR="007A3F5B" w:rsidRPr="007A3F5B" w:rsidRDefault="007A3F5B" w:rsidP="00EA296F">
            <w:r w:rsidRPr="007A3F5B">
              <w:t>14,998677</w:t>
            </w:r>
          </w:p>
        </w:tc>
      </w:tr>
      <w:tr w:rsidR="007A3F5B" w:rsidRPr="007A3F5B" w14:paraId="5AD2AC39" w14:textId="77777777" w:rsidTr="003D2E48">
        <w:tc>
          <w:tcPr>
            <w:tcW w:w="0" w:type="auto"/>
          </w:tcPr>
          <w:p w14:paraId="1E6BD8FD" w14:textId="77777777" w:rsidR="007A3F5B" w:rsidRPr="007A3F5B" w:rsidRDefault="007A3F5B" w:rsidP="00EA296F">
            <w:r w:rsidRPr="007A3F5B">
              <w:t>8</w:t>
            </w:r>
          </w:p>
        </w:tc>
        <w:tc>
          <w:tcPr>
            <w:tcW w:w="0" w:type="auto"/>
          </w:tcPr>
          <w:p w14:paraId="2A702619" w14:textId="77777777" w:rsidR="007A3F5B" w:rsidRPr="007A3F5B" w:rsidRDefault="007A3F5B" w:rsidP="00EA296F">
            <w:r w:rsidRPr="007A3F5B">
              <w:t>O 16</w:t>
            </w:r>
          </w:p>
        </w:tc>
        <w:tc>
          <w:tcPr>
            <w:tcW w:w="0" w:type="auto"/>
          </w:tcPr>
          <w:p w14:paraId="2B724BCC" w14:textId="77777777" w:rsidR="007A3F5B" w:rsidRPr="007A3F5B" w:rsidRDefault="007A3F5B" w:rsidP="00EA296F">
            <w:r w:rsidRPr="007A3F5B">
              <w:t>15,990526</w:t>
            </w:r>
          </w:p>
        </w:tc>
      </w:tr>
      <w:tr w:rsidR="007A3F5B" w:rsidRPr="007A3F5B" w14:paraId="19A7F15C" w14:textId="77777777" w:rsidTr="003D2E48">
        <w:tc>
          <w:tcPr>
            <w:tcW w:w="0" w:type="auto"/>
          </w:tcPr>
          <w:p w14:paraId="5F25DBC0" w14:textId="77777777" w:rsidR="007A3F5B" w:rsidRPr="007A3F5B" w:rsidRDefault="007A3F5B" w:rsidP="00EA296F">
            <w:r w:rsidRPr="007A3F5B">
              <w:t>8</w:t>
            </w:r>
          </w:p>
        </w:tc>
        <w:tc>
          <w:tcPr>
            <w:tcW w:w="0" w:type="auto"/>
          </w:tcPr>
          <w:p w14:paraId="4A6C34CF" w14:textId="77777777" w:rsidR="007A3F5B" w:rsidRPr="007A3F5B" w:rsidRDefault="007A3F5B" w:rsidP="00EA296F">
            <w:r w:rsidRPr="007A3F5B">
              <w:t>O 17</w:t>
            </w:r>
          </w:p>
        </w:tc>
        <w:tc>
          <w:tcPr>
            <w:tcW w:w="0" w:type="auto"/>
          </w:tcPr>
          <w:p w14:paraId="3432BDCB" w14:textId="77777777" w:rsidR="007A3F5B" w:rsidRPr="007A3F5B" w:rsidRDefault="007A3F5B" w:rsidP="00EA296F">
            <w:r w:rsidRPr="007A3F5B">
              <w:t>16,994743</w:t>
            </w:r>
          </w:p>
        </w:tc>
      </w:tr>
      <w:tr w:rsidR="007A3F5B" w:rsidRPr="007A3F5B" w14:paraId="466B91D0" w14:textId="77777777" w:rsidTr="003D2E48">
        <w:tc>
          <w:tcPr>
            <w:tcW w:w="0" w:type="auto"/>
          </w:tcPr>
          <w:p w14:paraId="5AE31D61" w14:textId="77777777" w:rsidR="007A3F5B" w:rsidRPr="007A3F5B" w:rsidRDefault="007A3F5B" w:rsidP="00EA296F">
            <w:r w:rsidRPr="007A3F5B">
              <w:t>8</w:t>
            </w:r>
          </w:p>
        </w:tc>
        <w:tc>
          <w:tcPr>
            <w:tcW w:w="0" w:type="auto"/>
          </w:tcPr>
          <w:p w14:paraId="55EAEC9A" w14:textId="77777777" w:rsidR="007A3F5B" w:rsidRPr="007A3F5B" w:rsidRDefault="007A3F5B" w:rsidP="00EA296F">
            <w:r w:rsidRPr="007A3F5B">
              <w:t>O 18</w:t>
            </w:r>
          </w:p>
        </w:tc>
        <w:tc>
          <w:tcPr>
            <w:tcW w:w="0" w:type="auto"/>
          </w:tcPr>
          <w:p w14:paraId="3083AC09" w14:textId="77777777" w:rsidR="007A3F5B" w:rsidRPr="007A3F5B" w:rsidRDefault="007A3F5B" w:rsidP="00EA296F">
            <w:r w:rsidRPr="007A3F5B">
              <w:t>17,994771</w:t>
            </w:r>
          </w:p>
        </w:tc>
      </w:tr>
    </w:tbl>
    <w:p w14:paraId="3FD82960" w14:textId="62B82456" w:rsidR="007A3F5B" w:rsidRDefault="007A3F5B" w:rsidP="00C737BC">
      <w:r>
        <w:t>&lt;/Tabelle&gt;</w:t>
      </w:r>
    </w:p>
    <w:p w14:paraId="75443E8C" w14:textId="543CE98A" w:rsidR="007A3F5B" w:rsidRDefault="007A3F5B" w:rsidP="00C737BC"/>
    <w:p w14:paraId="2D2CD28D" w14:textId="77777777" w:rsidR="00C737BC" w:rsidRDefault="00C737BC" w:rsidP="009D70FB">
      <w:pPr>
        <w:pStyle w:val="berschrift3"/>
      </w:pPr>
      <w:r>
        <w:t>Atommassen ausgewählter Nuklide</w:t>
      </w:r>
    </w:p>
    <w:p w14:paraId="1B47C3BA" w14:textId="4F7AB89A" w:rsidR="00BF542D" w:rsidRDefault="00BF542D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73"/>
        <w:gridCol w:w="1313"/>
        <w:gridCol w:w="1920"/>
      </w:tblGrid>
      <w:tr w:rsidR="00BF542D" w:rsidRPr="00BF542D" w14:paraId="62572D1D" w14:textId="77777777" w:rsidTr="003D2E48">
        <w:tc>
          <w:tcPr>
            <w:tcW w:w="0" w:type="auto"/>
          </w:tcPr>
          <w:p w14:paraId="2B2C8758" w14:textId="77777777" w:rsidR="00BF542D" w:rsidRPr="00BF542D" w:rsidRDefault="00BF542D" w:rsidP="00EA296F">
            <w:r w:rsidRPr="00BF542D">
              <w:t>Z</w:t>
            </w:r>
          </w:p>
        </w:tc>
        <w:tc>
          <w:tcPr>
            <w:tcW w:w="0" w:type="auto"/>
          </w:tcPr>
          <w:p w14:paraId="66510D76" w14:textId="77777777" w:rsidR="00BF542D" w:rsidRPr="00BF542D" w:rsidRDefault="00BF542D" w:rsidP="00EA296F">
            <w:r w:rsidRPr="00BF542D">
              <w:t>Nuklid</w:t>
            </w:r>
          </w:p>
        </w:tc>
        <w:tc>
          <w:tcPr>
            <w:tcW w:w="0" w:type="auto"/>
          </w:tcPr>
          <w:p w14:paraId="4E7E678B" w14:textId="77777777" w:rsidR="00BF542D" w:rsidRPr="00BF542D" w:rsidRDefault="00BF542D" w:rsidP="00EA296F">
            <w:r w:rsidRPr="00BF542D">
              <w:t>m_a in u</w:t>
            </w:r>
          </w:p>
        </w:tc>
      </w:tr>
      <w:tr w:rsidR="00BF542D" w:rsidRPr="00BF542D" w14:paraId="303FB153" w14:textId="77777777" w:rsidTr="003D2E48">
        <w:tc>
          <w:tcPr>
            <w:tcW w:w="0" w:type="auto"/>
          </w:tcPr>
          <w:p w14:paraId="456AA7C6" w14:textId="77777777" w:rsidR="00BF542D" w:rsidRPr="00BF542D" w:rsidRDefault="00BF542D" w:rsidP="00EA296F">
            <w:r w:rsidRPr="00BF542D">
              <w:t>1</w:t>
            </w:r>
          </w:p>
        </w:tc>
        <w:tc>
          <w:tcPr>
            <w:tcW w:w="0" w:type="auto"/>
          </w:tcPr>
          <w:p w14:paraId="27B32289" w14:textId="77777777" w:rsidR="00BF542D" w:rsidRPr="00BF542D" w:rsidRDefault="00BF542D" w:rsidP="00EA296F">
            <w:r w:rsidRPr="00BF542D">
              <w:t>H 1</w:t>
            </w:r>
          </w:p>
        </w:tc>
        <w:tc>
          <w:tcPr>
            <w:tcW w:w="0" w:type="auto"/>
          </w:tcPr>
          <w:p w14:paraId="1E409FD0" w14:textId="77777777" w:rsidR="00BF542D" w:rsidRPr="00BF542D" w:rsidRDefault="00BF542D" w:rsidP="00EA296F">
            <w:r w:rsidRPr="00BF542D">
              <w:t>1,007825</w:t>
            </w:r>
          </w:p>
        </w:tc>
      </w:tr>
      <w:tr w:rsidR="00BF542D" w:rsidRPr="00BF542D" w14:paraId="1CE53E24" w14:textId="77777777" w:rsidTr="003D2E48">
        <w:tc>
          <w:tcPr>
            <w:tcW w:w="0" w:type="auto"/>
          </w:tcPr>
          <w:p w14:paraId="168290ED" w14:textId="77777777" w:rsidR="00BF542D" w:rsidRPr="00BF542D" w:rsidRDefault="00BF542D" w:rsidP="00EA296F">
            <w:r w:rsidRPr="00BF542D">
              <w:t>1</w:t>
            </w:r>
          </w:p>
        </w:tc>
        <w:tc>
          <w:tcPr>
            <w:tcW w:w="0" w:type="auto"/>
          </w:tcPr>
          <w:p w14:paraId="29FE8A6C" w14:textId="77777777" w:rsidR="00BF542D" w:rsidRPr="00BF542D" w:rsidRDefault="00BF542D" w:rsidP="00EA296F">
            <w:r w:rsidRPr="00BF542D">
              <w:t>H 2</w:t>
            </w:r>
          </w:p>
        </w:tc>
        <w:tc>
          <w:tcPr>
            <w:tcW w:w="0" w:type="auto"/>
          </w:tcPr>
          <w:p w14:paraId="25111F29" w14:textId="77777777" w:rsidR="00BF542D" w:rsidRPr="00BF542D" w:rsidRDefault="00BF542D" w:rsidP="00EA296F">
            <w:r w:rsidRPr="00BF542D">
              <w:t>2,014102</w:t>
            </w:r>
          </w:p>
        </w:tc>
      </w:tr>
      <w:tr w:rsidR="00BF542D" w:rsidRPr="00BF542D" w14:paraId="6C493B78" w14:textId="77777777" w:rsidTr="003D2E48">
        <w:tc>
          <w:tcPr>
            <w:tcW w:w="0" w:type="auto"/>
          </w:tcPr>
          <w:p w14:paraId="218DA12E" w14:textId="77777777" w:rsidR="00BF542D" w:rsidRPr="00BF542D" w:rsidRDefault="00BF542D" w:rsidP="00EA296F">
            <w:r w:rsidRPr="00BF542D">
              <w:t>1</w:t>
            </w:r>
          </w:p>
        </w:tc>
        <w:tc>
          <w:tcPr>
            <w:tcW w:w="0" w:type="auto"/>
          </w:tcPr>
          <w:p w14:paraId="516D1ABB" w14:textId="77777777" w:rsidR="00BF542D" w:rsidRPr="00BF542D" w:rsidRDefault="00BF542D" w:rsidP="00EA296F">
            <w:r w:rsidRPr="00BF542D">
              <w:t>H 3</w:t>
            </w:r>
          </w:p>
        </w:tc>
        <w:tc>
          <w:tcPr>
            <w:tcW w:w="0" w:type="auto"/>
          </w:tcPr>
          <w:p w14:paraId="61A75A8A" w14:textId="77777777" w:rsidR="00BF542D" w:rsidRPr="00BF542D" w:rsidRDefault="00BF542D" w:rsidP="00EA296F">
            <w:r w:rsidRPr="00BF542D">
              <w:t>3,016049</w:t>
            </w:r>
          </w:p>
        </w:tc>
      </w:tr>
      <w:tr w:rsidR="00BF542D" w:rsidRPr="00BF542D" w14:paraId="732D7924" w14:textId="77777777" w:rsidTr="003D2E48">
        <w:tc>
          <w:tcPr>
            <w:tcW w:w="0" w:type="auto"/>
          </w:tcPr>
          <w:p w14:paraId="507B548B" w14:textId="77777777" w:rsidR="00BF542D" w:rsidRPr="00BF542D" w:rsidRDefault="00BF542D" w:rsidP="00EA296F">
            <w:r w:rsidRPr="00BF542D">
              <w:t>2</w:t>
            </w:r>
          </w:p>
        </w:tc>
        <w:tc>
          <w:tcPr>
            <w:tcW w:w="0" w:type="auto"/>
          </w:tcPr>
          <w:p w14:paraId="26672C58" w14:textId="77777777" w:rsidR="00BF542D" w:rsidRPr="00BF542D" w:rsidRDefault="00BF542D" w:rsidP="00EA296F">
            <w:r w:rsidRPr="00BF542D">
              <w:t>He 3</w:t>
            </w:r>
          </w:p>
        </w:tc>
        <w:tc>
          <w:tcPr>
            <w:tcW w:w="0" w:type="auto"/>
          </w:tcPr>
          <w:p w14:paraId="5F1CE942" w14:textId="77777777" w:rsidR="00BF542D" w:rsidRPr="00BF542D" w:rsidRDefault="00BF542D" w:rsidP="00EA296F">
            <w:r w:rsidRPr="00BF542D">
              <w:t>3,016029</w:t>
            </w:r>
          </w:p>
        </w:tc>
      </w:tr>
      <w:tr w:rsidR="00BF542D" w:rsidRPr="00BF542D" w14:paraId="7CFEC66F" w14:textId="77777777" w:rsidTr="003D2E48">
        <w:tc>
          <w:tcPr>
            <w:tcW w:w="0" w:type="auto"/>
          </w:tcPr>
          <w:p w14:paraId="328D570F" w14:textId="77777777" w:rsidR="00BF542D" w:rsidRPr="00BF542D" w:rsidRDefault="00BF542D" w:rsidP="00EA296F">
            <w:r w:rsidRPr="00BF542D">
              <w:t>2</w:t>
            </w:r>
          </w:p>
        </w:tc>
        <w:tc>
          <w:tcPr>
            <w:tcW w:w="0" w:type="auto"/>
          </w:tcPr>
          <w:p w14:paraId="7351B363" w14:textId="77777777" w:rsidR="00BF542D" w:rsidRPr="00BF542D" w:rsidRDefault="00BF542D" w:rsidP="00EA296F">
            <w:r w:rsidRPr="00BF542D">
              <w:t>He 4</w:t>
            </w:r>
          </w:p>
        </w:tc>
        <w:tc>
          <w:tcPr>
            <w:tcW w:w="0" w:type="auto"/>
          </w:tcPr>
          <w:p w14:paraId="205BCE1C" w14:textId="77777777" w:rsidR="00BF542D" w:rsidRPr="00BF542D" w:rsidRDefault="00BF542D" w:rsidP="00EA296F">
            <w:r w:rsidRPr="00BF542D">
              <w:t>4,002603</w:t>
            </w:r>
          </w:p>
        </w:tc>
      </w:tr>
      <w:tr w:rsidR="00BF542D" w:rsidRPr="00BF542D" w14:paraId="18914424" w14:textId="77777777" w:rsidTr="003D2E48">
        <w:tc>
          <w:tcPr>
            <w:tcW w:w="0" w:type="auto"/>
          </w:tcPr>
          <w:p w14:paraId="550F8E5A" w14:textId="77777777" w:rsidR="00BF542D" w:rsidRPr="00BF542D" w:rsidRDefault="00BF542D" w:rsidP="00EA296F">
            <w:r w:rsidRPr="00BF542D">
              <w:t>3</w:t>
            </w:r>
          </w:p>
        </w:tc>
        <w:tc>
          <w:tcPr>
            <w:tcW w:w="0" w:type="auto"/>
          </w:tcPr>
          <w:p w14:paraId="50D5009D" w14:textId="77777777" w:rsidR="00BF542D" w:rsidRPr="00BF542D" w:rsidRDefault="00BF542D" w:rsidP="00EA296F">
            <w:r w:rsidRPr="00BF542D">
              <w:t>Li 6</w:t>
            </w:r>
          </w:p>
        </w:tc>
        <w:tc>
          <w:tcPr>
            <w:tcW w:w="0" w:type="auto"/>
          </w:tcPr>
          <w:p w14:paraId="168572C9" w14:textId="77777777" w:rsidR="00BF542D" w:rsidRPr="00BF542D" w:rsidRDefault="00BF542D" w:rsidP="00EA296F">
            <w:r w:rsidRPr="00BF542D">
              <w:t>6,015123</w:t>
            </w:r>
          </w:p>
        </w:tc>
      </w:tr>
      <w:tr w:rsidR="00BF542D" w:rsidRPr="00BF542D" w14:paraId="79B39B04" w14:textId="77777777" w:rsidTr="003D2E48">
        <w:tc>
          <w:tcPr>
            <w:tcW w:w="0" w:type="auto"/>
          </w:tcPr>
          <w:p w14:paraId="17EFD89F" w14:textId="77777777" w:rsidR="00BF542D" w:rsidRPr="00BF542D" w:rsidRDefault="00BF542D" w:rsidP="00EA296F">
            <w:r w:rsidRPr="00BF542D">
              <w:t>3</w:t>
            </w:r>
          </w:p>
        </w:tc>
        <w:tc>
          <w:tcPr>
            <w:tcW w:w="0" w:type="auto"/>
          </w:tcPr>
          <w:p w14:paraId="6756006F" w14:textId="77777777" w:rsidR="00BF542D" w:rsidRPr="00BF542D" w:rsidRDefault="00BF542D" w:rsidP="00EA296F">
            <w:r w:rsidRPr="00BF542D">
              <w:t>Li 7</w:t>
            </w:r>
          </w:p>
        </w:tc>
        <w:tc>
          <w:tcPr>
            <w:tcW w:w="0" w:type="auto"/>
          </w:tcPr>
          <w:p w14:paraId="695B96C3" w14:textId="77777777" w:rsidR="00BF542D" w:rsidRPr="00BF542D" w:rsidRDefault="00BF542D" w:rsidP="00EA296F">
            <w:r w:rsidRPr="00BF542D">
              <w:t>7,016005</w:t>
            </w:r>
          </w:p>
        </w:tc>
      </w:tr>
      <w:tr w:rsidR="00BF542D" w:rsidRPr="00BF542D" w14:paraId="0A9A678C" w14:textId="77777777" w:rsidTr="003D2E48">
        <w:tc>
          <w:tcPr>
            <w:tcW w:w="0" w:type="auto"/>
          </w:tcPr>
          <w:p w14:paraId="7A4EE308" w14:textId="77777777" w:rsidR="00BF542D" w:rsidRPr="00BF542D" w:rsidRDefault="00BF542D" w:rsidP="00EA296F">
            <w:r w:rsidRPr="00BF542D">
              <w:t>4</w:t>
            </w:r>
          </w:p>
        </w:tc>
        <w:tc>
          <w:tcPr>
            <w:tcW w:w="0" w:type="auto"/>
          </w:tcPr>
          <w:p w14:paraId="3F68B067" w14:textId="77777777" w:rsidR="00BF542D" w:rsidRPr="00BF542D" w:rsidRDefault="00BF542D" w:rsidP="00EA296F">
            <w:r w:rsidRPr="00BF542D">
              <w:t>Be 9</w:t>
            </w:r>
          </w:p>
        </w:tc>
        <w:tc>
          <w:tcPr>
            <w:tcW w:w="0" w:type="auto"/>
          </w:tcPr>
          <w:p w14:paraId="2E443B0F" w14:textId="77777777" w:rsidR="00BF542D" w:rsidRPr="00BF542D" w:rsidRDefault="00BF542D" w:rsidP="00EA296F">
            <w:r w:rsidRPr="00BF542D">
              <w:t>9,012182</w:t>
            </w:r>
          </w:p>
        </w:tc>
      </w:tr>
      <w:tr w:rsidR="00BF542D" w:rsidRPr="00BF542D" w14:paraId="4303B4DC" w14:textId="77777777" w:rsidTr="003D2E48">
        <w:tc>
          <w:tcPr>
            <w:tcW w:w="0" w:type="auto"/>
          </w:tcPr>
          <w:p w14:paraId="60832912" w14:textId="77777777" w:rsidR="00BF542D" w:rsidRPr="00BF542D" w:rsidRDefault="00BF542D" w:rsidP="00EA296F">
            <w:r w:rsidRPr="00BF542D">
              <w:t>4</w:t>
            </w:r>
          </w:p>
        </w:tc>
        <w:tc>
          <w:tcPr>
            <w:tcW w:w="0" w:type="auto"/>
          </w:tcPr>
          <w:p w14:paraId="22CB6EC2" w14:textId="77777777" w:rsidR="00BF542D" w:rsidRPr="00BF542D" w:rsidRDefault="00BF542D" w:rsidP="00EA296F">
            <w:r w:rsidRPr="00BF542D">
              <w:t>Be 10</w:t>
            </w:r>
          </w:p>
        </w:tc>
        <w:tc>
          <w:tcPr>
            <w:tcW w:w="0" w:type="auto"/>
          </w:tcPr>
          <w:p w14:paraId="7164CC6F" w14:textId="77777777" w:rsidR="00BF542D" w:rsidRPr="00BF542D" w:rsidRDefault="00BF542D" w:rsidP="00EA296F">
            <w:r w:rsidRPr="00BF542D">
              <w:t>10,013534</w:t>
            </w:r>
          </w:p>
        </w:tc>
      </w:tr>
      <w:tr w:rsidR="00BF542D" w:rsidRPr="00BF542D" w14:paraId="43F7542E" w14:textId="77777777" w:rsidTr="003D2E48">
        <w:tc>
          <w:tcPr>
            <w:tcW w:w="0" w:type="auto"/>
          </w:tcPr>
          <w:p w14:paraId="003E438D" w14:textId="77777777" w:rsidR="00BF542D" w:rsidRPr="00BF542D" w:rsidRDefault="00BF542D" w:rsidP="00EA296F">
            <w:r w:rsidRPr="00BF542D">
              <w:t>5</w:t>
            </w:r>
          </w:p>
        </w:tc>
        <w:tc>
          <w:tcPr>
            <w:tcW w:w="0" w:type="auto"/>
          </w:tcPr>
          <w:p w14:paraId="6FB233B7" w14:textId="77777777" w:rsidR="00BF542D" w:rsidRPr="00BF542D" w:rsidRDefault="00BF542D" w:rsidP="00EA296F">
            <w:r w:rsidRPr="00BF542D">
              <w:t>B 10</w:t>
            </w:r>
          </w:p>
        </w:tc>
        <w:tc>
          <w:tcPr>
            <w:tcW w:w="0" w:type="auto"/>
          </w:tcPr>
          <w:p w14:paraId="2276D5DD" w14:textId="77777777" w:rsidR="00BF542D" w:rsidRPr="00BF542D" w:rsidRDefault="00BF542D" w:rsidP="00EA296F">
            <w:r w:rsidRPr="00BF542D">
              <w:t>10,012937</w:t>
            </w:r>
          </w:p>
        </w:tc>
      </w:tr>
      <w:tr w:rsidR="00BF542D" w:rsidRPr="00BF542D" w14:paraId="20A88278" w14:textId="77777777" w:rsidTr="003D2E48">
        <w:tc>
          <w:tcPr>
            <w:tcW w:w="0" w:type="auto"/>
          </w:tcPr>
          <w:p w14:paraId="02653AD6" w14:textId="77777777" w:rsidR="00BF542D" w:rsidRPr="00BF542D" w:rsidRDefault="00BF542D" w:rsidP="00EA296F">
            <w:r w:rsidRPr="00BF542D">
              <w:t>5</w:t>
            </w:r>
          </w:p>
        </w:tc>
        <w:tc>
          <w:tcPr>
            <w:tcW w:w="0" w:type="auto"/>
          </w:tcPr>
          <w:p w14:paraId="008EDA38" w14:textId="77777777" w:rsidR="00BF542D" w:rsidRPr="00BF542D" w:rsidRDefault="00BF542D" w:rsidP="00EA296F">
            <w:r w:rsidRPr="00BF542D">
              <w:t>B 11</w:t>
            </w:r>
          </w:p>
        </w:tc>
        <w:tc>
          <w:tcPr>
            <w:tcW w:w="0" w:type="auto"/>
          </w:tcPr>
          <w:p w14:paraId="03564BD9" w14:textId="77777777" w:rsidR="00BF542D" w:rsidRPr="00BF542D" w:rsidRDefault="00BF542D" w:rsidP="00EA296F">
            <w:r w:rsidRPr="00BF542D">
              <w:t>11,009305</w:t>
            </w:r>
          </w:p>
        </w:tc>
      </w:tr>
      <w:tr w:rsidR="00BF542D" w:rsidRPr="00BF542D" w14:paraId="7FF61412" w14:textId="77777777" w:rsidTr="003D2E48">
        <w:tc>
          <w:tcPr>
            <w:tcW w:w="0" w:type="auto"/>
          </w:tcPr>
          <w:p w14:paraId="7BA1F69C" w14:textId="77777777" w:rsidR="00BF542D" w:rsidRPr="00BF542D" w:rsidRDefault="00BF542D" w:rsidP="00EA296F">
            <w:r w:rsidRPr="00BF542D">
              <w:t>6</w:t>
            </w:r>
          </w:p>
        </w:tc>
        <w:tc>
          <w:tcPr>
            <w:tcW w:w="0" w:type="auto"/>
          </w:tcPr>
          <w:p w14:paraId="0F7EB9DB" w14:textId="77777777" w:rsidR="00BF542D" w:rsidRPr="00BF542D" w:rsidRDefault="00BF542D" w:rsidP="00EA296F">
            <w:r w:rsidRPr="00BF542D">
              <w:t>C 12</w:t>
            </w:r>
          </w:p>
        </w:tc>
        <w:tc>
          <w:tcPr>
            <w:tcW w:w="0" w:type="auto"/>
          </w:tcPr>
          <w:p w14:paraId="0BACD1B7" w14:textId="77777777" w:rsidR="00BF542D" w:rsidRPr="00BF542D" w:rsidRDefault="00BF542D" w:rsidP="00EA296F">
            <w:r w:rsidRPr="00BF542D">
              <w:t>12,000000</w:t>
            </w:r>
          </w:p>
        </w:tc>
      </w:tr>
      <w:tr w:rsidR="00BF542D" w:rsidRPr="00BF542D" w14:paraId="0C81CBAB" w14:textId="77777777" w:rsidTr="003D2E48">
        <w:tc>
          <w:tcPr>
            <w:tcW w:w="0" w:type="auto"/>
          </w:tcPr>
          <w:p w14:paraId="1E6CF864" w14:textId="77777777" w:rsidR="00BF542D" w:rsidRPr="00BF542D" w:rsidRDefault="00BF542D" w:rsidP="00EA296F">
            <w:r w:rsidRPr="00BF542D">
              <w:t>6</w:t>
            </w:r>
          </w:p>
        </w:tc>
        <w:tc>
          <w:tcPr>
            <w:tcW w:w="0" w:type="auto"/>
          </w:tcPr>
          <w:p w14:paraId="5581E5ED" w14:textId="77777777" w:rsidR="00BF542D" w:rsidRPr="00BF542D" w:rsidRDefault="00BF542D" w:rsidP="00EA296F">
            <w:r w:rsidRPr="00BF542D">
              <w:t>C 13</w:t>
            </w:r>
          </w:p>
        </w:tc>
        <w:tc>
          <w:tcPr>
            <w:tcW w:w="0" w:type="auto"/>
          </w:tcPr>
          <w:p w14:paraId="735E8784" w14:textId="77777777" w:rsidR="00BF542D" w:rsidRPr="00BF542D" w:rsidRDefault="00BF542D" w:rsidP="00EA296F">
            <w:r w:rsidRPr="00BF542D">
              <w:t>13,003355</w:t>
            </w:r>
          </w:p>
        </w:tc>
      </w:tr>
      <w:tr w:rsidR="00BF542D" w:rsidRPr="00BF542D" w14:paraId="37BEF9A8" w14:textId="77777777" w:rsidTr="003D2E48">
        <w:tc>
          <w:tcPr>
            <w:tcW w:w="0" w:type="auto"/>
          </w:tcPr>
          <w:p w14:paraId="6A6F0435" w14:textId="77777777" w:rsidR="00BF542D" w:rsidRPr="00BF542D" w:rsidRDefault="00BF542D" w:rsidP="00EA296F">
            <w:r w:rsidRPr="00BF542D">
              <w:lastRenderedPageBreak/>
              <w:t>6</w:t>
            </w:r>
          </w:p>
        </w:tc>
        <w:tc>
          <w:tcPr>
            <w:tcW w:w="0" w:type="auto"/>
          </w:tcPr>
          <w:p w14:paraId="40016216" w14:textId="77777777" w:rsidR="00BF542D" w:rsidRPr="00BF542D" w:rsidRDefault="00BF542D" w:rsidP="00EA296F">
            <w:r w:rsidRPr="00BF542D">
              <w:t>C 14</w:t>
            </w:r>
          </w:p>
        </w:tc>
        <w:tc>
          <w:tcPr>
            <w:tcW w:w="0" w:type="auto"/>
          </w:tcPr>
          <w:p w14:paraId="101CB100" w14:textId="77777777" w:rsidR="00BF542D" w:rsidRPr="00BF542D" w:rsidRDefault="00BF542D" w:rsidP="00EA296F">
            <w:r w:rsidRPr="00BF542D">
              <w:t>14,003242</w:t>
            </w:r>
          </w:p>
        </w:tc>
      </w:tr>
      <w:tr w:rsidR="00BF542D" w:rsidRPr="00BF542D" w14:paraId="5D8839B8" w14:textId="77777777" w:rsidTr="003D2E48">
        <w:tc>
          <w:tcPr>
            <w:tcW w:w="0" w:type="auto"/>
          </w:tcPr>
          <w:p w14:paraId="347C85C3" w14:textId="77777777" w:rsidR="00BF542D" w:rsidRPr="00BF542D" w:rsidRDefault="00BF542D" w:rsidP="00EA296F">
            <w:r w:rsidRPr="00BF542D">
              <w:t>7</w:t>
            </w:r>
          </w:p>
        </w:tc>
        <w:tc>
          <w:tcPr>
            <w:tcW w:w="0" w:type="auto"/>
          </w:tcPr>
          <w:p w14:paraId="28245A9D" w14:textId="77777777" w:rsidR="00BF542D" w:rsidRPr="00BF542D" w:rsidRDefault="00BF542D" w:rsidP="00EA296F">
            <w:r w:rsidRPr="00BF542D">
              <w:t>N 14</w:t>
            </w:r>
          </w:p>
        </w:tc>
        <w:tc>
          <w:tcPr>
            <w:tcW w:w="0" w:type="auto"/>
          </w:tcPr>
          <w:p w14:paraId="15B50B89" w14:textId="77777777" w:rsidR="00BF542D" w:rsidRPr="00BF542D" w:rsidRDefault="00BF542D" w:rsidP="00EA296F">
            <w:r w:rsidRPr="00BF542D">
              <w:t>14,003074</w:t>
            </w:r>
          </w:p>
        </w:tc>
      </w:tr>
      <w:tr w:rsidR="00BF542D" w:rsidRPr="00BF542D" w14:paraId="6CF5518C" w14:textId="77777777" w:rsidTr="003D2E48">
        <w:tc>
          <w:tcPr>
            <w:tcW w:w="0" w:type="auto"/>
          </w:tcPr>
          <w:p w14:paraId="4E1B3577" w14:textId="77777777" w:rsidR="00BF542D" w:rsidRPr="00BF542D" w:rsidRDefault="00BF542D" w:rsidP="00EA296F">
            <w:r w:rsidRPr="00BF542D">
              <w:t>7</w:t>
            </w:r>
          </w:p>
        </w:tc>
        <w:tc>
          <w:tcPr>
            <w:tcW w:w="0" w:type="auto"/>
          </w:tcPr>
          <w:p w14:paraId="04DEE61C" w14:textId="77777777" w:rsidR="00BF542D" w:rsidRPr="00BF542D" w:rsidRDefault="00BF542D" w:rsidP="00EA296F">
            <w:r w:rsidRPr="00BF542D">
              <w:t>N 15</w:t>
            </w:r>
          </w:p>
        </w:tc>
        <w:tc>
          <w:tcPr>
            <w:tcW w:w="0" w:type="auto"/>
          </w:tcPr>
          <w:p w14:paraId="762E6569" w14:textId="77777777" w:rsidR="00BF542D" w:rsidRPr="00BF542D" w:rsidRDefault="00BF542D" w:rsidP="00EA296F">
            <w:r w:rsidRPr="00BF542D">
              <w:t>15,000109</w:t>
            </w:r>
          </w:p>
        </w:tc>
      </w:tr>
      <w:tr w:rsidR="00BF542D" w:rsidRPr="00BF542D" w14:paraId="567FAF5A" w14:textId="77777777" w:rsidTr="003D2E48">
        <w:tc>
          <w:tcPr>
            <w:tcW w:w="0" w:type="auto"/>
          </w:tcPr>
          <w:p w14:paraId="1A4650FD" w14:textId="77777777" w:rsidR="00BF542D" w:rsidRPr="00BF542D" w:rsidRDefault="00BF542D" w:rsidP="00EA296F">
            <w:r w:rsidRPr="00BF542D">
              <w:t>7</w:t>
            </w:r>
          </w:p>
        </w:tc>
        <w:tc>
          <w:tcPr>
            <w:tcW w:w="0" w:type="auto"/>
          </w:tcPr>
          <w:p w14:paraId="169DA765" w14:textId="77777777" w:rsidR="00BF542D" w:rsidRPr="00BF542D" w:rsidRDefault="00BF542D" w:rsidP="00EA296F">
            <w:r w:rsidRPr="00BF542D">
              <w:t>N 16</w:t>
            </w:r>
          </w:p>
        </w:tc>
        <w:tc>
          <w:tcPr>
            <w:tcW w:w="0" w:type="auto"/>
          </w:tcPr>
          <w:p w14:paraId="392B8AFC" w14:textId="77777777" w:rsidR="00BF542D" w:rsidRPr="00BF542D" w:rsidRDefault="00BF542D" w:rsidP="00EA296F">
            <w:r w:rsidRPr="00BF542D">
              <w:t>16,006102</w:t>
            </w:r>
          </w:p>
        </w:tc>
      </w:tr>
      <w:tr w:rsidR="00BF542D" w:rsidRPr="00BF542D" w14:paraId="000F3A6F" w14:textId="77777777" w:rsidTr="003D2E48">
        <w:tc>
          <w:tcPr>
            <w:tcW w:w="0" w:type="auto"/>
          </w:tcPr>
          <w:p w14:paraId="7B76E64F" w14:textId="77777777" w:rsidR="00BF542D" w:rsidRPr="00BF542D" w:rsidRDefault="00BF542D" w:rsidP="00EA296F">
            <w:r w:rsidRPr="00BF542D">
              <w:t>8</w:t>
            </w:r>
          </w:p>
        </w:tc>
        <w:tc>
          <w:tcPr>
            <w:tcW w:w="0" w:type="auto"/>
          </w:tcPr>
          <w:p w14:paraId="1B6E6401" w14:textId="77777777" w:rsidR="00BF542D" w:rsidRPr="00BF542D" w:rsidRDefault="00BF542D" w:rsidP="00EA296F">
            <w:r w:rsidRPr="00BF542D">
              <w:t>O 15</w:t>
            </w:r>
          </w:p>
        </w:tc>
        <w:tc>
          <w:tcPr>
            <w:tcW w:w="0" w:type="auto"/>
          </w:tcPr>
          <w:p w14:paraId="74FF4537" w14:textId="77777777" w:rsidR="00BF542D" w:rsidRPr="00BF542D" w:rsidRDefault="00BF542D" w:rsidP="00EA296F">
            <w:r w:rsidRPr="00BF542D">
              <w:t>15,003066</w:t>
            </w:r>
          </w:p>
        </w:tc>
      </w:tr>
      <w:tr w:rsidR="00BF542D" w:rsidRPr="00BF542D" w14:paraId="17AA9CBA" w14:textId="77777777" w:rsidTr="003D2E48">
        <w:tc>
          <w:tcPr>
            <w:tcW w:w="0" w:type="auto"/>
          </w:tcPr>
          <w:p w14:paraId="634153B8" w14:textId="77777777" w:rsidR="00BF542D" w:rsidRPr="00BF542D" w:rsidRDefault="00BF542D" w:rsidP="00EA296F">
            <w:r w:rsidRPr="00BF542D">
              <w:t>8</w:t>
            </w:r>
          </w:p>
        </w:tc>
        <w:tc>
          <w:tcPr>
            <w:tcW w:w="0" w:type="auto"/>
          </w:tcPr>
          <w:p w14:paraId="5C3597CE" w14:textId="77777777" w:rsidR="00BF542D" w:rsidRPr="00BF542D" w:rsidRDefault="00BF542D" w:rsidP="00EA296F">
            <w:r w:rsidRPr="00BF542D">
              <w:t>O 16</w:t>
            </w:r>
          </w:p>
        </w:tc>
        <w:tc>
          <w:tcPr>
            <w:tcW w:w="0" w:type="auto"/>
          </w:tcPr>
          <w:p w14:paraId="0F0D98C6" w14:textId="77777777" w:rsidR="00BF542D" w:rsidRPr="00BF542D" w:rsidRDefault="00BF542D" w:rsidP="00EA296F">
            <w:r w:rsidRPr="00BF542D">
              <w:t>15,994915</w:t>
            </w:r>
          </w:p>
        </w:tc>
      </w:tr>
      <w:tr w:rsidR="00BF542D" w:rsidRPr="00BF542D" w14:paraId="4D207DE1" w14:textId="77777777" w:rsidTr="003D2E48">
        <w:tc>
          <w:tcPr>
            <w:tcW w:w="0" w:type="auto"/>
          </w:tcPr>
          <w:p w14:paraId="074B5946" w14:textId="77777777" w:rsidR="00BF542D" w:rsidRPr="00BF542D" w:rsidRDefault="00BF542D" w:rsidP="00EA296F">
            <w:r w:rsidRPr="00BF542D">
              <w:t>8</w:t>
            </w:r>
          </w:p>
        </w:tc>
        <w:tc>
          <w:tcPr>
            <w:tcW w:w="0" w:type="auto"/>
          </w:tcPr>
          <w:p w14:paraId="70AC93C4" w14:textId="77777777" w:rsidR="00BF542D" w:rsidRPr="00BF542D" w:rsidRDefault="00BF542D" w:rsidP="00EA296F">
            <w:r w:rsidRPr="00BF542D">
              <w:t>O 17</w:t>
            </w:r>
          </w:p>
        </w:tc>
        <w:tc>
          <w:tcPr>
            <w:tcW w:w="0" w:type="auto"/>
          </w:tcPr>
          <w:p w14:paraId="27ADAF08" w14:textId="77777777" w:rsidR="00BF542D" w:rsidRPr="00BF542D" w:rsidRDefault="00BF542D" w:rsidP="00EA296F">
            <w:r w:rsidRPr="00BF542D">
              <w:t>16,999132</w:t>
            </w:r>
          </w:p>
        </w:tc>
      </w:tr>
      <w:tr w:rsidR="00BF542D" w:rsidRPr="00BF542D" w14:paraId="43A32FB7" w14:textId="77777777" w:rsidTr="003D2E48">
        <w:tc>
          <w:tcPr>
            <w:tcW w:w="0" w:type="auto"/>
          </w:tcPr>
          <w:p w14:paraId="7289EE83" w14:textId="77777777" w:rsidR="00BF542D" w:rsidRPr="00BF542D" w:rsidRDefault="00BF542D" w:rsidP="00EA296F">
            <w:r w:rsidRPr="00BF542D">
              <w:t>8</w:t>
            </w:r>
          </w:p>
        </w:tc>
        <w:tc>
          <w:tcPr>
            <w:tcW w:w="0" w:type="auto"/>
          </w:tcPr>
          <w:p w14:paraId="30900643" w14:textId="77777777" w:rsidR="00BF542D" w:rsidRPr="00BF542D" w:rsidRDefault="00BF542D" w:rsidP="00EA296F">
            <w:r w:rsidRPr="00BF542D">
              <w:t>O 18</w:t>
            </w:r>
          </w:p>
        </w:tc>
        <w:tc>
          <w:tcPr>
            <w:tcW w:w="0" w:type="auto"/>
          </w:tcPr>
          <w:p w14:paraId="204CF6C2" w14:textId="77777777" w:rsidR="00BF542D" w:rsidRPr="00BF542D" w:rsidRDefault="00BF542D" w:rsidP="00EA296F">
            <w:r w:rsidRPr="00BF542D">
              <w:t>17,999161</w:t>
            </w:r>
          </w:p>
        </w:tc>
      </w:tr>
      <w:tr w:rsidR="00BF542D" w:rsidRPr="00BF542D" w14:paraId="651FE9D5" w14:textId="77777777" w:rsidTr="003D2E48">
        <w:tc>
          <w:tcPr>
            <w:tcW w:w="0" w:type="auto"/>
          </w:tcPr>
          <w:p w14:paraId="666A6502" w14:textId="77777777" w:rsidR="00BF542D" w:rsidRPr="00BF542D" w:rsidRDefault="00BF542D" w:rsidP="00EA296F">
            <w:r w:rsidRPr="00BF542D">
              <w:t>9</w:t>
            </w:r>
          </w:p>
        </w:tc>
        <w:tc>
          <w:tcPr>
            <w:tcW w:w="0" w:type="auto"/>
          </w:tcPr>
          <w:p w14:paraId="1AB1DC4A" w14:textId="77777777" w:rsidR="00BF542D" w:rsidRPr="00BF542D" w:rsidRDefault="00BF542D" w:rsidP="00EA296F">
            <w:r w:rsidRPr="00BF542D">
              <w:t>F 19</w:t>
            </w:r>
          </w:p>
        </w:tc>
        <w:tc>
          <w:tcPr>
            <w:tcW w:w="0" w:type="auto"/>
          </w:tcPr>
          <w:p w14:paraId="345CBF33" w14:textId="77777777" w:rsidR="00BF542D" w:rsidRPr="00BF542D" w:rsidRDefault="00BF542D" w:rsidP="00EA296F">
            <w:r w:rsidRPr="00BF542D">
              <w:t>18,998403</w:t>
            </w:r>
          </w:p>
        </w:tc>
      </w:tr>
      <w:tr w:rsidR="00BF542D" w:rsidRPr="00BF542D" w14:paraId="1AC72F37" w14:textId="77777777" w:rsidTr="003D2E48">
        <w:tc>
          <w:tcPr>
            <w:tcW w:w="0" w:type="auto"/>
          </w:tcPr>
          <w:p w14:paraId="145A7636" w14:textId="77777777" w:rsidR="00BF542D" w:rsidRPr="00BF542D" w:rsidRDefault="00BF542D" w:rsidP="00EA296F">
            <w:r w:rsidRPr="00BF542D">
              <w:t>10</w:t>
            </w:r>
          </w:p>
        </w:tc>
        <w:tc>
          <w:tcPr>
            <w:tcW w:w="0" w:type="auto"/>
          </w:tcPr>
          <w:p w14:paraId="6D75A352" w14:textId="77777777" w:rsidR="00BF542D" w:rsidRPr="00BF542D" w:rsidRDefault="00BF542D" w:rsidP="00EA296F">
            <w:r w:rsidRPr="00BF542D">
              <w:t>Ne 20</w:t>
            </w:r>
          </w:p>
        </w:tc>
        <w:tc>
          <w:tcPr>
            <w:tcW w:w="0" w:type="auto"/>
          </w:tcPr>
          <w:p w14:paraId="55077959" w14:textId="77777777" w:rsidR="00BF542D" w:rsidRPr="00BF542D" w:rsidRDefault="00BF542D" w:rsidP="00EA296F">
            <w:r w:rsidRPr="00BF542D">
              <w:t>19,992440</w:t>
            </w:r>
          </w:p>
        </w:tc>
      </w:tr>
      <w:tr w:rsidR="00BF542D" w:rsidRPr="00BF542D" w14:paraId="708F1710" w14:textId="77777777" w:rsidTr="003D2E48">
        <w:tc>
          <w:tcPr>
            <w:tcW w:w="0" w:type="auto"/>
          </w:tcPr>
          <w:p w14:paraId="666B0953" w14:textId="77777777" w:rsidR="00BF542D" w:rsidRPr="00BF542D" w:rsidRDefault="00BF542D" w:rsidP="00EA296F">
            <w:r w:rsidRPr="00BF542D">
              <w:t>10</w:t>
            </w:r>
          </w:p>
        </w:tc>
        <w:tc>
          <w:tcPr>
            <w:tcW w:w="0" w:type="auto"/>
          </w:tcPr>
          <w:p w14:paraId="3351A5C5" w14:textId="77777777" w:rsidR="00BF542D" w:rsidRPr="00BF542D" w:rsidRDefault="00BF542D" w:rsidP="00EA296F">
            <w:r w:rsidRPr="00BF542D">
              <w:t>Ne 21</w:t>
            </w:r>
          </w:p>
        </w:tc>
        <w:tc>
          <w:tcPr>
            <w:tcW w:w="0" w:type="auto"/>
          </w:tcPr>
          <w:p w14:paraId="5E5150A1" w14:textId="77777777" w:rsidR="00BF542D" w:rsidRPr="00BF542D" w:rsidRDefault="00BF542D" w:rsidP="00EA296F">
            <w:r w:rsidRPr="00BF542D">
              <w:t>20,993847</w:t>
            </w:r>
          </w:p>
        </w:tc>
      </w:tr>
      <w:tr w:rsidR="00BF542D" w:rsidRPr="00BF542D" w14:paraId="4D928E01" w14:textId="77777777" w:rsidTr="003D2E48">
        <w:tc>
          <w:tcPr>
            <w:tcW w:w="0" w:type="auto"/>
          </w:tcPr>
          <w:p w14:paraId="3C74B434" w14:textId="77777777" w:rsidR="00BF542D" w:rsidRPr="00BF542D" w:rsidRDefault="00BF542D" w:rsidP="00EA296F">
            <w:r w:rsidRPr="00BF542D">
              <w:t>10</w:t>
            </w:r>
          </w:p>
        </w:tc>
        <w:tc>
          <w:tcPr>
            <w:tcW w:w="0" w:type="auto"/>
          </w:tcPr>
          <w:p w14:paraId="6431FE3D" w14:textId="77777777" w:rsidR="00BF542D" w:rsidRPr="00BF542D" w:rsidRDefault="00BF542D" w:rsidP="00EA296F">
            <w:r w:rsidRPr="00BF542D">
              <w:t>Ne 22</w:t>
            </w:r>
          </w:p>
        </w:tc>
        <w:tc>
          <w:tcPr>
            <w:tcW w:w="0" w:type="auto"/>
          </w:tcPr>
          <w:p w14:paraId="6CF351B5" w14:textId="77777777" w:rsidR="00BF542D" w:rsidRPr="00BF542D" w:rsidRDefault="00BF542D" w:rsidP="00EA296F">
            <w:r w:rsidRPr="00BF542D">
              <w:t>21,991385</w:t>
            </w:r>
          </w:p>
        </w:tc>
      </w:tr>
      <w:tr w:rsidR="00BF542D" w:rsidRPr="00BF542D" w14:paraId="5CE80D29" w14:textId="77777777" w:rsidTr="003D2E48">
        <w:tc>
          <w:tcPr>
            <w:tcW w:w="0" w:type="auto"/>
          </w:tcPr>
          <w:p w14:paraId="0A5EA2F2" w14:textId="77777777" w:rsidR="00BF542D" w:rsidRPr="00BF542D" w:rsidRDefault="00BF542D" w:rsidP="00EA296F">
            <w:r w:rsidRPr="00BF542D">
              <w:t>11</w:t>
            </w:r>
          </w:p>
        </w:tc>
        <w:tc>
          <w:tcPr>
            <w:tcW w:w="0" w:type="auto"/>
          </w:tcPr>
          <w:p w14:paraId="6B9DC493" w14:textId="77777777" w:rsidR="00BF542D" w:rsidRPr="00BF542D" w:rsidRDefault="00BF542D" w:rsidP="00EA296F">
            <w:r w:rsidRPr="00BF542D">
              <w:t>Na 22</w:t>
            </w:r>
          </w:p>
        </w:tc>
        <w:tc>
          <w:tcPr>
            <w:tcW w:w="0" w:type="auto"/>
          </w:tcPr>
          <w:p w14:paraId="1E8B311E" w14:textId="77777777" w:rsidR="00BF542D" w:rsidRPr="00BF542D" w:rsidRDefault="00BF542D" w:rsidP="00EA296F">
            <w:r w:rsidRPr="00BF542D">
              <w:t>21,994438</w:t>
            </w:r>
          </w:p>
        </w:tc>
      </w:tr>
      <w:tr w:rsidR="00BF542D" w:rsidRPr="00BF542D" w14:paraId="311637F8" w14:textId="77777777" w:rsidTr="003D2E48">
        <w:tc>
          <w:tcPr>
            <w:tcW w:w="0" w:type="auto"/>
          </w:tcPr>
          <w:p w14:paraId="4D4DBFC0" w14:textId="77777777" w:rsidR="00BF542D" w:rsidRPr="00BF542D" w:rsidRDefault="00BF542D" w:rsidP="00EA296F">
            <w:r w:rsidRPr="00BF542D">
              <w:t>11</w:t>
            </w:r>
          </w:p>
        </w:tc>
        <w:tc>
          <w:tcPr>
            <w:tcW w:w="0" w:type="auto"/>
          </w:tcPr>
          <w:p w14:paraId="3AC20B22" w14:textId="77777777" w:rsidR="00BF542D" w:rsidRPr="00BF542D" w:rsidRDefault="00BF542D" w:rsidP="00EA296F">
            <w:r w:rsidRPr="00BF542D">
              <w:t>Na 23</w:t>
            </w:r>
          </w:p>
        </w:tc>
        <w:tc>
          <w:tcPr>
            <w:tcW w:w="0" w:type="auto"/>
          </w:tcPr>
          <w:p w14:paraId="4131DDC9" w14:textId="77777777" w:rsidR="00BF542D" w:rsidRPr="00BF542D" w:rsidRDefault="00BF542D" w:rsidP="00EA296F">
            <w:r w:rsidRPr="00BF542D">
              <w:t>22,989769</w:t>
            </w:r>
          </w:p>
        </w:tc>
      </w:tr>
      <w:tr w:rsidR="00BF542D" w:rsidRPr="00BF542D" w14:paraId="06908A9B" w14:textId="77777777" w:rsidTr="003D2E48">
        <w:tc>
          <w:tcPr>
            <w:tcW w:w="0" w:type="auto"/>
          </w:tcPr>
          <w:p w14:paraId="3C6DF7AA" w14:textId="77777777" w:rsidR="00BF542D" w:rsidRPr="00BF542D" w:rsidRDefault="00BF542D" w:rsidP="00EA296F">
            <w:r w:rsidRPr="00BF542D">
              <w:t>11</w:t>
            </w:r>
          </w:p>
        </w:tc>
        <w:tc>
          <w:tcPr>
            <w:tcW w:w="0" w:type="auto"/>
          </w:tcPr>
          <w:p w14:paraId="61C3150A" w14:textId="538C0396" w:rsidR="00BF542D" w:rsidRPr="00BF542D" w:rsidRDefault="00BF542D" w:rsidP="00EA296F">
            <w:r w:rsidRPr="00BF542D">
              <w:t>N</w:t>
            </w:r>
            <w:r w:rsidR="00257C85">
              <w:t>a</w:t>
            </w:r>
            <w:r w:rsidRPr="00BF542D">
              <w:t xml:space="preserve"> 24</w:t>
            </w:r>
          </w:p>
        </w:tc>
        <w:tc>
          <w:tcPr>
            <w:tcW w:w="0" w:type="auto"/>
          </w:tcPr>
          <w:p w14:paraId="140B0A23" w14:textId="77777777" w:rsidR="00BF542D" w:rsidRPr="00BF542D" w:rsidRDefault="00BF542D" w:rsidP="00EA296F">
            <w:r w:rsidRPr="00BF542D">
              <w:t>23,990963</w:t>
            </w:r>
          </w:p>
        </w:tc>
      </w:tr>
      <w:tr w:rsidR="00BF542D" w:rsidRPr="00BF542D" w14:paraId="0E343258" w14:textId="77777777" w:rsidTr="003D2E48">
        <w:tc>
          <w:tcPr>
            <w:tcW w:w="0" w:type="auto"/>
          </w:tcPr>
          <w:p w14:paraId="7221FE06" w14:textId="77777777" w:rsidR="00BF542D" w:rsidRPr="00BF542D" w:rsidRDefault="00BF542D" w:rsidP="00EA296F">
            <w:r w:rsidRPr="00BF542D">
              <w:t>11</w:t>
            </w:r>
          </w:p>
        </w:tc>
        <w:tc>
          <w:tcPr>
            <w:tcW w:w="0" w:type="auto"/>
          </w:tcPr>
          <w:p w14:paraId="1D1B2258" w14:textId="6B6C77F3" w:rsidR="00BF542D" w:rsidRPr="00BF542D" w:rsidRDefault="00BF542D" w:rsidP="00EA296F">
            <w:r w:rsidRPr="00BF542D">
              <w:t>N</w:t>
            </w:r>
            <w:r w:rsidR="00257C85">
              <w:t>a</w:t>
            </w:r>
            <w:r w:rsidRPr="00BF542D">
              <w:t xml:space="preserve"> 25</w:t>
            </w:r>
          </w:p>
        </w:tc>
        <w:tc>
          <w:tcPr>
            <w:tcW w:w="0" w:type="auto"/>
          </w:tcPr>
          <w:p w14:paraId="35014EAE" w14:textId="77777777" w:rsidR="00BF542D" w:rsidRPr="00BF542D" w:rsidRDefault="00BF542D" w:rsidP="00EA296F">
            <w:r w:rsidRPr="00BF542D">
              <w:t>24,989954</w:t>
            </w:r>
          </w:p>
        </w:tc>
      </w:tr>
      <w:tr w:rsidR="00BF542D" w:rsidRPr="00BF542D" w14:paraId="19FDAC07" w14:textId="77777777" w:rsidTr="003D2E48">
        <w:tc>
          <w:tcPr>
            <w:tcW w:w="0" w:type="auto"/>
          </w:tcPr>
          <w:p w14:paraId="037C183D" w14:textId="77777777" w:rsidR="00BF542D" w:rsidRPr="00BF542D" w:rsidRDefault="00BF542D" w:rsidP="00EA296F">
            <w:r w:rsidRPr="00BF542D">
              <w:t>12</w:t>
            </w:r>
          </w:p>
        </w:tc>
        <w:tc>
          <w:tcPr>
            <w:tcW w:w="0" w:type="auto"/>
          </w:tcPr>
          <w:p w14:paraId="4ABA8D76" w14:textId="77777777" w:rsidR="00BF542D" w:rsidRPr="00BF542D" w:rsidRDefault="00BF542D" w:rsidP="00EA296F">
            <w:r w:rsidRPr="00BF542D">
              <w:t>Mg 24</w:t>
            </w:r>
          </w:p>
        </w:tc>
        <w:tc>
          <w:tcPr>
            <w:tcW w:w="0" w:type="auto"/>
          </w:tcPr>
          <w:p w14:paraId="71D1D5A2" w14:textId="77777777" w:rsidR="00BF542D" w:rsidRPr="00BF542D" w:rsidRDefault="00BF542D" w:rsidP="00EA296F">
            <w:r w:rsidRPr="00BF542D">
              <w:t>23,985042</w:t>
            </w:r>
          </w:p>
        </w:tc>
      </w:tr>
      <w:tr w:rsidR="00BF542D" w:rsidRPr="00BF542D" w14:paraId="1F14BAB0" w14:textId="77777777" w:rsidTr="003D2E48">
        <w:tc>
          <w:tcPr>
            <w:tcW w:w="0" w:type="auto"/>
          </w:tcPr>
          <w:p w14:paraId="33BD4BE8" w14:textId="77777777" w:rsidR="00BF542D" w:rsidRPr="00BF542D" w:rsidRDefault="00BF542D" w:rsidP="00EA296F">
            <w:r w:rsidRPr="00BF542D">
              <w:t>12</w:t>
            </w:r>
          </w:p>
        </w:tc>
        <w:tc>
          <w:tcPr>
            <w:tcW w:w="0" w:type="auto"/>
          </w:tcPr>
          <w:p w14:paraId="0015C213" w14:textId="77777777" w:rsidR="00BF542D" w:rsidRPr="00BF542D" w:rsidRDefault="00BF542D" w:rsidP="00EA296F">
            <w:r w:rsidRPr="00BF542D">
              <w:t>Mg 25</w:t>
            </w:r>
          </w:p>
        </w:tc>
        <w:tc>
          <w:tcPr>
            <w:tcW w:w="0" w:type="auto"/>
          </w:tcPr>
          <w:p w14:paraId="5DC30E9E" w14:textId="77777777" w:rsidR="00BF542D" w:rsidRPr="00BF542D" w:rsidRDefault="00BF542D" w:rsidP="00EA296F">
            <w:r w:rsidRPr="00BF542D">
              <w:t>24,985837</w:t>
            </w:r>
          </w:p>
        </w:tc>
      </w:tr>
      <w:tr w:rsidR="00BF542D" w:rsidRPr="00BF542D" w14:paraId="4EB7DD6B" w14:textId="77777777" w:rsidTr="003D2E48">
        <w:tc>
          <w:tcPr>
            <w:tcW w:w="0" w:type="auto"/>
          </w:tcPr>
          <w:p w14:paraId="794AB9A4" w14:textId="77777777" w:rsidR="00BF542D" w:rsidRPr="00BF542D" w:rsidRDefault="00BF542D" w:rsidP="00EA296F">
            <w:r w:rsidRPr="00BF542D">
              <w:t>12</w:t>
            </w:r>
          </w:p>
        </w:tc>
        <w:tc>
          <w:tcPr>
            <w:tcW w:w="0" w:type="auto"/>
          </w:tcPr>
          <w:p w14:paraId="42C0C243" w14:textId="77777777" w:rsidR="00BF542D" w:rsidRPr="00BF542D" w:rsidRDefault="00BF542D" w:rsidP="00EA296F">
            <w:r w:rsidRPr="00BF542D">
              <w:t>Mg 26</w:t>
            </w:r>
          </w:p>
        </w:tc>
        <w:tc>
          <w:tcPr>
            <w:tcW w:w="0" w:type="auto"/>
          </w:tcPr>
          <w:p w14:paraId="77E95D94" w14:textId="77777777" w:rsidR="00BF542D" w:rsidRPr="00BF542D" w:rsidRDefault="00BF542D" w:rsidP="00EA296F">
            <w:r w:rsidRPr="00BF542D">
              <w:t>25,982593</w:t>
            </w:r>
          </w:p>
        </w:tc>
      </w:tr>
      <w:tr w:rsidR="00BF542D" w:rsidRPr="00BF542D" w14:paraId="3642367D" w14:textId="77777777" w:rsidTr="003D2E48">
        <w:tc>
          <w:tcPr>
            <w:tcW w:w="0" w:type="auto"/>
          </w:tcPr>
          <w:p w14:paraId="7EB62603" w14:textId="77777777" w:rsidR="00BF542D" w:rsidRPr="00BF542D" w:rsidRDefault="00BF542D" w:rsidP="00EA296F">
            <w:r w:rsidRPr="00BF542D">
              <w:t>13</w:t>
            </w:r>
          </w:p>
        </w:tc>
        <w:tc>
          <w:tcPr>
            <w:tcW w:w="0" w:type="auto"/>
          </w:tcPr>
          <w:p w14:paraId="2CDD409F" w14:textId="77777777" w:rsidR="00BF542D" w:rsidRPr="00BF542D" w:rsidRDefault="00BF542D" w:rsidP="00EA296F">
            <w:r w:rsidRPr="00BF542D">
              <w:t>Al 27</w:t>
            </w:r>
          </w:p>
        </w:tc>
        <w:tc>
          <w:tcPr>
            <w:tcW w:w="0" w:type="auto"/>
          </w:tcPr>
          <w:p w14:paraId="3F04CD3B" w14:textId="77777777" w:rsidR="00BF542D" w:rsidRPr="00BF542D" w:rsidRDefault="00BF542D" w:rsidP="00EA296F">
            <w:r w:rsidRPr="00BF542D">
              <w:t>26,981539</w:t>
            </w:r>
          </w:p>
        </w:tc>
      </w:tr>
      <w:tr w:rsidR="00BF542D" w:rsidRPr="00BF542D" w14:paraId="3F841CFE" w14:textId="77777777" w:rsidTr="003D2E48">
        <w:tc>
          <w:tcPr>
            <w:tcW w:w="0" w:type="auto"/>
          </w:tcPr>
          <w:p w14:paraId="25311C06" w14:textId="77777777" w:rsidR="00BF542D" w:rsidRPr="00BF542D" w:rsidRDefault="00BF542D" w:rsidP="00EA296F">
            <w:r w:rsidRPr="00BF542D">
              <w:t>14</w:t>
            </w:r>
          </w:p>
        </w:tc>
        <w:tc>
          <w:tcPr>
            <w:tcW w:w="0" w:type="auto"/>
          </w:tcPr>
          <w:p w14:paraId="680CD803" w14:textId="77777777" w:rsidR="00BF542D" w:rsidRPr="00BF542D" w:rsidRDefault="00BF542D" w:rsidP="00EA296F">
            <w:r w:rsidRPr="00BF542D">
              <w:t>Si 28</w:t>
            </w:r>
          </w:p>
        </w:tc>
        <w:tc>
          <w:tcPr>
            <w:tcW w:w="0" w:type="auto"/>
          </w:tcPr>
          <w:p w14:paraId="4FC7D005" w14:textId="77777777" w:rsidR="00BF542D" w:rsidRPr="00BF542D" w:rsidRDefault="00BF542D" w:rsidP="00EA296F">
            <w:r w:rsidRPr="00BF542D">
              <w:t>27,976927</w:t>
            </w:r>
          </w:p>
        </w:tc>
      </w:tr>
      <w:tr w:rsidR="00BF542D" w:rsidRPr="00BF542D" w14:paraId="10CEBB7F" w14:textId="77777777" w:rsidTr="003D2E48">
        <w:tc>
          <w:tcPr>
            <w:tcW w:w="0" w:type="auto"/>
          </w:tcPr>
          <w:p w14:paraId="4A59198F" w14:textId="77777777" w:rsidR="00BF542D" w:rsidRPr="00BF542D" w:rsidRDefault="00BF542D" w:rsidP="00EA296F">
            <w:r w:rsidRPr="00BF542D">
              <w:t>14</w:t>
            </w:r>
          </w:p>
        </w:tc>
        <w:tc>
          <w:tcPr>
            <w:tcW w:w="0" w:type="auto"/>
          </w:tcPr>
          <w:p w14:paraId="57366242" w14:textId="77777777" w:rsidR="00BF542D" w:rsidRPr="00BF542D" w:rsidRDefault="00BF542D" w:rsidP="00EA296F">
            <w:r w:rsidRPr="00BF542D">
              <w:t>Si 29</w:t>
            </w:r>
          </w:p>
        </w:tc>
        <w:tc>
          <w:tcPr>
            <w:tcW w:w="0" w:type="auto"/>
          </w:tcPr>
          <w:p w14:paraId="5C64599D" w14:textId="77777777" w:rsidR="00BF542D" w:rsidRPr="00BF542D" w:rsidRDefault="00BF542D" w:rsidP="00EA296F">
            <w:r w:rsidRPr="00BF542D">
              <w:t>28,976495</w:t>
            </w:r>
          </w:p>
        </w:tc>
      </w:tr>
      <w:tr w:rsidR="00BF542D" w:rsidRPr="00BF542D" w14:paraId="21630340" w14:textId="77777777" w:rsidTr="003D2E48">
        <w:tc>
          <w:tcPr>
            <w:tcW w:w="0" w:type="auto"/>
          </w:tcPr>
          <w:p w14:paraId="65FBBA58" w14:textId="77777777" w:rsidR="00BF542D" w:rsidRPr="00BF542D" w:rsidRDefault="00BF542D" w:rsidP="00EA296F">
            <w:r w:rsidRPr="00BF542D">
              <w:t>14</w:t>
            </w:r>
          </w:p>
        </w:tc>
        <w:tc>
          <w:tcPr>
            <w:tcW w:w="0" w:type="auto"/>
          </w:tcPr>
          <w:p w14:paraId="0528BF8D" w14:textId="77777777" w:rsidR="00BF542D" w:rsidRPr="00BF542D" w:rsidRDefault="00BF542D" w:rsidP="00EA296F">
            <w:r w:rsidRPr="00BF542D">
              <w:t>Si 30</w:t>
            </w:r>
          </w:p>
        </w:tc>
        <w:tc>
          <w:tcPr>
            <w:tcW w:w="0" w:type="auto"/>
          </w:tcPr>
          <w:p w14:paraId="07494830" w14:textId="77777777" w:rsidR="00BF542D" w:rsidRPr="00BF542D" w:rsidRDefault="00BF542D" w:rsidP="00EA296F">
            <w:r w:rsidRPr="00BF542D">
              <w:t>29,973770</w:t>
            </w:r>
          </w:p>
        </w:tc>
      </w:tr>
      <w:tr w:rsidR="00BF542D" w:rsidRPr="00BF542D" w14:paraId="67977922" w14:textId="77777777" w:rsidTr="003D2E48">
        <w:tc>
          <w:tcPr>
            <w:tcW w:w="0" w:type="auto"/>
          </w:tcPr>
          <w:p w14:paraId="6E806F5C" w14:textId="77777777" w:rsidR="00BF542D" w:rsidRPr="00BF542D" w:rsidRDefault="00BF542D" w:rsidP="00EA296F">
            <w:r w:rsidRPr="00BF542D">
              <w:t>15</w:t>
            </w:r>
          </w:p>
        </w:tc>
        <w:tc>
          <w:tcPr>
            <w:tcW w:w="0" w:type="auto"/>
          </w:tcPr>
          <w:p w14:paraId="503D16B4" w14:textId="77777777" w:rsidR="00BF542D" w:rsidRPr="00BF542D" w:rsidRDefault="00BF542D" w:rsidP="00EA296F">
            <w:r w:rsidRPr="00BF542D">
              <w:t>P 30</w:t>
            </w:r>
          </w:p>
        </w:tc>
        <w:tc>
          <w:tcPr>
            <w:tcW w:w="0" w:type="auto"/>
          </w:tcPr>
          <w:p w14:paraId="529CE203" w14:textId="77777777" w:rsidR="00BF542D" w:rsidRPr="00BF542D" w:rsidRDefault="00BF542D" w:rsidP="00EA296F">
            <w:r w:rsidRPr="00BF542D">
              <w:t>29,978315</w:t>
            </w:r>
          </w:p>
        </w:tc>
      </w:tr>
      <w:tr w:rsidR="00BF542D" w:rsidRPr="00BF542D" w14:paraId="0CC587AC" w14:textId="77777777" w:rsidTr="003D2E48">
        <w:tc>
          <w:tcPr>
            <w:tcW w:w="0" w:type="auto"/>
          </w:tcPr>
          <w:p w14:paraId="390F0AB5" w14:textId="77777777" w:rsidR="00BF542D" w:rsidRPr="00BF542D" w:rsidRDefault="00BF542D" w:rsidP="00EA296F">
            <w:r w:rsidRPr="00BF542D">
              <w:lastRenderedPageBreak/>
              <w:t>15</w:t>
            </w:r>
          </w:p>
        </w:tc>
        <w:tc>
          <w:tcPr>
            <w:tcW w:w="0" w:type="auto"/>
          </w:tcPr>
          <w:p w14:paraId="111A972D" w14:textId="77777777" w:rsidR="00BF542D" w:rsidRPr="00BF542D" w:rsidRDefault="00BF542D" w:rsidP="00EA296F">
            <w:r w:rsidRPr="00BF542D">
              <w:t>P 31</w:t>
            </w:r>
          </w:p>
        </w:tc>
        <w:tc>
          <w:tcPr>
            <w:tcW w:w="0" w:type="auto"/>
          </w:tcPr>
          <w:p w14:paraId="44264F85" w14:textId="77777777" w:rsidR="00BF542D" w:rsidRPr="00BF542D" w:rsidRDefault="00BF542D" w:rsidP="00EA296F">
            <w:r w:rsidRPr="00BF542D">
              <w:t>30,973762</w:t>
            </w:r>
          </w:p>
        </w:tc>
      </w:tr>
      <w:tr w:rsidR="00BF542D" w:rsidRPr="00BF542D" w14:paraId="0E0770FB" w14:textId="77777777" w:rsidTr="003D2E48">
        <w:tc>
          <w:tcPr>
            <w:tcW w:w="0" w:type="auto"/>
          </w:tcPr>
          <w:p w14:paraId="10F2899C" w14:textId="77777777" w:rsidR="00BF542D" w:rsidRPr="00BF542D" w:rsidRDefault="00BF542D" w:rsidP="00EA296F">
            <w:r w:rsidRPr="00BF542D">
              <w:t>15</w:t>
            </w:r>
          </w:p>
        </w:tc>
        <w:tc>
          <w:tcPr>
            <w:tcW w:w="0" w:type="auto"/>
          </w:tcPr>
          <w:p w14:paraId="4395DB05" w14:textId="77777777" w:rsidR="00BF542D" w:rsidRPr="00BF542D" w:rsidRDefault="00BF542D" w:rsidP="00EA296F">
            <w:r w:rsidRPr="00BF542D">
              <w:t>P 32</w:t>
            </w:r>
          </w:p>
        </w:tc>
        <w:tc>
          <w:tcPr>
            <w:tcW w:w="0" w:type="auto"/>
          </w:tcPr>
          <w:p w14:paraId="6700353E" w14:textId="77777777" w:rsidR="00BF542D" w:rsidRPr="00BF542D" w:rsidRDefault="00BF542D" w:rsidP="00EA296F">
            <w:r w:rsidRPr="00BF542D">
              <w:t>31,973908</w:t>
            </w:r>
          </w:p>
        </w:tc>
      </w:tr>
      <w:tr w:rsidR="00BF542D" w:rsidRPr="00BF542D" w14:paraId="23A8E0D2" w14:textId="77777777" w:rsidTr="003D2E48">
        <w:tc>
          <w:tcPr>
            <w:tcW w:w="0" w:type="auto"/>
          </w:tcPr>
          <w:p w14:paraId="4E85FE69" w14:textId="77777777" w:rsidR="00BF542D" w:rsidRPr="00BF542D" w:rsidRDefault="00BF542D" w:rsidP="00EA296F">
            <w:r w:rsidRPr="00BF542D">
              <w:t>16</w:t>
            </w:r>
          </w:p>
        </w:tc>
        <w:tc>
          <w:tcPr>
            <w:tcW w:w="0" w:type="auto"/>
          </w:tcPr>
          <w:p w14:paraId="057DE8F3" w14:textId="77777777" w:rsidR="00BF542D" w:rsidRPr="00BF542D" w:rsidRDefault="00BF542D" w:rsidP="00EA296F">
            <w:r w:rsidRPr="00BF542D">
              <w:t>S 32</w:t>
            </w:r>
          </w:p>
        </w:tc>
        <w:tc>
          <w:tcPr>
            <w:tcW w:w="0" w:type="auto"/>
          </w:tcPr>
          <w:p w14:paraId="4A5E6DD8" w14:textId="77777777" w:rsidR="00BF542D" w:rsidRPr="00BF542D" w:rsidRDefault="00BF542D" w:rsidP="00EA296F">
            <w:r w:rsidRPr="00BF542D">
              <w:t>31,972071</w:t>
            </w:r>
          </w:p>
        </w:tc>
      </w:tr>
      <w:tr w:rsidR="00BF542D" w:rsidRPr="00BF542D" w14:paraId="3ECC1E94" w14:textId="77777777" w:rsidTr="003D2E48">
        <w:tc>
          <w:tcPr>
            <w:tcW w:w="0" w:type="auto"/>
          </w:tcPr>
          <w:p w14:paraId="20C59A9A" w14:textId="77777777" w:rsidR="00BF542D" w:rsidRPr="00BF542D" w:rsidRDefault="00BF542D" w:rsidP="00EA296F">
            <w:r w:rsidRPr="00BF542D">
              <w:t>16</w:t>
            </w:r>
          </w:p>
        </w:tc>
        <w:tc>
          <w:tcPr>
            <w:tcW w:w="0" w:type="auto"/>
          </w:tcPr>
          <w:p w14:paraId="57C8D644" w14:textId="77777777" w:rsidR="00BF542D" w:rsidRPr="00BF542D" w:rsidRDefault="00BF542D" w:rsidP="00EA296F">
            <w:r w:rsidRPr="00BF542D">
              <w:t>S 33</w:t>
            </w:r>
          </w:p>
        </w:tc>
        <w:tc>
          <w:tcPr>
            <w:tcW w:w="0" w:type="auto"/>
          </w:tcPr>
          <w:p w14:paraId="4ED0E41D" w14:textId="77777777" w:rsidR="00BF542D" w:rsidRPr="00BF542D" w:rsidRDefault="00BF542D" w:rsidP="00EA296F">
            <w:r w:rsidRPr="00BF542D">
              <w:t>32,971459</w:t>
            </w:r>
          </w:p>
        </w:tc>
      </w:tr>
      <w:tr w:rsidR="00BF542D" w:rsidRPr="00BF542D" w14:paraId="5465DF42" w14:textId="77777777" w:rsidTr="003D2E48">
        <w:tc>
          <w:tcPr>
            <w:tcW w:w="0" w:type="auto"/>
          </w:tcPr>
          <w:p w14:paraId="37BDD8C7" w14:textId="77777777" w:rsidR="00BF542D" w:rsidRPr="00BF542D" w:rsidRDefault="00BF542D" w:rsidP="00EA296F">
            <w:r w:rsidRPr="00BF542D">
              <w:t>16</w:t>
            </w:r>
          </w:p>
        </w:tc>
        <w:tc>
          <w:tcPr>
            <w:tcW w:w="0" w:type="auto"/>
          </w:tcPr>
          <w:p w14:paraId="093208F0" w14:textId="77777777" w:rsidR="00BF542D" w:rsidRPr="00BF542D" w:rsidRDefault="00BF542D" w:rsidP="00EA296F">
            <w:r w:rsidRPr="00BF542D">
              <w:t>S 34</w:t>
            </w:r>
          </w:p>
        </w:tc>
        <w:tc>
          <w:tcPr>
            <w:tcW w:w="0" w:type="auto"/>
          </w:tcPr>
          <w:p w14:paraId="5F8D8CF8" w14:textId="77777777" w:rsidR="00BF542D" w:rsidRPr="00BF542D" w:rsidRDefault="00BF542D" w:rsidP="00EA296F">
            <w:r w:rsidRPr="00BF542D">
              <w:t>33,967867</w:t>
            </w:r>
          </w:p>
        </w:tc>
      </w:tr>
      <w:tr w:rsidR="00BF542D" w:rsidRPr="00BF542D" w14:paraId="2651B780" w14:textId="77777777" w:rsidTr="003D2E48">
        <w:tc>
          <w:tcPr>
            <w:tcW w:w="0" w:type="auto"/>
          </w:tcPr>
          <w:p w14:paraId="6332C6A8" w14:textId="77777777" w:rsidR="00BF542D" w:rsidRPr="00BF542D" w:rsidRDefault="00BF542D" w:rsidP="00EA296F">
            <w:r w:rsidRPr="00BF542D">
              <w:t>16</w:t>
            </w:r>
          </w:p>
        </w:tc>
        <w:tc>
          <w:tcPr>
            <w:tcW w:w="0" w:type="auto"/>
          </w:tcPr>
          <w:p w14:paraId="2DFC1983" w14:textId="77777777" w:rsidR="00BF542D" w:rsidRPr="00BF542D" w:rsidRDefault="00BF542D" w:rsidP="00EA296F">
            <w:r w:rsidRPr="00BF542D">
              <w:t>S 35</w:t>
            </w:r>
          </w:p>
        </w:tc>
        <w:tc>
          <w:tcPr>
            <w:tcW w:w="0" w:type="auto"/>
          </w:tcPr>
          <w:p w14:paraId="3B6B8172" w14:textId="77777777" w:rsidR="00BF542D" w:rsidRPr="00BF542D" w:rsidRDefault="00BF542D" w:rsidP="00EA296F">
            <w:r w:rsidRPr="00BF542D">
              <w:t>34,969032</w:t>
            </w:r>
          </w:p>
        </w:tc>
      </w:tr>
      <w:tr w:rsidR="00BF542D" w:rsidRPr="00BF542D" w14:paraId="66E12D8D" w14:textId="77777777" w:rsidTr="003D2E48">
        <w:tc>
          <w:tcPr>
            <w:tcW w:w="0" w:type="auto"/>
          </w:tcPr>
          <w:p w14:paraId="27F96F1C" w14:textId="77777777" w:rsidR="00BF542D" w:rsidRPr="00BF542D" w:rsidRDefault="00BF542D" w:rsidP="00EA296F">
            <w:r w:rsidRPr="00BF542D">
              <w:t>16</w:t>
            </w:r>
          </w:p>
        </w:tc>
        <w:tc>
          <w:tcPr>
            <w:tcW w:w="0" w:type="auto"/>
          </w:tcPr>
          <w:p w14:paraId="27285532" w14:textId="77777777" w:rsidR="00BF542D" w:rsidRPr="00BF542D" w:rsidRDefault="00BF542D" w:rsidP="00EA296F">
            <w:r w:rsidRPr="00BF542D">
              <w:t>S 36</w:t>
            </w:r>
          </w:p>
        </w:tc>
        <w:tc>
          <w:tcPr>
            <w:tcW w:w="0" w:type="auto"/>
          </w:tcPr>
          <w:p w14:paraId="515938B4" w14:textId="77777777" w:rsidR="00BF542D" w:rsidRPr="00BF542D" w:rsidRDefault="00BF542D" w:rsidP="00EA296F">
            <w:r w:rsidRPr="00BF542D">
              <w:t>35,967081</w:t>
            </w:r>
          </w:p>
        </w:tc>
      </w:tr>
      <w:tr w:rsidR="00BF542D" w:rsidRPr="00BF542D" w14:paraId="10E76B4F" w14:textId="77777777" w:rsidTr="003D2E48">
        <w:tc>
          <w:tcPr>
            <w:tcW w:w="0" w:type="auto"/>
          </w:tcPr>
          <w:p w14:paraId="679D6418" w14:textId="77777777" w:rsidR="00BF542D" w:rsidRPr="00BF542D" w:rsidRDefault="00BF542D" w:rsidP="00EA296F">
            <w:r w:rsidRPr="00BF542D">
              <w:t>17</w:t>
            </w:r>
          </w:p>
        </w:tc>
        <w:tc>
          <w:tcPr>
            <w:tcW w:w="0" w:type="auto"/>
          </w:tcPr>
          <w:p w14:paraId="1C15DFD0" w14:textId="77777777" w:rsidR="00BF542D" w:rsidRPr="00BF542D" w:rsidRDefault="00BF542D" w:rsidP="00EA296F">
            <w:r w:rsidRPr="00BF542D">
              <w:t>Cl 35</w:t>
            </w:r>
          </w:p>
        </w:tc>
        <w:tc>
          <w:tcPr>
            <w:tcW w:w="0" w:type="auto"/>
          </w:tcPr>
          <w:p w14:paraId="0E37E20B" w14:textId="77777777" w:rsidR="00BF542D" w:rsidRPr="00BF542D" w:rsidRDefault="00BF542D" w:rsidP="00EA296F">
            <w:r w:rsidRPr="00BF542D">
              <w:t>34,968853</w:t>
            </w:r>
          </w:p>
        </w:tc>
      </w:tr>
      <w:tr w:rsidR="00BF542D" w:rsidRPr="00BF542D" w14:paraId="3DE39043" w14:textId="77777777" w:rsidTr="003D2E48">
        <w:tc>
          <w:tcPr>
            <w:tcW w:w="0" w:type="auto"/>
          </w:tcPr>
          <w:p w14:paraId="190C68BA" w14:textId="77777777" w:rsidR="00BF542D" w:rsidRPr="00BF542D" w:rsidRDefault="00BF542D" w:rsidP="00EA296F">
            <w:r w:rsidRPr="00BF542D">
              <w:t>17</w:t>
            </w:r>
          </w:p>
        </w:tc>
        <w:tc>
          <w:tcPr>
            <w:tcW w:w="0" w:type="auto"/>
          </w:tcPr>
          <w:p w14:paraId="0C1A75CD" w14:textId="77777777" w:rsidR="00BF542D" w:rsidRPr="00BF542D" w:rsidRDefault="00BF542D" w:rsidP="00EA296F">
            <w:r w:rsidRPr="00BF542D">
              <w:t>Cl 37</w:t>
            </w:r>
          </w:p>
        </w:tc>
        <w:tc>
          <w:tcPr>
            <w:tcW w:w="0" w:type="auto"/>
          </w:tcPr>
          <w:p w14:paraId="6E25DEDC" w14:textId="77777777" w:rsidR="00BF542D" w:rsidRPr="00BF542D" w:rsidRDefault="00BF542D" w:rsidP="00EA296F">
            <w:r w:rsidRPr="00BF542D">
              <w:t>36,965903</w:t>
            </w:r>
          </w:p>
        </w:tc>
      </w:tr>
      <w:tr w:rsidR="00BF542D" w:rsidRPr="00BF542D" w14:paraId="4C2443F7" w14:textId="77777777" w:rsidTr="003D2E48">
        <w:tc>
          <w:tcPr>
            <w:tcW w:w="0" w:type="auto"/>
          </w:tcPr>
          <w:p w14:paraId="5E223B5F" w14:textId="77777777" w:rsidR="00BF542D" w:rsidRPr="00BF542D" w:rsidRDefault="00BF542D" w:rsidP="00EA296F">
            <w:r w:rsidRPr="00BF542D">
              <w:t>17</w:t>
            </w:r>
          </w:p>
        </w:tc>
        <w:tc>
          <w:tcPr>
            <w:tcW w:w="0" w:type="auto"/>
          </w:tcPr>
          <w:p w14:paraId="624C8DF7" w14:textId="77777777" w:rsidR="00BF542D" w:rsidRPr="00BF542D" w:rsidRDefault="00BF542D" w:rsidP="00EA296F">
            <w:r w:rsidRPr="00BF542D">
              <w:t>Cl 38</w:t>
            </w:r>
          </w:p>
        </w:tc>
        <w:tc>
          <w:tcPr>
            <w:tcW w:w="0" w:type="auto"/>
          </w:tcPr>
          <w:p w14:paraId="2DEF307F" w14:textId="77777777" w:rsidR="00BF542D" w:rsidRPr="00BF542D" w:rsidRDefault="00BF542D" w:rsidP="00EA296F">
            <w:r w:rsidRPr="00BF542D">
              <w:t>37,968010</w:t>
            </w:r>
          </w:p>
        </w:tc>
      </w:tr>
      <w:tr w:rsidR="00BF542D" w:rsidRPr="00BF542D" w14:paraId="3BB97FDF" w14:textId="77777777" w:rsidTr="003D2E48">
        <w:tc>
          <w:tcPr>
            <w:tcW w:w="0" w:type="auto"/>
          </w:tcPr>
          <w:p w14:paraId="26502DAE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6CF5229B" w14:textId="77777777" w:rsidR="00BF542D" w:rsidRPr="00BF542D" w:rsidRDefault="00BF542D" w:rsidP="00EA296F">
            <w:r w:rsidRPr="00BF542D">
              <w:t>Ar 36</w:t>
            </w:r>
          </w:p>
        </w:tc>
        <w:tc>
          <w:tcPr>
            <w:tcW w:w="0" w:type="auto"/>
          </w:tcPr>
          <w:p w14:paraId="133D8F92" w14:textId="77777777" w:rsidR="00BF542D" w:rsidRPr="00BF542D" w:rsidRDefault="00BF542D" w:rsidP="00EA296F">
            <w:r w:rsidRPr="00BF542D">
              <w:t>35,967545</w:t>
            </w:r>
          </w:p>
        </w:tc>
      </w:tr>
      <w:tr w:rsidR="00BF542D" w:rsidRPr="00BF542D" w14:paraId="76BC3DF9" w14:textId="77777777" w:rsidTr="003D2E48">
        <w:tc>
          <w:tcPr>
            <w:tcW w:w="0" w:type="auto"/>
          </w:tcPr>
          <w:p w14:paraId="566B71D1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72FA36AA" w14:textId="77777777" w:rsidR="00BF542D" w:rsidRPr="00BF542D" w:rsidRDefault="00BF542D" w:rsidP="00EA296F">
            <w:r w:rsidRPr="00BF542D">
              <w:t>Ar 38</w:t>
            </w:r>
          </w:p>
        </w:tc>
        <w:tc>
          <w:tcPr>
            <w:tcW w:w="0" w:type="auto"/>
          </w:tcPr>
          <w:p w14:paraId="04100C80" w14:textId="77777777" w:rsidR="00BF542D" w:rsidRPr="00BF542D" w:rsidRDefault="00BF542D" w:rsidP="00EA296F">
            <w:r w:rsidRPr="00BF542D">
              <w:t>37,962732</w:t>
            </w:r>
          </w:p>
        </w:tc>
      </w:tr>
      <w:tr w:rsidR="00BF542D" w:rsidRPr="00BF542D" w14:paraId="55BF5194" w14:textId="77777777" w:rsidTr="003D2E48">
        <w:tc>
          <w:tcPr>
            <w:tcW w:w="0" w:type="auto"/>
          </w:tcPr>
          <w:p w14:paraId="2EA2717E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28E8C851" w14:textId="77777777" w:rsidR="00BF542D" w:rsidRPr="00BF542D" w:rsidRDefault="00BF542D" w:rsidP="00EA296F">
            <w:r w:rsidRPr="00BF542D">
              <w:t>Ar 39</w:t>
            </w:r>
          </w:p>
        </w:tc>
        <w:tc>
          <w:tcPr>
            <w:tcW w:w="0" w:type="auto"/>
          </w:tcPr>
          <w:p w14:paraId="0559813A" w14:textId="77777777" w:rsidR="00BF542D" w:rsidRPr="00BF542D" w:rsidRDefault="00BF542D" w:rsidP="00EA296F">
            <w:r w:rsidRPr="00BF542D">
              <w:t>38,964314</w:t>
            </w:r>
          </w:p>
        </w:tc>
      </w:tr>
      <w:tr w:rsidR="00BF542D" w:rsidRPr="00BF542D" w14:paraId="36CC2EF6" w14:textId="77777777" w:rsidTr="003D2E48">
        <w:tc>
          <w:tcPr>
            <w:tcW w:w="0" w:type="auto"/>
          </w:tcPr>
          <w:p w14:paraId="27A98DDB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2EB3E466" w14:textId="77777777" w:rsidR="00BF542D" w:rsidRPr="00BF542D" w:rsidRDefault="00BF542D" w:rsidP="00EA296F">
            <w:r w:rsidRPr="00BF542D">
              <w:t>Ar 40</w:t>
            </w:r>
          </w:p>
        </w:tc>
        <w:tc>
          <w:tcPr>
            <w:tcW w:w="0" w:type="auto"/>
          </w:tcPr>
          <w:p w14:paraId="464DEEBA" w14:textId="77777777" w:rsidR="00BF542D" w:rsidRPr="00BF542D" w:rsidRDefault="00BF542D" w:rsidP="00EA296F">
            <w:r w:rsidRPr="00BF542D">
              <w:t>39,962383</w:t>
            </w:r>
          </w:p>
        </w:tc>
      </w:tr>
      <w:tr w:rsidR="00BF542D" w:rsidRPr="00BF542D" w14:paraId="55F5365B" w14:textId="77777777" w:rsidTr="003D2E48">
        <w:tc>
          <w:tcPr>
            <w:tcW w:w="0" w:type="auto"/>
          </w:tcPr>
          <w:p w14:paraId="52326197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71D6CFF8" w14:textId="77777777" w:rsidR="00BF542D" w:rsidRPr="00BF542D" w:rsidRDefault="00BF542D" w:rsidP="00EA296F">
            <w:r w:rsidRPr="00BF542D">
              <w:t>Ar 41</w:t>
            </w:r>
          </w:p>
        </w:tc>
        <w:tc>
          <w:tcPr>
            <w:tcW w:w="0" w:type="auto"/>
          </w:tcPr>
          <w:p w14:paraId="58F54F6F" w14:textId="77777777" w:rsidR="00BF542D" w:rsidRPr="00BF542D" w:rsidRDefault="00BF542D" w:rsidP="00EA296F">
            <w:r w:rsidRPr="00BF542D">
              <w:t>40,964501</w:t>
            </w:r>
          </w:p>
        </w:tc>
      </w:tr>
      <w:tr w:rsidR="00BF542D" w:rsidRPr="00BF542D" w14:paraId="5A0A7969" w14:textId="77777777" w:rsidTr="003D2E48">
        <w:tc>
          <w:tcPr>
            <w:tcW w:w="0" w:type="auto"/>
          </w:tcPr>
          <w:p w14:paraId="3B332384" w14:textId="77777777" w:rsidR="00BF542D" w:rsidRPr="00BF542D" w:rsidRDefault="00BF542D" w:rsidP="00EA296F">
            <w:r w:rsidRPr="00BF542D">
              <w:t>18</w:t>
            </w:r>
          </w:p>
        </w:tc>
        <w:tc>
          <w:tcPr>
            <w:tcW w:w="0" w:type="auto"/>
          </w:tcPr>
          <w:p w14:paraId="33E64C5B" w14:textId="77777777" w:rsidR="00BF542D" w:rsidRPr="00BF542D" w:rsidRDefault="00BF542D" w:rsidP="00EA296F">
            <w:r w:rsidRPr="00BF542D">
              <w:t>Ar 42</w:t>
            </w:r>
          </w:p>
        </w:tc>
        <w:tc>
          <w:tcPr>
            <w:tcW w:w="0" w:type="auto"/>
          </w:tcPr>
          <w:p w14:paraId="250C0AE3" w14:textId="77777777" w:rsidR="00BF542D" w:rsidRPr="00BF542D" w:rsidRDefault="00BF542D" w:rsidP="00EA296F">
            <w:r w:rsidRPr="00BF542D">
              <w:t>41,963046</w:t>
            </w:r>
          </w:p>
        </w:tc>
      </w:tr>
      <w:tr w:rsidR="00BF542D" w:rsidRPr="00BF542D" w14:paraId="7B790A6D" w14:textId="77777777" w:rsidTr="003D2E48">
        <w:tc>
          <w:tcPr>
            <w:tcW w:w="0" w:type="auto"/>
          </w:tcPr>
          <w:p w14:paraId="5EE08DE7" w14:textId="77777777" w:rsidR="00BF542D" w:rsidRPr="00BF542D" w:rsidRDefault="00BF542D" w:rsidP="00EA296F">
            <w:r w:rsidRPr="00BF542D">
              <w:t>19</w:t>
            </w:r>
          </w:p>
        </w:tc>
        <w:tc>
          <w:tcPr>
            <w:tcW w:w="0" w:type="auto"/>
          </w:tcPr>
          <w:p w14:paraId="67B0D22C" w14:textId="77777777" w:rsidR="00BF542D" w:rsidRPr="00BF542D" w:rsidRDefault="00BF542D" w:rsidP="00EA296F">
            <w:r w:rsidRPr="00BF542D">
              <w:t>K 39</w:t>
            </w:r>
          </w:p>
        </w:tc>
        <w:tc>
          <w:tcPr>
            <w:tcW w:w="0" w:type="auto"/>
          </w:tcPr>
          <w:p w14:paraId="057BDA79" w14:textId="77777777" w:rsidR="00BF542D" w:rsidRPr="00BF542D" w:rsidRDefault="00BF542D" w:rsidP="00EA296F">
            <w:r w:rsidRPr="00BF542D">
              <w:t>38,963707</w:t>
            </w:r>
          </w:p>
        </w:tc>
      </w:tr>
      <w:tr w:rsidR="00BF542D" w:rsidRPr="00BF542D" w14:paraId="133263BC" w14:textId="77777777" w:rsidTr="003D2E48">
        <w:tc>
          <w:tcPr>
            <w:tcW w:w="0" w:type="auto"/>
          </w:tcPr>
          <w:p w14:paraId="6D91F9D2" w14:textId="77777777" w:rsidR="00BF542D" w:rsidRPr="00BF542D" w:rsidRDefault="00BF542D" w:rsidP="00EA296F">
            <w:r w:rsidRPr="00BF542D">
              <w:t>19</w:t>
            </w:r>
          </w:p>
        </w:tc>
        <w:tc>
          <w:tcPr>
            <w:tcW w:w="0" w:type="auto"/>
          </w:tcPr>
          <w:p w14:paraId="1429E1CE" w14:textId="77777777" w:rsidR="00BF542D" w:rsidRPr="00BF542D" w:rsidRDefault="00BF542D" w:rsidP="00EA296F">
            <w:r w:rsidRPr="00BF542D">
              <w:t>K 40</w:t>
            </w:r>
          </w:p>
        </w:tc>
        <w:tc>
          <w:tcPr>
            <w:tcW w:w="0" w:type="auto"/>
          </w:tcPr>
          <w:p w14:paraId="25C860B2" w14:textId="77777777" w:rsidR="00BF542D" w:rsidRPr="00BF542D" w:rsidRDefault="00BF542D" w:rsidP="00EA296F">
            <w:r w:rsidRPr="00BF542D">
              <w:t>39,963998</w:t>
            </w:r>
          </w:p>
        </w:tc>
      </w:tr>
      <w:tr w:rsidR="00BF542D" w:rsidRPr="00BF542D" w14:paraId="4718C45C" w14:textId="77777777" w:rsidTr="003D2E48">
        <w:tc>
          <w:tcPr>
            <w:tcW w:w="0" w:type="auto"/>
          </w:tcPr>
          <w:p w14:paraId="0F28D953" w14:textId="77777777" w:rsidR="00BF542D" w:rsidRPr="00BF542D" w:rsidRDefault="00BF542D" w:rsidP="00EA296F">
            <w:r w:rsidRPr="00BF542D">
              <w:t>19</w:t>
            </w:r>
          </w:p>
        </w:tc>
        <w:tc>
          <w:tcPr>
            <w:tcW w:w="0" w:type="auto"/>
          </w:tcPr>
          <w:p w14:paraId="2D25F735" w14:textId="77777777" w:rsidR="00BF542D" w:rsidRPr="00BF542D" w:rsidRDefault="00BF542D" w:rsidP="00EA296F">
            <w:r w:rsidRPr="00BF542D">
              <w:t>K 41</w:t>
            </w:r>
          </w:p>
        </w:tc>
        <w:tc>
          <w:tcPr>
            <w:tcW w:w="0" w:type="auto"/>
          </w:tcPr>
          <w:p w14:paraId="24896C9F" w14:textId="77777777" w:rsidR="00BF542D" w:rsidRPr="00BF542D" w:rsidRDefault="00BF542D" w:rsidP="00EA296F">
            <w:r w:rsidRPr="00BF542D">
              <w:t>40,961825</w:t>
            </w:r>
          </w:p>
        </w:tc>
      </w:tr>
      <w:tr w:rsidR="00BF542D" w:rsidRPr="00BF542D" w14:paraId="43A5DD09" w14:textId="77777777" w:rsidTr="003D2E48">
        <w:tc>
          <w:tcPr>
            <w:tcW w:w="0" w:type="auto"/>
          </w:tcPr>
          <w:p w14:paraId="1C31EAE5" w14:textId="77777777" w:rsidR="00BF542D" w:rsidRPr="00BF542D" w:rsidRDefault="00BF542D" w:rsidP="00EA296F">
            <w:r w:rsidRPr="00BF542D">
              <w:t>19</w:t>
            </w:r>
          </w:p>
        </w:tc>
        <w:tc>
          <w:tcPr>
            <w:tcW w:w="0" w:type="auto"/>
          </w:tcPr>
          <w:p w14:paraId="420D1521" w14:textId="77777777" w:rsidR="00BF542D" w:rsidRPr="00BF542D" w:rsidRDefault="00BF542D" w:rsidP="00EA296F">
            <w:r w:rsidRPr="00BF542D">
              <w:t>K 42</w:t>
            </w:r>
          </w:p>
        </w:tc>
        <w:tc>
          <w:tcPr>
            <w:tcW w:w="0" w:type="auto"/>
          </w:tcPr>
          <w:p w14:paraId="0AF066D6" w14:textId="77777777" w:rsidR="00BF542D" w:rsidRPr="00BF542D" w:rsidRDefault="00BF542D" w:rsidP="00EA296F">
            <w:r w:rsidRPr="00BF542D">
              <w:t>41,962402</w:t>
            </w:r>
          </w:p>
        </w:tc>
      </w:tr>
      <w:tr w:rsidR="00BF542D" w:rsidRPr="00BF542D" w14:paraId="39FF7CD5" w14:textId="77777777" w:rsidTr="003D2E48">
        <w:tc>
          <w:tcPr>
            <w:tcW w:w="0" w:type="auto"/>
          </w:tcPr>
          <w:p w14:paraId="4D1D6C13" w14:textId="77777777" w:rsidR="00BF542D" w:rsidRPr="00BF542D" w:rsidRDefault="00BF542D" w:rsidP="00EA296F">
            <w:r w:rsidRPr="00BF542D">
              <w:t>20</w:t>
            </w:r>
          </w:p>
        </w:tc>
        <w:tc>
          <w:tcPr>
            <w:tcW w:w="0" w:type="auto"/>
          </w:tcPr>
          <w:p w14:paraId="7CC7EB84" w14:textId="77777777" w:rsidR="00BF542D" w:rsidRPr="00BF542D" w:rsidRDefault="00BF542D" w:rsidP="00EA296F">
            <w:r w:rsidRPr="00BF542D">
              <w:t>Ca 40</w:t>
            </w:r>
          </w:p>
        </w:tc>
        <w:tc>
          <w:tcPr>
            <w:tcW w:w="0" w:type="auto"/>
          </w:tcPr>
          <w:p w14:paraId="1CA32642" w14:textId="77777777" w:rsidR="00BF542D" w:rsidRPr="00BF542D" w:rsidRDefault="00BF542D" w:rsidP="00EA296F">
            <w:r w:rsidRPr="00BF542D">
              <w:t>39,962591</w:t>
            </w:r>
          </w:p>
        </w:tc>
      </w:tr>
      <w:tr w:rsidR="00BF542D" w:rsidRPr="00BF542D" w14:paraId="182E4988" w14:textId="77777777" w:rsidTr="003D2E48">
        <w:tc>
          <w:tcPr>
            <w:tcW w:w="0" w:type="auto"/>
          </w:tcPr>
          <w:p w14:paraId="1964BC77" w14:textId="77777777" w:rsidR="00BF542D" w:rsidRPr="00BF542D" w:rsidRDefault="00BF542D" w:rsidP="00EA296F">
            <w:r w:rsidRPr="00BF542D">
              <w:t>20</w:t>
            </w:r>
          </w:p>
        </w:tc>
        <w:tc>
          <w:tcPr>
            <w:tcW w:w="0" w:type="auto"/>
          </w:tcPr>
          <w:p w14:paraId="489EE6D7" w14:textId="77777777" w:rsidR="00BF542D" w:rsidRPr="00BF542D" w:rsidRDefault="00BF542D" w:rsidP="00EA296F">
            <w:r w:rsidRPr="00BF542D">
              <w:t>Ca 42</w:t>
            </w:r>
          </w:p>
        </w:tc>
        <w:tc>
          <w:tcPr>
            <w:tcW w:w="0" w:type="auto"/>
          </w:tcPr>
          <w:p w14:paraId="130A9622" w14:textId="77777777" w:rsidR="00BF542D" w:rsidRPr="00BF542D" w:rsidRDefault="00BF542D" w:rsidP="00EA296F">
            <w:r w:rsidRPr="00BF542D">
              <w:t>41,958618</w:t>
            </w:r>
          </w:p>
        </w:tc>
      </w:tr>
      <w:tr w:rsidR="00BF542D" w:rsidRPr="00BF542D" w14:paraId="67CF834C" w14:textId="77777777" w:rsidTr="003D2E48">
        <w:tc>
          <w:tcPr>
            <w:tcW w:w="0" w:type="auto"/>
          </w:tcPr>
          <w:p w14:paraId="42C79C34" w14:textId="77777777" w:rsidR="00BF542D" w:rsidRPr="00BF542D" w:rsidRDefault="00BF542D" w:rsidP="00EA296F">
            <w:r w:rsidRPr="00BF542D">
              <w:t>20</w:t>
            </w:r>
          </w:p>
        </w:tc>
        <w:tc>
          <w:tcPr>
            <w:tcW w:w="0" w:type="auto"/>
          </w:tcPr>
          <w:p w14:paraId="7EC060C3" w14:textId="77777777" w:rsidR="00BF542D" w:rsidRPr="00BF542D" w:rsidRDefault="00BF542D" w:rsidP="00EA296F">
            <w:r w:rsidRPr="00BF542D">
              <w:t>Ca 43</w:t>
            </w:r>
          </w:p>
        </w:tc>
        <w:tc>
          <w:tcPr>
            <w:tcW w:w="0" w:type="auto"/>
          </w:tcPr>
          <w:p w14:paraId="354D0BEE" w14:textId="77777777" w:rsidR="00BF542D" w:rsidRPr="00BF542D" w:rsidRDefault="00BF542D" w:rsidP="00EA296F">
            <w:r w:rsidRPr="00BF542D">
              <w:t>42,958766</w:t>
            </w:r>
          </w:p>
        </w:tc>
      </w:tr>
      <w:tr w:rsidR="00BF542D" w:rsidRPr="00BF542D" w14:paraId="26B27B91" w14:textId="77777777" w:rsidTr="003D2E48">
        <w:tc>
          <w:tcPr>
            <w:tcW w:w="0" w:type="auto"/>
          </w:tcPr>
          <w:p w14:paraId="1EECF2A6" w14:textId="77777777" w:rsidR="00BF542D" w:rsidRPr="00BF542D" w:rsidRDefault="00BF542D" w:rsidP="00EA296F">
            <w:r w:rsidRPr="00BF542D">
              <w:t>20</w:t>
            </w:r>
          </w:p>
        </w:tc>
        <w:tc>
          <w:tcPr>
            <w:tcW w:w="0" w:type="auto"/>
          </w:tcPr>
          <w:p w14:paraId="03257D56" w14:textId="77777777" w:rsidR="00BF542D" w:rsidRPr="00BF542D" w:rsidRDefault="00BF542D" w:rsidP="00EA296F">
            <w:r w:rsidRPr="00BF542D">
              <w:t>Ca 44</w:t>
            </w:r>
          </w:p>
        </w:tc>
        <w:tc>
          <w:tcPr>
            <w:tcW w:w="0" w:type="auto"/>
          </w:tcPr>
          <w:p w14:paraId="5045F41A" w14:textId="77777777" w:rsidR="00BF542D" w:rsidRPr="00BF542D" w:rsidRDefault="00BF542D" w:rsidP="00EA296F">
            <w:r w:rsidRPr="00BF542D">
              <w:t>43,955481</w:t>
            </w:r>
          </w:p>
        </w:tc>
      </w:tr>
      <w:tr w:rsidR="00BF542D" w:rsidRPr="00BF542D" w14:paraId="3B9E7E1A" w14:textId="77777777" w:rsidTr="003D2E48">
        <w:tc>
          <w:tcPr>
            <w:tcW w:w="0" w:type="auto"/>
          </w:tcPr>
          <w:p w14:paraId="283B264B" w14:textId="77777777" w:rsidR="00BF542D" w:rsidRPr="00BF542D" w:rsidRDefault="00BF542D" w:rsidP="00EA296F">
            <w:r w:rsidRPr="00BF542D">
              <w:lastRenderedPageBreak/>
              <w:t>20</w:t>
            </w:r>
          </w:p>
        </w:tc>
        <w:tc>
          <w:tcPr>
            <w:tcW w:w="0" w:type="auto"/>
          </w:tcPr>
          <w:p w14:paraId="0038E311" w14:textId="77777777" w:rsidR="00BF542D" w:rsidRPr="00BF542D" w:rsidRDefault="00BF542D" w:rsidP="00EA296F">
            <w:r w:rsidRPr="00BF542D">
              <w:t>Ca 45</w:t>
            </w:r>
          </w:p>
        </w:tc>
        <w:tc>
          <w:tcPr>
            <w:tcW w:w="0" w:type="auto"/>
          </w:tcPr>
          <w:p w14:paraId="216BB228" w14:textId="77777777" w:rsidR="00BF542D" w:rsidRPr="00BF542D" w:rsidRDefault="00BF542D" w:rsidP="00EA296F">
            <w:r w:rsidRPr="00BF542D">
              <w:t>44,956186</w:t>
            </w:r>
          </w:p>
        </w:tc>
      </w:tr>
      <w:tr w:rsidR="00BF542D" w:rsidRPr="00BF542D" w14:paraId="75FD2A27" w14:textId="77777777" w:rsidTr="003D2E48">
        <w:tc>
          <w:tcPr>
            <w:tcW w:w="0" w:type="auto"/>
          </w:tcPr>
          <w:p w14:paraId="4A587DF1" w14:textId="77777777" w:rsidR="00BF542D" w:rsidRPr="00BF542D" w:rsidRDefault="00BF542D" w:rsidP="00EA296F">
            <w:r w:rsidRPr="00BF542D">
              <w:t>20</w:t>
            </w:r>
          </w:p>
        </w:tc>
        <w:tc>
          <w:tcPr>
            <w:tcW w:w="0" w:type="auto"/>
          </w:tcPr>
          <w:p w14:paraId="3FE45FDE" w14:textId="77777777" w:rsidR="00BF542D" w:rsidRPr="00BF542D" w:rsidRDefault="00BF542D" w:rsidP="00EA296F">
            <w:r w:rsidRPr="00BF542D">
              <w:t>Ca 46</w:t>
            </w:r>
          </w:p>
        </w:tc>
        <w:tc>
          <w:tcPr>
            <w:tcW w:w="0" w:type="auto"/>
          </w:tcPr>
          <w:p w14:paraId="373E8EE8" w14:textId="77777777" w:rsidR="00BF542D" w:rsidRPr="00BF542D" w:rsidRDefault="00BF542D" w:rsidP="00EA296F">
            <w:r w:rsidRPr="00BF542D">
              <w:t>45,953688</w:t>
            </w:r>
          </w:p>
        </w:tc>
      </w:tr>
      <w:tr w:rsidR="00BF542D" w:rsidRPr="00BF542D" w14:paraId="4C1ADAD2" w14:textId="77777777" w:rsidTr="003D2E48">
        <w:tc>
          <w:tcPr>
            <w:tcW w:w="0" w:type="auto"/>
          </w:tcPr>
          <w:p w14:paraId="0C470C23" w14:textId="77777777" w:rsidR="00BF542D" w:rsidRPr="00BF542D" w:rsidRDefault="00BF542D" w:rsidP="00EA296F">
            <w:r w:rsidRPr="00BF542D">
              <w:t>21</w:t>
            </w:r>
          </w:p>
        </w:tc>
        <w:tc>
          <w:tcPr>
            <w:tcW w:w="0" w:type="auto"/>
          </w:tcPr>
          <w:p w14:paraId="1CA958D5" w14:textId="77777777" w:rsidR="00BF542D" w:rsidRPr="00BF542D" w:rsidRDefault="00BF542D" w:rsidP="00EA296F">
            <w:r w:rsidRPr="00BF542D">
              <w:t>Sc 45</w:t>
            </w:r>
          </w:p>
        </w:tc>
        <w:tc>
          <w:tcPr>
            <w:tcW w:w="0" w:type="auto"/>
          </w:tcPr>
          <w:p w14:paraId="27C1AD1C" w14:textId="77777777" w:rsidR="00BF542D" w:rsidRPr="00BF542D" w:rsidRDefault="00BF542D" w:rsidP="00EA296F">
            <w:r w:rsidRPr="00BF542D">
              <w:t>44,955907</w:t>
            </w:r>
          </w:p>
        </w:tc>
      </w:tr>
      <w:tr w:rsidR="00BF542D" w:rsidRPr="00BF542D" w14:paraId="78DB10F6" w14:textId="77777777" w:rsidTr="003D2E48">
        <w:tc>
          <w:tcPr>
            <w:tcW w:w="0" w:type="auto"/>
          </w:tcPr>
          <w:p w14:paraId="3D49875A" w14:textId="77777777" w:rsidR="00BF542D" w:rsidRPr="00BF542D" w:rsidRDefault="00BF542D" w:rsidP="00EA296F">
            <w:r w:rsidRPr="00BF542D">
              <w:t>22</w:t>
            </w:r>
          </w:p>
        </w:tc>
        <w:tc>
          <w:tcPr>
            <w:tcW w:w="0" w:type="auto"/>
          </w:tcPr>
          <w:p w14:paraId="48DA5219" w14:textId="77777777" w:rsidR="00BF542D" w:rsidRPr="00BF542D" w:rsidRDefault="00BF542D" w:rsidP="00EA296F">
            <w:r w:rsidRPr="00BF542D">
              <w:t>Ti 46</w:t>
            </w:r>
          </w:p>
        </w:tc>
        <w:tc>
          <w:tcPr>
            <w:tcW w:w="0" w:type="auto"/>
          </w:tcPr>
          <w:p w14:paraId="7A8C7114" w14:textId="77777777" w:rsidR="00BF542D" w:rsidRPr="00BF542D" w:rsidRDefault="00BF542D" w:rsidP="00EA296F">
            <w:r w:rsidRPr="00BF542D">
              <w:t>45,952626</w:t>
            </w:r>
          </w:p>
        </w:tc>
      </w:tr>
      <w:tr w:rsidR="00BF542D" w:rsidRPr="00BF542D" w14:paraId="7772F90C" w14:textId="77777777" w:rsidTr="003D2E48">
        <w:tc>
          <w:tcPr>
            <w:tcW w:w="0" w:type="auto"/>
          </w:tcPr>
          <w:p w14:paraId="0726A196" w14:textId="77777777" w:rsidR="00BF542D" w:rsidRPr="00BF542D" w:rsidRDefault="00BF542D" w:rsidP="00EA296F">
            <w:r w:rsidRPr="00BF542D">
              <w:t>22</w:t>
            </w:r>
          </w:p>
        </w:tc>
        <w:tc>
          <w:tcPr>
            <w:tcW w:w="0" w:type="auto"/>
          </w:tcPr>
          <w:p w14:paraId="7011A07A" w14:textId="77777777" w:rsidR="00BF542D" w:rsidRPr="00BF542D" w:rsidRDefault="00BF542D" w:rsidP="00EA296F">
            <w:r w:rsidRPr="00BF542D">
              <w:t>Ti 47</w:t>
            </w:r>
          </w:p>
        </w:tc>
        <w:tc>
          <w:tcPr>
            <w:tcW w:w="0" w:type="auto"/>
          </w:tcPr>
          <w:p w14:paraId="6F464FDE" w14:textId="77777777" w:rsidR="00BF542D" w:rsidRPr="00BF542D" w:rsidRDefault="00BF542D" w:rsidP="00EA296F">
            <w:r w:rsidRPr="00BF542D">
              <w:t>46,951757</w:t>
            </w:r>
          </w:p>
        </w:tc>
      </w:tr>
      <w:tr w:rsidR="00BF542D" w:rsidRPr="00BF542D" w14:paraId="1AC98DAD" w14:textId="77777777" w:rsidTr="003D2E48">
        <w:tc>
          <w:tcPr>
            <w:tcW w:w="0" w:type="auto"/>
          </w:tcPr>
          <w:p w14:paraId="10C935E0" w14:textId="77777777" w:rsidR="00BF542D" w:rsidRPr="00BF542D" w:rsidRDefault="00BF542D" w:rsidP="00EA296F">
            <w:r w:rsidRPr="00BF542D">
              <w:t>22</w:t>
            </w:r>
          </w:p>
        </w:tc>
        <w:tc>
          <w:tcPr>
            <w:tcW w:w="0" w:type="auto"/>
          </w:tcPr>
          <w:p w14:paraId="1224973D" w14:textId="77777777" w:rsidR="00BF542D" w:rsidRPr="00BF542D" w:rsidRDefault="00BF542D" w:rsidP="00EA296F">
            <w:r w:rsidRPr="00BF542D">
              <w:t>Ti 48</w:t>
            </w:r>
          </w:p>
        </w:tc>
        <w:tc>
          <w:tcPr>
            <w:tcW w:w="0" w:type="auto"/>
          </w:tcPr>
          <w:p w14:paraId="20CAAFDE" w14:textId="77777777" w:rsidR="00BF542D" w:rsidRPr="00BF542D" w:rsidRDefault="00BF542D" w:rsidP="00EA296F">
            <w:r w:rsidRPr="00BF542D">
              <w:t>47,947941</w:t>
            </w:r>
          </w:p>
        </w:tc>
      </w:tr>
      <w:tr w:rsidR="00BF542D" w:rsidRPr="00BF542D" w14:paraId="6B355E5E" w14:textId="77777777" w:rsidTr="003D2E48">
        <w:tc>
          <w:tcPr>
            <w:tcW w:w="0" w:type="auto"/>
          </w:tcPr>
          <w:p w14:paraId="414CD7E6" w14:textId="77777777" w:rsidR="00BF542D" w:rsidRPr="00BF542D" w:rsidRDefault="00BF542D" w:rsidP="00EA296F">
            <w:r w:rsidRPr="00BF542D">
              <w:t>22</w:t>
            </w:r>
          </w:p>
        </w:tc>
        <w:tc>
          <w:tcPr>
            <w:tcW w:w="0" w:type="auto"/>
          </w:tcPr>
          <w:p w14:paraId="3C037948" w14:textId="77777777" w:rsidR="00BF542D" w:rsidRPr="00BF542D" w:rsidRDefault="00BF542D" w:rsidP="00EA296F">
            <w:r w:rsidRPr="00BF542D">
              <w:t>Ti 49</w:t>
            </w:r>
          </w:p>
        </w:tc>
        <w:tc>
          <w:tcPr>
            <w:tcW w:w="0" w:type="auto"/>
          </w:tcPr>
          <w:p w14:paraId="6C509A1E" w14:textId="77777777" w:rsidR="00BF542D" w:rsidRPr="00BF542D" w:rsidRDefault="00BF542D" w:rsidP="00EA296F">
            <w:r w:rsidRPr="00BF542D">
              <w:t>48,947870</w:t>
            </w:r>
          </w:p>
        </w:tc>
      </w:tr>
      <w:tr w:rsidR="00BF542D" w:rsidRPr="00BF542D" w14:paraId="403A62A4" w14:textId="77777777" w:rsidTr="003D2E48">
        <w:tc>
          <w:tcPr>
            <w:tcW w:w="0" w:type="auto"/>
          </w:tcPr>
          <w:p w14:paraId="79722485" w14:textId="77777777" w:rsidR="00BF542D" w:rsidRPr="00BF542D" w:rsidRDefault="00BF542D" w:rsidP="00EA296F">
            <w:r w:rsidRPr="00BF542D">
              <w:t>22</w:t>
            </w:r>
          </w:p>
        </w:tc>
        <w:tc>
          <w:tcPr>
            <w:tcW w:w="0" w:type="auto"/>
          </w:tcPr>
          <w:p w14:paraId="2AF00392" w14:textId="77777777" w:rsidR="00BF542D" w:rsidRPr="00BF542D" w:rsidRDefault="00BF542D" w:rsidP="00EA296F">
            <w:r w:rsidRPr="00BF542D">
              <w:t>Ti 50</w:t>
            </w:r>
          </w:p>
        </w:tc>
        <w:tc>
          <w:tcPr>
            <w:tcW w:w="0" w:type="auto"/>
          </w:tcPr>
          <w:p w14:paraId="54C5B840" w14:textId="77777777" w:rsidR="00BF542D" w:rsidRPr="00BF542D" w:rsidRDefault="00BF542D" w:rsidP="00EA296F">
            <w:r w:rsidRPr="00BF542D">
              <w:t>49,944786</w:t>
            </w:r>
          </w:p>
        </w:tc>
      </w:tr>
      <w:tr w:rsidR="00BF542D" w:rsidRPr="00BF542D" w14:paraId="2DF11C4E" w14:textId="77777777" w:rsidTr="003D2E48">
        <w:tc>
          <w:tcPr>
            <w:tcW w:w="0" w:type="auto"/>
          </w:tcPr>
          <w:p w14:paraId="1AE6FCEE" w14:textId="77777777" w:rsidR="00BF542D" w:rsidRPr="00BF542D" w:rsidRDefault="00BF542D" w:rsidP="00EA296F">
            <w:r w:rsidRPr="00BF542D">
              <w:t>23</w:t>
            </w:r>
          </w:p>
        </w:tc>
        <w:tc>
          <w:tcPr>
            <w:tcW w:w="0" w:type="auto"/>
          </w:tcPr>
          <w:p w14:paraId="2A81F7A6" w14:textId="77777777" w:rsidR="00BF542D" w:rsidRPr="00BF542D" w:rsidRDefault="00BF542D" w:rsidP="00EA296F">
            <w:r w:rsidRPr="00BF542D">
              <w:t>V 51</w:t>
            </w:r>
          </w:p>
        </w:tc>
        <w:tc>
          <w:tcPr>
            <w:tcW w:w="0" w:type="auto"/>
          </w:tcPr>
          <w:p w14:paraId="57067631" w14:textId="77777777" w:rsidR="00BF542D" w:rsidRPr="00BF542D" w:rsidRDefault="00BF542D" w:rsidP="00EA296F">
            <w:r w:rsidRPr="00BF542D">
              <w:t>50,943958</w:t>
            </w:r>
          </w:p>
        </w:tc>
      </w:tr>
      <w:tr w:rsidR="00BF542D" w:rsidRPr="00BF542D" w14:paraId="261B3CF3" w14:textId="77777777" w:rsidTr="003D2E48">
        <w:tc>
          <w:tcPr>
            <w:tcW w:w="0" w:type="auto"/>
          </w:tcPr>
          <w:p w14:paraId="15D7A266" w14:textId="77777777" w:rsidR="00BF542D" w:rsidRPr="00BF542D" w:rsidRDefault="00BF542D" w:rsidP="00EA296F">
            <w:r w:rsidRPr="00BF542D">
              <w:t>24</w:t>
            </w:r>
          </w:p>
        </w:tc>
        <w:tc>
          <w:tcPr>
            <w:tcW w:w="0" w:type="auto"/>
          </w:tcPr>
          <w:p w14:paraId="0C7DD02A" w14:textId="77777777" w:rsidR="00BF542D" w:rsidRPr="00BF542D" w:rsidRDefault="00BF542D" w:rsidP="00EA296F">
            <w:r w:rsidRPr="00BF542D">
              <w:t>Cr 51</w:t>
            </w:r>
          </w:p>
        </w:tc>
        <w:tc>
          <w:tcPr>
            <w:tcW w:w="0" w:type="auto"/>
          </w:tcPr>
          <w:p w14:paraId="51A79C12" w14:textId="77777777" w:rsidR="00BF542D" w:rsidRPr="00BF542D" w:rsidRDefault="00BF542D" w:rsidP="00EA296F">
            <w:r w:rsidRPr="00BF542D">
              <w:t>50,944765</w:t>
            </w:r>
          </w:p>
        </w:tc>
      </w:tr>
      <w:tr w:rsidR="00BF542D" w:rsidRPr="00BF542D" w14:paraId="19356E24" w14:textId="77777777" w:rsidTr="003D2E48">
        <w:tc>
          <w:tcPr>
            <w:tcW w:w="0" w:type="auto"/>
          </w:tcPr>
          <w:p w14:paraId="7DFE0B05" w14:textId="77777777" w:rsidR="00BF542D" w:rsidRPr="00BF542D" w:rsidRDefault="00BF542D" w:rsidP="00EA296F">
            <w:r w:rsidRPr="00BF542D">
              <w:t>24</w:t>
            </w:r>
          </w:p>
        </w:tc>
        <w:tc>
          <w:tcPr>
            <w:tcW w:w="0" w:type="auto"/>
          </w:tcPr>
          <w:p w14:paraId="15F9A95E" w14:textId="77777777" w:rsidR="00BF542D" w:rsidRPr="00BF542D" w:rsidRDefault="00BF542D" w:rsidP="00EA296F">
            <w:r w:rsidRPr="00BF542D">
              <w:t>Cr 52</w:t>
            </w:r>
          </w:p>
        </w:tc>
        <w:tc>
          <w:tcPr>
            <w:tcW w:w="0" w:type="auto"/>
          </w:tcPr>
          <w:p w14:paraId="25E33A04" w14:textId="77777777" w:rsidR="00BF542D" w:rsidRPr="00BF542D" w:rsidRDefault="00BF542D" w:rsidP="00EA296F">
            <w:r w:rsidRPr="00BF542D">
              <w:t>51,940505</w:t>
            </w:r>
          </w:p>
        </w:tc>
      </w:tr>
      <w:tr w:rsidR="00BF542D" w:rsidRPr="00BF542D" w14:paraId="146358FD" w14:textId="77777777" w:rsidTr="003D2E48">
        <w:tc>
          <w:tcPr>
            <w:tcW w:w="0" w:type="auto"/>
          </w:tcPr>
          <w:p w14:paraId="31CF27E1" w14:textId="77777777" w:rsidR="00BF542D" w:rsidRPr="00BF542D" w:rsidRDefault="00BF542D" w:rsidP="00EA296F">
            <w:r w:rsidRPr="00BF542D">
              <w:t>24</w:t>
            </w:r>
          </w:p>
        </w:tc>
        <w:tc>
          <w:tcPr>
            <w:tcW w:w="0" w:type="auto"/>
          </w:tcPr>
          <w:p w14:paraId="7339C38B" w14:textId="77777777" w:rsidR="00BF542D" w:rsidRPr="00BF542D" w:rsidRDefault="00BF542D" w:rsidP="00EA296F">
            <w:r w:rsidRPr="00BF542D">
              <w:t>Cr 53</w:t>
            </w:r>
          </w:p>
        </w:tc>
        <w:tc>
          <w:tcPr>
            <w:tcW w:w="0" w:type="auto"/>
          </w:tcPr>
          <w:p w14:paraId="0A0F9F6A" w14:textId="77777777" w:rsidR="00BF542D" w:rsidRPr="00BF542D" w:rsidRDefault="00BF542D" w:rsidP="00EA296F">
            <w:r w:rsidRPr="00BF542D">
              <w:t>52,940646</w:t>
            </w:r>
          </w:p>
        </w:tc>
      </w:tr>
      <w:tr w:rsidR="00BF542D" w:rsidRPr="00BF542D" w14:paraId="7BBD586E" w14:textId="77777777" w:rsidTr="003D2E48">
        <w:tc>
          <w:tcPr>
            <w:tcW w:w="0" w:type="auto"/>
          </w:tcPr>
          <w:p w14:paraId="42598D38" w14:textId="77777777" w:rsidR="00BF542D" w:rsidRPr="00BF542D" w:rsidRDefault="00BF542D" w:rsidP="00EA296F">
            <w:r w:rsidRPr="00BF542D">
              <w:t>24</w:t>
            </w:r>
          </w:p>
        </w:tc>
        <w:tc>
          <w:tcPr>
            <w:tcW w:w="0" w:type="auto"/>
          </w:tcPr>
          <w:p w14:paraId="008B76BD" w14:textId="77777777" w:rsidR="00BF542D" w:rsidRPr="00BF542D" w:rsidRDefault="00BF542D" w:rsidP="00EA296F">
            <w:r w:rsidRPr="00BF542D">
              <w:t>Cr 54</w:t>
            </w:r>
          </w:p>
        </w:tc>
        <w:tc>
          <w:tcPr>
            <w:tcW w:w="0" w:type="auto"/>
          </w:tcPr>
          <w:p w14:paraId="0156D887" w14:textId="77777777" w:rsidR="00BF542D" w:rsidRPr="00BF542D" w:rsidRDefault="00BF542D" w:rsidP="00EA296F">
            <w:r w:rsidRPr="00BF542D">
              <w:t>53,938877</w:t>
            </w:r>
          </w:p>
        </w:tc>
      </w:tr>
      <w:tr w:rsidR="00BF542D" w:rsidRPr="00BF542D" w14:paraId="28711496" w14:textId="77777777" w:rsidTr="003D2E48">
        <w:tc>
          <w:tcPr>
            <w:tcW w:w="0" w:type="auto"/>
          </w:tcPr>
          <w:p w14:paraId="29F671CD" w14:textId="77777777" w:rsidR="00BF542D" w:rsidRPr="00BF542D" w:rsidRDefault="00BF542D" w:rsidP="00EA296F">
            <w:r w:rsidRPr="00BF542D">
              <w:t>25</w:t>
            </w:r>
          </w:p>
        </w:tc>
        <w:tc>
          <w:tcPr>
            <w:tcW w:w="0" w:type="auto"/>
          </w:tcPr>
          <w:p w14:paraId="6E789E1C" w14:textId="77777777" w:rsidR="00BF542D" w:rsidRPr="00BF542D" w:rsidRDefault="00BF542D" w:rsidP="00EA296F">
            <w:r w:rsidRPr="00BF542D">
              <w:t>Mn 55</w:t>
            </w:r>
          </w:p>
        </w:tc>
        <w:tc>
          <w:tcPr>
            <w:tcW w:w="0" w:type="auto"/>
          </w:tcPr>
          <w:p w14:paraId="245693CE" w14:textId="77777777" w:rsidR="00BF542D" w:rsidRPr="00BF542D" w:rsidRDefault="00BF542D" w:rsidP="00EA296F">
            <w:r w:rsidRPr="00BF542D">
              <w:t>54,938043</w:t>
            </w:r>
          </w:p>
        </w:tc>
      </w:tr>
      <w:tr w:rsidR="00BF542D" w:rsidRPr="00BF542D" w14:paraId="57914353" w14:textId="77777777" w:rsidTr="003D2E48">
        <w:tc>
          <w:tcPr>
            <w:tcW w:w="0" w:type="auto"/>
          </w:tcPr>
          <w:p w14:paraId="152F94AA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5D66ECE3" w14:textId="77777777" w:rsidR="00BF542D" w:rsidRPr="00BF542D" w:rsidRDefault="00BF542D" w:rsidP="00EA296F">
            <w:r w:rsidRPr="00BF542D">
              <w:t>Fe 54</w:t>
            </w:r>
          </w:p>
        </w:tc>
        <w:tc>
          <w:tcPr>
            <w:tcW w:w="0" w:type="auto"/>
          </w:tcPr>
          <w:p w14:paraId="509AA3F8" w14:textId="77777777" w:rsidR="00BF542D" w:rsidRPr="00BF542D" w:rsidRDefault="00BF542D" w:rsidP="00EA296F">
            <w:r w:rsidRPr="00BF542D">
              <w:t>53,939608</w:t>
            </w:r>
          </w:p>
        </w:tc>
      </w:tr>
      <w:tr w:rsidR="00BF542D" w:rsidRPr="00BF542D" w14:paraId="305CAE05" w14:textId="77777777" w:rsidTr="003D2E48">
        <w:tc>
          <w:tcPr>
            <w:tcW w:w="0" w:type="auto"/>
          </w:tcPr>
          <w:p w14:paraId="7AD0A602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317D9948" w14:textId="77777777" w:rsidR="00BF542D" w:rsidRPr="00BF542D" w:rsidRDefault="00BF542D" w:rsidP="00EA296F">
            <w:r w:rsidRPr="00BF542D">
              <w:t>Fe 55</w:t>
            </w:r>
          </w:p>
        </w:tc>
        <w:tc>
          <w:tcPr>
            <w:tcW w:w="0" w:type="auto"/>
          </w:tcPr>
          <w:p w14:paraId="3A6E310E" w14:textId="77777777" w:rsidR="00BF542D" w:rsidRPr="00BF542D" w:rsidRDefault="00BF542D" w:rsidP="00EA296F">
            <w:r w:rsidRPr="00BF542D">
              <w:t>54,938291</w:t>
            </w:r>
          </w:p>
        </w:tc>
      </w:tr>
      <w:tr w:rsidR="00BF542D" w:rsidRPr="00BF542D" w14:paraId="694208BC" w14:textId="77777777" w:rsidTr="003D2E48">
        <w:tc>
          <w:tcPr>
            <w:tcW w:w="0" w:type="auto"/>
          </w:tcPr>
          <w:p w14:paraId="6E8CB7AD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276F5B17" w14:textId="77777777" w:rsidR="00BF542D" w:rsidRPr="00BF542D" w:rsidRDefault="00BF542D" w:rsidP="00EA296F">
            <w:r w:rsidRPr="00BF542D">
              <w:t>Fe 56</w:t>
            </w:r>
          </w:p>
        </w:tc>
        <w:tc>
          <w:tcPr>
            <w:tcW w:w="0" w:type="auto"/>
          </w:tcPr>
          <w:p w14:paraId="760642EA" w14:textId="77777777" w:rsidR="00BF542D" w:rsidRPr="00BF542D" w:rsidRDefault="00BF542D" w:rsidP="00EA296F">
            <w:r w:rsidRPr="00BF542D">
              <w:t>55,934936</w:t>
            </w:r>
          </w:p>
        </w:tc>
      </w:tr>
      <w:tr w:rsidR="00BF542D" w:rsidRPr="00BF542D" w14:paraId="5F5F0D16" w14:textId="77777777" w:rsidTr="003D2E48">
        <w:tc>
          <w:tcPr>
            <w:tcW w:w="0" w:type="auto"/>
          </w:tcPr>
          <w:p w14:paraId="25560CB5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7132519E" w14:textId="77777777" w:rsidR="00BF542D" w:rsidRPr="00BF542D" w:rsidRDefault="00BF542D" w:rsidP="00EA296F">
            <w:r w:rsidRPr="00BF542D">
              <w:t>Fe 57</w:t>
            </w:r>
          </w:p>
        </w:tc>
        <w:tc>
          <w:tcPr>
            <w:tcW w:w="0" w:type="auto"/>
          </w:tcPr>
          <w:p w14:paraId="327220BF" w14:textId="77777777" w:rsidR="00BF542D" w:rsidRPr="00BF542D" w:rsidRDefault="00BF542D" w:rsidP="00EA296F">
            <w:r w:rsidRPr="00BF542D">
              <w:t>56,935392</w:t>
            </w:r>
          </w:p>
        </w:tc>
      </w:tr>
      <w:tr w:rsidR="00BF542D" w:rsidRPr="00BF542D" w14:paraId="4295F346" w14:textId="77777777" w:rsidTr="003D2E48">
        <w:tc>
          <w:tcPr>
            <w:tcW w:w="0" w:type="auto"/>
          </w:tcPr>
          <w:p w14:paraId="5C85ECB1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18D62B21" w14:textId="77777777" w:rsidR="00BF542D" w:rsidRPr="00BF542D" w:rsidRDefault="00BF542D" w:rsidP="00EA296F">
            <w:r w:rsidRPr="00BF542D">
              <w:t>Fe 58</w:t>
            </w:r>
          </w:p>
        </w:tc>
        <w:tc>
          <w:tcPr>
            <w:tcW w:w="0" w:type="auto"/>
          </w:tcPr>
          <w:p w14:paraId="6B4148E2" w14:textId="77777777" w:rsidR="00BF542D" w:rsidRPr="00BF542D" w:rsidRDefault="00BF542D" w:rsidP="00EA296F">
            <w:r w:rsidRPr="00BF542D">
              <w:t>57,933274</w:t>
            </w:r>
          </w:p>
        </w:tc>
      </w:tr>
      <w:tr w:rsidR="00BF542D" w:rsidRPr="00BF542D" w14:paraId="09CF76DC" w14:textId="77777777" w:rsidTr="003D2E48">
        <w:tc>
          <w:tcPr>
            <w:tcW w:w="0" w:type="auto"/>
          </w:tcPr>
          <w:p w14:paraId="0DA290EF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309EE5C2" w14:textId="77777777" w:rsidR="00BF542D" w:rsidRPr="00BF542D" w:rsidRDefault="00BF542D" w:rsidP="00EA296F">
            <w:r w:rsidRPr="00BF542D">
              <w:t>Fe 59</w:t>
            </w:r>
          </w:p>
        </w:tc>
        <w:tc>
          <w:tcPr>
            <w:tcW w:w="0" w:type="auto"/>
          </w:tcPr>
          <w:p w14:paraId="5AE12183" w14:textId="77777777" w:rsidR="00BF542D" w:rsidRPr="00BF542D" w:rsidRDefault="00BF542D" w:rsidP="00EA296F">
            <w:r w:rsidRPr="00BF542D">
              <w:t>58,934873</w:t>
            </w:r>
          </w:p>
        </w:tc>
      </w:tr>
      <w:tr w:rsidR="00BF542D" w:rsidRPr="00BF542D" w14:paraId="25B837C1" w14:textId="77777777" w:rsidTr="003D2E48">
        <w:tc>
          <w:tcPr>
            <w:tcW w:w="0" w:type="auto"/>
          </w:tcPr>
          <w:p w14:paraId="770F8858" w14:textId="77777777" w:rsidR="00BF542D" w:rsidRPr="00BF542D" w:rsidRDefault="00BF542D" w:rsidP="00EA296F">
            <w:r w:rsidRPr="00BF542D">
              <w:t>26</w:t>
            </w:r>
          </w:p>
        </w:tc>
        <w:tc>
          <w:tcPr>
            <w:tcW w:w="0" w:type="auto"/>
          </w:tcPr>
          <w:p w14:paraId="29EEA18A" w14:textId="77777777" w:rsidR="00BF542D" w:rsidRPr="00BF542D" w:rsidRDefault="00BF542D" w:rsidP="00EA296F">
            <w:r w:rsidRPr="00BF542D">
              <w:t>Fe 60</w:t>
            </w:r>
          </w:p>
        </w:tc>
        <w:tc>
          <w:tcPr>
            <w:tcW w:w="0" w:type="auto"/>
          </w:tcPr>
          <w:p w14:paraId="42B7F17E" w14:textId="77777777" w:rsidR="00BF542D" w:rsidRPr="00BF542D" w:rsidRDefault="00BF542D" w:rsidP="00EA296F">
            <w:r w:rsidRPr="00BF542D">
              <w:t>59,934070</w:t>
            </w:r>
          </w:p>
        </w:tc>
      </w:tr>
      <w:tr w:rsidR="00BF542D" w:rsidRPr="00BF542D" w14:paraId="57C177D9" w14:textId="77777777" w:rsidTr="003D2E48">
        <w:tc>
          <w:tcPr>
            <w:tcW w:w="0" w:type="auto"/>
          </w:tcPr>
          <w:p w14:paraId="273FBDCF" w14:textId="77777777" w:rsidR="00BF542D" w:rsidRPr="00BF542D" w:rsidRDefault="00BF542D" w:rsidP="00EA296F">
            <w:r w:rsidRPr="00BF542D">
              <w:t>27</w:t>
            </w:r>
          </w:p>
        </w:tc>
        <w:tc>
          <w:tcPr>
            <w:tcW w:w="0" w:type="auto"/>
          </w:tcPr>
          <w:p w14:paraId="536167BE" w14:textId="77777777" w:rsidR="00BF542D" w:rsidRPr="00BF542D" w:rsidRDefault="00BF542D" w:rsidP="00EA296F">
            <w:r w:rsidRPr="00BF542D">
              <w:t>Co 55</w:t>
            </w:r>
          </w:p>
        </w:tc>
        <w:tc>
          <w:tcPr>
            <w:tcW w:w="0" w:type="auto"/>
          </w:tcPr>
          <w:p w14:paraId="5AD5D10B" w14:textId="77777777" w:rsidR="00BF542D" w:rsidRPr="00BF542D" w:rsidRDefault="00BF542D" w:rsidP="00EA296F">
            <w:r w:rsidRPr="00BF542D">
              <w:t>54,941996</w:t>
            </w:r>
          </w:p>
        </w:tc>
      </w:tr>
      <w:tr w:rsidR="00BF542D" w:rsidRPr="00BF542D" w14:paraId="7C23EEA6" w14:textId="77777777" w:rsidTr="003D2E48">
        <w:tc>
          <w:tcPr>
            <w:tcW w:w="0" w:type="auto"/>
          </w:tcPr>
          <w:p w14:paraId="341FAC67" w14:textId="77777777" w:rsidR="00BF542D" w:rsidRPr="00BF542D" w:rsidRDefault="00BF542D" w:rsidP="00EA296F">
            <w:r w:rsidRPr="00BF542D">
              <w:t>27</w:t>
            </w:r>
          </w:p>
        </w:tc>
        <w:tc>
          <w:tcPr>
            <w:tcW w:w="0" w:type="auto"/>
          </w:tcPr>
          <w:p w14:paraId="3E25CCD3" w14:textId="77777777" w:rsidR="00BF542D" w:rsidRPr="00BF542D" w:rsidRDefault="00BF542D" w:rsidP="00EA296F">
            <w:r w:rsidRPr="00BF542D">
              <w:t>Co 56</w:t>
            </w:r>
          </w:p>
        </w:tc>
        <w:tc>
          <w:tcPr>
            <w:tcW w:w="0" w:type="auto"/>
          </w:tcPr>
          <w:p w14:paraId="4B2F9996" w14:textId="77777777" w:rsidR="00BF542D" w:rsidRPr="00BF542D" w:rsidRDefault="00BF542D" w:rsidP="00EA296F">
            <w:r w:rsidRPr="00BF542D">
              <w:t>55,939838</w:t>
            </w:r>
          </w:p>
        </w:tc>
      </w:tr>
      <w:tr w:rsidR="00BF542D" w:rsidRPr="00BF542D" w14:paraId="7E89252E" w14:textId="77777777" w:rsidTr="003D2E48">
        <w:tc>
          <w:tcPr>
            <w:tcW w:w="0" w:type="auto"/>
          </w:tcPr>
          <w:p w14:paraId="09874A5F" w14:textId="77777777" w:rsidR="00BF542D" w:rsidRPr="00BF542D" w:rsidRDefault="00BF542D" w:rsidP="00EA296F">
            <w:r w:rsidRPr="00BF542D">
              <w:t>27</w:t>
            </w:r>
          </w:p>
        </w:tc>
        <w:tc>
          <w:tcPr>
            <w:tcW w:w="0" w:type="auto"/>
          </w:tcPr>
          <w:p w14:paraId="263CDFED" w14:textId="77777777" w:rsidR="00BF542D" w:rsidRPr="00BF542D" w:rsidRDefault="00BF542D" w:rsidP="00EA296F">
            <w:r w:rsidRPr="00BF542D">
              <w:t>Co 57</w:t>
            </w:r>
          </w:p>
        </w:tc>
        <w:tc>
          <w:tcPr>
            <w:tcW w:w="0" w:type="auto"/>
          </w:tcPr>
          <w:p w14:paraId="08675088" w14:textId="77777777" w:rsidR="00BF542D" w:rsidRPr="00BF542D" w:rsidRDefault="00BF542D" w:rsidP="00EA296F">
            <w:r w:rsidRPr="00BF542D">
              <w:t>56,936290</w:t>
            </w:r>
          </w:p>
        </w:tc>
      </w:tr>
      <w:tr w:rsidR="00BF542D" w:rsidRPr="00BF542D" w14:paraId="50756A55" w14:textId="77777777" w:rsidTr="003D2E48">
        <w:tc>
          <w:tcPr>
            <w:tcW w:w="0" w:type="auto"/>
          </w:tcPr>
          <w:p w14:paraId="6E644341" w14:textId="77777777" w:rsidR="00BF542D" w:rsidRPr="00BF542D" w:rsidRDefault="00BF542D" w:rsidP="00EA296F">
            <w:r w:rsidRPr="00BF542D">
              <w:lastRenderedPageBreak/>
              <w:t>27</w:t>
            </w:r>
          </w:p>
        </w:tc>
        <w:tc>
          <w:tcPr>
            <w:tcW w:w="0" w:type="auto"/>
          </w:tcPr>
          <w:p w14:paraId="17750409" w14:textId="77777777" w:rsidR="00BF542D" w:rsidRPr="00BF542D" w:rsidRDefault="00BF542D" w:rsidP="00EA296F">
            <w:r w:rsidRPr="00BF542D">
              <w:t>Co 58</w:t>
            </w:r>
          </w:p>
        </w:tc>
        <w:tc>
          <w:tcPr>
            <w:tcW w:w="0" w:type="auto"/>
          </w:tcPr>
          <w:p w14:paraId="7F2884A3" w14:textId="77777777" w:rsidR="00BF542D" w:rsidRPr="00BF542D" w:rsidRDefault="00BF542D" w:rsidP="00EA296F">
            <w:r w:rsidRPr="00BF542D">
              <w:t>57,935751</w:t>
            </w:r>
          </w:p>
        </w:tc>
      </w:tr>
      <w:tr w:rsidR="00BF542D" w:rsidRPr="00BF542D" w14:paraId="1097A15F" w14:textId="77777777" w:rsidTr="003D2E48">
        <w:tc>
          <w:tcPr>
            <w:tcW w:w="0" w:type="auto"/>
          </w:tcPr>
          <w:p w14:paraId="437D284E" w14:textId="77777777" w:rsidR="00BF542D" w:rsidRPr="00BF542D" w:rsidRDefault="00BF542D" w:rsidP="00EA296F">
            <w:r w:rsidRPr="00BF542D">
              <w:t>27</w:t>
            </w:r>
          </w:p>
        </w:tc>
        <w:tc>
          <w:tcPr>
            <w:tcW w:w="0" w:type="auto"/>
          </w:tcPr>
          <w:p w14:paraId="3380019E" w14:textId="77777777" w:rsidR="00BF542D" w:rsidRPr="00BF542D" w:rsidRDefault="00BF542D" w:rsidP="00EA296F">
            <w:r w:rsidRPr="00BF542D">
              <w:t>Co 59</w:t>
            </w:r>
          </w:p>
        </w:tc>
        <w:tc>
          <w:tcPr>
            <w:tcW w:w="0" w:type="auto"/>
          </w:tcPr>
          <w:p w14:paraId="50CAD69A" w14:textId="77777777" w:rsidR="00BF542D" w:rsidRPr="00BF542D" w:rsidRDefault="00BF542D" w:rsidP="00EA296F">
            <w:r w:rsidRPr="00BF542D">
              <w:t>58,933194</w:t>
            </w:r>
          </w:p>
        </w:tc>
      </w:tr>
      <w:tr w:rsidR="00BF542D" w:rsidRPr="00BF542D" w14:paraId="4E907C81" w14:textId="77777777" w:rsidTr="003D2E48">
        <w:tc>
          <w:tcPr>
            <w:tcW w:w="0" w:type="auto"/>
          </w:tcPr>
          <w:p w14:paraId="241681AB" w14:textId="77777777" w:rsidR="00BF542D" w:rsidRPr="00BF542D" w:rsidRDefault="00BF542D" w:rsidP="00EA296F">
            <w:r w:rsidRPr="00BF542D">
              <w:t>27</w:t>
            </w:r>
          </w:p>
        </w:tc>
        <w:tc>
          <w:tcPr>
            <w:tcW w:w="0" w:type="auto"/>
          </w:tcPr>
          <w:p w14:paraId="0E7953E4" w14:textId="77777777" w:rsidR="00BF542D" w:rsidRPr="00BF542D" w:rsidRDefault="00BF542D" w:rsidP="00EA296F">
            <w:r w:rsidRPr="00BF542D">
              <w:t>Co 60</w:t>
            </w:r>
          </w:p>
        </w:tc>
        <w:tc>
          <w:tcPr>
            <w:tcW w:w="0" w:type="auto"/>
          </w:tcPr>
          <w:p w14:paraId="5F941257" w14:textId="77777777" w:rsidR="00BF542D" w:rsidRPr="00BF542D" w:rsidRDefault="00BF542D" w:rsidP="00EA296F">
            <w:r w:rsidRPr="00BF542D">
              <w:t>59,933816</w:t>
            </w:r>
          </w:p>
        </w:tc>
      </w:tr>
      <w:tr w:rsidR="00BF542D" w:rsidRPr="00BF542D" w14:paraId="2BCF9FF0" w14:textId="77777777" w:rsidTr="003D2E48">
        <w:tc>
          <w:tcPr>
            <w:tcW w:w="0" w:type="auto"/>
          </w:tcPr>
          <w:p w14:paraId="18054618" w14:textId="77777777" w:rsidR="00BF542D" w:rsidRPr="00BF542D" w:rsidRDefault="00BF542D" w:rsidP="00EA296F">
            <w:r w:rsidRPr="00BF542D">
              <w:t>28</w:t>
            </w:r>
          </w:p>
        </w:tc>
        <w:tc>
          <w:tcPr>
            <w:tcW w:w="0" w:type="auto"/>
          </w:tcPr>
          <w:p w14:paraId="1D5EC968" w14:textId="77777777" w:rsidR="00BF542D" w:rsidRPr="00BF542D" w:rsidRDefault="00BF542D" w:rsidP="00EA296F">
            <w:r w:rsidRPr="00BF542D">
              <w:t>Ni 58</w:t>
            </w:r>
          </w:p>
        </w:tc>
        <w:tc>
          <w:tcPr>
            <w:tcW w:w="0" w:type="auto"/>
          </w:tcPr>
          <w:p w14:paraId="58616795" w14:textId="77777777" w:rsidR="00BF542D" w:rsidRPr="00BF542D" w:rsidRDefault="00BF542D" w:rsidP="00EA296F">
            <w:r w:rsidRPr="00BF542D">
              <w:t>57,935342</w:t>
            </w:r>
          </w:p>
        </w:tc>
      </w:tr>
      <w:tr w:rsidR="00BF542D" w:rsidRPr="00BF542D" w14:paraId="2ECA367C" w14:textId="77777777" w:rsidTr="003D2E48">
        <w:tc>
          <w:tcPr>
            <w:tcW w:w="0" w:type="auto"/>
          </w:tcPr>
          <w:p w14:paraId="573787BD" w14:textId="77777777" w:rsidR="00BF542D" w:rsidRPr="00BF542D" w:rsidRDefault="00BF542D" w:rsidP="00EA296F">
            <w:r w:rsidRPr="00BF542D">
              <w:t>28</w:t>
            </w:r>
          </w:p>
        </w:tc>
        <w:tc>
          <w:tcPr>
            <w:tcW w:w="0" w:type="auto"/>
          </w:tcPr>
          <w:p w14:paraId="085F376E" w14:textId="77777777" w:rsidR="00BF542D" w:rsidRPr="00BF542D" w:rsidRDefault="00BF542D" w:rsidP="00EA296F">
            <w:r w:rsidRPr="00BF542D">
              <w:t>Ni 60</w:t>
            </w:r>
          </w:p>
        </w:tc>
        <w:tc>
          <w:tcPr>
            <w:tcW w:w="0" w:type="auto"/>
          </w:tcPr>
          <w:p w14:paraId="47DE1B4D" w14:textId="77777777" w:rsidR="00BF542D" w:rsidRPr="00BF542D" w:rsidRDefault="00BF542D" w:rsidP="00EA296F">
            <w:r w:rsidRPr="00BF542D">
              <w:t>59,930785</w:t>
            </w:r>
          </w:p>
        </w:tc>
      </w:tr>
      <w:tr w:rsidR="00BF542D" w:rsidRPr="00BF542D" w14:paraId="34A2B3AB" w14:textId="77777777" w:rsidTr="003D2E48">
        <w:tc>
          <w:tcPr>
            <w:tcW w:w="0" w:type="auto"/>
          </w:tcPr>
          <w:p w14:paraId="1E9900E6" w14:textId="77777777" w:rsidR="00BF542D" w:rsidRPr="00BF542D" w:rsidRDefault="00BF542D" w:rsidP="00EA296F">
            <w:r w:rsidRPr="00BF542D">
              <w:t>28</w:t>
            </w:r>
          </w:p>
        </w:tc>
        <w:tc>
          <w:tcPr>
            <w:tcW w:w="0" w:type="auto"/>
          </w:tcPr>
          <w:p w14:paraId="6EC446D4" w14:textId="77777777" w:rsidR="00BF542D" w:rsidRPr="00BF542D" w:rsidRDefault="00BF542D" w:rsidP="00EA296F">
            <w:r w:rsidRPr="00BF542D">
              <w:t>Ni 61</w:t>
            </w:r>
          </w:p>
        </w:tc>
        <w:tc>
          <w:tcPr>
            <w:tcW w:w="0" w:type="auto"/>
          </w:tcPr>
          <w:p w14:paraId="7ADE1398" w14:textId="77777777" w:rsidR="00BF542D" w:rsidRPr="00BF542D" w:rsidRDefault="00BF542D" w:rsidP="00EA296F">
            <w:r w:rsidRPr="00BF542D">
              <w:t>60,931055</w:t>
            </w:r>
          </w:p>
        </w:tc>
      </w:tr>
      <w:tr w:rsidR="00BF542D" w:rsidRPr="00BF542D" w14:paraId="04195CE8" w14:textId="77777777" w:rsidTr="003D2E48">
        <w:tc>
          <w:tcPr>
            <w:tcW w:w="0" w:type="auto"/>
          </w:tcPr>
          <w:p w14:paraId="60D36DED" w14:textId="77777777" w:rsidR="00BF542D" w:rsidRPr="00BF542D" w:rsidRDefault="00BF542D" w:rsidP="00EA296F">
            <w:r w:rsidRPr="00BF542D">
              <w:t>28</w:t>
            </w:r>
          </w:p>
        </w:tc>
        <w:tc>
          <w:tcPr>
            <w:tcW w:w="0" w:type="auto"/>
          </w:tcPr>
          <w:p w14:paraId="2A2D0FE4" w14:textId="77777777" w:rsidR="00BF542D" w:rsidRPr="00BF542D" w:rsidRDefault="00BF542D" w:rsidP="00EA296F">
            <w:r w:rsidRPr="00BF542D">
              <w:t>Ni 62</w:t>
            </w:r>
          </w:p>
        </w:tc>
        <w:tc>
          <w:tcPr>
            <w:tcW w:w="0" w:type="auto"/>
          </w:tcPr>
          <w:p w14:paraId="1DC75BCC" w14:textId="77777777" w:rsidR="00BF542D" w:rsidRPr="00BF542D" w:rsidRDefault="00BF542D" w:rsidP="00EA296F">
            <w:r w:rsidRPr="00BF542D">
              <w:t>61,928345</w:t>
            </w:r>
          </w:p>
        </w:tc>
      </w:tr>
      <w:tr w:rsidR="00BF542D" w:rsidRPr="00BF542D" w14:paraId="7788191D" w14:textId="77777777" w:rsidTr="003D2E48">
        <w:tc>
          <w:tcPr>
            <w:tcW w:w="0" w:type="auto"/>
          </w:tcPr>
          <w:p w14:paraId="5C0DE1CF" w14:textId="77777777" w:rsidR="00BF542D" w:rsidRPr="00BF542D" w:rsidRDefault="00BF542D" w:rsidP="00EA296F">
            <w:r w:rsidRPr="00BF542D">
              <w:t>28</w:t>
            </w:r>
          </w:p>
        </w:tc>
        <w:tc>
          <w:tcPr>
            <w:tcW w:w="0" w:type="auto"/>
          </w:tcPr>
          <w:p w14:paraId="1B9C9E83" w14:textId="77777777" w:rsidR="00BF542D" w:rsidRPr="00BF542D" w:rsidRDefault="00BF542D" w:rsidP="00EA296F">
            <w:r w:rsidRPr="00BF542D">
              <w:t>Ni 64</w:t>
            </w:r>
          </w:p>
        </w:tc>
        <w:tc>
          <w:tcPr>
            <w:tcW w:w="0" w:type="auto"/>
          </w:tcPr>
          <w:p w14:paraId="6279D909" w14:textId="77777777" w:rsidR="00BF542D" w:rsidRPr="00BF542D" w:rsidRDefault="00BF542D" w:rsidP="00EA296F">
            <w:r w:rsidRPr="00BF542D">
              <w:t>63,927966</w:t>
            </w:r>
          </w:p>
        </w:tc>
      </w:tr>
      <w:tr w:rsidR="00BF542D" w:rsidRPr="00BF542D" w14:paraId="720B9435" w14:textId="77777777" w:rsidTr="003D2E48">
        <w:tc>
          <w:tcPr>
            <w:tcW w:w="0" w:type="auto"/>
          </w:tcPr>
          <w:p w14:paraId="3B386E7D" w14:textId="77777777" w:rsidR="00BF542D" w:rsidRPr="00BF542D" w:rsidRDefault="00BF542D" w:rsidP="00EA296F">
            <w:r w:rsidRPr="00BF542D">
              <w:t>29</w:t>
            </w:r>
          </w:p>
        </w:tc>
        <w:tc>
          <w:tcPr>
            <w:tcW w:w="0" w:type="auto"/>
          </w:tcPr>
          <w:p w14:paraId="7EF37C1C" w14:textId="77777777" w:rsidR="00BF542D" w:rsidRPr="00BF542D" w:rsidRDefault="00BF542D" w:rsidP="00EA296F">
            <w:r w:rsidRPr="00BF542D">
              <w:t>Cu 63</w:t>
            </w:r>
          </w:p>
        </w:tc>
        <w:tc>
          <w:tcPr>
            <w:tcW w:w="0" w:type="auto"/>
          </w:tcPr>
          <w:p w14:paraId="5DED420B" w14:textId="77777777" w:rsidR="00BF542D" w:rsidRPr="00BF542D" w:rsidRDefault="00BF542D" w:rsidP="00EA296F">
            <w:r w:rsidRPr="00BF542D">
              <w:t>62,929597</w:t>
            </w:r>
          </w:p>
        </w:tc>
      </w:tr>
      <w:tr w:rsidR="00BF542D" w:rsidRPr="00BF542D" w14:paraId="092CD615" w14:textId="77777777" w:rsidTr="003D2E48">
        <w:tc>
          <w:tcPr>
            <w:tcW w:w="0" w:type="auto"/>
          </w:tcPr>
          <w:p w14:paraId="4141AAE4" w14:textId="77777777" w:rsidR="00BF542D" w:rsidRPr="00BF542D" w:rsidRDefault="00BF542D" w:rsidP="00EA296F">
            <w:r w:rsidRPr="00BF542D">
              <w:t>29</w:t>
            </w:r>
          </w:p>
        </w:tc>
        <w:tc>
          <w:tcPr>
            <w:tcW w:w="0" w:type="auto"/>
          </w:tcPr>
          <w:p w14:paraId="0F45CD90" w14:textId="77777777" w:rsidR="00BF542D" w:rsidRPr="00BF542D" w:rsidRDefault="00BF542D" w:rsidP="00EA296F">
            <w:r w:rsidRPr="00BF542D">
              <w:t>Cu 65</w:t>
            </w:r>
          </w:p>
        </w:tc>
        <w:tc>
          <w:tcPr>
            <w:tcW w:w="0" w:type="auto"/>
          </w:tcPr>
          <w:p w14:paraId="03EBD3E6" w14:textId="77777777" w:rsidR="00BF542D" w:rsidRPr="00BF542D" w:rsidRDefault="00BF542D" w:rsidP="00EA296F">
            <w:r w:rsidRPr="00BF542D">
              <w:t>64,927789</w:t>
            </w:r>
          </w:p>
        </w:tc>
      </w:tr>
      <w:tr w:rsidR="00BF542D" w:rsidRPr="00BF542D" w14:paraId="115A6D28" w14:textId="77777777" w:rsidTr="003D2E48">
        <w:tc>
          <w:tcPr>
            <w:tcW w:w="0" w:type="auto"/>
          </w:tcPr>
          <w:p w14:paraId="181D8799" w14:textId="77777777" w:rsidR="00BF542D" w:rsidRPr="00BF542D" w:rsidRDefault="00BF542D" w:rsidP="00EA296F">
            <w:r w:rsidRPr="00BF542D">
              <w:t>29</w:t>
            </w:r>
          </w:p>
        </w:tc>
        <w:tc>
          <w:tcPr>
            <w:tcW w:w="0" w:type="auto"/>
          </w:tcPr>
          <w:p w14:paraId="3FE7B340" w14:textId="77777777" w:rsidR="00BF542D" w:rsidRPr="00BF542D" w:rsidRDefault="00BF542D" w:rsidP="00EA296F">
            <w:r w:rsidRPr="00BF542D">
              <w:t>Cu 66</w:t>
            </w:r>
          </w:p>
        </w:tc>
        <w:tc>
          <w:tcPr>
            <w:tcW w:w="0" w:type="auto"/>
          </w:tcPr>
          <w:p w14:paraId="36D480B5" w14:textId="77777777" w:rsidR="00BF542D" w:rsidRPr="00BF542D" w:rsidRDefault="00BF542D" w:rsidP="00EA296F">
            <w:r w:rsidRPr="00BF542D">
              <w:t>65,928869</w:t>
            </w:r>
          </w:p>
        </w:tc>
      </w:tr>
      <w:tr w:rsidR="00BF542D" w:rsidRPr="00BF542D" w14:paraId="24D214B1" w14:textId="77777777" w:rsidTr="003D2E48">
        <w:tc>
          <w:tcPr>
            <w:tcW w:w="0" w:type="auto"/>
          </w:tcPr>
          <w:p w14:paraId="551A635C" w14:textId="77777777" w:rsidR="00BF542D" w:rsidRPr="00BF542D" w:rsidRDefault="00BF542D" w:rsidP="00EA296F">
            <w:r w:rsidRPr="00BF542D">
              <w:t>30</w:t>
            </w:r>
          </w:p>
        </w:tc>
        <w:tc>
          <w:tcPr>
            <w:tcW w:w="0" w:type="auto"/>
          </w:tcPr>
          <w:p w14:paraId="7062935D" w14:textId="77777777" w:rsidR="00BF542D" w:rsidRPr="00BF542D" w:rsidRDefault="00BF542D" w:rsidP="00EA296F">
            <w:r w:rsidRPr="00BF542D">
              <w:t>Zn 64</w:t>
            </w:r>
          </w:p>
        </w:tc>
        <w:tc>
          <w:tcPr>
            <w:tcW w:w="0" w:type="auto"/>
          </w:tcPr>
          <w:p w14:paraId="10BC59EA" w14:textId="77777777" w:rsidR="00BF542D" w:rsidRPr="00BF542D" w:rsidRDefault="00BF542D" w:rsidP="00EA296F">
            <w:r w:rsidRPr="00BF542D">
              <w:t>63,929142</w:t>
            </w:r>
          </w:p>
        </w:tc>
      </w:tr>
      <w:tr w:rsidR="00BF542D" w:rsidRPr="00BF542D" w14:paraId="1D662952" w14:textId="77777777" w:rsidTr="003D2E48">
        <w:tc>
          <w:tcPr>
            <w:tcW w:w="0" w:type="auto"/>
          </w:tcPr>
          <w:p w14:paraId="2A7083FF" w14:textId="77777777" w:rsidR="00BF542D" w:rsidRPr="00BF542D" w:rsidRDefault="00BF542D" w:rsidP="00EA296F">
            <w:r w:rsidRPr="00BF542D">
              <w:t>30</w:t>
            </w:r>
          </w:p>
        </w:tc>
        <w:tc>
          <w:tcPr>
            <w:tcW w:w="0" w:type="auto"/>
          </w:tcPr>
          <w:p w14:paraId="3984A23B" w14:textId="77777777" w:rsidR="00BF542D" w:rsidRPr="00BF542D" w:rsidRDefault="00BF542D" w:rsidP="00EA296F">
            <w:r w:rsidRPr="00BF542D">
              <w:t>Zn 65</w:t>
            </w:r>
          </w:p>
        </w:tc>
        <w:tc>
          <w:tcPr>
            <w:tcW w:w="0" w:type="auto"/>
          </w:tcPr>
          <w:p w14:paraId="30508E0C" w14:textId="77777777" w:rsidR="00BF542D" w:rsidRPr="00BF542D" w:rsidRDefault="00BF542D" w:rsidP="00EA296F">
            <w:r w:rsidRPr="00BF542D">
              <w:t>64,929241</w:t>
            </w:r>
          </w:p>
        </w:tc>
      </w:tr>
      <w:tr w:rsidR="00BF542D" w:rsidRPr="00BF542D" w14:paraId="2492D838" w14:textId="77777777" w:rsidTr="003D2E48">
        <w:tc>
          <w:tcPr>
            <w:tcW w:w="0" w:type="auto"/>
          </w:tcPr>
          <w:p w14:paraId="734BE2C9" w14:textId="77777777" w:rsidR="00BF542D" w:rsidRPr="00BF542D" w:rsidRDefault="00BF542D" w:rsidP="00EA296F">
            <w:r w:rsidRPr="00BF542D">
              <w:t>30</w:t>
            </w:r>
          </w:p>
        </w:tc>
        <w:tc>
          <w:tcPr>
            <w:tcW w:w="0" w:type="auto"/>
          </w:tcPr>
          <w:p w14:paraId="41483B78" w14:textId="77777777" w:rsidR="00BF542D" w:rsidRPr="00BF542D" w:rsidRDefault="00BF542D" w:rsidP="00EA296F">
            <w:r w:rsidRPr="00BF542D">
              <w:t>Zn 66</w:t>
            </w:r>
          </w:p>
        </w:tc>
        <w:tc>
          <w:tcPr>
            <w:tcW w:w="0" w:type="auto"/>
          </w:tcPr>
          <w:p w14:paraId="0B1E4D94" w14:textId="77777777" w:rsidR="00BF542D" w:rsidRPr="00BF542D" w:rsidRDefault="00BF542D" w:rsidP="00EA296F">
            <w:r w:rsidRPr="00BF542D">
              <w:t>65,926034</w:t>
            </w:r>
          </w:p>
        </w:tc>
      </w:tr>
      <w:tr w:rsidR="00BF542D" w:rsidRPr="00BF542D" w14:paraId="15D0B65B" w14:textId="77777777" w:rsidTr="003D2E48">
        <w:tc>
          <w:tcPr>
            <w:tcW w:w="0" w:type="auto"/>
          </w:tcPr>
          <w:p w14:paraId="307DB1B0" w14:textId="77777777" w:rsidR="00BF542D" w:rsidRPr="00BF542D" w:rsidRDefault="00BF542D" w:rsidP="00EA296F">
            <w:r w:rsidRPr="00BF542D">
              <w:t>30</w:t>
            </w:r>
          </w:p>
        </w:tc>
        <w:tc>
          <w:tcPr>
            <w:tcW w:w="0" w:type="auto"/>
          </w:tcPr>
          <w:p w14:paraId="61168281" w14:textId="77777777" w:rsidR="00BF542D" w:rsidRPr="00BF542D" w:rsidRDefault="00BF542D" w:rsidP="00EA296F">
            <w:r w:rsidRPr="00BF542D">
              <w:t>Zn 67</w:t>
            </w:r>
          </w:p>
        </w:tc>
        <w:tc>
          <w:tcPr>
            <w:tcW w:w="0" w:type="auto"/>
          </w:tcPr>
          <w:p w14:paraId="37997956" w14:textId="77777777" w:rsidR="00BF542D" w:rsidRPr="00BF542D" w:rsidRDefault="00BF542D" w:rsidP="00EA296F">
            <w:r w:rsidRPr="00BF542D">
              <w:t>66,927127</w:t>
            </w:r>
          </w:p>
        </w:tc>
      </w:tr>
      <w:tr w:rsidR="00BF542D" w:rsidRPr="00BF542D" w14:paraId="264C2FE1" w14:textId="77777777" w:rsidTr="003D2E48">
        <w:tc>
          <w:tcPr>
            <w:tcW w:w="0" w:type="auto"/>
          </w:tcPr>
          <w:p w14:paraId="02F079EF" w14:textId="77777777" w:rsidR="00BF542D" w:rsidRPr="00BF542D" w:rsidRDefault="00BF542D" w:rsidP="00EA296F">
            <w:r w:rsidRPr="00BF542D">
              <w:t>30</w:t>
            </w:r>
          </w:p>
        </w:tc>
        <w:tc>
          <w:tcPr>
            <w:tcW w:w="0" w:type="auto"/>
          </w:tcPr>
          <w:p w14:paraId="5E827421" w14:textId="77777777" w:rsidR="00BF542D" w:rsidRPr="00BF542D" w:rsidRDefault="00BF542D" w:rsidP="00EA296F">
            <w:r w:rsidRPr="00BF542D">
              <w:t>Zn 68</w:t>
            </w:r>
          </w:p>
        </w:tc>
        <w:tc>
          <w:tcPr>
            <w:tcW w:w="0" w:type="auto"/>
          </w:tcPr>
          <w:p w14:paraId="4DADF992" w14:textId="77777777" w:rsidR="00BF542D" w:rsidRPr="00BF542D" w:rsidRDefault="00BF542D" w:rsidP="00EA296F">
            <w:r w:rsidRPr="00BF542D">
              <w:t>67,924844</w:t>
            </w:r>
          </w:p>
        </w:tc>
      </w:tr>
      <w:tr w:rsidR="00BF542D" w:rsidRPr="00BF542D" w14:paraId="106AEC64" w14:textId="77777777" w:rsidTr="003D2E48">
        <w:tc>
          <w:tcPr>
            <w:tcW w:w="0" w:type="auto"/>
          </w:tcPr>
          <w:p w14:paraId="53D59C69" w14:textId="77777777" w:rsidR="00BF542D" w:rsidRPr="00BF542D" w:rsidRDefault="00BF542D" w:rsidP="00EA296F">
            <w:r w:rsidRPr="00BF542D">
              <w:t>31</w:t>
            </w:r>
          </w:p>
        </w:tc>
        <w:tc>
          <w:tcPr>
            <w:tcW w:w="0" w:type="auto"/>
          </w:tcPr>
          <w:p w14:paraId="44DE4189" w14:textId="77777777" w:rsidR="00BF542D" w:rsidRPr="00BF542D" w:rsidRDefault="00BF542D" w:rsidP="00EA296F">
            <w:r w:rsidRPr="00BF542D">
              <w:t>Ga 69</w:t>
            </w:r>
          </w:p>
        </w:tc>
        <w:tc>
          <w:tcPr>
            <w:tcW w:w="0" w:type="auto"/>
          </w:tcPr>
          <w:p w14:paraId="1D84F2FF" w14:textId="77777777" w:rsidR="00BF542D" w:rsidRPr="00BF542D" w:rsidRDefault="00BF542D" w:rsidP="00EA296F">
            <w:r w:rsidRPr="00BF542D">
              <w:t>68,925574</w:t>
            </w:r>
          </w:p>
        </w:tc>
      </w:tr>
      <w:tr w:rsidR="00BF542D" w:rsidRPr="00BF542D" w14:paraId="309698E0" w14:textId="77777777" w:rsidTr="003D2E48">
        <w:tc>
          <w:tcPr>
            <w:tcW w:w="0" w:type="auto"/>
          </w:tcPr>
          <w:p w14:paraId="70FB844E" w14:textId="77777777" w:rsidR="00BF542D" w:rsidRPr="00BF542D" w:rsidRDefault="00BF542D" w:rsidP="00EA296F">
            <w:r w:rsidRPr="00BF542D">
              <w:t>31</w:t>
            </w:r>
          </w:p>
        </w:tc>
        <w:tc>
          <w:tcPr>
            <w:tcW w:w="0" w:type="auto"/>
          </w:tcPr>
          <w:p w14:paraId="7C0F8537" w14:textId="77777777" w:rsidR="00BF542D" w:rsidRPr="00BF542D" w:rsidRDefault="00BF542D" w:rsidP="00EA296F">
            <w:r w:rsidRPr="00BF542D">
              <w:t>Ga 71</w:t>
            </w:r>
          </w:p>
        </w:tc>
        <w:tc>
          <w:tcPr>
            <w:tcW w:w="0" w:type="auto"/>
          </w:tcPr>
          <w:p w14:paraId="7A7689EF" w14:textId="77777777" w:rsidR="00BF542D" w:rsidRPr="00BF542D" w:rsidRDefault="00BF542D" w:rsidP="00EA296F">
            <w:r w:rsidRPr="00BF542D">
              <w:t>70,924703</w:t>
            </w:r>
          </w:p>
        </w:tc>
      </w:tr>
      <w:tr w:rsidR="00BF542D" w:rsidRPr="00BF542D" w14:paraId="4D2DE3A3" w14:textId="77777777" w:rsidTr="003D2E48">
        <w:tc>
          <w:tcPr>
            <w:tcW w:w="0" w:type="auto"/>
          </w:tcPr>
          <w:p w14:paraId="1C739761" w14:textId="77777777" w:rsidR="00BF542D" w:rsidRPr="00BF542D" w:rsidRDefault="00BF542D" w:rsidP="00EA296F">
            <w:r w:rsidRPr="00BF542D">
              <w:t>32</w:t>
            </w:r>
          </w:p>
        </w:tc>
        <w:tc>
          <w:tcPr>
            <w:tcW w:w="0" w:type="auto"/>
          </w:tcPr>
          <w:p w14:paraId="19831B17" w14:textId="77777777" w:rsidR="00BF542D" w:rsidRPr="00BF542D" w:rsidRDefault="00BF542D" w:rsidP="00EA296F">
            <w:r w:rsidRPr="00BF542D">
              <w:t>Ge 70</w:t>
            </w:r>
          </w:p>
        </w:tc>
        <w:tc>
          <w:tcPr>
            <w:tcW w:w="0" w:type="auto"/>
          </w:tcPr>
          <w:p w14:paraId="55B2F355" w14:textId="77777777" w:rsidR="00BF542D" w:rsidRPr="00BF542D" w:rsidRDefault="00BF542D" w:rsidP="00EA296F">
            <w:r w:rsidRPr="00BF542D">
              <w:t>69,924249</w:t>
            </w:r>
          </w:p>
        </w:tc>
      </w:tr>
      <w:tr w:rsidR="00BF542D" w:rsidRPr="00BF542D" w14:paraId="759DD010" w14:textId="77777777" w:rsidTr="003D2E48">
        <w:tc>
          <w:tcPr>
            <w:tcW w:w="0" w:type="auto"/>
          </w:tcPr>
          <w:p w14:paraId="7482C34C" w14:textId="77777777" w:rsidR="00BF542D" w:rsidRPr="00BF542D" w:rsidRDefault="00BF542D" w:rsidP="00EA296F">
            <w:r w:rsidRPr="00BF542D">
              <w:t>32</w:t>
            </w:r>
          </w:p>
        </w:tc>
        <w:tc>
          <w:tcPr>
            <w:tcW w:w="0" w:type="auto"/>
          </w:tcPr>
          <w:p w14:paraId="578B27B4" w14:textId="77777777" w:rsidR="00BF542D" w:rsidRPr="00BF542D" w:rsidRDefault="00BF542D" w:rsidP="00EA296F">
            <w:r w:rsidRPr="00BF542D">
              <w:t>Ge 72</w:t>
            </w:r>
          </w:p>
        </w:tc>
        <w:tc>
          <w:tcPr>
            <w:tcW w:w="0" w:type="auto"/>
          </w:tcPr>
          <w:p w14:paraId="107F1037" w14:textId="77777777" w:rsidR="00BF542D" w:rsidRPr="00BF542D" w:rsidRDefault="00BF542D" w:rsidP="00EA296F">
            <w:r w:rsidRPr="00BF542D">
              <w:t>71,922076</w:t>
            </w:r>
          </w:p>
        </w:tc>
      </w:tr>
      <w:tr w:rsidR="00BF542D" w:rsidRPr="00BF542D" w14:paraId="7ADFC90F" w14:textId="77777777" w:rsidTr="003D2E48">
        <w:tc>
          <w:tcPr>
            <w:tcW w:w="0" w:type="auto"/>
          </w:tcPr>
          <w:p w14:paraId="4243FDF5" w14:textId="77777777" w:rsidR="00BF542D" w:rsidRPr="00BF542D" w:rsidRDefault="00BF542D" w:rsidP="00EA296F">
            <w:r w:rsidRPr="00BF542D">
              <w:t>32</w:t>
            </w:r>
          </w:p>
        </w:tc>
        <w:tc>
          <w:tcPr>
            <w:tcW w:w="0" w:type="auto"/>
          </w:tcPr>
          <w:p w14:paraId="45727B7E" w14:textId="77777777" w:rsidR="00BF542D" w:rsidRPr="00BF542D" w:rsidRDefault="00BF542D" w:rsidP="00EA296F">
            <w:r w:rsidRPr="00BF542D">
              <w:t>Ge 73</w:t>
            </w:r>
          </w:p>
        </w:tc>
        <w:tc>
          <w:tcPr>
            <w:tcW w:w="0" w:type="auto"/>
          </w:tcPr>
          <w:p w14:paraId="53F8624B" w14:textId="77777777" w:rsidR="00BF542D" w:rsidRPr="00BF542D" w:rsidRDefault="00BF542D" w:rsidP="00EA296F">
            <w:r w:rsidRPr="00BF542D">
              <w:t>72,923459</w:t>
            </w:r>
          </w:p>
        </w:tc>
      </w:tr>
      <w:tr w:rsidR="00BF542D" w:rsidRPr="00BF542D" w14:paraId="5490A563" w14:textId="77777777" w:rsidTr="003D2E48">
        <w:tc>
          <w:tcPr>
            <w:tcW w:w="0" w:type="auto"/>
          </w:tcPr>
          <w:p w14:paraId="76314147" w14:textId="77777777" w:rsidR="00BF542D" w:rsidRPr="00BF542D" w:rsidRDefault="00BF542D" w:rsidP="00EA296F">
            <w:r w:rsidRPr="00BF542D">
              <w:t>32</w:t>
            </w:r>
          </w:p>
        </w:tc>
        <w:tc>
          <w:tcPr>
            <w:tcW w:w="0" w:type="auto"/>
          </w:tcPr>
          <w:p w14:paraId="5AA2324F" w14:textId="77777777" w:rsidR="00BF542D" w:rsidRPr="00BF542D" w:rsidRDefault="00BF542D" w:rsidP="00EA296F">
            <w:r w:rsidRPr="00BF542D">
              <w:t>Ge 74</w:t>
            </w:r>
          </w:p>
        </w:tc>
        <w:tc>
          <w:tcPr>
            <w:tcW w:w="0" w:type="auto"/>
          </w:tcPr>
          <w:p w14:paraId="1B70E1BC" w14:textId="77777777" w:rsidR="00BF542D" w:rsidRPr="00BF542D" w:rsidRDefault="00BF542D" w:rsidP="00EA296F">
            <w:r w:rsidRPr="00BF542D">
              <w:t>73,921178</w:t>
            </w:r>
          </w:p>
        </w:tc>
      </w:tr>
      <w:tr w:rsidR="00BF542D" w:rsidRPr="00BF542D" w14:paraId="5F78B5C7" w14:textId="77777777" w:rsidTr="003D2E48">
        <w:tc>
          <w:tcPr>
            <w:tcW w:w="0" w:type="auto"/>
          </w:tcPr>
          <w:p w14:paraId="4C25BABB" w14:textId="77777777" w:rsidR="00BF542D" w:rsidRPr="00BF542D" w:rsidRDefault="00BF542D" w:rsidP="00EA296F">
            <w:r w:rsidRPr="00BF542D">
              <w:t>32</w:t>
            </w:r>
          </w:p>
        </w:tc>
        <w:tc>
          <w:tcPr>
            <w:tcW w:w="0" w:type="auto"/>
          </w:tcPr>
          <w:p w14:paraId="5E7963C2" w14:textId="77777777" w:rsidR="00BF542D" w:rsidRPr="00BF542D" w:rsidRDefault="00BF542D" w:rsidP="00EA296F">
            <w:r w:rsidRPr="00BF542D">
              <w:t>Ge 76</w:t>
            </w:r>
          </w:p>
        </w:tc>
        <w:tc>
          <w:tcPr>
            <w:tcW w:w="0" w:type="auto"/>
          </w:tcPr>
          <w:p w14:paraId="71F502C8" w14:textId="77777777" w:rsidR="00BF542D" w:rsidRPr="00BF542D" w:rsidRDefault="00BF542D" w:rsidP="00EA296F">
            <w:r w:rsidRPr="00BF542D">
              <w:t>75,921403</w:t>
            </w:r>
          </w:p>
        </w:tc>
      </w:tr>
      <w:tr w:rsidR="00BF542D" w:rsidRPr="00BF542D" w14:paraId="146E482E" w14:textId="77777777" w:rsidTr="003D2E48">
        <w:tc>
          <w:tcPr>
            <w:tcW w:w="0" w:type="auto"/>
          </w:tcPr>
          <w:p w14:paraId="34E28EB3" w14:textId="77777777" w:rsidR="00BF542D" w:rsidRPr="00BF542D" w:rsidRDefault="00BF542D" w:rsidP="00EA296F">
            <w:r w:rsidRPr="00BF542D">
              <w:t>33</w:t>
            </w:r>
          </w:p>
        </w:tc>
        <w:tc>
          <w:tcPr>
            <w:tcW w:w="0" w:type="auto"/>
          </w:tcPr>
          <w:p w14:paraId="72894915" w14:textId="77777777" w:rsidR="00BF542D" w:rsidRPr="00BF542D" w:rsidRDefault="00BF542D" w:rsidP="00EA296F">
            <w:r w:rsidRPr="00BF542D">
              <w:t>As 75</w:t>
            </w:r>
          </w:p>
        </w:tc>
        <w:tc>
          <w:tcPr>
            <w:tcW w:w="0" w:type="auto"/>
          </w:tcPr>
          <w:p w14:paraId="17C5A597" w14:textId="77777777" w:rsidR="00BF542D" w:rsidRPr="00BF542D" w:rsidRDefault="00BF542D" w:rsidP="00EA296F">
            <w:r w:rsidRPr="00BF542D">
              <w:t>74,921595</w:t>
            </w:r>
          </w:p>
        </w:tc>
      </w:tr>
      <w:tr w:rsidR="00BF542D" w:rsidRPr="00BF542D" w14:paraId="7540141C" w14:textId="77777777" w:rsidTr="003D2E48">
        <w:tc>
          <w:tcPr>
            <w:tcW w:w="0" w:type="auto"/>
          </w:tcPr>
          <w:p w14:paraId="65D3DAA2" w14:textId="77777777" w:rsidR="00BF542D" w:rsidRPr="00BF542D" w:rsidRDefault="00BF542D" w:rsidP="00EA296F">
            <w:r w:rsidRPr="00BF542D">
              <w:lastRenderedPageBreak/>
              <w:t>34</w:t>
            </w:r>
          </w:p>
        </w:tc>
        <w:tc>
          <w:tcPr>
            <w:tcW w:w="0" w:type="auto"/>
          </w:tcPr>
          <w:p w14:paraId="0B777576" w14:textId="77777777" w:rsidR="00BF542D" w:rsidRPr="00BF542D" w:rsidRDefault="00BF542D" w:rsidP="00EA296F">
            <w:r w:rsidRPr="00BF542D">
              <w:t>Se 74</w:t>
            </w:r>
          </w:p>
        </w:tc>
        <w:tc>
          <w:tcPr>
            <w:tcW w:w="0" w:type="auto"/>
          </w:tcPr>
          <w:p w14:paraId="00E1E5F8" w14:textId="77777777" w:rsidR="00BF542D" w:rsidRPr="00BF542D" w:rsidRDefault="00BF542D" w:rsidP="00EA296F">
            <w:r w:rsidRPr="00BF542D">
              <w:t>73,922476</w:t>
            </w:r>
          </w:p>
        </w:tc>
      </w:tr>
      <w:tr w:rsidR="00BF542D" w:rsidRPr="00BF542D" w14:paraId="2B96E65D" w14:textId="77777777" w:rsidTr="003D2E48">
        <w:tc>
          <w:tcPr>
            <w:tcW w:w="0" w:type="auto"/>
          </w:tcPr>
          <w:p w14:paraId="36507F25" w14:textId="77777777" w:rsidR="00BF542D" w:rsidRPr="00BF542D" w:rsidRDefault="00BF542D" w:rsidP="00EA296F">
            <w:r w:rsidRPr="00BF542D">
              <w:t>34</w:t>
            </w:r>
          </w:p>
        </w:tc>
        <w:tc>
          <w:tcPr>
            <w:tcW w:w="0" w:type="auto"/>
          </w:tcPr>
          <w:p w14:paraId="492A6EF4" w14:textId="77777777" w:rsidR="00BF542D" w:rsidRPr="00BF542D" w:rsidRDefault="00BF542D" w:rsidP="00EA296F">
            <w:r w:rsidRPr="00BF542D">
              <w:t>Se 76</w:t>
            </w:r>
          </w:p>
        </w:tc>
        <w:tc>
          <w:tcPr>
            <w:tcW w:w="0" w:type="auto"/>
          </w:tcPr>
          <w:p w14:paraId="7BEF6F89" w14:textId="77777777" w:rsidR="00BF542D" w:rsidRPr="00BF542D" w:rsidRDefault="00BF542D" w:rsidP="00EA296F">
            <w:r w:rsidRPr="00BF542D">
              <w:t>75,919214</w:t>
            </w:r>
          </w:p>
        </w:tc>
      </w:tr>
      <w:tr w:rsidR="00BF542D" w:rsidRPr="00BF542D" w14:paraId="0F037347" w14:textId="77777777" w:rsidTr="003D2E48">
        <w:tc>
          <w:tcPr>
            <w:tcW w:w="0" w:type="auto"/>
          </w:tcPr>
          <w:p w14:paraId="5710408C" w14:textId="77777777" w:rsidR="00BF542D" w:rsidRPr="00BF542D" w:rsidRDefault="00BF542D" w:rsidP="00EA296F">
            <w:r w:rsidRPr="00BF542D">
              <w:t>34</w:t>
            </w:r>
          </w:p>
        </w:tc>
        <w:tc>
          <w:tcPr>
            <w:tcW w:w="0" w:type="auto"/>
          </w:tcPr>
          <w:p w14:paraId="25890EA2" w14:textId="77777777" w:rsidR="00BF542D" w:rsidRPr="00BF542D" w:rsidRDefault="00BF542D" w:rsidP="00EA296F">
            <w:r w:rsidRPr="00BF542D">
              <w:t>Se 77</w:t>
            </w:r>
          </w:p>
        </w:tc>
        <w:tc>
          <w:tcPr>
            <w:tcW w:w="0" w:type="auto"/>
          </w:tcPr>
          <w:p w14:paraId="1603132D" w14:textId="77777777" w:rsidR="00BF542D" w:rsidRPr="00BF542D" w:rsidRDefault="00BF542D" w:rsidP="00EA296F">
            <w:r w:rsidRPr="00BF542D">
              <w:t>76,919914</w:t>
            </w:r>
          </w:p>
        </w:tc>
      </w:tr>
      <w:tr w:rsidR="00BF542D" w:rsidRPr="00BF542D" w14:paraId="2A75B137" w14:textId="77777777" w:rsidTr="003D2E48">
        <w:tc>
          <w:tcPr>
            <w:tcW w:w="0" w:type="auto"/>
          </w:tcPr>
          <w:p w14:paraId="126A1AAD" w14:textId="77777777" w:rsidR="00BF542D" w:rsidRPr="00BF542D" w:rsidRDefault="00BF542D" w:rsidP="00EA296F">
            <w:r w:rsidRPr="00BF542D">
              <w:t>34</w:t>
            </w:r>
          </w:p>
        </w:tc>
        <w:tc>
          <w:tcPr>
            <w:tcW w:w="0" w:type="auto"/>
          </w:tcPr>
          <w:p w14:paraId="0B8E14F3" w14:textId="77777777" w:rsidR="00BF542D" w:rsidRPr="00BF542D" w:rsidRDefault="00BF542D" w:rsidP="00EA296F">
            <w:r w:rsidRPr="00BF542D">
              <w:t>Se 78</w:t>
            </w:r>
          </w:p>
        </w:tc>
        <w:tc>
          <w:tcPr>
            <w:tcW w:w="0" w:type="auto"/>
          </w:tcPr>
          <w:p w14:paraId="64C6674C" w14:textId="77777777" w:rsidR="00BF542D" w:rsidRPr="00BF542D" w:rsidRDefault="00BF542D" w:rsidP="00EA296F">
            <w:r w:rsidRPr="00BF542D">
              <w:t>77,917309</w:t>
            </w:r>
          </w:p>
        </w:tc>
      </w:tr>
      <w:tr w:rsidR="00BF542D" w:rsidRPr="00BF542D" w14:paraId="388B9625" w14:textId="77777777" w:rsidTr="003D2E48">
        <w:tc>
          <w:tcPr>
            <w:tcW w:w="0" w:type="auto"/>
          </w:tcPr>
          <w:p w14:paraId="001C6653" w14:textId="77777777" w:rsidR="00BF542D" w:rsidRPr="00BF542D" w:rsidRDefault="00BF542D" w:rsidP="00EA296F">
            <w:r w:rsidRPr="00BF542D">
              <w:t>34</w:t>
            </w:r>
          </w:p>
        </w:tc>
        <w:tc>
          <w:tcPr>
            <w:tcW w:w="0" w:type="auto"/>
          </w:tcPr>
          <w:p w14:paraId="5C8E1B5F" w14:textId="77777777" w:rsidR="00BF542D" w:rsidRPr="00BF542D" w:rsidRDefault="00BF542D" w:rsidP="00EA296F">
            <w:r w:rsidRPr="00BF542D">
              <w:t>Se 80</w:t>
            </w:r>
          </w:p>
        </w:tc>
        <w:tc>
          <w:tcPr>
            <w:tcW w:w="0" w:type="auto"/>
          </w:tcPr>
          <w:p w14:paraId="52BD0592" w14:textId="77777777" w:rsidR="00BF542D" w:rsidRPr="00BF542D" w:rsidRDefault="00BF542D" w:rsidP="00EA296F">
            <w:r w:rsidRPr="00BF542D">
              <w:t>79,916522</w:t>
            </w:r>
          </w:p>
        </w:tc>
      </w:tr>
      <w:tr w:rsidR="00BF542D" w:rsidRPr="00BF542D" w14:paraId="003C49F2" w14:textId="77777777" w:rsidTr="003D2E48">
        <w:tc>
          <w:tcPr>
            <w:tcW w:w="0" w:type="auto"/>
          </w:tcPr>
          <w:p w14:paraId="5E0BD6B1" w14:textId="77777777" w:rsidR="00BF542D" w:rsidRPr="00BF542D" w:rsidRDefault="00BF542D" w:rsidP="00EA296F">
            <w:r w:rsidRPr="00BF542D">
              <w:t>35</w:t>
            </w:r>
          </w:p>
        </w:tc>
        <w:tc>
          <w:tcPr>
            <w:tcW w:w="0" w:type="auto"/>
          </w:tcPr>
          <w:p w14:paraId="0738288F" w14:textId="77777777" w:rsidR="00BF542D" w:rsidRPr="00BF542D" w:rsidRDefault="00BF542D" w:rsidP="00EA296F">
            <w:r w:rsidRPr="00BF542D">
              <w:t>Br 79</w:t>
            </w:r>
          </w:p>
        </w:tc>
        <w:tc>
          <w:tcPr>
            <w:tcW w:w="0" w:type="auto"/>
          </w:tcPr>
          <w:p w14:paraId="1078AAC7" w14:textId="77777777" w:rsidR="00BF542D" w:rsidRPr="00BF542D" w:rsidRDefault="00BF542D" w:rsidP="00EA296F">
            <w:r w:rsidRPr="00BF542D">
              <w:t>78,918338</w:t>
            </w:r>
          </w:p>
        </w:tc>
      </w:tr>
      <w:tr w:rsidR="00BF542D" w:rsidRPr="00BF542D" w14:paraId="27EB7667" w14:textId="77777777" w:rsidTr="003D2E48">
        <w:tc>
          <w:tcPr>
            <w:tcW w:w="0" w:type="auto"/>
          </w:tcPr>
          <w:p w14:paraId="23ED7E7D" w14:textId="77777777" w:rsidR="00BF542D" w:rsidRPr="00BF542D" w:rsidRDefault="00BF542D" w:rsidP="00EA296F">
            <w:r w:rsidRPr="00BF542D">
              <w:t>35</w:t>
            </w:r>
          </w:p>
        </w:tc>
        <w:tc>
          <w:tcPr>
            <w:tcW w:w="0" w:type="auto"/>
          </w:tcPr>
          <w:p w14:paraId="691A5661" w14:textId="77777777" w:rsidR="00BF542D" w:rsidRPr="00BF542D" w:rsidRDefault="00BF542D" w:rsidP="00EA296F">
            <w:r w:rsidRPr="00BF542D">
              <w:t>Br 81</w:t>
            </w:r>
          </w:p>
        </w:tc>
        <w:tc>
          <w:tcPr>
            <w:tcW w:w="0" w:type="auto"/>
          </w:tcPr>
          <w:p w14:paraId="3270AEB7" w14:textId="77777777" w:rsidR="00BF542D" w:rsidRPr="00BF542D" w:rsidRDefault="00BF542D" w:rsidP="00EA296F">
            <w:r w:rsidRPr="00BF542D">
              <w:t>80,916288</w:t>
            </w:r>
          </w:p>
        </w:tc>
      </w:tr>
      <w:tr w:rsidR="00BF542D" w:rsidRPr="00BF542D" w14:paraId="4E37557E" w14:textId="77777777" w:rsidTr="003D2E48">
        <w:tc>
          <w:tcPr>
            <w:tcW w:w="0" w:type="auto"/>
          </w:tcPr>
          <w:p w14:paraId="0F2A11AE" w14:textId="77777777" w:rsidR="00BF542D" w:rsidRPr="00BF542D" w:rsidRDefault="00BF542D" w:rsidP="00EA296F">
            <w:r w:rsidRPr="00BF542D">
              <w:t>35</w:t>
            </w:r>
          </w:p>
        </w:tc>
        <w:tc>
          <w:tcPr>
            <w:tcW w:w="0" w:type="auto"/>
          </w:tcPr>
          <w:p w14:paraId="5BF505E5" w14:textId="77777777" w:rsidR="00BF542D" w:rsidRPr="00BF542D" w:rsidRDefault="00BF542D" w:rsidP="00EA296F">
            <w:r w:rsidRPr="00BF542D">
              <w:t>Br 82</w:t>
            </w:r>
          </w:p>
        </w:tc>
        <w:tc>
          <w:tcPr>
            <w:tcW w:w="0" w:type="auto"/>
          </w:tcPr>
          <w:p w14:paraId="61EFF92E" w14:textId="77777777" w:rsidR="00BF542D" w:rsidRPr="00BF542D" w:rsidRDefault="00BF542D" w:rsidP="00EA296F">
            <w:r w:rsidRPr="00BF542D">
              <w:t>81,916802</w:t>
            </w:r>
          </w:p>
        </w:tc>
      </w:tr>
      <w:tr w:rsidR="00BF542D" w:rsidRPr="00BF542D" w14:paraId="5BE039F7" w14:textId="77777777" w:rsidTr="003D2E48">
        <w:tc>
          <w:tcPr>
            <w:tcW w:w="0" w:type="auto"/>
          </w:tcPr>
          <w:p w14:paraId="3BD79F4F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5A07800D" w14:textId="77777777" w:rsidR="00BF542D" w:rsidRPr="00BF542D" w:rsidRDefault="00BF542D" w:rsidP="00EA296F">
            <w:r w:rsidRPr="00BF542D">
              <w:t>Kr 78</w:t>
            </w:r>
          </w:p>
        </w:tc>
        <w:tc>
          <w:tcPr>
            <w:tcW w:w="0" w:type="auto"/>
          </w:tcPr>
          <w:p w14:paraId="6CC85134" w14:textId="77777777" w:rsidR="00BF542D" w:rsidRPr="00BF542D" w:rsidRDefault="00BF542D" w:rsidP="00EA296F">
            <w:r w:rsidRPr="00BF542D">
              <w:t>77,920366</w:t>
            </w:r>
          </w:p>
        </w:tc>
      </w:tr>
      <w:tr w:rsidR="00BF542D" w:rsidRPr="00BF542D" w14:paraId="4DA8CA84" w14:textId="77777777" w:rsidTr="003D2E48">
        <w:tc>
          <w:tcPr>
            <w:tcW w:w="0" w:type="auto"/>
          </w:tcPr>
          <w:p w14:paraId="441C9F28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1912A6FD" w14:textId="77777777" w:rsidR="00BF542D" w:rsidRPr="00BF542D" w:rsidRDefault="00BF542D" w:rsidP="00EA296F">
            <w:r w:rsidRPr="00BF542D">
              <w:t>Kr 80</w:t>
            </w:r>
          </w:p>
        </w:tc>
        <w:tc>
          <w:tcPr>
            <w:tcW w:w="0" w:type="auto"/>
          </w:tcPr>
          <w:p w14:paraId="7B9CE922" w14:textId="77777777" w:rsidR="00BF542D" w:rsidRPr="00BF542D" w:rsidRDefault="00BF542D" w:rsidP="00EA296F">
            <w:r w:rsidRPr="00BF542D">
              <w:t>79,916378</w:t>
            </w:r>
          </w:p>
        </w:tc>
      </w:tr>
      <w:tr w:rsidR="00BF542D" w:rsidRPr="00BF542D" w14:paraId="2ECCBC77" w14:textId="77777777" w:rsidTr="003D2E48">
        <w:tc>
          <w:tcPr>
            <w:tcW w:w="0" w:type="auto"/>
          </w:tcPr>
          <w:p w14:paraId="5F6E0BE2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1BCAC674" w14:textId="77777777" w:rsidR="00BF542D" w:rsidRPr="00BF542D" w:rsidRDefault="00BF542D" w:rsidP="00EA296F">
            <w:r w:rsidRPr="00BF542D">
              <w:t>Kr 82</w:t>
            </w:r>
          </w:p>
        </w:tc>
        <w:tc>
          <w:tcPr>
            <w:tcW w:w="0" w:type="auto"/>
          </w:tcPr>
          <w:p w14:paraId="4D2C1274" w14:textId="77777777" w:rsidR="00BF542D" w:rsidRPr="00BF542D" w:rsidRDefault="00BF542D" w:rsidP="00EA296F">
            <w:r w:rsidRPr="00BF542D">
              <w:t>81,913481</w:t>
            </w:r>
          </w:p>
        </w:tc>
      </w:tr>
      <w:tr w:rsidR="00BF542D" w:rsidRPr="00BF542D" w14:paraId="3444D57F" w14:textId="77777777" w:rsidTr="003D2E48">
        <w:tc>
          <w:tcPr>
            <w:tcW w:w="0" w:type="auto"/>
          </w:tcPr>
          <w:p w14:paraId="7F66F047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2B1CC5D6" w14:textId="77777777" w:rsidR="00BF542D" w:rsidRPr="00BF542D" w:rsidRDefault="00BF542D" w:rsidP="00EA296F">
            <w:r w:rsidRPr="00BF542D">
              <w:t>Kr 83</w:t>
            </w:r>
          </w:p>
        </w:tc>
        <w:tc>
          <w:tcPr>
            <w:tcW w:w="0" w:type="auto"/>
          </w:tcPr>
          <w:p w14:paraId="09DE67E8" w14:textId="77777777" w:rsidR="00BF542D" w:rsidRPr="00BF542D" w:rsidRDefault="00BF542D" w:rsidP="00EA296F">
            <w:r w:rsidRPr="00BF542D">
              <w:t>82,914127</w:t>
            </w:r>
          </w:p>
        </w:tc>
      </w:tr>
      <w:tr w:rsidR="00BF542D" w:rsidRPr="00BF542D" w14:paraId="57D894D8" w14:textId="77777777" w:rsidTr="003D2E48">
        <w:tc>
          <w:tcPr>
            <w:tcW w:w="0" w:type="auto"/>
          </w:tcPr>
          <w:p w14:paraId="4FBF350A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75629A8B" w14:textId="77777777" w:rsidR="00BF542D" w:rsidRPr="00BF542D" w:rsidRDefault="00BF542D" w:rsidP="00EA296F">
            <w:r w:rsidRPr="00BF542D">
              <w:t>Kr 84</w:t>
            </w:r>
          </w:p>
        </w:tc>
        <w:tc>
          <w:tcPr>
            <w:tcW w:w="0" w:type="auto"/>
          </w:tcPr>
          <w:p w14:paraId="62CFC57F" w14:textId="77777777" w:rsidR="00BF542D" w:rsidRPr="00BF542D" w:rsidRDefault="00BF542D" w:rsidP="00EA296F">
            <w:r w:rsidRPr="00BF542D">
              <w:t>83,911498</w:t>
            </w:r>
          </w:p>
        </w:tc>
      </w:tr>
      <w:tr w:rsidR="00BF542D" w:rsidRPr="00BF542D" w14:paraId="6E890595" w14:textId="77777777" w:rsidTr="003D2E48">
        <w:tc>
          <w:tcPr>
            <w:tcW w:w="0" w:type="auto"/>
          </w:tcPr>
          <w:p w14:paraId="2AD2F80A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7A825BBD" w14:textId="77777777" w:rsidR="00BF542D" w:rsidRPr="00BF542D" w:rsidRDefault="00BF542D" w:rsidP="00EA296F">
            <w:r w:rsidRPr="00BF542D">
              <w:t>Kr 85</w:t>
            </w:r>
          </w:p>
        </w:tc>
        <w:tc>
          <w:tcPr>
            <w:tcW w:w="0" w:type="auto"/>
          </w:tcPr>
          <w:p w14:paraId="76066621" w14:textId="77777777" w:rsidR="00BF542D" w:rsidRPr="00BF542D" w:rsidRDefault="00BF542D" w:rsidP="00EA296F">
            <w:r w:rsidRPr="00BF542D">
              <w:t>84,912527</w:t>
            </w:r>
          </w:p>
        </w:tc>
      </w:tr>
      <w:tr w:rsidR="00BF542D" w:rsidRPr="00BF542D" w14:paraId="02B07A5E" w14:textId="77777777" w:rsidTr="003D2E48">
        <w:tc>
          <w:tcPr>
            <w:tcW w:w="0" w:type="auto"/>
          </w:tcPr>
          <w:p w14:paraId="19A8203D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61E9886B" w14:textId="77777777" w:rsidR="00BF542D" w:rsidRPr="00BF542D" w:rsidRDefault="00BF542D" w:rsidP="00EA296F">
            <w:r w:rsidRPr="00BF542D">
              <w:t>Kr 86</w:t>
            </w:r>
          </w:p>
        </w:tc>
        <w:tc>
          <w:tcPr>
            <w:tcW w:w="0" w:type="auto"/>
          </w:tcPr>
          <w:p w14:paraId="57235CEB" w14:textId="77777777" w:rsidR="00BF542D" w:rsidRPr="00BF542D" w:rsidRDefault="00BF542D" w:rsidP="00EA296F">
            <w:r w:rsidRPr="00BF542D">
              <w:t>85,910611</w:t>
            </w:r>
          </w:p>
        </w:tc>
      </w:tr>
      <w:tr w:rsidR="00BF542D" w:rsidRPr="00BF542D" w14:paraId="2E1DC20F" w14:textId="77777777" w:rsidTr="003D2E48">
        <w:tc>
          <w:tcPr>
            <w:tcW w:w="0" w:type="auto"/>
          </w:tcPr>
          <w:p w14:paraId="47531734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59AE026E" w14:textId="77777777" w:rsidR="00BF542D" w:rsidRPr="00BF542D" w:rsidRDefault="00BF542D" w:rsidP="00EA296F">
            <w:r w:rsidRPr="00BF542D">
              <w:t>Kr 89</w:t>
            </w:r>
          </w:p>
        </w:tc>
        <w:tc>
          <w:tcPr>
            <w:tcW w:w="0" w:type="auto"/>
          </w:tcPr>
          <w:p w14:paraId="03A00CF5" w14:textId="77777777" w:rsidR="00BF542D" w:rsidRPr="00BF542D" w:rsidRDefault="00BF542D" w:rsidP="00EA296F">
            <w:r w:rsidRPr="00BF542D">
              <w:t>88,917835</w:t>
            </w:r>
          </w:p>
        </w:tc>
      </w:tr>
      <w:tr w:rsidR="00BF542D" w:rsidRPr="00BF542D" w14:paraId="4F4D3358" w14:textId="77777777" w:rsidTr="003D2E48">
        <w:tc>
          <w:tcPr>
            <w:tcW w:w="0" w:type="auto"/>
          </w:tcPr>
          <w:p w14:paraId="46AA95FC" w14:textId="77777777" w:rsidR="00BF542D" w:rsidRPr="00BF542D" w:rsidRDefault="00BF542D" w:rsidP="00EA296F">
            <w:r w:rsidRPr="00BF542D">
              <w:t>36</w:t>
            </w:r>
          </w:p>
        </w:tc>
        <w:tc>
          <w:tcPr>
            <w:tcW w:w="0" w:type="auto"/>
          </w:tcPr>
          <w:p w14:paraId="1948CAE7" w14:textId="77777777" w:rsidR="00BF542D" w:rsidRPr="00BF542D" w:rsidRDefault="00BF542D" w:rsidP="00EA296F">
            <w:r w:rsidRPr="00BF542D">
              <w:t>Kr 92</w:t>
            </w:r>
          </w:p>
        </w:tc>
        <w:tc>
          <w:tcPr>
            <w:tcW w:w="0" w:type="auto"/>
          </w:tcPr>
          <w:p w14:paraId="189CB80B" w14:textId="77777777" w:rsidR="00BF542D" w:rsidRPr="00BF542D" w:rsidRDefault="00BF542D" w:rsidP="00EA296F">
            <w:r w:rsidRPr="00BF542D">
              <w:t>91,926173</w:t>
            </w:r>
          </w:p>
        </w:tc>
      </w:tr>
      <w:tr w:rsidR="00BF542D" w:rsidRPr="00BF542D" w14:paraId="569669B5" w14:textId="77777777" w:rsidTr="003D2E48">
        <w:tc>
          <w:tcPr>
            <w:tcW w:w="0" w:type="auto"/>
          </w:tcPr>
          <w:p w14:paraId="5FB79D65" w14:textId="77777777" w:rsidR="00BF542D" w:rsidRPr="00BF542D" w:rsidRDefault="00BF542D" w:rsidP="00EA296F">
            <w:r w:rsidRPr="00BF542D">
              <w:t>37</w:t>
            </w:r>
          </w:p>
        </w:tc>
        <w:tc>
          <w:tcPr>
            <w:tcW w:w="0" w:type="auto"/>
          </w:tcPr>
          <w:p w14:paraId="221E1125" w14:textId="77777777" w:rsidR="00BF542D" w:rsidRPr="00BF542D" w:rsidRDefault="00BF542D" w:rsidP="00EA296F">
            <w:r w:rsidRPr="00BF542D">
              <w:t>Rb 85</w:t>
            </w:r>
          </w:p>
        </w:tc>
        <w:tc>
          <w:tcPr>
            <w:tcW w:w="0" w:type="auto"/>
          </w:tcPr>
          <w:p w14:paraId="76849008" w14:textId="77777777" w:rsidR="00BF542D" w:rsidRPr="00BF542D" w:rsidRDefault="00BF542D" w:rsidP="00EA296F">
            <w:r w:rsidRPr="00BF542D">
              <w:t>84,911790</w:t>
            </w:r>
          </w:p>
        </w:tc>
      </w:tr>
      <w:tr w:rsidR="00BF542D" w:rsidRPr="00BF542D" w14:paraId="2A786A78" w14:textId="77777777" w:rsidTr="003D2E48">
        <w:tc>
          <w:tcPr>
            <w:tcW w:w="0" w:type="auto"/>
          </w:tcPr>
          <w:p w14:paraId="636226AF" w14:textId="77777777" w:rsidR="00BF542D" w:rsidRPr="00BF542D" w:rsidRDefault="00BF542D" w:rsidP="00EA296F">
            <w:r w:rsidRPr="00BF542D">
              <w:t>37</w:t>
            </w:r>
          </w:p>
        </w:tc>
        <w:tc>
          <w:tcPr>
            <w:tcW w:w="0" w:type="auto"/>
          </w:tcPr>
          <w:p w14:paraId="4772F0EC" w14:textId="77777777" w:rsidR="00BF542D" w:rsidRPr="00BF542D" w:rsidRDefault="00BF542D" w:rsidP="00EA296F">
            <w:r w:rsidRPr="00BF542D">
              <w:t>Rb 94</w:t>
            </w:r>
          </w:p>
        </w:tc>
        <w:tc>
          <w:tcPr>
            <w:tcW w:w="0" w:type="auto"/>
          </w:tcPr>
          <w:p w14:paraId="1F917669" w14:textId="77777777" w:rsidR="00BF542D" w:rsidRPr="00BF542D" w:rsidRDefault="00BF542D" w:rsidP="00EA296F">
            <w:r w:rsidRPr="00BF542D">
              <w:t>93,926395</w:t>
            </w:r>
          </w:p>
        </w:tc>
      </w:tr>
      <w:tr w:rsidR="00BF542D" w:rsidRPr="00BF542D" w14:paraId="170A8B93" w14:textId="77777777" w:rsidTr="003D2E48">
        <w:tc>
          <w:tcPr>
            <w:tcW w:w="0" w:type="auto"/>
          </w:tcPr>
          <w:p w14:paraId="68994CA4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5C1E219E" w14:textId="77777777" w:rsidR="00BF542D" w:rsidRPr="00BF542D" w:rsidRDefault="00BF542D" w:rsidP="00EA296F">
            <w:r w:rsidRPr="00BF542D">
              <w:t>Sr 84</w:t>
            </w:r>
          </w:p>
        </w:tc>
        <w:tc>
          <w:tcPr>
            <w:tcW w:w="0" w:type="auto"/>
          </w:tcPr>
          <w:p w14:paraId="0AFC95C6" w14:textId="77777777" w:rsidR="00BF542D" w:rsidRPr="00BF542D" w:rsidRDefault="00BF542D" w:rsidP="00EA296F">
            <w:r w:rsidRPr="00BF542D">
              <w:t>83,913419</w:t>
            </w:r>
          </w:p>
        </w:tc>
      </w:tr>
      <w:tr w:rsidR="00BF542D" w:rsidRPr="00BF542D" w14:paraId="062E5597" w14:textId="77777777" w:rsidTr="003D2E48">
        <w:tc>
          <w:tcPr>
            <w:tcW w:w="0" w:type="auto"/>
          </w:tcPr>
          <w:p w14:paraId="0A993430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3273C83D" w14:textId="77777777" w:rsidR="00BF542D" w:rsidRPr="00BF542D" w:rsidRDefault="00BF542D" w:rsidP="00EA296F">
            <w:r w:rsidRPr="00BF542D">
              <w:t>Sr 86</w:t>
            </w:r>
          </w:p>
        </w:tc>
        <w:tc>
          <w:tcPr>
            <w:tcW w:w="0" w:type="auto"/>
          </w:tcPr>
          <w:p w14:paraId="1ED5ABD9" w14:textId="77777777" w:rsidR="00BF542D" w:rsidRPr="00BF542D" w:rsidRDefault="00BF542D" w:rsidP="00EA296F">
            <w:r w:rsidRPr="00BF542D">
              <w:t>85,909261</w:t>
            </w:r>
          </w:p>
        </w:tc>
      </w:tr>
      <w:tr w:rsidR="00BF542D" w:rsidRPr="00BF542D" w14:paraId="323705B5" w14:textId="77777777" w:rsidTr="003D2E48">
        <w:tc>
          <w:tcPr>
            <w:tcW w:w="0" w:type="auto"/>
          </w:tcPr>
          <w:p w14:paraId="3A962659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2D49E96B" w14:textId="77777777" w:rsidR="00BF542D" w:rsidRPr="00BF542D" w:rsidRDefault="00BF542D" w:rsidP="00EA296F">
            <w:r w:rsidRPr="00BF542D">
              <w:t>Sr 87</w:t>
            </w:r>
          </w:p>
        </w:tc>
        <w:tc>
          <w:tcPr>
            <w:tcW w:w="0" w:type="auto"/>
          </w:tcPr>
          <w:p w14:paraId="078C737C" w14:textId="77777777" w:rsidR="00BF542D" w:rsidRPr="00BF542D" w:rsidRDefault="00BF542D" w:rsidP="00EA296F">
            <w:r w:rsidRPr="00BF542D">
              <w:t>86,908877</w:t>
            </w:r>
          </w:p>
        </w:tc>
      </w:tr>
      <w:tr w:rsidR="00BF542D" w:rsidRPr="00BF542D" w14:paraId="25F8AFC2" w14:textId="77777777" w:rsidTr="003D2E48">
        <w:tc>
          <w:tcPr>
            <w:tcW w:w="0" w:type="auto"/>
          </w:tcPr>
          <w:p w14:paraId="03E2CA4C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2E777B69" w14:textId="77777777" w:rsidR="00BF542D" w:rsidRPr="00BF542D" w:rsidRDefault="00BF542D" w:rsidP="00EA296F">
            <w:r w:rsidRPr="00BF542D">
              <w:t>Sr 88</w:t>
            </w:r>
          </w:p>
        </w:tc>
        <w:tc>
          <w:tcPr>
            <w:tcW w:w="0" w:type="auto"/>
          </w:tcPr>
          <w:p w14:paraId="38C62EA8" w14:textId="77777777" w:rsidR="00BF542D" w:rsidRPr="00BF542D" w:rsidRDefault="00BF542D" w:rsidP="00EA296F">
            <w:r w:rsidRPr="00BF542D">
              <w:t>87,905612</w:t>
            </w:r>
          </w:p>
        </w:tc>
      </w:tr>
      <w:tr w:rsidR="00BF542D" w:rsidRPr="00BF542D" w14:paraId="1FD1002F" w14:textId="77777777" w:rsidTr="003D2E48">
        <w:tc>
          <w:tcPr>
            <w:tcW w:w="0" w:type="auto"/>
          </w:tcPr>
          <w:p w14:paraId="507B7F51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2CD01819" w14:textId="77777777" w:rsidR="00BF542D" w:rsidRPr="00BF542D" w:rsidRDefault="00BF542D" w:rsidP="00EA296F">
            <w:r w:rsidRPr="00BF542D">
              <w:t>Sr 90</w:t>
            </w:r>
          </w:p>
        </w:tc>
        <w:tc>
          <w:tcPr>
            <w:tcW w:w="0" w:type="auto"/>
          </w:tcPr>
          <w:p w14:paraId="46395079" w14:textId="77777777" w:rsidR="00BF542D" w:rsidRPr="00BF542D" w:rsidRDefault="00BF542D" w:rsidP="00EA296F">
            <w:r w:rsidRPr="00BF542D">
              <w:t>89,907728</w:t>
            </w:r>
          </w:p>
        </w:tc>
      </w:tr>
      <w:tr w:rsidR="00BF542D" w:rsidRPr="00BF542D" w14:paraId="31DB9E0D" w14:textId="77777777" w:rsidTr="003D2E48">
        <w:tc>
          <w:tcPr>
            <w:tcW w:w="0" w:type="auto"/>
          </w:tcPr>
          <w:p w14:paraId="3000D6D4" w14:textId="77777777" w:rsidR="00BF542D" w:rsidRPr="00BF542D" w:rsidRDefault="00BF542D" w:rsidP="00EA296F">
            <w:r w:rsidRPr="00BF542D">
              <w:lastRenderedPageBreak/>
              <w:t>38</w:t>
            </w:r>
          </w:p>
        </w:tc>
        <w:tc>
          <w:tcPr>
            <w:tcW w:w="0" w:type="auto"/>
          </w:tcPr>
          <w:p w14:paraId="2B3E4EFF" w14:textId="77777777" w:rsidR="00BF542D" w:rsidRPr="00BF542D" w:rsidRDefault="00BF542D" w:rsidP="00EA296F">
            <w:r w:rsidRPr="00BF542D">
              <w:t>Sr 92</w:t>
            </w:r>
          </w:p>
        </w:tc>
        <w:tc>
          <w:tcPr>
            <w:tcW w:w="0" w:type="auto"/>
          </w:tcPr>
          <w:p w14:paraId="10694729" w14:textId="77777777" w:rsidR="00BF542D" w:rsidRPr="00BF542D" w:rsidRDefault="00BF542D" w:rsidP="00EA296F">
            <w:r w:rsidRPr="00BF542D">
              <w:t>91,911038</w:t>
            </w:r>
          </w:p>
        </w:tc>
      </w:tr>
      <w:tr w:rsidR="00BF542D" w:rsidRPr="00BF542D" w14:paraId="60242D0E" w14:textId="77777777" w:rsidTr="003D2E48">
        <w:tc>
          <w:tcPr>
            <w:tcW w:w="0" w:type="auto"/>
          </w:tcPr>
          <w:p w14:paraId="514B2E5D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4C3E973A" w14:textId="77777777" w:rsidR="00BF542D" w:rsidRPr="00BF542D" w:rsidRDefault="00BF542D" w:rsidP="00EA296F">
            <w:r w:rsidRPr="00BF542D">
              <w:t>Sr 94</w:t>
            </w:r>
          </w:p>
        </w:tc>
        <w:tc>
          <w:tcPr>
            <w:tcW w:w="0" w:type="auto"/>
          </w:tcPr>
          <w:p w14:paraId="183C6610" w14:textId="77777777" w:rsidR="00BF542D" w:rsidRPr="00BF542D" w:rsidRDefault="00BF542D" w:rsidP="00EA296F">
            <w:r w:rsidRPr="00BF542D">
              <w:t>93,915356</w:t>
            </w:r>
          </w:p>
        </w:tc>
      </w:tr>
      <w:tr w:rsidR="00BF542D" w:rsidRPr="00BF542D" w14:paraId="2647EF9A" w14:textId="77777777" w:rsidTr="003D2E48">
        <w:tc>
          <w:tcPr>
            <w:tcW w:w="0" w:type="auto"/>
          </w:tcPr>
          <w:p w14:paraId="66E16998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709CE18E" w14:textId="77777777" w:rsidR="00BF542D" w:rsidRPr="00BF542D" w:rsidRDefault="00BF542D" w:rsidP="00EA296F">
            <w:r w:rsidRPr="00BF542D">
              <w:t>Sr 96</w:t>
            </w:r>
          </w:p>
        </w:tc>
        <w:tc>
          <w:tcPr>
            <w:tcW w:w="0" w:type="auto"/>
          </w:tcPr>
          <w:p w14:paraId="4D85EFA8" w14:textId="77777777" w:rsidR="00BF542D" w:rsidRPr="00BF542D" w:rsidRDefault="00BF542D" w:rsidP="00EA296F">
            <w:r w:rsidRPr="00BF542D">
              <w:t>95,921719</w:t>
            </w:r>
          </w:p>
        </w:tc>
      </w:tr>
      <w:tr w:rsidR="00BF542D" w:rsidRPr="00BF542D" w14:paraId="5F39DFC3" w14:textId="77777777" w:rsidTr="003D2E48">
        <w:tc>
          <w:tcPr>
            <w:tcW w:w="0" w:type="auto"/>
          </w:tcPr>
          <w:p w14:paraId="30BFAC2E" w14:textId="77777777" w:rsidR="00BF542D" w:rsidRPr="00BF542D" w:rsidRDefault="00BF542D" w:rsidP="00EA296F">
            <w:r w:rsidRPr="00BF542D">
              <w:t>38</w:t>
            </w:r>
          </w:p>
        </w:tc>
        <w:tc>
          <w:tcPr>
            <w:tcW w:w="0" w:type="auto"/>
          </w:tcPr>
          <w:p w14:paraId="443D3442" w14:textId="77777777" w:rsidR="00BF542D" w:rsidRPr="00BF542D" w:rsidRDefault="00BF542D" w:rsidP="00EA296F">
            <w:r w:rsidRPr="00BF542D">
              <w:t>Sr 98</w:t>
            </w:r>
          </w:p>
        </w:tc>
        <w:tc>
          <w:tcPr>
            <w:tcW w:w="0" w:type="auto"/>
          </w:tcPr>
          <w:p w14:paraId="7B0A8FC1" w14:textId="77777777" w:rsidR="00BF542D" w:rsidRPr="00BF542D" w:rsidRDefault="00BF542D" w:rsidP="00EA296F">
            <w:r w:rsidRPr="00BF542D">
              <w:t>97,928693</w:t>
            </w:r>
          </w:p>
        </w:tc>
      </w:tr>
      <w:tr w:rsidR="00BF542D" w:rsidRPr="00BF542D" w14:paraId="7D1E933D" w14:textId="77777777" w:rsidTr="003D2E48">
        <w:tc>
          <w:tcPr>
            <w:tcW w:w="0" w:type="auto"/>
          </w:tcPr>
          <w:p w14:paraId="4A4A3765" w14:textId="77777777" w:rsidR="00BF542D" w:rsidRPr="00BF542D" w:rsidRDefault="00BF542D" w:rsidP="00EA296F">
            <w:r w:rsidRPr="00BF542D">
              <w:t>39</w:t>
            </w:r>
          </w:p>
        </w:tc>
        <w:tc>
          <w:tcPr>
            <w:tcW w:w="0" w:type="auto"/>
          </w:tcPr>
          <w:p w14:paraId="1C3C0BB0" w14:textId="77777777" w:rsidR="00BF542D" w:rsidRPr="00BF542D" w:rsidRDefault="00BF542D" w:rsidP="00EA296F">
            <w:r w:rsidRPr="00BF542D">
              <w:t>Y 89</w:t>
            </w:r>
          </w:p>
        </w:tc>
        <w:tc>
          <w:tcPr>
            <w:tcW w:w="0" w:type="auto"/>
          </w:tcPr>
          <w:p w14:paraId="46992B4A" w14:textId="77777777" w:rsidR="00BF542D" w:rsidRPr="00BF542D" w:rsidRDefault="00BF542D" w:rsidP="00EA296F">
            <w:r w:rsidRPr="00BF542D">
              <w:t>88,905838</w:t>
            </w:r>
          </w:p>
        </w:tc>
      </w:tr>
      <w:tr w:rsidR="00BF542D" w:rsidRPr="00BF542D" w14:paraId="638907F7" w14:textId="77777777" w:rsidTr="003D2E48">
        <w:tc>
          <w:tcPr>
            <w:tcW w:w="0" w:type="auto"/>
          </w:tcPr>
          <w:p w14:paraId="190397CE" w14:textId="77777777" w:rsidR="00BF542D" w:rsidRPr="00BF542D" w:rsidRDefault="00BF542D" w:rsidP="00EA296F">
            <w:r w:rsidRPr="00BF542D">
              <w:t>39</w:t>
            </w:r>
          </w:p>
        </w:tc>
        <w:tc>
          <w:tcPr>
            <w:tcW w:w="0" w:type="auto"/>
          </w:tcPr>
          <w:p w14:paraId="39E36B11" w14:textId="77777777" w:rsidR="00BF542D" w:rsidRPr="00BF542D" w:rsidRDefault="00BF542D" w:rsidP="00EA296F">
            <w:r w:rsidRPr="00BF542D">
              <w:t>Y 90</w:t>
            </w:r>
          </w:p>
        </w:tc>
        <w:tc>
          <w:tcPr>
            <w:tcW w:w="0" w:type="auto"/>
          </w:tcPr>
          <w:p w14:paraId="648F2B9D" w14:textId="77777777" w:rsidR="00BF542D" w:rsidRPr="00BF542D" w:rsidRDefault="00BF542D" w:rsidP="00EA296F">
            <w:r w:rsidRPr="00BF542D">
              <w:t>89,907142</w:t>
            </w:r>
          </w:p>
        </w:tc>
      </w:tr>
      <w:tr w:rsidR="00BF542D" w:rsidRPr="00BF542D" w14:paraId="39FB306D" w14:textId="77777777" w:rsidTr="003D2E48">
        <w:tc>
          <w:tcPr>
            <w:tcW w:w="0" w:type="auto"/>
          </w:tcPr>
          <w:p w14:paraId="1B037815" w14:textId="77777777" w:rsidR="00BF542D" w:rsidRPr="00BF542D" w:rsidRDefault="00BF542D" w:rsidP="00EA296F">
            <w:r w:rsidRPr="00BF542D">
              <w:t>39</w:t>
            </w:r>
          </w:p>
        </w:tc>
        <w:tc>
          <w:tcPr>
            <w:tcW w:w="0" w:type="auto"/>
          </w:tcPr>
          <w:p w14:paraId="6F227FF0" w14:textId="77777777" w:rsidR="00BF542D" w:rsidRPr="00BF542D" w:rsidRDefault="00BF542D" w:rsidP="00EA296F">
            <w:r w:rsidRPr="00BF542D">
              <w:t>Y 95</w:t>
            </w:r>
          </w:p>
        </w:tc>
        <w:tc>
          <w:tcPr>
            <w:tcW w:w="0" w:type="auto"/>
          </w:tcPr>
          <w:p w14:paraId="199310E0" w14:textId="77777777" w:rsidR="00BF542D" w:rsidRPr="00BF542D" w:rsidRDefault="00BF542D" w:rsidP="00EA296F">
            <w:r w:rsidRPr="00BF542D">
              <w:t>94,912820</w:t>
            </w:r>
          </w:p>
        </w:tc>
      </w:tr>
      <w:tr w:rsidR="00BF542D" w:rsidRPr="00BF542D" w14:paraId="7B2C8255" w14:textId="77777777" w:rsidTr="003D2E48">
        <w:tc>
          <w:tcPr>
            <w:tcW w:w="0" w:type="auto"/>
          </w:tcPr>
          <w:p w14:paraId="747D9146" w14:textId="77777777" w:rsidR="00BF542D" w:rsidRPr="00BF542D" w:rsidRDefault="00BF542D" w:rsidP="00EA296F">
            <w:r w:rsidRPr="00BF542D">
              <w:t>39</w:t>
            </w:r>
          </w:p>
        </w:tc>
        <w:tc>
          <w:tcPr>
            <w:tcW w:w="0" w:type="auto"/>
          </w:tcPr>
          <w:p w14:paraId="103B15CE" w14:textId="77777777" w:rsidR="00BF542D" w:rsidRPr="00BF542D" w:rsidRDefault="00BF542D" w:rsidP="00EA296F">
            <w:r w:rsidRPr="00BF542D">
              <w:t>Y 96</w:t>
            </w:r>
          </w:p>
        </w:tc>
        <w:tc>
          <w:tcPr>
            <w:tcW w:w="0" w:type="auto"/>
          </w:tcPr>
          <w:p w14:paraId="45C03E8D" w14:textId="77777777" w:rsidR="00BF542D" w:rsidRPr="00BF542D" w:rsidRDefault="00BF542D" w:rsidP="00EA296F">
            <w:r w:rsidRPr="00BF542D">
              <w:t>95,915909</w:t>
            </w:r>
          </w:p>
        </w:tc>
      </w:tr>
      <w:tr w:rsidR="00BF542D" w:rsidRPr="00BF542D" w14:paraId="208EB3CC" w14:textId="77777777" w:rsidTr="003D2E48">
        <w:tc>
          <w:tcPr>
            <w:tcW w:w="0" w:type="auto"/>
          </w:tcPr>
          <w:p w14:paraId="7590F248" w14:textId="77777777" w:rsidR="00BF542D" w:rsidRPr="00BF542D" w:rsidRDefault="00BF542D" w:rsidP="00EA296F">
            <w:r w:rsidRPr="00BF542D">
              <w:t>40</w:t>
            </w:r>
          </w:p>
        </w:tc>
        <w:tc>
          <w:tcPr>
            <w:tcW w:w="0" w:type="auto"/>
          </w:tcPr>
          <w:p w14:paraId="54ABBAA7" w14:textId="77777777" w:rsidR="00BF542D" w:rsidRPr="00BF542D" w:rsidRDefault="00BF542D" w:rsidP="00EA296F">
            <w:r w:rsidRPr="00BF542D">
              <w:t>Zr 90</w:t>
            </w:r>
          </w:p>
        </w:tc>
        <w:tc>
          <w:tcPr>
            <w:tcW w:w="0" w:type="auto"/>
          </w:tcPr>
          <w:p w14:paraId="5B24744E" w14:textId="77777777" w:rsidR="00BF542D" w:rsidRPr="00BF542D" w:rsidRDefault="00BF542D" w:rsidP="00EA296F">
            <w:r w:rsidRPr="00BF542D">
              <w:t>89,904699</w:t>
            </w:r>
          </w:p>
        </w:tc>
      </w:tr>
      <w:tr w:rsidR="00BF542D" w:rsidRPr="00BF542D" w14:paraId="2223B51D" w14:textId="77777777" w:rsidTr="003D2E48">
        <w:tc>
          <w:tcPr>
            <w:tcW w:w="0" w:type="auto"/>
          </w:tcPr>
          <w:p w14:paraId="1D945C53" w14:textId="77777777" w:rsidR="00BF542D" w:rsidRPr="00BF542D" w:rsidRDefault="00BF542D" w:rsidP="00EA296F">
            <w:r w:rsidRPr="00BF542D">
              <w:t>40</w:t>
            </w:r>
          </w:p>
        </w:tc>
        <w:tc>
          <w:tcPr>
            <w:tcW w:w="0" w:type="auto"/>
          </w:tcPr>
          <w:p w14:paraId="5FA68D01" w14:textId="77777777" w:rsidR="00BF542D" w:rsidRPr="00BF542D" w:rsidRDefault="00BF542D" w:rsidP="00EA296F">
            <w:r w:rsidRPr="00BF542D">
              <w:t>Zr 91</w:t>
            </w:r>
          </w:p>
        </w:tc>
        <w:tc>
          <w:tcPr>
            <w:tcW w:w="0" w:type="auto"/>
          </w:tcPr>
          <w:p w14:paraId="137C49B1" w14:textId="77777777" w:rsidR="00BF542D" w:rsidRPr="00BF542D" w:rsidRDefault="00BF542D" w:rsidP="00EA296F">
            <w:r w:rsidRPr="00BF542D">
              <w:t>90,905640</w:t>
            </w:r>
          </w:p>
        </w:tc>
      </w:tr>
      <w:tr w:rsidR="00BF542D" w:rsidRPr="00BF542D" w14:paraId="6E98998F" w14:textId="77777777" w:rsidTr="003D2E48">
        <w:tc>
          <w:tcPr>
            <w:tcW w:w="0" w:type="auto"/>
          </w:tcPr>
          <w:p w14:paraId="4EE7DAA6" w14:textId="77777777" w:rsidR="00BF542D" w:rsidRPr="00BF542D" w:rsidRDefault="00BF542D" w:rsidP="00EA296F">
            <w:r w:rsidRPr="00BF542D">
              <w:t>40</w:t>
            </w:r>
          </w:p>
        </w:tc>
        <w:tc>
          <w:tcPr>
            <w:tcW w:w="0" w:type="auto"/>
          </w:tcPr>
          <w:p w14:paraId="2FBBE63A" w14:textId="77777777" w:rsidR="00BF542D" w:rsidRPr="00BF542D" w:rsidRDefault="00BF542D" w:rsidP="00EA296F">
            <w:r w:rsidRPr="00BF542D">
              <w:t>Zr 92</w:t>
            </w:r>
          </w:p>
        </w:tc>
        <w:tc>
          <w:tcPr>
            <w:tcW w:w="0" w:type="auto"/>
          </w:tcPr>
          <w:p w14:paraId="567C0354" w14:textId="77777777" w:rsidR="00BF542D" w:rsidRPr="00BF542D" w:rsidRDefault="00BF542D" w:rsidP="00EA296F">
            <w:r w:rsidRPr="00BF542D">
              <w:t>91,905035</w:t>
            </w:r>
          </w:p>
        </w:tc>
      </w:tr>
      <w:tr w:rsidR="00BF542D" w:rsidRPr="00BF542D" w14:paraId="2326256C" w14:textId="77777777" w:rsidTr="003D2E48">
        <w:tc>
          <w:tcPr>
            <w:tcW w:w="0" w:type="auto"/>
          </w:tcPr>
          <w:p w14:paraId="6F48004D" w14:textId="77777777" w:rsidR="00BF542D" w:rsidRPr="00BF542D" w:rsidRDefault="00BF542D" w:rsidP="00EA296F">
            <w:r w:rsidRPr="00BF542D">
              <w:t>40</w:t>
            </w:r>
          </w:p>
        </w:tc>
        <w:tc>
          <w:tcPr>
            <w:tcW w:w="0" w:type="auto"/>
          </w:tcPr>
          <w:p w14:paraId="384085D4" w14:textId="77777777" w:rsidR="00BF542D" w:rsidRPr="00BF542D" w:rsidRDefault="00BF542D" w:rsidP="00EA296F">
            <w:r w:rsidRPr="00BF542D">
              <w:t>Zr 94</w:t>
            </w:r>
          </w:p>
        </w:tc>
        <w:tc>
          <w:tcPr>
            <w:tcW w:w="0" w:type="auto"/>
          </w:tcPr>
          <w:p w14:paraId="1E5AF999" w14:textId="77777777" w:rsidR="00BF542D" w:rsidRPr="00BF542D" w:rsidRDefault="00BF542D" w:rsidP="00EA296F">
            <w:r w:rsidRPr="00BF542D">
              <w:t>93,906313</w:t>
            </w:r>
          </w:p>
        </w:tc>
      </w:tr>
      <w:tr w:rsidR="00BF542D" w:rsidRPr="00BF542D" w14:paraId="2578D097" w14:textId="77777777" w:rsidTr="003D2E48">
        <w:tc>
          <w:tcPr>
            <w:tcW w:w="0" w:type="auto"/>
          </w:tcPr>
          <w:p w14:paraId="0976549D" w14:textId="77777777" w:rsidR="00BF542D" w:rsidRPr="00BF542D" w:rsidRDefault="00BF542D" w:rsidP="00EA296F">
            <w:r w:rsidRPr="00BF542D">
              <w:t>40</w:t>
            </w:r>
          </w:p>
        </w:tc>
        <w:tc>
          <w:tcPr>
            <w:tcW w:w="0" w:type="auto"/>
          </w:tcPr>
          <w:p w14:paraId="1B98BD3D" w14:textId="77777777" w:rsidR="00BF542D" w:rsidRPr="00BF542D" w:rsidRDefault="00BF542D" w:rsidP="00EA296F">
            <w:r w:rsidRPr="00BF542D">
              <w:t>Zr 95</w:t>
            </w:r>
          </w:p>
        </w:tc>
        <w:tc>
          <w:tcPr>
            <w:tcW w:w="0" w:type="auto"/>
          </w:tcPr>
          <w:p w14:paraId="4DA09B76" w14:textId="77777777" w:rsidR="00BF542D" w:rsidRPr="00BF542D" w:rsidRDefault="00BF542D" w:rsidP="00EA296F">
            <w:r w:rsidRPr="00BF542D">
              <w:t>94,908040</w:t>
            </w:r>
          </w:p>
        </w:tc>
      </w:tr>
      <w:tr w:rsidR="00BF542D" w:rsidRPr="00BF542D" w14:paraId="2A36506A" w14:textId="77777777" w:rsidTr="003D2E48">
        <w:tc>
          <w:tcPr>
            <w:tcW w:w="0" w:type="auto"/>
          </w:tcPr>
          <w:p w14:paraId="26E6F8B7" w14:textId="77777777" w:rsidR="00BF542D" w:rsidRPr="00BF542D" w:rsidRDefault="00BF542D" w:rsidP="00EA296F">
            <w:r w:rsidRPr="00BF542D">
              <w:t>41</w:t>
            </w:r>
          </w:p>
        </w:tc>
        <w:tc>
          <w:tcPr>
            <w:tcW w:w="0" w:type="auto"/>
          </w:tcPr>
          <w:p w14:paraId="05E03F61" w14:textId="77777777" w:rsidR="00BF542D" w:rsidRPr="00BF542D" w:rsidRDefault="00BF542D" w:rsidP="00EA296F">
            <w:r w:rsidRPr="00BF542D">
              <w:t>Nb 93</w:t>
            </w:r>
          </w:p>
        </w:tc>
        <w:tc>
          <w:tcPr>
            <w:tcW w:w="0" w:type="auto"/>
          </w:tcPr>
          <w:p w14:paraId="06EC16E0" w14:textId="77777777" w:rsidR="00BF542D" w:rsidRPr="00BF542D" w:rsidRDefault="00BF542D" w:rsidP="00EA296F">
            <w:r w:rsidRPr="00BF542D">
              <w:t>92,906373</w:t>
            </w:r>
          </w:p>
        </w:tc>
      </w:tr>
      <w:tr w:rsidR="00BF542D" w:rsidRPr="00BF542D" w14:paraId="537EE9F7" w14:textId="77777777" w:rsidTr="003D2E48">
        <w:tc>
          <w:tcPr>
            <w:tcW w:w="0" w:type="auto"/>
          </w:tcPr>
          <w:p w14:paraId="00B7BF77" w14:textId="77777777" w:rsidR="00BF542D" w:rsidRPr="00BF542D" w:rsidRDefault="00BF542D" w:rsidP="00EA296F">
            <w:r w:rsidRPr="00BF542D">
              <w:t>41</w:t>
            </w:r>
          </w:p>
        </w:tc>
        <w:tc>
          <w:tcPr>
            <w:tcW w:w="0" w:type="auto"/>
          </w:tcPr>
          <w:p w14:paraId="2438DA40" w14:textId="77777777" w:rsidR="00BF542D" w:rsidRPr="00BF542D" w:rsidRDefault="00BF542D" w:rsidP="00EA296F">
            <w:r w:rsidRPr="00BF542D">
              <w:t>Nb 95</w:t>
            </w:r>
          </w:p>
        </w:tc>
        <w:tc>
          <w:tcPr>
            <w:tcW w:w="0" w:type="auto"/>
          </w:tcPr>
          <w:p w14:paraId="34198E90" w14:textId="77777777" w:rsidR="00BF542D" w:rsidRPr="00BF542D" w:rsidRDefault="00BF542D" w:rsidP="00EA296F">
            <w:r w:rsidRPr="00BF542D">
              <w:t>94,906831</w:t>
            </w:r>
          </w:p>
        </w:tc>
      </w:tr>
      <w:tr w:rsidR="00BF542D" w:rsidRPr="00BF542D" w14:paraId="509F9118" w14:textId="77777777" w:rsidTr="003D2E48">
        <w:tc>
          <w:tcPr>
            <w:tcW w:w="0" w:type="auto"/>
          </w:tcPr>
          <w:p w14:paraId="46E27B0A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799709BE" w14:textId="77777777" w:rsidR="00BF542D" w:rsidRPr="00BF542D" w:rsidRDefault="00BF542D" w:rsidP="00EA296F">
            <w:r w:rsidRPr="00BF542D">
              <w:t>Mo 92</w:t>
            </w:r>
          </w:p>
        </w:tc>
        <w:tc>
          <w:tcPr>
            <w:tcW w:w="0" w:type="auto"/>
          </w:tcPr>
          <w:p w14:paraId="325DB96E" w14:textId="77777777" w:rsidR="00BF542D" w:rsidRPr="00BF542D" w:rsidRDefault="00BF542D" w:rsidP="00EA296F">
            <w:r w:rsidRPr="00BF542D">
              <w:t>91,906807</w:t>
            </w:r>
          </w:p>
        </w:tc>
      </w:tr>
      <w:tr w:rsidR="00BF542D" w:rsidRPr="00BF542D" w14:paraId="4853C60E" w14:textId="77777777" w:rsidTr="003D2E48">
        <w:tc>
          <w:tcPr>
            <w:tcW w:w="0" w:type="auto"/>
          </w:tcPr>
          <w:p w14:paraId="148E2149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2B9F9FA6" w14:textId="77777777" w:rsidR="00BF542D" w:rsidRPr="00BF542D" w:rsidRDefault="00BF542D" w:rsidP="00EA296F">
            <w:r w:rsidRPr="00BF542D">
              <w:t>Mo 94</w:t>
            </w:r>
          </w:p>
        </w:tc>
        <w:tc>
          <w:tcPr>
            <w:tcW w:w="0" w:type="auto"/>
          </w:tcPr>
          <w:p w14:paraId="25BC6AA3" w14:textId="77777777" w:rsidR="00BF542D" w:rsidRPr="00BF542D" w:rsidRDefault="00BF542D" w:rsidP="00EA296F">
            <w:r w:rsidRPr="00BF542D">
              <w:t>93,905084</w:t>
            </w:r>
          </w:p>
        </w:tc>
      </w:tr>
      <w:tr w:rsidR="00BF542D" w:rsidRPr="00BF542D" w14:paraId="523E6E5E" w14:textId="77777777" w:rsidTr="003D2E48">
        <w:tc>
          <w:tcPr>
            <w:tcW w:w="0" w:type="auto"/>
          </w:tcPr>
          <w:p w14:paraId="50E1F4EE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077E333E" w14:textId="77777777" w:rsidR="00BF542D" w:rsidRPr="00BF542D" w:rsidRDefault="00BF542D" w:rsidP="00EA296F">
            <w:r w:rsidRPr="00BF542D">
              <w:t>Mo 95</w:t>
            </w:r>
          </w:p>
        </w:tc>
        <w:tc>
          <w:tcPr>
            <w:tcW w:w="0" w:type="auto"/>
          </w:tcPr>
          <w:p w14:paraId="0F8090C4" w14:textId="77777777" w:rsidR="00BF542D" w:rsidRPr="00BF542D" w:rsidRDefault="00BF542D" w:rsidP="00EA296F">
            <w:r w:rsidRPr="00BF542D">
              <w:t>94,905837</w:t>
            </w:r>
          </w:p>
        </w:tc>
      </w:tr>
      <w:tr w:rsidR="00BF542D" w:rsidRPr="00BF542D" w14:paraId="65BA1E50" w14:textId="77777777" w:rsidTr="003D2E48">
        <w:tc>
          <w:tcPr>
            <w:tcW w:w="0" w:type="auto"/>
          </w:tcPr>
          <w:p w14:paraId="401CEAB5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30650470" w14:textId="77777777" w:rsidR="00BF542D" w:rsidRPr="00BF542D" w:rsidRDefault="00BF542D" w:rsidP="00EA296F">
            <w:r w:rsidRPr="00BF542D">
              <w:t>Mo 96</w:t>
            </w:r>
          </w:p>
        </w:tc>
        <w:tc>
          <w:tcPr>
            <w:tcW w:w="0" w:type="auto"/>
          </w:tcPr>
          <w:p w14:paraId="2E67F8A2" w14:textId="77777777" w:rsidR="00BF542D" w:rsidRPr="00BF542D" w:rsidRDefault="00BF542D" w:rsidP="00EA296F">
            <w:r w:rsidRPr="00BF542D">
              <w:t>95,904675</w:t>
            </w:r>
          </w:p>
        </w:tc>
      </w:tr>
      <w:tr w:rsidR="00BF542D" w:rsidRPr="00BF542D" w14:paraId="03A3AC52" w14:textId="77777777" w:rsidTr="003D2E48">
        <w:tc>
          <w:tcPr>
            <w:tcW w:w="0" w:type="auto"/>
          </w:tcPr>
          <w:p w14:paraId="3029DD7F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51232355" w14:textId="77777777" w:rsidR="00BF542D" w:rsidRPr="00BF542D" w:rsidRDefault="00BF542D" w:rsidP="00EA296F">
            <w:r w:rsidRPr="00BF542D">
              <w:t>Mo 97</w:t>
            </w:r>
          </w:p>
        </w:tc>
        <w:tc>
          <w:tcPr>
            <w:tcW w:w="0" w:type="auto"/>
          </w:tcPr>
          <w:p w14:paraId="4C0F57AF" w14:textId="77777777" w:rsidR="00BF542D" w:rsidRPr="00BF542D" w:rsidRDefault="00BF542D" w:rsidP="00EA296F">
            <w:r w:rsidRPr="00BF542D">
              <w:t>96,906017</w:t>
            </w:r>
          </w:p>
        </w:tc>
      </w:tr>
      <w:tr w:rsidR="00BF542D" w:rsidRPr="00BF542D" w14:paraId="2CCACAE8" w14:textId="77777777" w:rsidTr="003D2E48">
        <w:tc>
          <w:tcPr>
            <w:tcW w:w="0" w:type="auto"/>
          </w:tcPr>
          <w:p w14:paraId="39166DCD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2C7F2B2A" w14:textId="77777777" w:rsidR="00BF542D" w:rsidRPr="00BF542D" w:rsidRDefault="00BF542D" w:rsidP="00EA296F">
            <w:r w:rsidRPr="00BF542D">
              <w:t>Mo 98</w:t>
            </w:r>
          </w:p>
        </w:tc>
        <w:tc>
          <w:tcPr>
            <w:tcW w:w="0" w:type="auto"/>
          </w:tcPr>
          <w:p w14:paraId="25A7ADFF" w14:textId="77777777" w:rsidR="00BF542D" w:rsidRPr="00BF542D" w:rsidRDefault="00BF542D" w:rsidP="00EA296F">
            <w:r w:rsidRPr="00BF542D">
              <w:t>97,905404</w:t>
            </w:r>
          </w:p>
        </w:tc>
      </w:tr>
      <w:tr w:rsidR="00BF542D" w:rsidRPr="00BF542D" w14:paraId="21D8A29F" w14:textId="77777777" w:rsidTr="003D2E48">
        <w:tc>
          <w:tcPr>
            <w:tcW w:w="0" w:type="auto"/>
          </w:tcPr>
          <w:p w14:paraId="7AD6F3C1" w14:textId="77777777" w:rsidR="00BF542D" w:rsidRPr="00BF542D" w:rsidRDefault="00BF542D" w:rsidP="00EA296F">
            <w:r w:rsidRPr="00BF542D">
              <w:t>42</w:t>
            </w:r>
          </w:p>
        </w:tc>
        <w:tc>
          <w:tcPr>
            <w:tcW w:w="0" w:type="auto"/>
          </w:tcPr>
          <w:p w14:paraId="23522C46" w14:textId="77777777" w:rsidR="00BF542D" w:rsidRPr="00BF542D" w:rsidRDefault="00BF542D" w:rsidP="00EA296F">
            <w:r w:rsidRPr="00BF542D">
              <w:t>Mo 100</w:t>
            </w:r>
          </w:p>
        </w:tc>
        <w:tc>
          <w:tcPr>
            <w:tcW w:w="0" w:type="auto"/>
          </w:tcPr>
          <w:p w14:paraId="22794855" w14:textId="77777777" w:rsidR="00BF542D" w:rsidRPr="00BF542D" w:rsidRDefault="00BF542D" w:rsidP="00EA296F">
            <w:r w:rsidRPr="00BF542D">
              <w:t>99,907468</w:t>
            </w:r>
          </w:p>
        </w:tc>
      </w:tr>
      <w:tr w:rsidR="00BF542D" w:rsidRPr="00BF542D" w14:paraId="34688F8B" w14:textId="77777777" w:rsidTr="003D2E48">
        <w:tc>
          <w:tcPr>
            <w:tcW w:w="0" w:type="auto"/>
          </w:tcPr>
          <w:p w14:paraId="0EE37B04" w14:textId="77777777" w:rsidR="00BF542D" w:rsidRPr="00BF542D" w:rsidRDefault="00BF542D" w:rsidP="00EA296F">
            <w:r w:rsidRPr="00BF542D">
              <w:t>43</w:t>
            </w:r>
          </w:p>
        </w:tc>
        <w:tc>
          <w:tcPr>
            <w:tcW w:w="0" w:type="auto"/>
          </w:tcPr>
          <w:p w14:paraId="47F30658" w14:textId="77777777" w:rsidR="00BF542D" w:rsidRPr="00BF542D" w:rsidRDefault="00BF542D" w:rsidP="00EA296F">
            <w:r w:rsidRPr="00BF542D">
              <w:t>Tc 97</w:t>
            </w:r>
          </w:p>
        </w:tc>
        <w:tc>
          <w:tcPr>
            <w:tcW w:w="0" w:type="auto"/>
          </w:tcPr>
          <w:p w14:paraId="51473928" w14:textId="77777777" w:rsidR="00BF542D" w:rsidRPr="00BF542D" w:rsidRDefault="00BF542D" w:rsidP="00EA296F">
            <w:r w:rsidRPr="00BF542D">
              <w:t>96,906361</w:t>
            </w:r>
          </w:p>
        </w:tc>
      </w:tr>
      <w:tr w:rsidR="00BF542D" w:rsidRPr="00BF542D" w14:paraId="7E295807" w14:textId="77777777" w:rsidTr="003D2E48">
        <w:tc>
          <w:tcPr>
            <w:tcW w:w="0" w:type="auto"/>
          </w:tcPr>
          <w:p w14:paraId="2A57A36F" w14:textId="77777777" w:rsidR="00BF542D" w:rsidRPr="00BF542D" w:rsidRDefault="00BF542D" w:rsidP="00EA296F">
            <w:r w:rsidRPr="00BF542D">
              <w:t>43</w:t>
            </w:r>
          </w:p>
        </w:tc>
        <w:tc>
          <w:tcPr>
            <w:tcW w:w="0" w:type="auto"/>
          </w:tcPr>
          <w:p w14:paraId="7F25AE4A" w14:textId="77777777" w:rsidR="00BF542D" w:rsidRPr="00BF542D" w:rsidRDefault="00BF542D" w:rsidP="00EA296F">
            <w:r w:rsidRPr="00BF542D">
              <w:t>Tc 99</w:t>
            </w:r>
          </w:p>
        </w:tc>
        <w:tc>
          <w:tcPr>
            <w:tcW w:w="0" w:type="auto"/>
          </w:tcPr>
          <w:p w14:paraId="639C4C56" w14:textId="77777777" w:rsidR="00BF542D" w:rsidRPr="00BF542D" w:rsidRDefault="00BF542D" w:rsidP="00EA296F">
            <w:r w:rsidRPr="00BF542D">
              <w:t>98,906250</w:t>
            </w:r>
          </w:p>
        </w:tc>
      </w:tr>
      <w:tr w:rsidR="00BF542D" w:rsidRPr="00BF542D" w14:paraId="0B41B4AE" w14:textId="77777777" w:rsidTr="003D2E48">
        <w:tc>
          <w:tcPr>
            <w:tcW w:w="0" w:type="auto"/>
          </w:tcPr>
          <w:p w14:paraId="13230E1D" w14:textId="77777777" w:rsidR="00BF542D" w:rsidRPr="00BF542D" w:rsidRDefault="00BF542D" w:rsidP="00EA296F">
            <w:r w:rsidRPr="00BF542D">
              <w:lastRenderedPageBreak/>
              <w:t>44</w:t>
            </w:r>
          </w:p>
        </w:tc>
        <w:tc>
          <w:tcPr>
            <w:tcW w:w="0" w:type="auto"/>
          </w:tcPr>
          <w:p w14:paraId="42E134E5" w14:textId="77777777" w:rsidR="00BF542D" w:rsidRPr="00BF542D" w:rsidRDefault="00BF542D" w:rsidP="00EA296F">
            <w:r w:rsidRPr="00BF542D">
              <w:t>Ru 96</w:t>
            </w:r>
          </w:p>
        </w:tc>
        <w:tc>
          <w:tcPr>
            <w:tcW w:w="0" w:type="auto"/>
          </w:tcPr>
          <w:p w14:paraId="54B6FE2C" w14:textId="77777777" w:rsidR="00BF542D" w:rsidRPr="00BF542D" w:rsidRDefault="00BF542D" w:rsidP="00EA296F">
            <w:r w:rsidRPr="00BF542D">
              <w:t>95,907589</w:t>
            </w:r>
          </w:p>
        </w:tc>
      </w:tr>
      <w:tr w:rsidR="00BF542D" w:rsidRPr="00BF542D" w14:paraId="5770D155" w14:textId="77777777" w:rsidTr="003D2E48">
        <w:tc>
          <w:tcPr>
            <w:tcW w:w="0" w:type="auto"/>
          </w:tcPr>
          <w:p w14:paraId="72BD30C1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5F044922" w14:textId="77777777" w:rsidR="00BF542D" w:rsidRPr="00BF542D" w:rsidRDefault="00BF542D" w:rsidP="00EA296F">
            <w:r w:rsidRPr="00BF542D">
              <w:t>Ru 98</w:t>
            </w:r>
          </w:p>
        </w:tc>
        <w:tc>
          <w:tcPr>
            <w:tcW w:w="0" w:type="auto"/>
          </w:tcPr>
          <w:p w14:paraId="42768248" w14:textId="77777777" w:rsidR="00BF542D" w:rsidRPr="00BF542D" w:rsidRDefault="00BF542D" w:rsidP="00EA296F">
            <w:r w:rsidRPr="00BF542D">
              <w:t>97,905287</w:t>
            </w:r>
          </w:p>
        </w:tc>
      </w:tr>
      <w:tr w:rsidR="00BF542D" w:rsidRPr="00BF542D" w14:paraId="33FCF786" w14:textId="77777777" w:rsidTr="003D2E48">
        <w:tc>
          <w:tcPr>
            <w:tcW w:w="0" w:type="auto"/>
          </w:tcPr>
          <w:p w14:paraId="1E1B872B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211D3592" w14:textId="77777777" w:rsidR="00BF542D" w:rsidRPr="00BF542D" w:rsidRDefault="00BF542D" w:rsidP="00EA296F">
            <w:r w:rsidRPr="00BF542D">
              <w:t>Ru 99</w:t>
            </w:r>
          </w:p>
        </w:tc>
        <w:tc>
          <w:tcPr>
            <w:tcW w:w="0" w:type="auto"/>
          </w:tcPr>
          <w:p w14:paraId="789CD74F" w14:textId="77777777" w:rsidR="00BF542D" w:rsidRPr="00BF542D" w:rsidRDefault="00BF542D" w:rsidP="00EA296F">
            <w:r w:rsidRPr="00BF542D">
              <w:t>98,905930</w:t>
            </w:r>
          </w:p>
        </w:tc>
      </w:tr>
      <w:tr w:rsidR="00BF542D" w:rsidRPr="00BF542D" w14:paraId="2741765F" w14:textId="77777777" w:rsidTr="003D2E48">
        <w:tc>
          <w:tcPr>
            <w:tcW w:w="0" w:type="auto"/>
          </w:tcPr>
          <w:p w14:paraId="0AB0930B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3305CBCA" w14:textId="77777777" w:rsidR="00BF542D" w:rsidRPr="00BF542D" w:rsidRDefault="00BF542D" w:rsidP="00EA296F">
            <w:r w:rsidRPr="00BF542D">
              <w:t>Ru 100</w:t>
            </w:r>
          </w:p>
        </w:tc>
        <w:tc>
          <w:tcPr>
            <w:tcW w:w="0" w:type="auto"/>
          </w:tcPr>
          <w:p w14:paraId="0067C01B" w14:textId="77777777" w:rsidR="00BF542D" w:rsidRPr="00BF542D" w:rsidRDefault="00BF542D" w:rsidP="00EA296F">
            <w:r w:rsidRPr="00BF542D">
              <w:t>99,904210</w:t>
            </w:r>
          </w:p>
        </w:tc>
      </w:tr>
      <w:tr w:rsidR="00BF542D" w:rsidRPr="00BF542D" w14:paraId="0CAEE665" w14:textId="77777777" w:rsidTr="003D2E48">
        <w:tc>
          <w:tcPr>
            <w:tcW w:w="0" w:type="auto"/>
          </w:tcPr>
          <w:p w14:paraId="1566D496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24F63797" w14:textId="77777777" w:rsidR="00BF542D" w:rsidRPr="00BF542D" w:rsidRDefault="00BF542D" w:rsidP="00EA296F">
            <w:r w:rsidRPr="00BF542D">
              <w:t>Ru 101</w:t>
            </w:r>
          </w:p>
        </w:tc>
        <w:tc>
          <w:tcPr>
            <w:tcW w:w="0" w:type="auto"/>
          </w:tcPr>
          <w:p w14:paraId="14BF5F12" w14:textId="77777777" w:rsidR="00BF542D" w:rsidRPr="00BF542D" w:rsidRDefault="00BF542D" w:rsidP="00EA296F">
            <w:r w:rsidRPr="00BF542D">
              <w:t>100,905573</w:t>
            </w:r>
          </w:p>
        </w:tc>
      </w:tr>
      <w:tr w:rsidR="00BF542D" w:rsidRPr="00BF542D" w14:paraId="7563B50C" w14:textId="77777777" w:rsidTr="003D2E48">
        <w:tc>
          <w:tcPr>
            <w:tcW w:w="0" w:type="auto"/>
          </w:tcPr>
          <w:p w14:paraId="2CC974A7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478CFAD7" w14:textId="77777777" w:rsidR="00BF542D" w:rsidRPr="00BF542D" w:rsidRDefault="00BF542D" w:rsidP="00EA296F">
            <w:r w:rsidRPr="00BF542D">
              <w:t>Ru 102</w:t>
            </w:r>
          </w:p>
        </w:tc>
        <w:tc>
          <w:tcPr>
            <w:tcW w:w="0" w:type="auto"/>
          </w:tcPr>
          <w:p w14:paraId="067FF196" w14:textId="77777777" w:rsidR="00BF542D" w:rsidRPr="00BF542D" w:rsidRDefault="00BF542D" w:rsidP="00EA296F">
            <w:r w:rsidRPr="00BF542D">
              <w:t>101,904340</w:t>
            </w:r>
          </w:p>
        </w:tc>
      </w:tr>
      <w:tr w:rsidR="00BF542D" w:rsidRPr="00BF542D" w14:paraId="149DAF0F" w14:textId="77777777" w:rsidTr="003D2E48">
        <w:tc>
          <w:tcPr>
            <w:tcW w:w="0" w:type="auto"/>
          </w:tcPr>
          <w:p w14:paraId="0D2577FC" w14:textId="77777777" w:rsidR="00BF542D" w:rsidRPr="00BF542D" w:rsidRDefault="00BF542D" w:rsidP="00EA296F">
            <w:r w:rsidRPr="00BF542D">
              <w:t>44</w:t>
            </w:r>
          </w:p>
        </w:tc>
        <w:tc>
          <w:tcPr>
            <w:tcW w:w="0" w:type="auto"/>
          </w:tcPr>
          <w:p w14:paraId="7178C44D" w14:textId="77777777" w:rsidR="00BF542D" w:rsidRPr="00BF542D" w:rsidRDefault="00BF542D" w:rsidP="00EA296F">
            <w:r w:rsidRPr="00BF542D">
              <w:t>Ru 104</w:t>
            </w:r>
          </w:p>
        </w:tc>
        <w:tc>
          <w:tcPr>
            <w:tcW w:w="0" w:type="auto"/>
          </w:tcPr>
          <w:p w14:paraId="410FC24C" w14:textId="77777777" w:rsidR="00BF542D" w:rsidRPr="00BF542D" w:rsidRDefault="00BF542D" w:rsidP="00EA296F">
            <w:r w:rsidRPr="00BF542D">
              <w:t>103,905425</w:t>
            </w:r>
          </w:p>
        </w:tc>
      </w:tr>
      <w:tr w:rsidR="00BF542D" w:rsidRPr="00BF542D" w14:paraId="73682DA4" w14:textId="77777777" w:rsidTr="003D2E48">
        <w:tc>
          <w:tcPr>
            <w:tcW w:w="0" w:type="auto"/>
          </w:tcPr>
          <w:p w14:paraId="005196F0" w14:textId="77777777" w:rsidR="00BF542D" w:rsidRPr="00BF542D" w:rsidRDefault="00BF542D" w:rsidP="00EA296F">
            <w:r w:rsidRPr="00BF542D">
              <w:t>45</w:t>
            </w:r>
          </w:p>
        </w:tc>
        <w:tc>
          <w:tcPr>
            <w:tcW w:w="0" w:type="auto"/>
          </w:tcPr>
          <w:p w14:paraId="55182969" w14:textId="77777777" w:rsidR="00BF542D" w:rsidRPr="00BF542D" w:rsidRDefault="00BF542D" w:rsidP="00EA296F">
            <w:r w:rsidRPr="00BF542D">
              <w:t>Rh 103</w:t>
            </w:r>
          </w:p>
        </w:tc>
        <w:tc>
          <w:tcPr>
            <w:tcW w:w="0" w:type="auto"/>
          </w:tcPr>
          <w:p w14:paraId="1AF99224" w14:textId="77777777" w:rsidR="00BF542D" w:rsidRPr="00BF542D" w:rsidRDefault="00BF542D" w:rsidP="00EA296F">
            <w:r w:rsidRPr="00BF542D">
              <w:t>102,905494</w:t>
            </w:r>
          </w:p>
        </w:tc>
      </w:tr>
      <w:tr w:rsidR="00BF542D" w:rsidRPr="00BF542D" w14:paraId="588BDCE4" w14:textId="77777777" w:rsidTr="003D2E48">
        <w:tc>
          <w:tcPr>
            <w:tcW w:w="0" w:type="auto"/>
          </w:tcPr>
          <w:p w14:paraId="7EABE01D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22C1BC56" w14:textId="77777777" w:rsidR="00BF542D" w:rsidRPr="00BF542D" w:rsidRDefault="00BF542D" w:rsidP="00EA296F">
            <w:r w:rsidRPr="00BF542D">
              <w:t>Pd 102</w:t>
            </w:r>
          </w:p>
        </w:tc>
        <w:tc>
          <w:tcPr>
            <w:tcW w:w="0" w:type="auto"/>
          </w:tcPr>
          <w:p w14:paraId="7D62F632" w14:textId="77777777" w:rsidR="00BF542D" w:rsidRPr="00BF542D" w:rsidRDefault="00BF542D" w:rsidP="00EA296F">
            <w:r w:rsidRPr="00BF542D">
              <w:t>101,905632</w:t>
            </w:r>
          </w:p>
        </w:tc>
      </w:tr>
      <w:tr w:rsidR="00BF542D" w:rsidRPr="00BF542D" w14:paraId="6FEB8D6D" w14:textId="77777777" w:rsidTr="003D2E48">
        <w:tc>
          <w:tcPr>
            <w:tcW w:w="0" w:type="auto"/>
          </w:tcPr>
          <w:p w14:paraId="08A5F312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616A9DA7" w14:textId="77777777" w:rsidR="00BF542D" w:rsidRPr="00BF542D" w:rsidRDefault="00BF542D" w:rsidP="00EA296F">
            <w:r w:rsidRPr="00BF542D">
              <w:t>Pd 104</w:t>
            </w:r>
          </w:p>
        </w:tc>
        <w:tc>
          <w:tcPr>
            <w:tcW w:w="0" w:type="auto"/>
          </w:tcPr>
          <w:p w14:paraId="522EFEA3" w14:textId="77777777" w:rsidR="00BF542D" w:rsidRPr="00BF542D" w:rsidRDefault="00BF542D" w:rsidP="00EA296F">
            <w:r w:rsidRPr="00BF542D">
              <w:t>103,904030</w:t>
            </w:r>
          </w:p>
        </w:tc>
      </w:tr>
      <w:tr w:rsidR="00BF542D" w:rsidRPr="00BF542D" w14:paraId="4D8DB7DD" w14:textId="77777777" w:rsidTr="003D2E48">
        <w:tc>
          <w:tcPr>
            <w:tcW w:w="0" w:type="auto"/>
          </w:tcPr>
          <w:p w14:paraId="3A9D831D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47BBB465" w14:textId="77777777" w:rsidR="00BF542D" w:rsidRPr="00BF542D" w:rsidRDefault="00BF542D" w:rsidP="00EA296F">
            <w:r w:rsidRPr="00BF542D">
              <w:t>Pd 105</w:t>
            </w:r>
          </w:p>
        </w:tc>
        <w:tc>
          <w:tcPr>
            <w:tcW w:w="0" w:type="auto"/>
          </w:tcPr>
          <w:p w14:paraId="07045DC3" w14:textId="77777777" w:rsidR="00BF542D" w:rsidRPr="00BF542D" w:rsidRDefault="00BF542D" w:rsidP="00EA296F">
            <w:r w:rsidRPr="00BF542D">
              <w:t>104,905079</w:t>
            </w:r>
          </w:p>
        </w:tc>
      </w:tr>
      <w:tr w:rsidR="00BF542D" w:rsidRPr="00BF542D" w14:paraId="40F5875F" w14:textId="77777777" w:rsidTr="003D2E48">
        <w:tc>
          <w:tcPr>
            <w:tcW w:w="0" w:type="auto"/>
          </w:tcPr>
          <w:p w14:paraId="50D371B3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5ABDC6C1" w14:textId="77777777" w:rsidR="00BF542D" w:rsidRPr="00BF542D" w:rsidRDefault="00BF542D" w:rsidP="00EA296F">
            <w:r w:rsidRPr="00BF542D">
              <w:t>Pd 106</w:t>
            </w:r>
          </w:p>
        </w:tc>
        <w:tc>
          <w:tcPr>
            <w:tcW w:w="0" w:type="auto"/>
          </w:tcPr>
          <w:p w14:paraId="3D7EB514" w14:textId="77777777" w:rsidR="00BF542D" w:rsidRPr="00BF542D" w:rsidRDefault="00BF542D" w:rsidP="00EA296F">
            <w:r w:rsidRPr="00BF542D">
              <w:t>105,903480</w:t>
            </w:r>
          </w:p>
        </w:tc>
      </w:tr>
      <w:tr w:rsidR="00BF542D" w:rsidRPr="00BF542D" w14:paraId="59A5A9A4" w14:textId="77777777" w:rsidTr="003D2E48">
        <w:tc>
          <w:tcPr>
            <w:tcW w:w="0" w:type="auto"/>
          </w:tcPr>
          <w:p w14:paraId="26572FD0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79D21267" w14:textId="77777777" w:rsidR="00BF542D" w:rsidRPr="00BF542D" w:rsidRDefault="00BF542D" w:rsidP="00EA296F">
            <w:r w:rsidRPr="00BF542D">
              <w:t>Pd 108</w:t>
            </w:r>
          </w:p>
        </w:tc>
        <w:tc>
          <w:tcPr>
            <w:tcW w:w="0" w:type="auto"/>
          </w:tcPr>
          <w:p w14:paraId="0B190370" w14:textId="77777777" w:rsidR="00BF542D" w:rsidRPr="00BF542D" w:rsidRDefault="00BF542D" w:rsidP="00EA296F">
            <w:r w:rsidRPr="00BF542D">
              <w:t>107,903892</w:t>
            </w:r>
          </w:p>
        </w:tc>
      </w:tr>
      <w:tr w:rsidR="00BF542D" w:rsidRPr="00BF542D" w14:paraId="1D73BCB0" w14:textId="77777777" w:rsidTr="003D2E48">
        <w:tc>
          <w:tcPr>
            <w:tcW w:w="0" w:type="auto"/>
          </w:tcPr>
          <w:p w14:paraId="4369DD22" w14:textId="77777777" w:rsidR="00BF542D" w:rsidRPr="00BF542D" w:rsidRDefault="00BF542D" w:rsidP="00EA296F">
            <w:r w:rsidRPr="00BF542D">
              <w:t>46</w:t>
            </w:r>
          </w:p>
        </w:tc>
        <w:tc>
          <w:tcPr>
            <w:tcW w:w="0" w:type="auto"/>
          </w:tcPr>
          <w:p w14:paraId="4F55320C" w14:textId="77777777" w:rsidR="00BF542D" w:rsidRPr="00BF542D" w:rsidRDefault="00BF542D" w:rsidP="00EA296F">
            <w:r w:rsidRPr="00BF542D">
              <w:t>Pd 110</w:t>
            </w:r>
          </w:p>
        </w:tc>
        <w:tc>
          <w:tcPr>
            <w:tcW w:w="0" w:type="auto"/>
          </w:tcPr>
          <w:p w14:paraId="126DE841" w14:textId="77777777" w:rsidR="00BF542D" w:rsidRPr="00BF542D" w:rsidRDefault="00BF542D" w:rsidP="00EA296F">
            <w:r w:rsidRPr="00BF542D">
              <w:t>109,905173</w:t>
            </w:r>
          </w:p>
        </w:tc>
      </w:tr>
      <w:tr w:rsidR="00BF542D" w:rsidRPr="00BF542D" w14:paraId="4FD1ED0F" w14:textId="77777777" w:rsidTr="003D2E48">
        <w:tc>
          <w:tcPr>
            <w:tcW w:w="0" w:type="auto"/>
          </w:tcPr>
          <w:p w14:paraId="7C1A72D1" w14:textId="77777777" w:rsidR="00BF542D" w:rsidRPr="00BF542D" w:rsidRDefault="00BF542D" w:rsidP="00EA296F">
            <w:r w:rsidRPr="00BF542D">
              <w:t>47</w:t>
            </w:r>
          </w:p>
        </w:tc>
        <w:tc>
          <w:tcPr>
            <w:tcW w:w="0" w:type="auto"/>
          </w:tcPr>
          <w:p w14:paraId="1DB3B5B0" w14:textId="77777777" w:rsidR="00BF542D" w:rsidRPr="00BF542D" w:rsidRDefault="00BF542D" w:rsidP="00EA296F">
            <w:r w:rsidRPr="00BF542D">
              <w:t>Ag 107</w:t>
            </w:r>
          </w:p>
        </w:tc>
        <w:tc>
          <w:tcPr>
            <w:tcW w:w="0" w:type="auto"/>
          </w:tcPr>
          <w:p w14:paraId="124DDADC" w14:textId="77777777" w:rsidR="00BF542D" w:rsidRPr="00BF542D" w:rsidRDefault="00BF542D" w:rsidP="00EA296F">
            <w:r w:rsidRPr="00BF542D">
              <w:t>106,905092</w:t>
            </w:r>
          </w:p>
        </w:tc>
      </w:tr>
      <w:tr w:rsidR="00BF542D" w:rsidRPr="00BF542D" w14:paraId="13CDED18" w14:textId="77777777" w:rsidTr="003D2E48">
        <w:tc>
          <w:tcPr>
            <w:tcW w:w="0" w:type="auto"/>
          </w:tcPr>
          <w:p w14:paraId="438028B3" w14:textId="77777777" w:rsidR="00BF542D" w:rsidRPr="00BF542D" w:rsidRDefault="00BF542D" w:rsidP="00EA296F">
            <w:r w:rsidRPr="00BF542D">
              <w:t>47</w:t>
            </w:r>
          </w:p>
        </w:tc>
        <w:tc>
          <w:tcPr>
            <w:tcW w:w="0" w:type="auto"/>
          </w:tcPr>
          <w:p w14:paraId="26A6231C" w14:textId="77777777" w:rsidR="00BF542D" w:rsidRPr="00BF542D" w:rsidRDefault="00BF542D" w:rsidP="00EA296F">
            <w:r w:rsidRPr="00BF542D">
              <w:t>Ag 109</w:t>
            </w:r>
          </w:p>
        </w:tc>
        <w:tc>
          <w:tcPr>
            <w:tcW w:w="0" w:type="auto"/>
          </w:tcPr>
          <w:p w14:paraId="4E9DB8F8" w14:textId="77777777" w:rsidR="00BF542D" w:rsidRPr="00BF542D" w:rsidRDefault="00BF542D" w:rsidP="00EA296F">
            <w:r w:rsidRPr="00BF542D">
              <w:t>108,904756</w:t>
            </w:r>
          </w:p>
        </w:tc>
      </w:tr>
      <w:tr w:rsidR="00BF542D" w:rsidRPr="00BF542D" w14:paraId="6A22AD51" w14:textId="77777777" w:rsidTr="003D2E48">
        <w:tc>
          <w:tcPr>
            <w:tcW w:w="0" w:type="auto"/>
          </w:tcPr>
          <w:p w14:paraId="5E0D73E1" w14:textId="77777777" w:rsidR="00BF542D" w:rsidRPr="00BF542D" w:rsidRDefault="00BF542D" w:rsidP="00EA296F">
            <w:r w:rsidRPr="00BF542D">
              <w:t>48</w:t>
            </w:r>
          </w:p>
        </w:tc>
        <w:tc>
          <w:tcPr>
            <w:tcW w:w="0" w:type="auto"/>
          </w:tcPr>
          <w:p w14:paraId="4523677D" w14:textId="77777777" w:rsidR="00BF542D" w:rsidRPr="00BF542D" w:rsidRDefault="00BF542D" w:rsidP="00EA296F">
            <w:r w:rsidRPr="00BF542D">
              <w:t>Cd 106</w:t>
            </w:r>
          </w:p>
        </w:tc>
        <w:tc>
          <w:tcPr>
            <w:tcW w:w="0" w:type="auto"/>
          </w:tcPr>
          <w:p w14:paraId="7A45FDB3" w14:textId="77777777" w:rsidR="00BF542D" w:rsidRPr="00BF542D" w:rsidRDefault="00BF542D" w:rsidP="00EA296F">
            <w:r w:rsidRPr="00BF542D">
              <w:t>105,906460</w:t>
            </w:r>
          </w:p>
        </w:tc>
      </w:tr>
      <w:tr w:rsidR="00BF542D" w:rsidRPr="00BF542D" w14:paraId="46444D70" w14:textId="77777777" w:rsidTr="003D2E48">
        <w:tc>
          <w:tcPr>
            <w:tcW w:w="0" w:type="auto"/>
          </w:tcPr>
          <w:p w14:paraId="4F5FEED7" w14:textId="77777777" w:rsidR="00BF542D" w:rsidRPr="00BF542D" w:rsidRDefault="00BF542D" w:rsidP="00EA296F">
            <w:r w:rsidRPr="00BF542D">
              <w:t>48</w:t>
            </w:r>
          </w:p>
        </w:tc>
        <w:tc>
          <w:tcPr>
            <w:tcW w:w="0" w:type="auto"/>
          </w:tcPr>
          <w:p w14:paraId="2E5A95F5" w14:textId="77777777" w:rsidR="00BF542D" w:rsidRPr="00BF542D" w:rsidRDefault="00BF542D" w:rsidP="00EA296F">
            <w:r w:rsidRPr="00BF542D">
              <w:t>Cd 110</w:t>
            </w:r>
          </w:p>
        </w:tc>
        <w:tc>
          <w:tcPr>
            <w:tcW w:w="0" w:type="auto"/>
          </w:tcPr>
          <w:p w14:paraId="6437A866" w14:textId="77777777" w:rsidR="00BF542D" w:rsidRPr="00BF542D" w:rsidRDefault="00BF542D" w:rsidP="00EA296F">
            <w:r w:rsidRPr="00BF542D">
              <w:t>109,903007</w:t>
            </w:r>
          </w:p>
        </w:tc>
      </w:tr>
      <w:tr w:rsidR="00BF542D" w:rsidRPr="00BF542D" w14:paraId="22014BC4" w14:textId="77777777" w:rsidTr="003D2E48">
        <w:tc>
          <w:tcPr>
            <w:tcW w:w="0" w:type="auto"/>
          </w:tcPr>
          <w:p w14:paraId="455B893E" w14:textId="77777777" w:rsidR="00BF542D" w:rsidRPr="00BF542D" w:rsidRDefault="00BF542D" w:rsidP="00EA296F">
            <w:r w:rsidRPr="00BF542D">
              <w:t>48</w:t>
            </w:r>
          </w:p>
        </w:tc>
        <w:tc>
          <w:tcPr>
            <w:tcW w:w="0" w:type="auto"/>
          </w:tcPr>
          <w:p w14:paraId="63ACFB45" w14:textId="77777777" w:rsidR="00BF542D" w:rsidRPr="00BF542D" w:rsidRDefault="00BF542D" w:rsidP="00EA296F">
            <w:r w:rsidRPr="00BF542D">
              <w:t>Cd 111</w:t>
            </w:r>
          </w:p>
        </w:tc>
        <w:tc>
          <w:tcPr>
            <w:tcW w:w="0" w:type="auto"/>
          </w:tcPr>
          <w:p w14:paraId="7E30678B" w14:textId="77777777" w:rsidR="00BF542D" w:rsidRPr="00BF542D" w:rsidRDefault="00BF542D" w:rsidP="00EA296F">
            <w:r w:rsidRPr="00BF542D">
              <w:t>110,904184</w:t>
            </w:r>
          </w:p>
        </w:tc>
      </w:tr>
      <w:tr w:rsidR="00BF542D" w:rsidRPr="00BF542D" w14:paraId="2701C73F" w14:textId="77777777" w:rsidTr="003D2E48">
        <w:tc>
          <w:tcPr>
            <w:tcW w:w="0" w:type="auto"/>
          </w:tcPr>
          <w:p w14:paraId="26C452E1" w14:textId="77777777" w:rsidR="00BF542D" w:rsidRPr="00BF542D" w:rsidRDefault="00BF542D" w:rsidP="00EA296F">
            <w:r w:rsidRPr="00BF542D">
              <w:t>48</w:t>
            </w:r>
          </w:p>
        </w:tc>
        <w:tc>
          <w:tcPr>
            <w:tcW w:w="0" w:type="auto"/>
          </w:tcPr>
          <w:p w14:paraId="54AC4FD0" w14:textId="77777777" w:rsidR="00BF542D" w:rsidRPr="00BF542D" w:rsidRDefault="00BF542D" w:rsidP="00EA296F">
            <w:r w:rsidRPr="00BF542D">
              <w:t>Cd 114</w:t>
            </w:r>
          </w:p>
        </w:tc>
        <w:tc>
          <w:tcPr>
            <w:tcW w:w="0" w:type="auto"/>
          </w:tcPr>
          <w:p w14:paraId="717EC2BD" w14:textId="77777777" w:rsidR="00BF542D" w:rsidRPr="00BF542D" w:rsidRDefault="00BF542D" w:rsidP="00EA296F">
            <w:r w:rsidRPr="00BF542D">
              <w:t>113,903365</w:t>
            </w:r>
          </w:p>
        </w:tc>
      </w:tr>
      <w:tr w:rsidR="00BF542D" w:rsidRPr="00BF542D" w14:paraId="033A6174" w14:textId="77777777" w:rsidTr="003D2E48">
        <w:tc>
          <w:tcPr>
            <w:tcW w:w="0" w:type="auto"/>
          </w:tcPr>
          <w:p w14:paraId="0A4575A9" w14:textId="77777777" w:rsidR="00BF542D" w:rsidRPr="00BF542D" w:rsidRDefault="00BF542D" w:rsidP="00EA296F">
            <w:r w:rsidRPr="00BF542D">
              <w:t>48</w:t>
            </w:r>
          </w:p>
        </w:tc>
        <w:tc>
          <w:tcPr>
            <w:tcW w:w="0" w:type="auto"/>
          </w:tcPr>
          <w:p w14:paraId="25BF8998" w14:textId="77777777" w:rsidR="00BF542D" w:rsidRPr="00BF542D" w:rsidRDefault="00BF542D" w:rsidP="00EA296F">
            <w:r w:rsidRPr="00BF542D">
              <w:t>Cd 116</w:t>
            </w:r>
          </w:p>
        </w:tc>
        <w:tc>
          <w:tcPr>
            <w:tcW w:w="0" w:type="auto"/>
          </w:tcPr>
          <w:p w14:paraId="400E64B6" w14:textId="77777777" w:rsidR="00BF542D" w:rsidRPr="00BF542D" w:rsidRDefault="00BF542D" w:rsidP="00EA296F">
            <w:r w:rsidRPr="00BF542D">
              <w:t>115,904763</w:t>
            </w:r>
          </w:p>
        </w:tc>
      </w:tr>
      <w:tr w:rsidR="00BF542D" w:rsidRPr="00BF542D" w14:paraId="571A18D1" w14:textId="77777777" w:rsidTr="003D2E48">
        <w:tc>
          <w:tcPr>
            <w:tcW w:w="0" w:type="auto"/>
          </w:tcPr>
          <w:p w14:paraId="71B94F9E" w14:textId="77777777" w:rsidR="00BF542D" w:rsidRPr="00BF542D" w:rsidRDefault="00BF542D" w:rsidP="00EA296F">
            <w:r w:rsidRPr="00BF542D">
              <w:t>49</w:t>
            </w:r>
          </w:p>
        </w:tc>
        <w:tc>
          <w:tcPr>
            <w:tcW w:w="0" w:type="auto"/>
          </w:tcPr>
          <w:p w14:paraId="6D304E3E" w14:textId="77777777" w:rsidR="00BF542D" w:rsidRPr="00BF542D" w:rsidRDefault="00BF542D" w:rsidP="00EA296F">
            <w:r w:rsidRPr="00BF542D">
              <w:t>In 113</w:t>
            </w:r>
          </w:p>
        </w:tc>
        <w:tc>
          <w:tcPr>
            <w:tcW w:w="0" w:type="auto"/>
          </w:tcPr>
          <w:p w14:paraId="71369C61" w14:textId="77777777" w:rsidR="00BF542D" w:rsidRPr="00BF542D" w:rsidRDefault="00BF542D" w:rsidP="00EA296F">
            <w:r w:rsidRPr="00BF542D">
              <w:t>112,904060</w:t>
            </w:r>
          </w:p>
        </w:tc>
      </w:tr>
      <w:tr w:rsidR="00BF542D" w:rsidRPr="00BF542D" w14:paraId="66255832" w14:textId="77777777" w:rsidTr="003D2E48">
        <w:tc>
          <w:tcPr>
            <w:tcW w:w="0" w:type="auto"/>
          </w:tcPr>
          <w:p w14:paraId="1F36F334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1A1CCD3D" w14:textId="77777777" w:rsidR="00BF542D" w:rsidRPr="00BF542D" w:rsidRDefault="00BF542D" w:rsidP="00EA296F">
            <w:r w:rsidRPr="00BF542D">
              <w:t>Sn 114</w:t>
            </w:r>
          </w:p>
        </w:tc>
        <w:tc>
          <w:tcPr>
            <w:tcW w:w="0" w:type="auto"/>
          </w:tcPr>
          <w:p w14:paraId="5DFA4B3D" w14:textId="77777777" w:rsidR="00BF542D" w:rsidRPr="00BF542D" w:rsidRDefault="00BF542D" w:rsidP="00EA296F">
            <w:r w:rsidRPr="00BF542D">
              <w:t>113,902780</w:t>
            </w:r>
          </w:p>
        </w:tc>
      </w:tr>
      <w:tr w:rsidR="00BF542D" w:rsidRPr="00BF542D" w14:paraId="06577EA6" w14:textId="77777777" w:rsidTr="003D2E48">
        <w:tc>
          <w:tcPr>
            <w:tcW w:w="0" w:type="auto"/>
          </w:tcPr>
          <w:p w14:paraId="41B56BBA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67F2982F" w14:textId="77777777" w:rsidR="00BF542D" w:rsidRPr="00BF542D" w:rsidRDefault="00BF542D" w:rsidP="00EA296F">
            <w:r w:rsidRPr="00BF542D">
              <w:t>Sn 115</w:t>
            </w:r>
          </w:p>
        </w:tc>
        <w:tc>
          <w:tcPr>
            <w:tcW w:w="0" w:type="auto"/>
          </w:tcPr>
          <w:p w14:paraId="60C52634" w14:textId="77777777" w:rsidR="00BF542D" w:rsidRPr="00BF542D" w:rsidRDefault="00BF542D" w:rsidP="00EA296F">
            <w:r w:rsidRPr="00BF542D">
              <w:t>114,903345</w:t>
            </w:r>
          </w:p>
        </w:tc>
      </w:tr>
      <w:tr w:rsidR="00BF542D" w:rsidRPr="00BF542D" w14:paraId="57A7FA09" w14:textId="77777777" w:rsidTr="003D2E48">
        <w:tc>
          <w:tcPr>
            <w:tcW w:w="0" w:type="auto"/>
          </w:tcPr>
          <w:p w14:paraId="65A24D0A" w14:textId="77777777" w:rsidR="00BF542D" w:rsidRPr="00BF542D" w:rsidRDefault="00BF542D" w:rsidP="00EA296F">
            <w:r w:rsidRPr="00BF542D">
              <w:lastRenderedPageBreak/>
              <w:t>50</w:t>
            </w:r>
          </w:p>
        </w:tc>
        <w:tc>
          <w:tcPr>
            <w:tcW w:w="0" w:type="auto"/>
          </w:tcPr>
          <w:p w14:paraId="1E727551" w14:textId="77777777" w:rsidR="00BF542D" w:rsidRPr="00BF542D" w:rsidRDefault="00BF542D" w:rsidP="00EA296F">
            <w:r w:rsidRPr="00BF542D">
              <w:t>Sn 116</w:t>
            </w:r>
          </w:p>
        </w:tc>
        <w:tc>
          <w:tcPr>
            <w:tcW w:w="0" w:type="auto"/>
          </w:tcPr>
          <w:p w14:paraId="280B617E" w14:textId="77777777" w:rsidR="00BF542D" w:rsidRPr="00BF542D" w:rsidRDefault="00BF542D" w:rsidP="00EA296F">
            <w:r w:rsidRPr="00BF542D">
              <w:t>115,901743</w:t>
            </w:r>
          </w:p>
        </w:tc>
      </w:tr>
      <w:tr w:rsidR="00BF542D" w:rsidRPr="00BF542D" w14:paraId="5D8D6DE2" w14:textId="77777777" w:rsidTr="003D2E48">
        <w:tc>
          <w:tcPr>
            <w:tcW w:w="0" w:type="auto"/>
          </w:tcPr>
          <w:p w14:paraId="62300E3F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689F8510" w14:textId="77777777" w:rsidR="00BF542D" w:rsidRPr="00BF542D" w:rsidRDefault="00BF542D" w:rsidP="00EA296F">
            <w:r w:rsidRPr="00BF542D">
              <w:t>Sn 118</w:t>
            </w:r>
          </w:p>
        </w:tc>
        <w:tc>
          <w:tcPr>
            <w:tcW w:w="0" w:type="auto"/>
          </w:tcPr>
          <w:p w14:paraId="4AC0B285" w14:textId="77777777" w:rsidR="00BF542D" w:rsidRPr="00BF542D" w:rsidRDefault="00BF542D" w:rsidP="00EA296F">
            <w:r w:rsidRPr="00BF542D">
              <w:t>117,901607</w:t>
            </w:r>
          </w:p>
        </w:tc>
      </w:tr>
      <w:tr w:rsidR="00BF542D" w:rsidRPr="00BF542D" w14:paraId="08ECA553" w14:textId="77777777" w:rsidTr="003D2E48">
        <w:tc>
          <w:tcPr>
            <w:tcW w:w="0" w:type="auto"/>
          </w:tcPr>
          <w:p w14:paraId="15BD6194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1D552284" w14:textId="77777777" w:rsidR="00BF542D" w:rsidRPr="00BF542D" w:rsidRDefault="00BF542D" w:rsidP="00EA296F">
            <w:r w:rsidRPr="00BF542D">
              <w:t>Sn 120</w:t>
            </w:r>
          </w:p>
        </w:tc>
        <w:tc>
          <w:tcPr>
            <w:tcW w:w="0" w:type="auto"/>
          </w:tcPr>
          <w:p w14:paraId="6619DAD2" w14:textId="77777777" w:rsidR="00BF542D" w:rsidRPr="00BF542D" w:rsidRDefault="00BF542D" w:rsidP="00EA296F">
            <w:r w:rsidRPr="00BF542D">
              <w:t>119,902203</w:t>
            </w:r>
          </w:p>
        </w:tc>
      </w:tr>
      <w:tr w:rsidR="00BF542D" w:rsidRPr="00BF542D" w14:paraId="378A251C" w14:textId="77777777" w:rsidTr="003D2E48">
        <w:tc>
          <w:tcPr>
            <w:tcW w:w="0" w:type="auto"/>
          </w:tcPr>
          <w:p w14:paraId="798F1E5E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028CE55A" w14:textId="77777777" w:rsidR="00BF542D" w:rsidRPr="00BF542D" w:rsidRDefault="00BF542D" w:rsidP="00EA296F">
            <w:r w:rsidRPr="00BF542D">
              <w:t>Sn 122</w:t>
            </w:r>
          </w:p>
        </w:tc>
        <w:tc>
          <w:tcPr>
            <w:tcW w:w="0" w:type="auto"/>
          </w:tcPr>
          <w:p w14:paraId="72476211" w14:textId="77777777" w:rsidR="00BF542D" w:rsidRPr="00BF542D" w:rsidRDefault="00BF542D" w:rsidP="00EA296F">
            <w:r w:rsidRPr="00BF542D">
              <w:t>121,903445</w:t>
            </w:r>
          </w:p>
        </w:tc>
      </w:tr>
      <w:tr w:rsidR="00BF542D" w:rsidRPr="00BF542D" w14:paraId="2950DC12" w14:textId="77777777" w:rsidTr="003D2E48">
        <w:tc>
          <w:tcPr>
            <w:tcW w:w="0" w:type="auto"/>
          </w:tcPr>
          <w:p w14:paraId="49BE6230" w14:textId="77777777" w:rsidR="00BF542D" w:rsidRPr="00BF542D" w:rsidRDefault="00BF542D" w:rsidP="00EA296F">
            <w:r w:rsidRPr="00BF542D">
              <w:t>50</w:t>
            </w:r>
          </w:p>
        </w:tc>
        <w:tc>
          <w:tcPr>
            <w:tcW w:w="0" w:type="auto"/>
          </w:tcPr>
          <w:p w14:paraId="27C99C10" w14:textId="77777777" w:rsidR="00BF542D" w:rsidRPr="00BF542D" w:rsidRDefault="00BF542D" w:rsidP="00EA296F">
            <w:r w:rsidRPr="00BF542D">
              <w:t>Sn 124</w:t>
            </w:r>
          </w:p>
        </w:tc>
        <w:tc>
          <w:tcPr>
            <w:tcW w:w="0" w:type="auto"/>
          </w:tcPr>
          <w:p w14:paraId="7C74D65E" w14:textId="77777777" w:rsidR="00BF542D" w:rsidRPr="00BF542D" w:rsidRDefault="00BF542D" w:rsidP="00EA296F">
            <w:r w:rsidRPr="00BF542D">
              <w:t>123,905280</w:t>
            </w:r>
          </w:p>
        </w:tc>
      </w:tr>
      <w:tr w:rsidR="00BF542D" w:rsidRPr="00BF542D" w14:paraId="3A512997" w14:textId="77777777" w:rsidTr="003D2E48">
        <w:tc>
          <w:tcPr>
            <w:tcW w:w="0" w:type="auto"/>
          </w:tcPr>
          <w:p w14:paraId="1E176533" w14:textId="77777777" w:rsidR="00BF542D" w:rsidRPr="00BF542D" w:rsidRDefault="00BF542D" w:rsidP="00EA296F">
            <w:r w:rsidRPr="00BF542D">
              <w:t>51</w:t>
            </w:r>
          </w:p>
        </w:tc>
        <w:tc>
          <w:tcPr>
            <w:tcW w:w="0" w:type="auto"/>
          </w:tcPr>
          <w:p w14:paraId="02921406" w14:textId="77777777" w:rsidR="00BF542D" w:rsidRPr="00BF542D" w:rsidRDefault="00BF542D" w:rsidP="00EA296F">
            <w:r w:rsidRPr="00BF542D">
              <w:t>Sb 121</w:t>
            </w:r>
          </w:p>
        </w:tc>
        <w:tc>
          <w:tcPr>
            <w:tcW w:w="0" w:type="auto"/>
          </w:tcPr>
          <w:p w14:paraId="3916CA06" w14:textId="77777777" w:rsidR="00BF542D" w:rsidRPr="00BF542D" w:rsidRDefault="00BF542D" w:rsidP="00EA296F">
            <w:r w:rsidRPr="00BF542D">
              <w:t>120,903811</w:t>
            </w:r>
          </w:p>
        </w:tc>
      </w:tr>
      <w:tr w:rsidR="00BF542D" w:rsidRPr="00BF542D" w14:paraId="2E5A3E4D" w14:textId="77777777" w:rsidTr="003D2E48">
        <w:tc>
          <w:tcPr>
            <w:tcW w:w="0" w:type="auto"/>
          </w:tcPr>
          <w:p w14:paraId="56B5556E" w14:textId="77777777" w:rsidR="00BF542D" w:rsidRPr="00BF542D" w:rsidRDefault="00BF542D" w:rsidP="00EA296F">
            <w:r w:rsidRPr="00BF542D">
              <w:t>51</w:t>
            </w:r>
          </w:p>
        </w:tc>
        <w:tc>
          <w:tcPr>
            <w:tcW w:w="0" w:type="auto"/>
          </w:tcPr>
          <w:p w14:paraId="059B330F" w14:textId="77777777" w:rsidR="00BF542D" w:rsidRPr="00BF542D" w:rsidRDefault="00BF542D" w:rsidP="00EA296F">
            <w:r w:rsidRPr="00BF542D">
              <w:t>Sb 123</w:t>
            </w:r>
          </w:p>
        </w:tc>
        <w:tc>
          <w:tcPr>
            <w:tcW w:w="0" w:type="auto"/>
          </w:tcPr>
          <w:p w14:paraId="2E026E9D" w14:textId="77777777" w:rsidR="00BF542D" w:rsidRPr="00BF542D" w:rsidRDefault="00BF542D" w:rsidP="00EA296F">
            <w:r w:rsidRPr="00BF542D">
              <w:t>122,904215</w:t>
            </w:r>
          </w:p>
        </w:tc>
      </w:tr>
      <w:tr w:rsidR="00BF542D" w:rsidRPr="00BF542D" w14:paraId="1EF56A8B" w14:textId="77777777" w:rsidTr="003D2E48">
        <w:tc>
          <w:tcPr>
            <w:tcW w:w="0" w:type="auto"/>
          </w:tcPr>
          <w:p w14:paraId="5714CB77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53CE769C" w14:textId="77777777" w:rsidR="00BF542D" w:rsidRPr="00BF542D" w:rsidRDefault="00BF542D" w:rsidP="00EA296F">
            <w:r w:rsidRPr="00BF542D">
              <w:t>Te 120</w:t>
            </w:r>
          </w:p>
        </w:tc>
        <w:tc>
          <w:tcPr>
            <w:tcW w:w="0" w:type="auto"/>
          </w:tcPr>
          <w:p w14:paraId="32A92B78" w14:textId="77777777" w:rsidR="00BF542D" w:rsidRPr="00BF542D" w:rsidRDefault="00BF542D" w:rsidP="00EA296F">
            <w:r w:rsidRPr="00BF542D">
              <w:t>119,904066</w:t>
            </w:r>
          </w:p>
        </w:tc>
      </w:tr>
      <w:tr w:rsidR="00BF542D" w:rsidRPr="00BF542D" w14:paraId="6B01F99C" w14:textId="77777777" w:rsidTr="003D2E48">
        <w:tc>
          <w:tcPr>
            <w:tcW w:w="0" w:type="auto"/>
          </w:tcPr>
          <w:p w14:paraId="48052911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09055176" w14:textId="77777777" w:rsidR="00BF542D" w:rsidRPr="00BF542D" w:rsidRDefault="00BF542D" w:rsidP="00EA296F">
            <w:r w:rsidRPr="00BF542D">
              <w:t>Te 122</w:t>
            </w:r>
          </w:p>
        </w:tc>
        <w:tc>
          <w:tcPr>
            <w:tcW w:w="0" w:type="auto"/>
          </w:tcPr>
          <w:p w14:paraId="2C12DF01" w14:textId="77777777" w:rsidR="00BF542D" w:rsidRPr="00BF542D" w:rsidRDefault="00BF542D" w:rsidP="00EA296F">
            <w:r w:rsidRPr="00BF542D">
              <w:t>121,903045</w:t>
            </w:r>
          </w:p>
        </w:tc>
      </w:tr>
      <w:tr w:rsidR="00BF542D" w:rsidRPr="00BF542D" w14:paraId="38E3FCB4" w14:textId="77777777" w:rsidTr="003D2E48">
        <w:tc>
          <w:tcPr>
            <w:tcW w:w="0" w:type="auto"/>
          </w:tcPr>
          <w:p w14:paraId="45D1C41E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1B5D82D9" w14:textId="77777777" w:rsidR="00BF542D" w:rsidRPr="00BF542D" w:rsidRDefault="00BF542D" w:rsidP="00EA296F">
            <w:r w:rsidRPr="00BF542D">
              <w:t>Te 124</w:t>
            </w:r>
          </w:p>
        </w:tc>
        <w:tc>
          <w:tcPr>
            <w:tcW w:w="0" w:type="auto"/>
          </w:tcPr>
          <w:p w14:paraId="6D719167" w14:textId="77777777" w:rsidR="00BF542D" w:rsidRPr="00BF542D" w:rsidRDefault="00BF542D" w:rsidP="00EA296F">
            <w:r w:rsidRPr="00BF542D">
              <w:t>123,902818</w:t>
            </w:r>
          </w:p>
        </w:tc>
      </w:tr>
      <w:tr w:rsidR="00BF542D" w:rsidRPr="00BF542D" w14:paraId="21199285" w14:textId="77777777" w:rsidTr="003D2E48">
        <w:tc>
          <w:tcPr>
            <w:tcW w:w="0" w:type="auto"/>
          </w:tcPr>
          <w:p w14:paraId="1D62489B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5E881329" w14:textId="77777777" w:rsidR="00BF542D" w:rsidRPr="00BF542D" w:rsidRDefault="00BF542D" w:rsidP="00EA296F">
            <w:r w:rsidRPr="00BF542D">
              <w:t>Te 125</w:t>
            </w:r>
          </w:p>
        </w:tc>
        <w:tc>
          <w:tcPr>
            <w:tcW w:w="0" w:type="auto"/>
          </w:tcPr>
          <w:p w14:paraId="2553F638" w14:textId="77777777" w:rsidR="00BF542D" w:rsidRPr="00BF542D" w:rsidRDefault="00BF542D" w:rsidP="00EA296F">
            <w:r w:rsidRPr="00BF542D">
              <w:t>124,904431</w:t>
            </w:r>
          </w:p>
        </w:tc>
      </w:tr>
      <w:tr w:rsidR="00BF542D" w:rsidRPr="00BF542D" w14:paraId="22673378" w14:textId="77777777" w:rsidTr="003D2E48">
        <w:tc>
          <w:tcPr>
            <w:tcW w:w="0" w:type="auto"/>
          </w:tcPr>
          <w:p w14:paraId="6D16B96D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1BD484E2" w14:textId="77777777" w:rsidR="00BF542D" w:rsidRPr="00BF542D" w:rsidRDefault="00BF542D" w:rsidP="00EA296F">
            <w:r w:rsidRPr="00BF542D">
              <w:t>Te 126</w:t>
            </w:r>
          </w:p>
        </w:tc>
        <w:tc>
          <w:tcPr>
            <w:tcW w:w="0" w:type="auto"/>
          </w:tcPr>
          <w:p w14:paraId="42FA965D" w14:textId="77777777" w:rsidR="00BF542D" w:rsidRPr="00BF542D" w:rsidRDefault="00BF542D" w:rsidP="00EA296F">
            <w:r w:rsidRPr="00BF542D">
              <w:t>125,903312</w:t>
            </w:r>
          </w:p>
        </w:tc>
      </w:tr>
      <w:tr w:rsidR="00BF542D" w:rsidRPr="00BF542D" w14:paraId="1174DA11" w14:textId="77777777" w:rsidTr="003D2E48">
        <w:tc>
          <w:tcPr>
            <w:tcW w:w="0" w:type="auto"/>
          </w:tcPr>
          <w:p w14:paraId="6C2E5995" w14:textId="77777777" w:rsidR="00BF542D" w:rsidRPr="00BF542D" w:rsidRDefault="00BF542D" w:rsidP="00EA296F">
            <w:r w:rsidRPr="00BF542D">
              <w:t>52</w:t>
            </w:r>
          </w:p>
        </w:tc>
        <w:tc>
          <w:tcPr>
            <w:tcW w:w="0" w:type="auto"/>
          </w:tcPr>
          <w:p w14:paraId="492FA4E9" w14:textId="77777777" w:rsidR="00BF542D" w:rsidRPr="00BF542D" w:rsidRDefault="00BF542D" w:rsidP="00EA296F">
            <w:r w:rsidRPr="00BF542D">
              <w:t>Te 130</w:t>
            </w:r>
          </w:p>
        </w:tc>
        <w:tc>
          <w:tcPr>
            <w:tcW w:w="0" w:type="auto"/>
          </w:tcPr>
          <w:p w14:paraId="43D65B2E" w14:textId="77777777" w:rsidR="00BF542D" w:rsidRPr="00BF542D" w:rsidRDefault="00BF542D" w:rsidP="00EA296F">
            <w:r w:rsidRPr="00BF542D">
              <w:t>129,906223</w:t>
            </w:r>
          </w:p>
        </w:tc>
      </w:tr>
      <w:tr w:rsidR="00BF542D" w:rsidRPr="00BF542D" w14:paraId="6270586E" w14:textId="77777777" w:rsidTr="003D2E48">
        <w:tc>
          <w:tcPr>
            <w:tcW w:w="0" w:type="auto"/>
          </w:tcPr>
          <w:p w14:paraId="4ADE764C" w14:textId="77777777" w:rsidR="00BF542D" w:rsidRPr="00BF542D" w:rsidRDefault="00BF542D" w:rsidP="00EA296F">
            <w:r w:rsidRPr="00BF542D">
              <w:t>53</w:t>
            </w:r>
          </w:p>
        </w:tc>
        <w:tc>
          <w:tcPr>
            <w:tcW w:w="0" w:type="auto"/>
          </w:tcPr>
          <w:p w14:paraId="536D1D52" w14:textId="77777777" w:rsidR="00BF542D" w:rsidRPr="00BF542D" w:rsidRDefault="00BF542D" w:rsidP="00EA296F">
            <w:r w:rsidRPr="00BF542D">
              <w:t>I 123</w:t>
            </w:r>
          </w:p>
        </w:tc>
        <w:tc>
          <w:tcPr>
            <w:tcW w:w="0" w:type="auto"/>
          </w:tcPr>
          <w:p w14:paraId="1C0AB938" w14:textId="77777777" w:rsidR="00BF542D" w:rsidRPr="00BF542D" w:rsidRDefault="00BF542D" w:rsidP="00EA296F">
            <w:r w:rsidRPr="00BF542D">
              <w:t>122,905590</w:t>
            </w:r>
          </w:p>
        </w:tc>
      </w:tr>
      <w:tr w:rsidR="00BF542D" w:rsidRPr="00BF542D" w14:paraId="638DEA56" w14:textId="77777777" w:rsidTr="003D2E48">
        <w:tc>
          <w:tcPr>
            <w:tcW w:w="0" w:type="auto"/>
          </w:tcPr>
          <w:p w14:paraId="0AFD71EB" w14:textId="77777777" w:rsidR="00BF542D" w:rsidRPr="00BF542D" w:rsidRDefault="00BF542D" w:rsidP="00EA296F">
            <w:r w:rsidRPr="00BF542D">
              <w:t>53</w:t>
            </w:r>
          </w:p>
        </w:tc>
        <w:tc>
          <w:tcPr>
            <w:tcW w:w="0" w:type="auto"/>
          </w:tcPr>
          <w:p w14:paraId="380804CF" w14:textId="77777777" w:rsidR="00BF542D" w:rsidRPr="00BF542D" w:rsidRDefault="00BF542D" w:rsidP="00EA296F">
            <w:r w:rsidRPr="00BF542D">
              <w:t>I 127</w:t>
            </w:r>
          </w:p>
        </w:tc>
        <w:tc>
          <w:tcPr>
            <w:tcW w:w="0" w:type="auto"/>
          </w:tcPr>
          <w:p w14:paraId="26AD5B22" w14:textId="77777777" w:rsidR="00BF542D" w:rsidRPr="00BF542D" w:rsidRDefault="00BF542D" w:rsidP="00EA296F">
            <w:r w:rsidRPr="00BF542D">
              <w:t>126,904473</w:t>
            </w:r>
          </w:p>
        </w:tc>
      </w:tr>
      <w:tr w:rsidR="00BF542D" w:rsidRPr="00BF542D" w14:paraId="7ABD6728" w14:textId="77777777" w:rsidTr="003D2E48">
        <w:tc>
          <w:tcPr>
            <w:tcW w:w="0" w:type="auto"/>
          </w:tcPr>
          <w:p w14:paraId="5663CDEA" w14:textId="77777777" w:rsidR="00BF542D" w:rsidRPr="00BF542D" w:rsidRDefault="00BF542D" w:rsidP="00EA296F">
            <w:r w:rsidRPr="00BF542D">
              <w:t>53</w:t>
            </w:r>
          </w:p>
        </w:tc>
        <w:tc>
          <w:tcPr>
            <w:tcW w:w="0" w:type="auto"/>
          </w:tcPr>
          <w:p w14:paraId="4DDF80B2" w14:textId="77777777" w:rsidR="00BF542D" w:rsidRPr="00BF542D" w:rsidRDefault="00BF542D" w:rsidP="00EA296F">
            <w:r w:rsidRPr="00BF542D">
              <w:t>I 131</w:t>
            </w:r>
          </w:p>
        </w:tc>
        <w:tc>
          <w:tcPr>
            <w:tcW w:w="0" w:type="auto"/>
          </w:tcPr>
          <w:p w14:paraId="1258FBB7" w14:textId="77777777" w:rsidR="00BF542D" w:rsidRPr="00BF542D" w:rsidRDefault="00BF542D" w:rsidP="00EA296F">
            <w:r w:rsidRPr="00BF542D">
              <w:t>130,906126</w:t>
            </w:r>
          </w:p>
        </w:tc>
      </w:tr>
      <w:tr w:rsidR="00BF542D" w:rsidRPr="00BF542D" w14:paraId="1BFC7DCC" w14:textId="77777777" w:rsidTr="003D2E48">
        <w:tc>
          <w:tcPr>
            <w:tcW w:w="0" w:type="auto"/>
          </w:tcPr>
          <w:p w14:paraId="4F2B54E7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4C6506FF" w14:textId="77777777" w:rsidR="00BF542D" w:rsidRPr="00BF542D" w:rsidRDefault="00BF542D" w:rsidP="00EA296F">
            <w:r w:rsidRPr="00BF542D">
              <w:t>Xe 124</w:t>
            </w:r>
          </w:p>
        </w:tc>
        <w:tc>
          <w:tcPr>
            <w:tcW w:w="0" w:type="auto"/>
          </w:tcPr>
          <w:p w14:paraId="5ACA3FC0" w14:textId="77777777" w:rsidR="00BF542D" w:rsidRPr="00BF542D" w:rsidRDefault="00BF542D" w:rsidP="00EA296F">
            <w:r w:rsidRPr="00BF542D">
              <w:t>123,905885</w:t>
            </w:r>
          </w:p>
        </w:tc>
      </w:tr>
      <w:tr w:rsidR="00BF542D" w:rsidRPr="00BF542D" w14:paraId="302FD55C" w14:textId="77777777" w:rsidTr="003D2E48">
        <w:tc>
          <w:tcPr>
            <w:tcW w:w="0" w:type="auto"/>
          </w:tcPr>
          <w:p w14:paraId="4072B4CE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0B8F176F" w14:textId="77777777" w:rsidR="00BF542D" w:rsidRPr="00BF542D" w:rsidRDefault="00BF542D" w:rsidP="00EA296F">
            <w:r w:rsidRPr="00BF542D">
              <w:t>Xe 126</w:t>
            </w:r>
          </w:p>
        </w:tc>
        <w:tc>
          <w:tcPr>
            <w:tcW w:w="0" w:type="auto"/>
          </w:tcPr>
          <w:p w14:paraId="0B82B393" w14:textId="77777777" w:rsidR="00BF542D" w:rsidRPr="00BF542D" w:rsidRDefault="00BF542D" w:rsidP="00EA296F">
            <w:r w:rsidRPr="00BF542D">
              <w:t>125,904297</w:t>
            </w:r>
          </w:p>
        </w:tc>
      </w:tr>
      <w:tr w:rsidR="00BF542D" w:rsidRPr="00BF542D" w14:paraId="2E4DDA54" w14:textId="77777777" w:rsidTr="003D2E48">
        <w:tc>
          <w:tcPr>
            <w:tcW w:w="0" w:type="auto"/>
          </w:tcPr>
          <w:p w14:paraId="361904C9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78D96F1A" w14:textId="77777777" w:rsidR="00BF542D" w:rsidRPr="00BF542D" w:rsidRDefault="00BF542D" w:rsidP="00EA296F">
            <w:r w:rsidRPr="00BF542D">
              <w:t>Xe 128</w:t>
            </w:r>
          </w:p>
        </w:tc>
        <w:tc>
          <w:tcPr>
            <w:tcW w:w="0" w:type="auto"/>
          </w:tcPr>
          <w:p w14:paraId="488841B7" w14:textId="77777777" w:rsidR="00BF542D" w:rsidRPr="00BF542D" w:rsidRDefault="00BF542D" w:rsidP="00EA296F">
            <w:r w:rsidRPr="00BF542D">
              <w:t>127,903531</w:t>
            </w:r>
          </w:p>
        </w:tc>
      </w:tr>
      <w:tr w:rsidR="00BF542D" w:rsidRPr="00BF542D" w14:paraId="6C3ECE3B" w14:textId="77777777" w:rsidTr="003D2E48">
        <w:tc>
          <w:tcPr>
            <w:tcW w:w="0" w:type="auto"/>
          </w:tcPr>
          <w:p w14:paraId="7BBDA1FA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34FBEF61" w14:textId="77777777" w:rsidR="00BF542D" w:rsidRPr="00BF542D" w:rsidRDefault="00BF542D" w:rsidP="00EA296F">
            <w:r w:rsidRPr="00BF542D">
              <w:t>Xe 129</w:t>
            </w:r>
          </w:p>
        </w:tc>
        <w:tc>
          <w:tcPr>
            <w:tcW w:w="0" w:type="auto"/>
          </w:tcPr>
          <w:p w14:paraId="401B23F2" w14:textId="77777777" w:rsidR="00BF542D" w:rsidRPr="00BF542D" w:rsidRDefault="00BF542D" w:rsidP="00EA296F">
            <w:r w:rsidRPr="00BF542D">
              <w:t>128,904781</w:t>
            </w:r>
          </w:p>
        </w:tc>
      </w:tr>
      <w:tr w:rsidR="00BF542D" w:rsidRPr="00BF542D" w14:paraId="0576E00E" w14:textId="77777777" w:rsidTr="003D2E48">
        <w:tc>
          <w:tcPr>
            <w:tcW w:w="0" w:type="auto"/>
          </w:tcPr>
          <w:p w14:paraId="407AAD09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3D4D18FF" w14:textId="77777777" w:rsidR="00BF542D" w:rsidRPr="00BF542D" w:rsidRDefault="00BF542D" w:rsidP="00EA296F">
            <w:r w:rsidRPr="00BF542D">
              <w:t>Xe 130</w:t>
            </w:r>
          </w:p>
        </w:tc>
        <w:tc>
          <w:tcPr>
            <w:tcW w:w="0" w:type="auto"/>
          </w:tcPr>
          <w:p w14:paraId="51C4C999" w14:textId="77777777" w:rsidR="00BF542D" w:rsidRPr="00BF542D" w:rsidRDefault="00BF542D" w:rsidP="00EA296F">
            <w:r w:rsidRPr="00BF542D">
              <w:t>129,903509</w:t>
            </w:r>
          </w:p>
        </w:tc>
      </w:tr>
      <w:tr w:rsidR="00BF542D" w:rsidRPr="00BF542D" w14:paraId="0EAD118D" w14:textId="77777777" w:rsidTr="003D2E48">
        <w:tc>
          <w:tcPr>
            <w:tcW w:w="0" w:type="auto"/>
          </w:tcPr>
          <w:p w14:paraId="3C7E3B06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51AB2906" w14:textId="77777777" w:rsidR="00BF542D" w:rsidRPr="00BF542D" w:rsidRDefault="00BF542D" w:rsidP="00EA296F">
            <w:r w:rsidRPr="00BF542D">
              <w:t>Xe 131</w:t>
            </w:r>
          </w:p>
        </w:tc>
        <w:tc>
          <w:tcPr>
            <w:tcW w:w="0" w:type="auto"/>
          </w:tcPr>
          <w:p w14:paraId="2E51AED6" w14:textId="77777777" w:rsidR="00BF542D" w:rsidRPr="00BF542D" w:rsidRDefault="00BF542D" w:rsidP="00EA296F">
            <w:r w:rsidRPr="00BF542D">
              <w:t>130,905084</w:t>
            </w:r>
          </w:p>
        </w:tc>
      </w:tr>
      <w:tr w:rsidR="00BF542D" w:rsidRPr="00BF542D" w14:paraId="2EDBA387" w14:textId="77777777" w:rsidTr="003D2E48">
        <w:tc>
          <w:tcPr>
            <w:tcW w:w="0" w:type="auto"/>
          </w:tcPr>
          <w:p w14:paraId="2086FE7B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75DD6742" w14:textId="77777777" w:rsidR="00BF542D" w:rsidRPr="00BF542D" w:rsidRDefault="00BF542D" w:rsidP="00EA296F">
            <w:r w:rsidRPr="00BF542D">
              <w:t>Xe 132</w:t>
            </w:r>
          </w:p>
        </w:tc>
        <w:tc>
          <w:tcPr>
            <w:tcW w:w="0" w:type="auto"/>
          </w:tcPr>
          <w:p w14:paraId="49CF401E" w14:textId="77777777" w:rsidR="00BF542D" w:rsidRPr="00BF542D" w:rsidRDefault="00BF542D" w:rsidP="00EA296F">
            <w:r w:rsidRPr="00BF542D">
              <w:t>131,904155</w:t>
            </w:r>
          </w:p>
        </w:tc>
      </w:tr>
      <w:tr w:rsidR="00BF542D" w:rsidRPr="00BF542D" w14:paraId="24A93123" w14:textId="77777777" w:rsidTr="003D2E48">
        <w:tc>
          <w:tcPr>
            <w:tcW w:w="0" w:type="auto"/>
          </w:tcPr>
          <w:p w14:paraId="3B1D49B6" w14:textId="77777777" w:rsidR="00BF542D" w:rsidRPr="00BF542D" w:rsidRDefault="00BF542D" w:rsidP="00EA296F">
            <w:r w:rsidRPr="00BF542D">
              <w:t>54</w:t>
            </w:r>
          </w:p>
        </w:tc>
        <w:tc>
          <w:tcPr>
            <w:tcW w:w="0" w:type="auto"/>
          </w:tcPr>
          <w:p w14:paraId="6DA19285" w14:textId="77777777" w:rsidR="00BF542D" w:rsidRPr="00BF542D" w:rsidRDefault="00BF542D" w:rsidP="00EA296F">
            <w:r w:rsidRPr="00BF542D">
              <w:t>Xe 134</w:t>
            </w:r>
          </w:p>
        </w:tc>
        <w:tc>
          <w:tcPr>
            <w:tcW w:w="0" w:type="auto"/>
          </w:tcPr>
          <w:p w14:paraId="6A7EFC7D" w14:textId="77777777" w:rsidR="00BF542D" w:rsidRPr="00BF542D" w:rsidRDefault="00BF542D" w:rsidP="00EA296F">
            <w:r w:rsidRPr="00BF542D">
              <w:t>133,905393</w:t>
            </w:r>
          </w:p>
        </w:tc>
      </w:tr>
      <w:tr w:rsidR="00BF542D" w:rsidRPr="00BF542D" w14:paraId="5FFB8E2C" w14:textId="77777777" w:rsidTr="003D2E48">
        <w:tc>
          <w:tcPr>
            <w:tcW w:w="0" w:type="auto"/>
          </w:tcPr>
          <w:p w14:paraId="09CECA82" w14:textId="77777777" w:rsidR="00BF542D" w:rsidRPr="00BF542D" w:rsidRDefault="00BF542D" w:rsidP="00EA296F">
            <w:r w:rsidRPr="00BF542D">
              <w:lastRenderedPageBreak/>
              <w:t>54</w:t>
            </w:r>
          </w:p>
        </w:tc>
        <w:tc>
          <w:tcPr>
            <w:tcW w:w="0" w:type="auto"/>
          </w:tcPr>
          <w:p w14:paraId="5D3B98F1" w14:textId="77777777" w:rsidR="00BF542D" w:rsidRPr="00BF542D" w:rsidRDefault="00BF542D" w:rsidP="00EA296F">
            <w:r w:rsidRPr="00BF542D">
              <w:t>Xe 138</w:t>
            </w:r>
          </w:p>
        </w:tc>
        <w:tc>
          <w:tcPr>
            <w:tcW w:w="0" w:type="auto"/>
          </w:tcPr>
          <w:p w14:paraId="52674CD6" w14:textId="77777777" w:rsidR="00BF542D" w:rsidRPr="00BF542D" w:rsidRDefault="00BF542D" w:rsidP="00EA296F">
            <w:r w:rsidRPr="00BF542D">
              <w:t>137,914146</w:t>
            </w:r>
          </w:p>
        </w:tc>
      </w:tr>
      <w:tr w:rsidR="00BF542D" w:rsidRPr="00BF542D" w14:paraId="2CA4FAD1" w14:textId="77777777" w:rsidTr="003D2E48">
        <w:tc>
          <w:tcPr>
            <w:tcW w:w="0" w:type="auto"/>
          </w:tcPr>
          <w:p w14:paraId="508A256B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5ECA683D" w14:textId="77777777" w:rsidR="00BF542D" w:rsidRPr="00BF542D" w:rsidRDefault="00BF542D" w:rsidP="00EA296F">
            <w:r w:rsidRPr="00BF542D">
              <w:t>Cs 133</w:t>
            </w:r>
          </w:p>
        </w:tc>
        <w:tc>
          <w:tcPr>
            <w:tcW w:w="0" w:type="auto"/>
          </w:tcPr>
          <w:p w14:paraId="160DDB5B" w14:textId="77777777" w:rsidR="00BF542D" w:rsidRPr="00BF542D" w:rsidRDefault="00BF542D" w:rsidP="00EA296F">
            <w:r w:rsidRPr="00BF542D">
              <w:t>132,905452</w:t>
            </w:r>
          </w:p>
        </w:tc>
      </w:tr>
      <w:tr w:rsidR="00BF542D" w:rsidRPr="00BF542D" w14:paraId="135CBF58" w14:textId="77777777" w:rsidTr="003D2E48">
        <w:tc>
          <w:tcPr>
            <w:tcW w:w="0" w:type="auto"/>
          </w:tcPr>
          <w:p w14:paraId="5036E5B6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65176363" w14:textId="77777777" w:rsidR="00BF542D" w:rsidRPr="00BF542D" w:rsidRDefault="00BF542D" w:rsidP="00EA296F">
            <w:r w:rsidRPr="00BF542D">
              <w:t>Cs 134</w:t>
            </w:r>
          </w:p>
        </w:tc>
        <w:tc>
          <w:tcPr>
            <w:tcW w:w="0" w:type="auto"/>
          </w:tcPr>
          <w:p w14:paraId="4D4CB8DC" w14:textId="77777777" w:rsidR="00BF542D" w:rsidRPr="00BF542D" w:rsidRDefault="00BF542D" w:rsidP="00EA296F">
            <w:r w:rsidRPr="00BF542D">
              <w:t>133,906719</w:t>
            </w:r>
          </w:p>
        </w:tc>
      </w:tr>
      <w:tr w:rsidR="00BF542D" w:rsidRPr="00BF542D" w14:paraId="0E1AA62C" w14:textId="77777777" w:rsidTr="003D2E48">
        <w:tc>
          <w:tcPr>
            <w:tcW w:w="0" w:type="auto"/>
          </w:tcPr>
          <w:p w14:paraId="68254A44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799EEE7D" w14:textId="77777777" w:rsidR="00BF542D" w:rsidRPr="00BF542D" w:rsidRDefault="00BF542D" w:rsidP="00EA296F">
            <w:r w:rsidRPr="00BF542D">
              <w:t>Cs 135</w:t>
            </w:r>
          </w:p>
        </w:tc>
        <w:tc>
          <w:tcPr>
            <w:tcW w:w="0" w:type="auto"/>
          </w:tcPr>
          <w:p w14:paraId="61301ECE" w14:textId="77777777" w:rsidR="00BF542D" w:rsidRPr="00BF542D" w:rsidRDefault="00BF542D" w:rsidP="00EA296F">
            <w:r w:rsidRPr="00BF542D">
              <w:t>134,905977</w:t>
            </w:r>
          </w:p>
        </w:tc>
      </w:tr>
      <w:tr w:rsidR="00BF542D" w:rsidRPr="00BF542D" w14:paraId="54DB95D6" w14:textId="77777777" w:rsidTr="003D2E48">
        <w:tc>
          <w:tcPr>
            <w:tcW w:w="0" w:type="auto"/>
          </w:tcPr>
          <w:p w14:paraId="2F659797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677538C5" w14:textId="77777777" w:rsidR="00BF542D" w:rsidRPr="00BF542D" w:rsidRDefault="00BF542D" w:rsidP="00EA296F">
            <w:r w:rsidRPr="00BF542D">
              <w:t>Cs 136</w:t>
            </w:r>
          </w:p>
        </w:tc>
        <w:tc>
          <w:tcPr>
            <w:tcW w:w="0" w:type="auto"/>
          </w:tcPr>
          <w:p w14:paraId="170FD142" w14:textId="77777777" w:rsidR="00BF542D" w:rsidRPr="00BF542D" w:rsidRDefault="00BF542D" w:rsidP="00EA296F">
            <w:r w:rsidRPr="00BF542D">
              <w:t>135,907311</w:t>
            </w:r>
          </w:p>
        </w:tc>
      </w:tr>
      <w:tr w:rsidR="00BF542D" w:rsidRPr="00BF542D" w14:paraId="64194B02" w14:textId="77777777" w:rsidTr="003D2E48">
        <w:tc>
          <w:tcPr>
            <w:tcW w:w="0" w:type="auto"/>
          </w:tcPr>
          <w:p w14:paraId="071009D0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0D552697" w14:textId="77777777" w:rsidR="00BF542D" w:rsidRPr="00BF542D" w:rsidRDefault="00BF542D" w:rsidP="00EA296F">
            <w:r w:rsidRPr="00BF542D">
              <w:t>Cs 137</w:t>
            </w:r>
          </w:p>
        </w:tc>
        <w:tc>
          <w:tcPr>
            <w:tcW w:w="0" w:type="auto"/>
          </w:tcPr>
          <w:p w14:paraId="16B620E9" w14:textId="77777777" w:rsidR="00BF542D" w:rsidRPr="00BF542D" w:rsidRDefault="00BF542D" w:rsidP="00EA296F">
            <w:r w:rsidRPr="00BF542D">
              <w:t>136,907089</w:t>
            </w:r>
          </w:p>
        </w:tc>
      </w:tr>
      <w:tr w:rsidR="00BF542D" w:rsidRPr="00BF542D" w14:paraId="305F327A" w14:textId="77777777" w:rsidTr="003D2E48">
        <w:tc>
          <w:tcPr>
            <w:tcW w:w="0" w:type="auto"/>
          </w:tcPr>
          <w:p w14:paraId="395F66B1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1BF35B69" w14:textId="77777777" w:rsidR="00BF542D" w:rsidRPr="00BF542D" w:rsidRDefault="00BF542D" w:rsidP="00EA296F">
            <w:r w:rsidRPr="00BF542D">
              <w:t>Cs 138</w:t>
            </w:r>
          </w:p>
        </w:tc>
        <w:tc>
          <w:tcPr>
            <w:tcW w:w="0" w:type="auto"/>
          </w:tcPr>
          <w:p w14:paraId="62068D14" w14:textId="77777777" w:rsidR="00BF542D" w:rsidRPr="00BF542D" w:rsidRDefault="00BF542D" w:rsidP="00EA296F">
            <w:r w:rsidRPr="00BF542D">
              <w:t>137,911017</w:t>
            </w:r>
          </w:p>
        </w:tc>
      </w:tr>
      <w:tr w:rsidR="00BF542D" w:rsidRPr="00BF542D" w14:paraId="66866325" w14:textId="77777777" w:rsidTr="003D2E48">
        <w:tc>
          <w:tcPr>
            <w:tcW w:w="0" w:type="auto"/>
          </w:tcPr>
          <w:p w14:paraId="4F202F9C" w14:textId="77777777" w:rsidR="00BF542D" w:rsidRPr="00BF542D" w:rsidRDefault="00BF542D" w:rsidP="00EA296F">
            <w:r w:rsidRPr="00BF542D">
              <w:t>55</w:t>
            </w:r>
          </w:p>
        </w:tc>
        <w:tc>
          <w:tcPr>
            <w:tcW w:w="0" w:type="auto"/>
          </w:tcPr>
          <w:p w14:paraId="20CF63D7" w14:textId="77777777" w:rsidR="00BF542D" w:rsidRPr="00BF542D" w:rsidRDefault="00BF542D" w:rsidP="00EA296F">
            <w:r w:rsidRPr="00BF542D">
              <w:t>Cs 140</w:t>
            </w:r>
          </w:p>
        </w:tc>
        <w:tc>
          <w:tcPr>
            <w:tcW w:w="0" w:type="auto"/>
          </w:tcPr>
          <w:p w14:paraId="4F3605B9" w14:textId="77777777" w:rsidR="00BF542D" w:rsidRPr="00BF542D" w:rsidRDefault="00BF542D" w:rsidP="00EA296F">
            <w:r w:rsidRPr="00BF542D">
              <w:t>139,917284</w:t>
            </w:r>
          </w:p>
        </w:tc>
      </w:tr>
      <w:tr w:rsidR="00BF542D" w:rsidRPr="00BF542D" w14:paraId="3E42B811" w14:textId="77777777" w:rsidTr="003D2E48">
        <w:tc>
          <w:tcPr>
            <w:tcW w:w="0" w:type="auto"/>
          </w:tcPr>
          <w:p w14:paraId="4C967395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42DCFF9C" w14:textId="77777777" w:rsidR="00BF542D" w:rsidRPr="00BF542D" w:rsidRDefault="00BF542D" w:rsidP="00EA296F">
            <w:r w:rsidRPr="00BF542D">
              <w:t>Ba 130</w:t>
            </w:r>
          </w:p>
        </w:tc>
        <w:tc>
          <w:tcPr>
            <w:tcW w:w="0" w:type="auto"/>
          </w:tcPr>
          <w:p w14:paraId="3346CD67" w14:textId="77777777" w:rsidR="00BF542D" w:rsidRPr="00BF542D" w:rsidRDefault="00BF542D" w:rsidP="00EA296F">
            <w:r w:rsidRPr="00BF542D">
              <w:t>129,906326</w:t>
            </w:r>
          </w:p>
        </w:tc>
      </w:tr>
      <w:tr w:rsidR="00BF542D" w:rsidRPr="00BF542D" w14:paraId="64CB0A65" w14:textId="77777777" w:rsidTr="003D2E48">
        <w:tc>
          <w:tcPr>
            <w:tcW w:w="0" w:type="auto"/>
          </w:tcPr>
          <w:p w14:paraId="209C413D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257F8B91" w14:textId="77777777" w:rsidR="00BF542D" w:rsidRPr="00BF542D" w:rsidRDefault="00BF542D" w:rsidP="00EA296F">
            <w:r w:rsidRPr="00BF542D">
              <w:t>Ba 132</w:t>
            </w:r>
          </w:p>
        </w:tc>
        <w:tc>
          <w:tcPr>
            <w:tcW w:w="0" w:type="auto"/>
          </w:tcPr>
          <w:p w14:paraId="2919FB51" w14:textId="77777777" w:rsidR="00BF542D" w:rsidRPr="00BF542D" w:rsidRDefault="00BF542D" w:rsidP="00EA296F">
            <w:r w:rsidRPr="00BF542D">
              <w:t>131,905061</w:t>
            </w:r>
          </w:p>
        </w:tc>
      </w:tr>
      <w:tr w:rsidR="00BF542D" w:rsidRPr="00BF542D" w14:paraId="7F868B6D" w14:textId="77777777" w:rsidTr="003D2E48">
        <w:tc>
          <w:tcPr>
            <w:tcW w:w="0" w:type="auto"/>
          </w:tcPr>
          <w:p w14:paraId="5C5AB8D4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1F718BB0" w14:textId="77777777" w:rsidR="00BF542D" w:rsidRPr="00BF542D" w:rsidRDefault="00BF542D" w:rsidP="00EA296F">
            <w:r w:rsidRPr="00BF542D">
              <w:t>Ba 134</w:t>
            </w:r>
          </w:p>
        </w:tc>
        <w:tc>
          <w:tcPr>
            <w:tcW w:w="0" w:type="auto"/>
          </w:tcPr>
          <w:p w14:paraId="62089D47" w14:textId="77777777" w:rsidR="00BF542D" w:rsidRPr="00BF542D" w:rsidRDefault="00BF542D" w:rsidP="00EA296F">
            <w:r w:rsidRPr="00BF542D">
              <w:t>133,904508</w:t>
            </w:r>
          </w:p>
        </w:tc>
      </w:tr>
      <w:tr w:rsidR="00BF542D" w:rsidRPr="00BF542D" w14:paraId="37561281" w14:textId="77777777" w:rsidTr="003D2E48">
        <w:tc>
          <w:tcPr>
            <w:tcW w:w="0" w:type="auto"/>
          </w:tcPr>
          <w:p w14:paraId="679FBE3F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76525538" w14:textId="77777777" w:rsidR="00BF542D" w:rsidRPr="00BF542D" w:rsidRDefault="00BF542D" w:rsidP="00EA296F">
            <w:r w:rsidRPr="00BF542D">
              <w:t>Ba 135</w:t>
            </w:r>
          </w:p>
        </w:tc>
        <w:tc>
          <w:tcPr>
            <w:tcW w:w="0" w:type="auto"/>
          </w:tcPr>
          <w:p w14:paraId="4F9C397B" w14:textId="77777777" w:rsidR="00BF542D" w:rsidRPr="00BF542D" w:rsidRDefault="00BF542D" w:rsidP="00EA296F">
            <w:r w:rsidRPr="00BF542D">
              <w:t>134,905688</w:t>
            </w:r>
          </w:p>
        </w:tc>
      </w:tr>
      <w:tr w:rsidR="00BF542D" w:rsidRPr="00BF542D" w14:paraId="2A37A24A" w14:textId="77777777" w:rsidTr="003D2E48">
        <w:tc>
          <w:tcPr>
            <w:tcW w:w="0" w:type="auto"/>
          </w:tcPr>
          <w:p w14:paraId="7C10AB23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26825A79" w14:textId="77777777" w:rsidR="00BF542D" w:rsidRPr="00BF542D" w:rsidRDefault="00BF542D" w:rsidP="00EA296F">
            <w:r w:rsidRPr="00BF542D">
              <w:t>Ba 136</w:t>
            </w:r>
          </w:p>
        </w:tc>
        <w:tc>
          <w:tcPr>
            <w:tcW w:w="0" w:type="auto"/>
          </w:tcPr>
          <w:p w14:paraId="71D59810" w14:textId="77777777" w:rsidR="00BF542D" w:rsidRPr="00BF542D" w:rsidRDefault="00BF542D" w:rsidP="00EA296F">
            <w:r w:rsidRPr="00BF542D">
              <w:t>135,904576</w:t>
            </w:r>
          </w:p>
        </w:tc>
      </w:tr>
      <w:tr w:rsidR="00BF542D" w:rsidRPr="00BF542D" w14:paraId="149FE000" w14:textId="77777777" w:rsidTr="003D2E48">
        <w:tc>
          <w:tcPr>
            <w:tcW w:w="0" w:type="auto"/>
          </w:tcPr>
          <w:p w14:paraId="3359A9C1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11D225C9" w14:textId="77777777" w:rsidR="00BF542D" w:rsidRPr="00BF542D" w:rsidRDefault="00BF542D" w:rsidP="00EA296F">
            <w:r w:rsidRPr="00BF542D">
              <w:t>Ba 137</w:t>
            </w:r>
          </w:p>
        </w:tc>
        <w:tc>
          <w:tcPr>
            <w:tcW w:w="0" w:type="auto"/>
          </w:tcPr>
          <w:p w14:paraId="46004D3C" w14:textId="77777777" w:rsidR="00BF542D" w:rsidRPr="00BF542D" w:rsidRDefault="00BF542D" w:rsidP="00EA296F">
            <w:r w:rsidRPr="00BF542D">
              <w:t>136,905827</w:t>
            </w:r>
          </w:p>
        </w:tc>
      </w:tr>
      <w:tr w:rsidR="00BF542D" w:rsidRPr="00BF542D" w14:paraId="406BAF6B" w14:textId="77777777" w:rsidTr="003D2E48">
        <w:tc>
          <w:tcPr>
            <w:tcW w:w="0" w:type="auto"/>
          </w:tcPr>
          <w:p w14:paraId="54611460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2B577F71" w14:textId="77777777" w:rsidR="00BF542D" w:rsidRPr="00BF542D" w:rsidRDefault="00BF542D" w:rsidP="00EA296F">
            <w:r w:rsidRPr="00BF542D">
              <w:t>Ba 138</w:t>
            </w:r>
          </w:p>
        </w:tc>
        <w:tc>
          <w:tcPr>
            <w:tcW w:w="0" w:type="auto"/>
          </w:tcPr>
          <w:p w14:paraId="56C0E05A" w14:textId="77777777" w:rsidR="00BF542D" w:rsidRPr="00BF542D" w:rsidRDefault="00BF542D" w:rsidP="00EA296F">
            <w:r w:rsidRPr="00BF542D">
              <w:t>137,905247</w:t>
            </w:r>
          </w:p>
        </w:tc>
      </w:tr>
      <w:tr w:rsidR="00BF542D" w:rsidRPr="00BF542D" w14:paraId="06AB473C" w14:textId="77777777" w:rsidTr="003D2E48">
        <w:tc>
          <w:tcPr>
            <w:tcW w:w="0" w:type="auto"/>
          </w:tcPr>
          <w:p w14:paraId="7E3563B9" w14:textId="77777777" w:rsidR="00BF542D" w:rsidRPr="00BF542D" w:rsidRDefault="00BF542D" w:rsidP="00EA296F">
            <w:r w:rsidRPr="00BF542D">
              <w:t>56</w:t>
            </w:r>
          </w:p>
        </w:tc>
        <w:tc>
          <w:tcPr>
            <w:tcW w:w="0" w:type="auto"/>
          </w:tcPr>
          <w:p w14:paraId="613FB7D3" w14:textId="77777777" w:rsidR="00BF542D" w:rsidRPr="00BF542D" w:rsidRDefault="00BF542D" w:rsidP="00EA296F">
            <w:r w:rsidRPr="00BF542D">
              <w:t>Ba 144</w:t>
            </w:r>
          </w:p>
        </w:tc>
        <w:tc>
          <w:tcPr>
            <w:tcW w:w="0" w:type="auto"/>
          </w:tcPr>
          <w:p w14:paraId="647C1129" w14:textId="77777777" w:rsidR="00BF542D" w:rsidRPr="00BF542D" w:rsidRDefault="00BF542D" w:rsidP="00EA296F">
            <w:r w:rsidRPr="00BF542D">
              <w:t>143,922955</w:t>
            </w:r>
          </w:p>
        </w:tc>
      </w:tr>
      <w:tr w:rsidR="00BF542D" w:rsidRPr="00BF542D" w14:paraId="66C0679A" w14:textId="77777777" w:rsidTr="003D2E48">
        <w:tc>
          <w:tcPr>
            <w:tcW w:w="0" w:type="auto"/>
          </w:tcPr>
          <w:p w14:paraId="73D88D81" w14:textId="77777777" w:rsidR="00BF542D" w:rsidRPr="00BF542D" w:rsidRDefault="00BF542D" w:rsidP="00EA296F">
            <w:r w:rsidRPr="00BF542D">
              <w:t>57</w:t>
            </w:r>
          </w:p>
        </w:tc>
        <w:tc>
          <w:tcPr>
            <w:tcW w:w="0" w:type="auto"/>
          </w:tcPr>
          <w:p w14:paraId="55B97D5B" w14:textId="77777777" w:rsidR="00BF542D" w:rsidRPr="00BF542D" w:rsidRDefault="00BF542D" w:rsidP="00EA296F">
            <w:r w:rsidRPr="00BF542D">
              <w:t>La 139</w:t>
            </w:r>
          </w:p>
        </w:tc>
        <w:tc>
          <w:tcPr>
            <w:tcW w:w="0" w:type="auto"/>
          </w:tcPr>
          <w:p w14:paraId="480AF0B0" w14:textId="77777777" w:rsidR="00BF542D" w:rsidRPr="00BF542D" w:rsidRDefault="00BF542D" w:rsidP="00EA296F">
            <w:r w:rsidRPr="00BF542D">
              <w:t>138,906363</w:t>
            </w:r>
          </w:p>
        </w:tc>
      </w:tr>
      <w:tr w:rsidR="00BF542D" w:rsidRPr="00BF542D" w14:paraId="72215576" w14:textId="77777777" w:rsidTr="003D2E48">
        <w:tc>
          <w:tcPr>
            <w:tcW w:w="0" w:type="auto"/>
          </w:tcPr>
          <w:p w14:paraId="7E536CB6" w14:textId="77777777" w:rsidR="00BF542D" w:rsidRPr="00BF542D" w:rsidRDefault="00BF542D" w:rsidP="00EA296F">
            <w:r w:rsidRPr="00BF542D">
              <w:t>58</w:t>
            </w:r>
          </w:p>
        </w:tc>
        <w:tc>
          <w:tcPr>
            <w:tcW w:w="0" w:type="auto"/>
          </w:tcPr>
          <w:p w14:paraId="617E864A" w14:textId="77777777" w:rsidR="00BF542D" w:rsidRPr="00BF542D" w:rsidRDefault="00BF542D" w:rsidP="00EA296F">
            <w:r w:rsidRPr="00BF542D">
              <w:t>Ce 136</w:t>
            </w:r>
          </w:p>
        </w:tc>
        <w:tc>
          <w:tcPr>
            <w:tcW w:w="0" w:type="auto"/>
          </w:tcPr>
          <w:p w14:paraId="4DF2AE9B" w14:textId="77777777" w:rsidR="00BF542D" w:rsidRPr="00BF542D" w:rsidRDefault="00BF542D" w:rsidP="00EA296F">
            <w:r w:rsidRPr="00BF542D">
              <w:t>135,907129</w:t>
            </w:r>
          </w:p>
        </w:tc>
      </w:tr>
      <w:tr w:rsidR="00BF542D" w:rsidRPr="00BF542D" w14:paraId="713C9454" w14:textId="77777777" w:rsidTr="003D2E48">
        <w:tc>
          <w:tcPr>
            <w:tcW w:w="0" w:type="auto"/>
          </w:tcPr>
          <w:p w14:paraId="03D871F4" w14:textId="77777777" w:rsidR="00BF542D" w:rsidRPr="00BF542D" w:rsidRDefault="00BF542D" w:rsidP="00EA296F">
            <w:r w:rsidRPr="00BF542D">
              <w:t>58</w:t>
            </w:r>
          </w:p>
        </w:tc>
        <w:tc>
          <w:tcPr>
            <w:tcW w:w="0" w:type="auto"/>
          </w:tcPr>
          <w:p w14:paraId="21984847" w14:textId="77777777" w:rsidR="00BF542D" w:rsidRPr="00BF542D" w:rsidRDefault="00BF542D" w:rsidP="00EA296F">
            <w:r w:rsidRPr="00BF542D">
              <w:t>Ce 138</w:t>
            </w:r>
          </w:p>
        </w:tc>
        <w:tc>
          <w:tcPr>
            <w:tcW w:w="0" w:type="auto"/>
          </w:tcPr>
          <w:p w14:paraId="6A198CD4" w14:textId="77777777" w:rsidR="00BF542D" w:rsidRPr="00BF542D" w:rsidRDefault="00BF542D" w:rsidP="00EA296F">
            <w:r w:rsidRPr="00BF542D">
              <w:t>137,905994</w:t>
            </w:r>
          </w:p>
        </w:tc>
      </w:tr>
      <w:tr w:rsidR="00BF542D" w:rsidRPr="00BF542D" w14:paraId="632D95BB" w14:textId="77777777" w:rsidTr="003D2E48">
        <w:tc>
          <w:tcPr>
            <w:tcW w:w="0" w:type="auto"/>
          </w:tcPr>
          <w:p w14:paraId="3C134943" w14:textId="77777777" w:rsidR="00BF542D" w:rsidRPr="00BF542D" w:rsidRDefault="00BF542D" w:rsidP="00EA296F">
            <w:r w:rsidRPr="00BF542D">
              <w:t>58</w:t>
            </w:r>
          </w:p>
        </w:tc>
        <w:tc>
          <w:tcPr>
            <w:tcW w:w="0" w:type="auto"/>
          </w:tcPr>
          <w:p w14:paraId="4AEE54CC" w14:textId="77777777" w:rsidR="00BF542D" w:rsidRPr="00BF542D" w:rsidRDefault="00BF542D" w:rsidP="00EA296F">
            <w:r w:rsidRPr="00BF542D">
              <w:t>Ce 140</w:t>
            </w:r>
          </w:p>
        </w:tc>
        <w:tc>
          <w:tcPr>
            <w:tcW w:w="0" w:type="auto"/>
          </w:tcPr>
          <w:p w14:paraId="3437FE8F" w14:textId="77777777" w:rsidR="00BF542D" w:rsidRPr="00BF542D" w:rsidRDefault="00BF542D" w:rsidP="00EA296F">
            <w:r w:rsidRPr="00BF542D">
              <w:t>139,905448</w:t>
            </w:r>
          </w:p>
        </w:tc>
      </w:tr>
      <w:tr w:rsidR="00BF542D" w:rsidRPr="00BF542D" w14:paraId="396A83BA" w14:textId="77777777" w:rsidTr="003D2E48">
        <w:tc>
          <w:tcPr>
            <w:tcW w:w="0" w:type="auto"/>
          </w:tcPr>
          <w:p w14:paraId="66D60258" w14:textId="77777777" w:rsidR="00BF542D" w:rsidRPr="00BF542D" w:rsidRDefault="00BF542D" w:rsidP="00EA296F">
            <w:r w:rsidRPr="00BF542D">
              <w:t>59</w:t>
            </w:r>
          </w:p>
        </w:tc>
        <w:tc>
          <w:tcPr>
            <w:tcW w:w="0" w:type="auto"/>
          </w:tcPr>
          <w:p w14:paraId="3B24DAE3" w14:textId="77777777" w:rsidR="00BF542D" w:rsidRPr="00BF542D" w:rsidRDefault="00BF542D" w:rsidP="00EA296F">
            <w:r w:rsidRPr="00BF542D">
              <w:t>Pr 141</w:t>
            </w:r>
          </w:p>
        </w:tc>
        <w:tc>
          <w:tcPr>
            <w:tcW w:w="0" w:type="auto"/>
          </w:tcPr>
          <w:p w14:paraId="0FEE060B" w14:textId="77777777" w:rsidR="00BF542D" w:rsidRPr="00BF542D" w:rsidRDefault="00BF542D" w:rsidP="00EA296F">
            <w:r w:rsidRPr="00BF542D">
              <w:t>140,907660</w:t>
            </w:r>
          </w:p>
        </w:tc>
      </w:tr>
      <w:tr w:rsidR="00BF542D" w:rsidRPr="00BF542D" w14:paraId="15048730" w14:textId="77777777" w:rsidTr="003D2E48">
        <w:tc>
          <w:tcPr>
            <w:tcW w:w="0" w:type="auto"/>
          </w:tcPr>
          <w:p w14:paraId="464C4518" w14:textId="77777777" w:rsidR="00BF542D" w:rsidRPr="00BF542D" w:rsidRDefault="00BF542D" w:rsidP="00EA296F">
            <w:r w:rsidRPr="00BF542D">
              <w:t>60</w:t>
            </w:r>
          </w:p>
        </w:tc>
        <w:tc>
          <w:tcPr>
            <w:tcW w:w="0" w:type="auto"/>
          </w:tcPr>
          <w:p w14:paraId="77039157" w14:textId="77777777" w:rsidR="00BF542D" w:rsidRPr="00BF542D" w:rsidRDefault="00BF542D" w:rsidP="00EA296F">
            <w:r w:rsidRPr="00BF542D">
              <w:t>Nd 142</w:t>
            </w:r>
          </w:p>
        </w:tc>
        <w:tc>
          <w:tcPr>
            <w:tcW w:w="0" w:type="auto"/>
          </w:tcPr>
          <w:p w14:paraId="5EEBBED3" w14:textId="77777777" w:rsidR="00BF542D" w:rsidRPr="00BF542D" w:rsidRDefault="00BF542D" w:rsidP="00EA296F">
            <w:r w:rsidRPr="00BF542D">
              <w:t>141,907729</w:t>
            </w:r>
          </w:p>
        </w:tc>
      </w:tr>
      <w:tr w:rsidR="00BF542D" w:rsidRPr="00BF542D" w14:paraId="7785DC5E" w14:textId="77777777" w:rsidTr="003D2E48">
        <w:tc>
          <w:tcPr>
            <w:tcW w:w="0" w:type="auto"/>
          </w:tcPr>
          <w:p w14:paraId="69C2EA71" w14:textId="77777777" w:rsidR="00BF542D" w:rsidRPr="00BF542D" w:rsidRDefault="00BF542D" w:rsidP="00EA296F">
            <w:r w:rsidRPr="00BF542D">
              <w:t>60</w:t>
            </w:r>
          </w:p>
        </w:tc>
        <w:tc>
          <w:tcPr>
            <w:tcW w:w="0" w:type="auto"/>
          </w:tcPr>
          <w:p w14:paraId="75A8DF1E" w14:textId="77777777" w:rsidR="00BF542D" w:rsidRPr="00BF542D" w:rsidRDefault="00BF542D" w:rsidP="00EA296F">
            <w:r w:rsidRPr="00BF542D">
              <w:t>Nd 143</w:t>
            </w:r>
          </w:p>
        </w:tc>
        <w:tc>
          <w:tcPr>
            <w:tcW w:w="0" w:type="auto"/>
          </w:tcPr>
          <w:p w14:paraId="6A847B94" w14:textId="77777777" w:rsidR="00BF542D" w:rsidRPr="00BF542D" w:rsidRDefault="00BF542D" w:rsidP="00EA296F">
            <w:r w:rsidRPr="00BF542D">
              <w:t>142,909820</w:t>
            </w:r>
          </w:p>
        </w:tc>
      </w:tr>
      <w:tr w:rsidR="00BF542D" w:rsidRPr="00BF542D" w14:paraId="130B9600" w14:textId="77777777" w:rsidTr="003D2E48">
        <w:tc>
          <w:tcPr>
            <w:tcW w:w="0" w:type="auto"/>
          </w:tcPr>
          <w:p w14:paraId="6563E8CC" w14:textId="77777777" w:rsidR="00BF542D" w:rsidRPr="00BF542D" w:rsidRDefault="00BF542D" w:rsidP="00EA296F">
            <w:r w:rsidRPr="00BF542D">
              <w:t>60</w:t>
            </w:r>
          </w:p>
        </w:tc>
        <w:tc>
          <w:tcPr>
            <w:tcW w:w="0" w:type="auto"/>
          </w:tcPr>
          <w:p w14:paraId="44E6D49E" w14:textId="77777777" w:rsidR="00BF542D" w:rsidRPr="00BF542D" w:rsidRDefault="00BF542D" w:rsidP="00EA296F">
            <w:r w:rsidRPr="00BF542D">
              <w:t>Nd 145</w:t>
            </w:r>
          </w:p>
        </w:tc>
        <w:tc>
          <w:tcPr>
            <w:tcW w:w="0" w:type="auto"/>
          </w:tcPr>
          <w:p w14:paraId="66778A90" w14:textId="77777777" w:rsidR="00BF542D" w:rsidRPr="00BF542D" w:rsidRDefault="00BF542D" w:rsidP="00EA296F">
            <w:r w:rsidRPr="00BF542D">
              <w:t>144,912579</w:t>
            </w:r>
          </w:p>
        </w:tc>
      </w:tr>
      <w:tr w:rsidR="00BF542D" w:rsidRPr="00BF542D" w14:paraId="19264E52" w14:textId="77777777" w:rsidTr="003D2E48">
        <w:tc>
          <w:tcPr>
            <w:tcW w:w="0" w:type="auto"/>
          </w:tcPr>
          <w:p w14:paraId="3E862FC1" w14:textId="77777777" w:rsidR="00BF542D" w:rsidRPr="00BF542D" w:rsidRDefault="00BF542D" w:rsidP="00EA296F">
            <w:r w:rsidRPr="00BF542D">
              <w:lastRenderedPageBreak/>
              <w:t>60</w:t>
            </w:r>
          </w:p>
        </w:tc>
        <w:tc>
          <w:tcPr>
            <w:tcW w:w="0" w:type="auto"/>
          </w:tcPr>
          <w:p w14:paraId="3CE2C9F8" w14:textId="77777777" w:rsidR="00BF542D" w:rsidRPr="00BF542D" w:rsidRDefault="00BF542D" w:rsidP="00EA296F">
            <w:r w:rsidRPr="00BF542D">
              <w:t>Nd 146</w:t>
            </w:r>
          </w:p>
        </w:tc>
        <w:tc>
          <w:tcPr>
            <w:tcW w:w="0" w:type="auto"/>
          </w:tcPr>
          <w:p w14:paraId="636AF42D" w14:textId="77777777" w:rsidR="00BF542D" w:rsidRPr="00BF542D" w:rsidRDefault="00BF542D" w:rsidP="00EA296F">
            <w:r w:rsidRPr="00BF542D">
              <w:t>145,913122</w:t>
            </w:r>
          </w:p>
        </w:tc>
      </w:tr>
      <w:tr w:rsidR="00BF542D" w:rsidRPr="00BF542D" w14:paraId="6CD1390D" w14:textId="77777777" w:rsidTr="003D2E48">
        <w:tc>
          <w:tcPr>
            <w:tcW w:w="0" w:type="auto"/>
          </w:tcPr>
          <w:p w14:paraId="6D976FCF" w14:textId="77777777" w:rsidR="00BF542D" w:rsidRPr="00BF542D" w:rsidRDefault="00BF542D" w:rsidP="00EA296F">
            <w:r w:rsidRPr="00BF542D">
              <w:t>60</w:t>
            </w:r>
          </w:p>
        </w:tc>
        <w:tc>
          <w:tcPr>
            <w:tcW w:w="0" w:type="auto"/>
          </w:tcPr>
          <w:p w14:paraId="65A9581A" w14:textId="77777777" w:rsidR="00BF542D" w:rsidRPr="00BF542D" w:rsidRDefault="00BF542D" w:rsidP="00EA296F">
            <w:r w:rsidRPr="00BF542D">
              <w:t>Nd 148</w:t>
            </w:r>
          </w:p>
        </w:tc>
        <w:tc>
          <w:tcPr>
            <w:tcW w:w="0" w:type="auto"/>
          </w:tcPr>
          <w:p w14:paraId="2CA5B9AF" w14:textId="77777777" w:rsidR="00BF542D" w:rsidRPr="00BF542D" w:rsidRDefault="00BF542D" w:rsidP="00EA296F">
            <w:r w:rsidRPr="00BF542D">
              <w:t>147,916899</w:t>
            </w:r>
          </w:p>
        </w:tc>
      </w:tr>
      <w:tr w:rsidR="00BF542D" w:rsidRPr="00BF542D" w14:paraId="7D0D067B" w14:textId="77777777" w:rsidTr="003D2E48">
        <w:tc>
          <w:tcPr>
            <w:tcW w:w="0" w:type="auto"/>
          </w:tcPr>
          <w:p w14:paraId="318696B1" w14:textId="77777777" w:rsidR="00BF542D" w:rsidRPr="00BF542D" w:rsidRDefault="00BF542D" w:rsidP="00EA296F">
            <w:r w:rsidRPr="00BF542D">
              <w:t>61</w:t>
            </w:r>
          </w:p>
        </w:tc>
        <w:tc>
          <w:tcPr>
            <w:tcW w:w="0" w:type="auto"/>
          </w:tcPr>
          <w:p w14:paraId="134FDE98" w14:textId="77777777" w:rsidR="00BF542D" w:rsidRPr="00BF542D" w:rsidRDefault="00BF542D" w:rsidP="00EA296F">
            <w:r w:rsidRPr="00BF542D">
              <w:t>Pm 145</w:t>
            </w:r>
          </w:p>
        </w:tc>
        <w:tc>
          <w:tcPr>
            <w:tcW w:w="0" w:type="auto"/>
          </w:tcPr>
          <w:p w14:paraId="7A1B1BF9" w14:textId="77777777" w:rsidR="00BF542D" w:rsidRPr="00BF542D" w:rsidRDefault="00BF542D" w:rsidP="00EA296F">
            <w:r w:rsidRPr="00BF542D">
              <w:t>144,912755</w:t>
            </w:r>
          </w:p>
        </w:tc>
      </w:tr>
      <w:tr w:rsidR="00BF542D" w:rsidRPr="00BF542D" w14:paraId="5FE314A7" w14:textId="77777777" w:rsidTr="003D2E48">
        <w:tc>
          <w:tcPr>
            <w:tcW w:w="0" w:type="auto"/>
          </w:tcPr>
          <w:p w14:paraId="77BE9397" w14:textId="77777777" w:rsidR="00BF542D" w:rsidRPr="00BF542D" w:rsidRDefault="00BF542D" w:rsidP="00EA296F">
            <w:r w:rsidRPr="00BF542D">
              <w:t>62</w:t>
            </w:r>
          </w:p>
        </w:tc>
        <w:tc>
          <w:tcPr>
            <w:tcW w:w="0" w:type="auto"/>
          </w:tcPr>
          <w:p w14:paraId="6531123F" w14:textId="77777777" w:rsidR="00BF542D" w:rsidRPr="00BF542D" w:rsidRDefault="00BF542D" w:rsidP="00EA296F">
            <w:r w:rsidRPr="00BF542D">
              <w:t>Sm 144</w:t>
            </w:r>
          </w:p>
        </w:tc>
        <w:tc>
          <w:tcPr>
            <w:tcW w:w="0" w:type="auto"/>
          </w:tcPr>
          <w:p w14:paraId="2695E79C" w14:textId="77777777" w:rsidR="00BF542D" w:rsidRPr="00BF542D" w:rsidRDefault="00BF542D" w:rsidP="00EA296F">
            <w:r w:rsidRPr="00BF542D">
              <w:t>143,911999</w:t>
            </w:r>
          </w:p>
        </w:tc>
      </w:tr>
      <w:tr w:rsidR="00BF542D" w:rsidRPr="00BF542D" w14:paraId="336059B3" w14:textId="77777777" w:rsidTr="003D2E48">
        <w:tc>
          <w:tcPr>
            <w:tcW w:w="0" w:type="auto"/>
          </w:tcPr>
          <w:p w14:paraId="259C215D" w14:textId="77777777" w:rsidR="00BF542D" w:rsidRPr="00BF542D" w:rsidRDefault="00BF542D" w:rsidP="00EA296F">
            <w:r w:rsidRPr="00BF542D">
              <w:t>62</w:t>
            </w:r>
          </w:p>
        </w:tc>
        <w:tc>
          <w:tcPr>
            <w:tcW w:w="0" w:type="auto"/>
          </w:tcPr>
          <w:p w14:paraId="71B8A654" w14:textId="77777777" w:rsidR="00BF542D" w:rsidRPr="00BF542D" w:rsidRDefault="00BF542D" w:rsidP="00EA296F">
            <w:r w:rsidRPr="00BF542D">
              <w:t>Sm 150</w:t>
            </w:r>
          </w:p>
        </w:tc>
        <w:tc>
          <w:tcPr>
            <w:tcW w:w="0" w:type="auto"/>
          </w:tcPr>
          <w:p w14:paraId="53D1D189" w14:textId="77777777" w:rsidR="00BF542D" w:rsidRPr="00BF542D" w:rsidRDefault="00BF542D" w:rsidP="00EA296F">
            <w:r w:rsidRPr="00BF542D">
              <w:t>149,917282</w:t>
            </w:r>
          </w:p>
        </w:tc>
      </w:tr>
      <w:tr w:rsidR="00BF542D" w:rsidRPr="00BF542D" w14:paraId="6811C2AB" w14:textId="77777777" w:rsidTr="003D2E48">
        <w:tc>
          <w:tcPr>
            <w:tcW w:w="0" w:type="auto"/>
          </w:tcPr>
          <w:p w14:paraId="125DF535" w14:textId="77777777" w:rsidR="00BF542D" w:rsidRPr="00BF542D" w:rsidRDefault="00BF542D" w:rsidP="00EA296F">
            <w:r w:rsidRPr="00BF542D">
              <w:t>62</w:t>
            </w:r>
          </w:p>
        </w:tc>
        <w:tc>
          <w:tcPr>
            <w:tcW w:w="0" w:type="auto"/>
          </w:tcPr>
          <w:p w14:paraId="3994A92D" w14:textId="77777777" w:rsidR="00BF542D" w:rsidRPr="00BF542D" w:rsidRDefault="00BF542D" w:rsidP="00EA296F">
            <w:r w:rsidRPr="00BF542D">
              <w:t>Sm 152</w:t>
            </w:r>
          </w:p>
        </w:tc>
        <w:tc>
          <w:tcPr>
            <w:tcW w:w="0" w:type="auto"/>
          </w:tcPr>
          <w:p w14:paraId="172B02A9" w14:textId="77777777" w:rsidR="00BF542D" w:rsidRPr="00BF542D" w:rsidRDefault="00BF542D" w:rsidP="00EA296F">
            <w:r w:rsidRPr="00BF542D">
              <w:t>151,919739</w:t>
            </w:r>
          </w:p>
        </w:tc>
      </w:tr>
      <w:tr w:rsidR="00BF542D" w:rsidRPr="00BF542D" w14:paraId="4DE0AE9D" w14:textId="77777777" w:rsidTr="003D2E48">
        <w:tc>
          <w:tcPr>
            <w:tcW w:w="0" w:type="auto"/>
          </w:tcPr>
          <w:p w14:paraId="0C65F995" w14:textId="77777777" w:rsidR="00BF542D" w:rsidRPr="00BF542D" w:rsidRDefault="00BF542D" w:rsidP="00EA296F">
            <w:r w:rsidRPr="00BF542D">
              <w:t>62</w:t>
            </w:r>
          </w:p>
        </w:tc>
        <w:tc>
          <w:tcPr>
            <w:tcW w:w="0" w:type="auto"/>
          </w:tcPr>
          <w:p w14:paraId="3F248C57" w14:textId="77777777" w:rsidR="00BF542D" w:rsidRPr="00BF542D" w:rsidRDefault="00BF542D" w:rsidP="00EA296F">
            <w:r w:rsidRPr="00BF542D">
              <w:t>Sm 154</w:t>
            </w:r>
          </w:p>
        </w:tc>
        <w:tc>
          <w:tcPr>
            <w:tcW w:w="0" w:type="auto"/>
          </w:tcPr>
          <w:p w14:paraId="7828BCD2" w14:textId="77777777" w:rsidR="00BF542D" w:rsidRPr="00BF542D" w:rsidRDefault="00BF542D" w:rsidP="00EA296F">
            <w:r w:rsidRPr="00BF542D">
              <w:t>153,922216</w:t>
            </w:r>
          </w:p>
        </w:tc>
      </w:tr>
      <w:tr w:rsidR="00BF542D" w:rsidRPr="00BF542D" w14:paraId="367A1406" w14:textId="77777777" w:rsidTr="003D2E48">
        <w:tc>
          <w:tcPr>
            <w:tcW w:w="0" w:type="auto"/>
          </w:tcPr>
          <w:p w14:paraId="3F978D49" w14:textId="77777777" w:rsidR="00BF542D" w:rsidRPr="00BF542D" w:rsidRDefault="00BF542D" w:rsidP="00EA296F">
            <w:r w:rsidRPr="00BF542D">
              <w:t>63</w:t>
            </w:r>
          </w:p>
        </w:tc>
        <w:tc>
          <w:tcPr>
            <w:tcW w:w="0" w:type="auto"/>
          </w:tcPr>
          <w:p w14:paraId="3413F19A" w14:textId="77777777" w:rsidR="00BF542D" w:rsidRPr="00BF542D" w:rsidRDefault="00BF542D" w:rsidP="00EA296F">
            <w:r w:rsidRPr="00BF542D">
              <w:t>Eu 151</w:t>
            </w:r>
          </w:p>
        </w:tc>
        <w:tc>
          <w:tcPr>
            <w:tcW w:w="0" w:type="auto"/>
          </w:tcPr>
          <w:p w14:paraId="7C2870BE" w14:textId="77777777" w:rsidR="00BF542D" w:rsidRPr="00BF542D" w:rsidRDefault="00BF542D" w:rsidP="00EA296F">
            <w:r w:rsidRPr="00BF542D">
              <w:t>150,919857</w:t>
            </w:r>
          </w:p>
        </w:tc>
      </w:tr>
      <w:tr w:rsidR="00BF542D" w:rsidRPr="00BF542D" w14:paraId="211837A0" w14:textId="77777777" w:rsidTr="003D2E48">
        <w:tc>
          <w:tcPr>
            <w:tcW w:w="0" w:type="auto"/>
          </w:tcPr>
          <w:p w14:paraId="045EEC58" w14:textId="77777777" w:rsidR="00BF542D" w:rsidRPr="00BF542D" w:rsidRDefault="00BF542D" w:rsidP="00EA296F">
            <w:r w:rsidRPr="00BF542D">
              <w:t>63</w:t>
            </w:r>
          </w:p>
        </w:tc>
        <w:tc>
          <w:tcPr>
            <w:tcW w:w="0" w:type="auto"/>
          </w:tcPr>
          <w:p w14:paraId="489DAE5B" w14:textId="77777777" w:rsidR="00BF542D" w:rsidRPr="00BF542D" w:rsidRDefault="00BF542D" w:rsidP="00EA296F">
            <w:r w:rsidRPr="00BF542D">
              <w:t>Eu 153</w:t>
            </w:r>
          </w:p>
        </w:tc>
        <w:tc>
          <w:tcPr>
            <w:tcW w:w="0" w:type="auto"/>
          </w:tcPr>
          <w:p w14:paraId="6436B059" w14:textId="77777777" w:rsidR="00BF542D" w:rsidRPr="00BF542D" w:rsidRDefault="00BF542D" w:rsidP="00EA296F">
            <w:r w:rsidRPr="00BF542D">
              <w:t>152,921237</w:t>
            </w:r>
          </w:p>
        </w:tc>
      </w:tr>
      <w:tr w:rsidR="00BF542D" w:rsidRPr="00BF542D" w14:paraId="301F991E" w14:textId="77777777" w:rsidTr="003D2E48">
        <w:tc>
          <w:tcPr>
            <w:tcW w:w="0" w:type="auto"/>
          </w:tcPr>
          <w:p w14:paraId="391AC12E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5271C333" w14:textId="77777777" w:rsidR="00BF542D" w:rsidRPr="00BF542D" w:rsidRDefault="00BF542D" w:rsidP="00EA296F">
            <w:r w:rsidRPr="00BF542D">
              <w:t>Gd 154</w:t>
            </w:r>
          </w:p>
        </w:tc>
        <w:tc>
          <w:tcPr>
            <w:tcW w:w="0" w:type="auto"/>
          </w:tcPr>
          <w:p w14:paraId="715A4BEC" w14:textId="77777777" w:rsidR="00BF542D" w:rsidRPr="00BF542D" w:rsidRDefault="00BF542D" w:rsidP="00EA296F">
            <w:r w:rsidRPr="00BF542D">
              <w:t>153,920873</w:t>
            </w:r>
          </w:p>
        </w:tc>
      </w:tr>
      <w:tr w:rsidR="00BF542D" w:rsidRPr="00BF542D" w14:paraId="663D16D1" w14:textId="77777777" w:rsidTr="003D2E48">
        <w:tc>
          <w:tcPr>
            <w:tcW w:w="0" w:type="auto"/>
          </w:tcPr>
          <w:p w14:paraId="4741DB74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448CDCE3" w14:textId="77777777" w:rsidR="00BF542D" w:rsidRPr="00BF542D" w:rsidRDefault="00BF542D" w:rsidP="00EA296F">
            <w:r w:rsidRPr="00BF542D">
              <w:t>Gd 155</w:t>
            </w:r>
          </w:p>
        </w:tc>
        <w:tc>
          <w:tcPr>
            <w:tcW w:w="0" w:type="auto"/>
          </w:tcPr>
          <w:p w14:paraId="6B02D1F2" w14:textId="77777777" w:rsidR="00BF542D" w:rsidRPr="00BF542D" w:rsidRDefault="00BF542D" w:rsidP="00EA296F">
            <w:r w:rsidRPr="00BF542D">
              <w:t>154,922629</w:t>
            </w:r>
          </w:p>
        </w:tc>
      </w:tr>
      <w:tr w:rsidR="00BF542D" w:rsidRPr="00BF542D" w14:paraId="23452FAD" w14:textId="77777777" w:rsidTr="003D2E48">
        <w:tc>
          <w:tcPr>
            <w:tcW w:w="0" w:type="auto"/>
          </w:tcPr>
          <w:p w14:paraId="50A12AF7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51FA13CE" w14:textId="77777777" w:rsidR="00BF542D" w:rsidRPr="00BF542D" w:rsidRDefault="00BF542D" w:rsidP="00EA296F">
            <w:r w:rsidRPr="00BF542D">
              <w:t>Gd 156</w:t>
            </w:r>
          </w:p>
        </w:tc>
        <w:tc>
          <w:tcPr>
            <w:tcW w:w="0" w:type="auto"/>
          </w:tcPr>
          <w:p w14:paraId="01D6AA05" w14:textId="77777777" w:rsidR="00BF542D" w:rsidRPr="00BF542D" w:rsidRDefault="00BF542D" w:rsidP="00EA296F">
            <w:r w:rsidRPr="00BF542D">
              <w:t>155,922130</w:t>
            </w:r>
          </w:p>
        </w:tc>
      </w:tr>
      <w:tr w:rsidR="00BF542D" w:rsidRPr="00BF542D" w14:paraId="6877E1AF" w14:textId="77777777" w:rsidTr="003D2E48">
        <w:tc>
          <w:tcPr>
            <w:tcW w:w="0" w:type="auto"/>
          </w:tcPr>
          <w:p w14:paraId="3042B99F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0AD7D4F8" w14:textId="77777777" w:rsidR="00BF542D" w:rsidRPr="00BF542D" w:rsidRDefault="00BF542D" w:rsidP="00EA296F">
            <w:r w:rsidRPr="00BF542D">
              <w:t>Gd 157</w:t>
            </w:r>
          </w:p>
        </w:tc>
        <w:tc>
          <w:tcPr>
            <w:tcW w:w="0" w:type="auto"/>
          </w:tcPr>
          <w:p w14:paraId="1511D728" w14:textId="77777777" w:rsidR="00BF542D" w:rsidRPr="00BF542D" w:rsidRDefault="00BF542D" w:rsidP="00EA296F">
            <w:r w:rsidRPr="00BF542D">
              <w:t>156,923967</w:t>
            </w:r>
          </w:p>
        </w:tc>
      </w:tr>
      <w:tr w:rsidR="00BF542D" w:rsidRPr="00BF542D" w14:paraId="1446AD2D" w14:textId="77777777" w:rsidTr="003D2E48">
        <w:tc>
          <w:tcPr>
            <w:tcW w:w="0" w:type="auto"/>
          </w:tcPr>
          <w:p w14:paraId="5A19F3B4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30A72745" w14:textId="77777777" w:rsidR="00BF542D" w:rsidRPr="00BF542D" w:rsidRDefault="00BF542D" w:rsidP="00EA296F">
            <w:r w:rsidRPr="00BF542D">
              <w:t>Gd 158</w:t>
            </w:r>
          </w:p>
        </w:tc>
        <w:tc>
          <w:tcPr>
            <w:tcW w:w="0" w:type="auto"/>
          </w:tcPr>
          <w:p w14:paraId="179A449B" w14:textId="77777777" w:rsidR="00BF542D" w:rsidRPr="00BF542D" w:rsidRDefault="00BF542D" w:rsidP="00EA296F">
            <w:r w:rsidRPr="00BF542D">
              <w:t>157,924111</w:t>
            </w:r>
          </w:p>
        </w:tc>
      </w:tr>
      <w:tr w:rsidR="00BF542D" w:rsidRPr="00BF542D" w14:paraId="7E3902C1" w14:textId="77777777" w:rsidTr="003D2E48">
        <w:tc>
          <w:tcPr>
            <w:tcW w:w="0" w:type="auto"/>
          </w:tcPr>
          <w:p w14:paraId="766E5A08" w14:textId="77777777" w:rsidR="00BF542D" w:rsidRPr="00BF542D" w:rsidRDefault="00BF542D" w:rsidP="00EA296F">
            <w:r w:rsidRPr="00BF542D">
              <w:t>64</w:t>
            </w:r>
          </w:p>
        </w:tc>
        <w:tc>
          <w:tcPr>
            <w:tcW w:w="0" w:type="auto"/>
          </w:tcPr>
          <w:p w14:paraId="0280D813" w14:textId="77777777" w:rsidR="00BF542D" w:rsidRPr="00BF542D" w:rsidRDefault="00BF542D" w:rsidP="00EA296F">
            <w:r w:rsidRPr="00BF542D">
              <w:t>Gd 160</w:t>
            </w:r>
          </w:p>
        </w:tc>
        <w:tc>
          <w:tcPr>
            <w:tcW w:w="0" w:type="auto"/>
          </w:tcPr>
          <w:p w14:paraId="23EE0B6C" w14:textId="77777777" w:rsidR="00BF542D" w:rsidRPr="00BF542D" w:rsidRDefault="00BF542D" w:rsidP="00EA296F">
            <w:r w:rsidRPr="00BF542D">
              <w:t>159,927061</w:t>
            </w:r>
          </w:p>
        </w:tc>
      </w:tr>
      <w:tr w:rsidR="00BF542D" w:rsidRPr="00BF542D" w14:paraId="6D7BB1E9" w14:textId="77777777" w:rsidTr="003D2E48">
        <w:tc>
          <w:tcPr>
            <w:tcW w:w="0" w:type="auto"/>
          </w:tcPr>
          <w:p w14:paraId="6C2B92C2" w14:textId="77777777" w:rsidR="00BF542D" w:rsidRPr="00BF542D" w:rsidRDefault="00BF542D" w:rsidP="00EA296F">
            <w:r w:rsidRPr="00BF542D">
              <w:t>65</w:t>
            </w:r>
          </w:p>
        </w:tc>
        <w:tc>
          <w:tcPr>
            <w:tcW w:w="0" w:type="auto"/>
          </w:tcPr>
          <w:p w14:paraId="5EAA0500" w14:textId="77777777" w:rsidR="00BF542D" w:rsidRPr="00BF542D" w:rsidRDefault="00BF542D" w:rsidP="00EA296F">
            <w:r w:rsidRPr="00BF542D">
              <w:t>Tb 159</w:t>
            </w:r>
          </w:p>
        </w:tc>
        <w:tc>
          <w:tcPr>
            <w:tcW w:w="0" w:type="auto"/>
          </w:tcPr>
          <w:p w14:paraId="3B8EB9D3" w14:textId="77777777" w:rsidR="00BF542D" w:rsidRPr="00BF542D" w:rsidRDefault="00BF542D" w:rsidP="00EA296F">
            <w:r w:rsidRPr="00BF542D">
              <w:t>158,925354</w:t>
            </w:r>
          </w:p>
        </w:tc>
      </w:tr>
      <w:tr w:rsidR="00BF542D" w:rsidRPr="00BF542D" w14:paraId="7932B139" w14:textId="77777777" w:rsidTr="003D2E48">
        <w:tc>
          <w:tcPr>
            <w:tcW w:w="0" w:type="auto"/>
          </w:tcPr>
          <w:p w14:paraId="3D6524D1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6C42326D" w14:textId="77777777" w:rsidR="00BF542D" w:rsidRPr="00BF542D" w:rsidRDefault="00BF542D" w:rsidP="00EA296F">
            <w:r w:rsidRPr="00BF542D">
              <w:t>Dy 156</w:t>
            </w:r>
          </w:p>
        </w:tc>
        <w:tc>
          <w:tcPr>
            <w:tcW w:w="0" w:type="auto"/>
          </w:tcPr>
          <w:p w14:paraId="42956AE5" w14:textId="77777777" w:rsidR="00BF542D" w:rsidRPr="00BF542D" w:rsidRDefault="00BF542D" w:rsidP="00EA296F">
            <w:r w:rsidRPr="00BF542D">
              <w:t>155,924284</w:t>
            </w:r>
          </w:p>
        </w:tc>
      </w:tr>
      <w:tr w:rsidR="00BF542D" w:rsidRPr="00BF542D" w14:paraId="2B0DBAAD" w14:textId="77777777" w:rsidTr="003D2E48">
        <w:tc>
          <w:tcPr>
            <w:tcW w:w="0" w:type="auto"/>
          </w:tcPr>
          <w:p w14:paraId="28C5D656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48BC7A2F" w14:textId="77777777" w:rsidR="00BF542D" w:rsidRPr="00BF542D" w:rsidRDefault="00BF542D" w:rsidP="00EA296F">
            <w:r w:rsidRPr="00BF542D">
              <w:t>Dy 158</w:t>
            </w:r>
          </w:p>
        </w:tc>
        <w:tc>
          <w:tcPr>
            <w:tcW w:w="0" w:type="auto"/>
          </w:tcPr>
          <w:p w14:paraId="01A827DB" w14:textId="77777777" w:rsidR="00BF542D" w:rsidRPr="00BF542D" w:rsidRDefault="00BF542D" w:rsidP="00EA296F">
            <w:r w:rsidRPr="00BF542D">
              <w:t>157,924415</w:t>
            </w:r>
          </w:p>
        </w:tc>
      </w:tr>
      <w:tr w:rsidR="00BF542D" w:rsidRPr="00BF542D" w14:paraId="726609BE" w14:textId="77777777" w:rsidTr="003D2E48">
        <w:tc>
          <w:tcPr>
            <w:tcW w:w="0" w:type="auto"/>
          </w:tcPr>
          <w:p w14:paraId="48BF4894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6D5030EA" w14:textId="77777777" w:rsidR="00BF542D" w:rsidRPr="00BF542D" w:rsidRDefault="00BF542D" w:rsidP="00EA296F">
            <w:r w:rsidRPr="00BF542D">
              <w:t>Dy 160</w:t>
            </w:r>
          </w:p>
        </w:tc>
        <w:tc>
          <w:tcPr>
            <w:tcW w:w="0" w:type="auto"/>
          </w:tcPr>
          <w:p w14:paraId="38716CC1" w14:textId="77777777" w:rsidR="00BF542D" w:rsidRPr="00BF542D" w:rsidRDefault="00BF542D" w:rsidP="00EA296F">
            <w:r w:rsidRPr="00BF542D">
              <w:t>159,925204</w:t>
            </w:r>
          </w:p>
        </w:tc>
      </w:tr>
      <w:tr w:rsidR="00BF542D" w:rsidRPr="00BF542D" w14:paraId="36C96535" w14:textId="77777777" w:rsidTr="003D2E48">
        <w:tc>
          <w:tcPr>
            <w:tcW w:w="0" w:type="auto"/>
          </w:tcPr>
          <w:p w14:paraId="4F90B1DD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7D043E3A" w14:textId="77777777" w:rsidR="00BF542D" w:rsidRPr="00BF542D" w:rsidRDefault="00BF542D" w:rsidP="00EA296F">
            <w:r w:rsidRPr="00BF542D">
              <w:t>Dy 161</w:t>
            </w:r>
          </w:p>
        </w:tc>
        <w:tc>
          <w:tcPr>
            <w:tcW w:w="0" w:type="auto"/>
          </w:tcPr>
          <w:p w14:paraId="26D43A32" w14:textId="77777777" w:rsidR="00BF542D" w:rsidRPr="00BF542D" w:rsidRDefault="00BF542D" w:rsidP="00EA296F">
            <w:r w:rsidRPr="00BF542D">
              <w:t>160,926939</w:t>
            </w:r>
          </w:p>
        </w:tc>
      </w:tr>
      <w:tr w:rsidR="00BF542D" w:rsidRPr="00BF542D" w14:paraId="14D468E7" w14:textId="77777777" w:rsidTr="003D2E48">
        <w:tc>
          <w:tcPr>
            <w:tcW w:w="0" w:type="auto"/>
          </w:tcPr>
          <w:p w14:paraId="673C824F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17600BA9" w14:textId="77777777" w:rsidR="00BF542D" w:rsidRPr="00BF542D" w:rsidRDefault="00BF542D" w:rsidP="00EA296F">
            <w:r w:rsidRPr="00BF542D">
              <w:t>Dy 162</w:t>
            </w:r>
          </w:p>
        </w:tc>
        <w:tc>
          <w:tcPr>
            <w:tcW w:w="0" w:type="auto"/>
          </w:tcPr>
          <w:p w14:paraId="5AAC08A4" w14:textId="77777777" w:rsidR="00BF542D" w:rsidRPr="00BF542D" w:rsidRDefault="00BF542D" w:rsidP="00EA296F">
            <w:r w:rsidRPr="00BF542D">
              <w:t>161,926805</w:t>
            </w:r>
          </w:p>
        </w:tc>
      </w:tr>
      <w:tr w:rsidR="00BF542D" w:rsidRPr="00BF542D" w14:paraId="3646D3FE" w14:textId="77777777" w:rsidTr="003D2E48">
        <w:tc>
          <w:tcPr>
            <w:tcW w:w="0" w:type="auto"/>
          </w:tcPr>
          <w:p w14:paraId="33C919EB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44F42875" w14:textId="77777777" w:rsidR="00BF542D" w:rsidRPr="00BF542D" w:rsidRDefault="00BF542D" w:rsidP="00EA296F">
            <w:r w:rsidRPr="00BF542D">
              <w:t>Dy 163</w:t>
            </w:r>
          </w:p>
        </w:tc>
        <w:tc>
          <w:tcPr>
            <w:tcW w:w="0" w:type="auto"/>
          </w:tcPr>
          <w:p w14:paraId="65C0F368" w14:textId="77777777" w:rsidR="00BF542D" w:rsidRPr="00BF542D" w:rsidRDefault="00BF542D" w:rsidP="00EA296F">
            <w:r w:rsidRPr="00BF542D">
              <w:t>162,928737</w:t>
            </w:r>
          </w:p>
        </w:tc>
      </w:tr>
      <w:tr w:rsidR="00BF542D" w:rsidRPr="00BF542D" w14:paraId="15332828" w14:textId="77777777" w:rsidTr="003D2E48">
        <w:tc>
          <w:tcPr>
            <w:tcW w:w="0" w:type="auto"/>
          </w:tcPr>
          <w:p w14:paraId="563F90BD" w14:textId="77777777" w:rsidR="00BF542D" w:rsidRPr="00BF542D" w:rsidRDefault="00BF542D" w:rsidP="00EA296F">
            <w:r w:rsidRPr="00BF542D">
              <w:t>66</w:t>
            </w:r>
          </w:p>
        </w:tc>
        <w:tc>
          <w:tcPr>
            <w:tcW w:w="0" w:type="auto"/>
          </w:tcPr>
          <w:p w14:paraId="5FA077DA" w14:textId="77777777" w:rsidR="00BF542D" w:rsidRPr="00BF542D" w:rsidRDefault="00BF542D" w:rsidP="00EA296F">
            <w:r w:rsidRPr="00BF542D">
              <w:t>Dy 164</w:t>
            </w:r>
          </w:p>
        </w:tc>
        <w:tc>
          <w:tcPr>
            <w:tcW w:w="0" w:type="auto"/>
          </w:tcPr>
          <w:p w14:paraId="2A22D431" w14:textId="77777777" w:rsidR="00BF542D" w:rsidRPr="00BF542D" w:rsidRDefault="00BF542D" w:rsidP="00EA296F">
            <w:r w:rsidRPr="00BF542D">
              <w:t>163,929181</w:t>
            </w:r>
          </w:p>
        </w:tc>
      </w:tr>
      <w:tr w:rsidR="00BF542D" w:rsidRPr="00BF542D" w14:paraId="4720A72B" w14:textId="77777777" w:rsidTr="003D2E48">
        <w:tc>
          <w:tcPr>
            <w:tcW w:w="0" w:type="auto"/>
          </w:tcPr>
          <w:p w14:paraId="66983D87" w14:textId="77777777" w:rsidR="00BF542D" w:rsidRPr="00BF542D" w:rsidRDefault="00BF542D" w:rsidP="00EA296F">
            <w:r w:rsidRPr="00BF542D">
              <w:t>67</w:t>
            </w:r>
          </w:p>
        </w:tc>
        <w:tc>
          <w:tcPr>
            <w:tcW w:w="0" w:type="auto"/>
          </w:tcPr>
          <w:p w14:paraId="797D4A51" w14:textId="77777777" w:rsidR="00BF542D" w:rsidRPr="00BF542D" w:rsidRDefault="00BF542D" w:rsidP="00EA296F">
            <w:r w:rsidRPr="00BF542D">
              <w:t>Ho 165</w:t>
            </w:r>
          </w:p>
        </w:tc>
        <w:tc>
          <w:tcPr>
            <w:tcW w:w="0" w:type="auto"/>
          </w:tcPr>
          <w:p w14:paraId="5699034E" w14:textId="77777777" w:rsidR="00BF542D" w:rsidRPr="00BF542D" w:rsidRDefault="00BF542D" w:rsidP="00EA296F">
            <w:r w:rsidRPr="00BF542D">
              <w:t>164,930329</w:t>
            </w:r>
          </w:p>
        </w:tc>
      </w:tr>
      <w:tr w:rsidR="00BF542D" w:rsidRPr="00BF542D" w14:paraId="59344CF4" w14:textId="77777777" w:rsidTr="003D2E48">
        <w:tc>
          <w:tcPr>
            <w:tcW w:w="0" w:type="auto"/>
          </w:tcPr>
          <w:p w14:paraId="4ABA02AC" w14:textId="77777777" w:rsidR="00BF542D" w:rsidRPr="00BF542D" w:rsidRDefault="00BF542D" w:rsidP="00EA296F">
            <w:r w:rsidRPr="00BF542D">
              <w:lastRenderedPageBreak/>
              <w:t>68</w:t>
            </w:r>
          </w:p>
        </w:tc>
        <w:tc>
          <w:tcPr>
            <w:tcW w:w="0" w:type="auto"/>
          </w:tcPr>
          <w:p w14:paraId="5D056975" w14:textId="77777777" w:rsidR="00BF542D" w:rsidRPr="00BF542D" w:rsidRDefault="00BF542D" w:rsidP="00EA296F">
            <w:r w:rsidRPr="00BF542D">
              <w:t>Er 162</w:t>
            </w:r>
          </w:p>
        </w:tc>
        <w:tc>
          <w:tcPr>
            <w:tcW w:w="0" w:type="auto"/>
          </w:tcPr>
          <w:p w14:paraId="33AB99B4" w14:textId="77777777" w:rsidR="00BF542D" w:rsidRPr="00BF542D" w:rsidRDefault="00BF542D" w:rsidP="00EA296F">
            <w:r w:rsidRPr="00BF542D">
              <w:t>161,928787</w:t>
            </w:r>
          </w:p>
        </w:tc>
      </w:tr>
      <w:tr w:rsidR="00BF542D" w:rsidRPr="00BF542D" w14:paraId="4A3AE98D" w14:textId="77777777" w:rsidTr="003D2E48">
        <w:tc>
          <w:tcPr>
            <w:tcW w:w="0" w:type="auto"/>
          </w:tcPr>
          <w:p w14:paraId="4679202E" w14:textId="77777777" w:rsidR="00BF542D" w:rsidRPr="00BF542D" w:rsidRDefault="00BF542D" w:rsidP="00EA296F">
            <w:r w:rsidRPr="00BF542D">
              <w:t>68</w:t>
            </w:r>
          </w:p>
        </w:tc>
        <w:tc>
          <w:tcPr>
            <w:tcW w:w="0" w:type="auto"/>
          </w:tcPr>
          <w:p w14:paraId="2FD461FF" w14:textId="77777777" w:rsidR="00BF542D" w:rsidRPr="00BF542D" w:rsidRDefault="00BF542D" w:rsidP="00EA296F">
            <w:r w:rsidRPr="00BF542D">
              <w:t>Er 164</w:t>
            </w:r>
          </w:p>
        </w:tc>
        <w:tc>
          <w:tcPr>
            <w:tcW w:w="0" w:type="auto"/>
          </w:tcPr>
          <w:p w14:paraId="01C052F3" w14:textId="77777777" w:rsidR="00BF542D" w:rsidRPr="00BF542D" w:rsidRDefault="00BF542D" w:rsidP="00EA296F">
            <w:r w:rsidRPr="00BF542D">
              <w:t>163,929208</w:t>
            </w:r>
          </w:p>
        </w:tc>
      </w:tr>
      <w:tr w:rsidR="00BF542D" w:rsidRPr="00BF542D" w14:paraId="3BCF578E" w14:textId="77777777" w:rsidTr="003D2E48">
        <w:tc>
          <w:tcPr>
            <w:tcW w:w="0" w:type="auto"/>
          </w:tcPr>
          <w:p w14:paraId="511EA5AF" w14:textId="77777777" w:rsidR="00BF542D" w:rsidRPr="00BF542D" w:rsidRDefault="00BF542D" w:rsidP="00EA296F">
            <w:r w:rsidRPr="00BF542D">
              <w:t>68</w:t>
            </w:r>
          </w:p>
        </w:tc>
        <w:tc>
          <w:tcPr>
            <w:tcW w:w="0" w:type="auto"/>
          </w:tcPr>
          <w:p w14:paraId="1FC704CA" w14:textId="77777777" w:rsidR="00BF542D" w:rsidRPr="00BF542D" w:rsidRDefault="00BF542D" w:rsidP="00EA296F">
            <w:r w:rsidRPr="00BF542D">
              <w:t>Er 166</w:t>
            </w:r>
          </w:p>
        </w:tc>
        <w:tc>
          <w:tcPr>
            <w:tcW w:w="0" w:type="auto"/>
          </w:tcPr>
          <w:p w14:paraId="310F8789" w14:textId="77777777" w:rsidR="00BF542D" w:rsidRPr="00BF542D" w:rsidRDefault="00BF542D" w:rsidP="00EA296F">
            <w:r w:rsidRPr="00BF542D">
              <w:t>165,930301</w:t>
            </w:r>
          </w:p>
        </w:tc>
      </w:tr>
      <w:tr w:rsidR="00BF542D" w:rsidRPr="00BF542D" w14:paraId="24525772" w14:textId="77777777" w:rsidTr="003D2E48">
        <w:tc>
          <w:tcPr>
            <w:tcW w:w="0" w:type="auto"/>
          </w:tcPr>
          <w:p w14:paraId="1C5EB2B0" w14:textId="77777777" w:rsidR="00BF542D" w:rsidRPr="00BF542D" w:rsidRDefault="00BF542D" w:rsidP="00EA296F">
            <w:r w:rsidRPr="00BF542D">
              <w:t>68</w:t>
            </w:r>
          </w:p>
        </w:tc>
        <w:tc>
          <w:tcPr>
            <w:tcW w:w="0" w:type="auto"/>
          </w:tcPr>
          <w:p w14:paraId="77F9C414" w14:textId="77777777" w:rsidR="00BF542D" w:rsidRPr="00BF542D" w:rsidRDefault="00BF542D" w:rsidP="00EA296F">
            <w:r w:rsidRPr="00BF542D">
              <w:t>Er 167</w:t>
            </w:r>
          </w:p>
        </w:tc>
        <w:tc>
          <w:tcPr>
            <w:tcW w:w="0" w:type="auto"/>
          </w:tcPr>
          <w:p w14:paraId="43E431AB" w14:textId="77777777" w:rsidR="00BF542D" w:rsidRPr="00BF542D" w:rsidRDefault="00BF542D" w:rsidP="00EA296F">
            <w:r w:rsidRPr="00BF542D">
              <w:t>166,932056</w:t>
            </w:r>
          </w:p>
        </w:tc>
      </w:tr>
      <w:tr w:rsidR="00BF542D" w:rsidRPr="00BF542D" w14:paraId="7E064CB6" w14:textId="77777777" w:rsidTr="003D2E48">
        <w:tc>
          <w:tcPr>
            <w:tcW w:w="0" w:type="auto"/>
          </w:tcPr>
          <w:p w14:paraId="05F18097" w14:textId="77777777" w:rsidR="00BF542D" w:rsidRPr="00BF542D" w:rsidRDefault="00BF542D" w:rsidP="00EA296F">
            <w:r w:rsidRPr="00BF542D">
              <w:t>68</w:t>
            </w:r>
          </w:p>
        </w:tc>
        <w:tc>
          <w:tcPr>
            <w:tcW w:w="0" w:type="auto"/>
          </w:tcPr>
          <w:p w14:paraId="1CDEE1F8" w14:textId="77777777" w:rsidR="00BF542D" w:rsidRPr="00BF542D" w:rsidRDefault="00BF542D" w:rsidP="00EA296F">
            <w:r w:rsidRPr="00BF542D">
              <w:t>Er 168</w:t>
            </w:r>
          </w:p>
        </w:tc>
        <w:tc>
          <w:tcPr>
            <w:tcW w:w="0" w:type="auto"/>
          </w:tcPr>
          <w:p w14:paraId="2D8FBB04" w14:textId="77777777" w:rsidR="00BF542D" w:rsidRPr="00BF542D" w:rsidRDefault="00BF542D" w:rsidP="00EA296F">
            <w:r w:rsidRPr="00BF542D">
              <w:t>167,932378</w:t>
            </w:r>
          </w:p>
        </w:tc>
      </w:tr>
      <w:tr w:rsidR="00BF542D" w:rsidRPr="00BF542D" w14:paraId="73914470" w14:textId="77777777" w:rsidTr="003D2E48">
        <w:tc>
          <w:tcPr>
            <w:tcW w:w="0" w:type="auto"/>
          </w:tcPr>
          <w:p w14:paraId="52B9CE2A" w14:textId="77777777" w:rsidR="00BF542D" w:rsidRPr="00BF542D" w:rsidRDefault="00BF542D" w:rsidP="00EA296F">
            <w:r w:rsidRPr="00BF542D">
              <w:t>68</w:t>
            </w:r>
          </w:p>
        </w:tc>
        <w:tc>
          <w:tcPr>
            <w:tcW w:w="0" w:type="auto"/>
          </w:tcPr>
          <w:p w14:paraId="3D26F866" w14:textId="77777777" w:rsidR="00BF542D" w:rsidRPr="00BF542D" w:rsidRDefault="00BF542D" w:rsidP="00EA296F">
            <w:r w:rsidRPr="00BF542D">
              <w:t>Er 170</w:t>
            </w:r>
          </w:p>
        </w:tc>
        <w:tc>
          <w:tcPr>
            <w:tcW w:w="0" w:type="auto"/>
          </w:tcPr>
          <w:p w14:paraId="1B14446A" w14:textId="77777777" w:rsidR="00BF542D" w:rsidRPr="00BF542D" w:rsidRDefault="00BF542D" w:rsidP="00EA296F">
            <w:r w:rsidRPr="00BF542D">
              <w:t>169,935472</w:t>
            </w:r>
          </w:p>
        </w:tc>
      </w:tr>
      <w:tr w:rsidR="00BF542D" w:rsidRPr="00BF542D" w14:paraId="61B7D820" w14:textId="77777777" w:rsidTr="003D2E48">
        <w:tc>
          <w:tcPr>
            <w:tcW w:w="0" w:type="auto"/>
          </w:tcPr>
          <w:p w14:paraId="26FB63CA" w14:textId="77777777" w:rsidR="00BF542D" w:rsidRPr="00BF542D" w:rsidRDefault="00BF542D" w:rsidP="00EA296F">
            <w:r w:rsidRPr="00BF542D">
              <w:t>69</w:t>
            </w:r>
          </w:p>
        </w:tc>
        <w:tc>
          <w:tcPr>
            <w:tcW w:w="0" w:type="auto"/>
          </w:tcPr>
          <w:p w14:paraId="153013D4" w14:textId="77777777" w:rsidR="00BF542D" w:rsidRPr="00BF542D" w:rsidRDefault="00BF542D" w:rsidP="00EA296F">
            <w:r w:rsidRPr="00BF542D">
              <w:t>Tm 169</w:t>
            </w:r>
          </w:p>
        </w:tc>
        <w:tc>
          <w:tcPr>
            <w:tcW w:w="0" w:type="auto"/>
          </w:tcPr>
          <w:p w14:paraId="70755E84" w14:textId="77777777" w:rsidR="00BF542D" w:rsidRPr="00BF542D" w:rsidRDefault="00BF542D" w:rsidP="00EA296F">
            <w:r w:rsidRPr="00BF542D">
              <w:t>168,934219</w:t>
            </w:r>
          </w:p>
        </w:tc>
      </w:tr>
      <w:tr w:rsidR="00BF542D" w:rsidRPr="00BF542D" w14:paraId="67E4CF12" w14:textId="77777777" w:rsidTr="003D2E48">
        <w:tc>
          <w:tcPr>
            <w:tcW w:w="0" w:type="auto"/>
          </w:tcPr>
          <w:p w14:paraId="64EB2C4C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2D0F564C" w14:textId="77777777" w:rsidR="00BF542D" w:rsidRPr="00BF542D" w:rsidRDefault="00BF542D" w:rsidP="00EA296F">
            <w:r w:rsidRPr="00BF542D">
              <w:t>Yb 168</w:t>
            </w:r>
          </w:p>
        </w:tc>
        <w:tc>
          <w:tcPr>
            <w:tcW w:w="0" w:type="auto"/>
          </w:tcPr>
          <w:p w14:paraId="406E70A9" w14:textId="77777777" w:rsidR="00BF542D" w:rsidRPr="00BF542D" w:rsidRDefault="00BF542D" w:rsidP="00EA296F">
            <w:r w:rsidRPr="00BF542D">
              <w:t>167,933891</w:t>
            </w:r>
          </w:p>
        </w:tc>
      </w:tr>
      <w:tr w:rsidR="00BF542D" w:rsidRPr="00BF542D" w14:paraId="07F10FF2" w14:textId="77777777" w:rsidTr="003D2E48">
        <w:tc>
          <w:tcPr>
            <w:tcW w:w="0" w:type="auto"/>
          </w:tcPr>
          <w:p w14:paraId="4FE8D0E9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31A35FA6" w14:textId="77777777" w:rsidR="00BF542D" w:rsidRPr="00BF542D" w:rsidRDefault="00BF542D" w:rsidP="00EA296F">
            <w:r w:rsidRPr="00BF542D">
              <w:t>Yb 170</w:t>
            </w:r>
          </w:p>
        </w:tc>
        <w:tc>
          <w:tcPr>
            <w:tcW w:w="0" w:type="auto"/>
          </w:tcPr>
          <w:p w14:paraId="63993773" w14:textId="77777777" w:rsidR="00BF542D" w:rsidRPr="00BF542D" w:rsidRDefault="00BF542D" w:rsidP="00EA296F">
            <w:r w:rsidRPr="00BF542D">
              <w:t>169,934767</w:t>
            </w:r>
          </w:p>
        </w:tc>
      </w:tr>
      <w:tr w:rsidR="00BF542D" w:rsidRPr="00BF542D" w14:paraId="10EADF5F" w14:textId="77777777" w:rsidTr="003D2E48">
        <w:tc>
          <w:tcPr>
            <w:tcW w:w="0" w:type="auto"/>
          </w:tcPr>
          <w:p w14:paraId="45FD703C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26C785EA" w14:textId="77777777" w:rsidR="00BF542D" w:rsidRPr="00BF542D" w:rsidRDefault="00BF542D" w:rsidP="00EA296F">
            <w:r w:rsidRPr="00BF542D">
              <w:t>Yb 171</w:t>
            </w:r>
          </w:p>
        </w:tc>
        <w:tc>
          <w:tcPr>
            <w:tcW w:w="0" w:type="auto"/>
          </w:tcPr>
          <w:p w14:paraId="4F692CDC" w14:textId="77777777" w:rsidR="00BF542D" w:rsidRPr="00BF542D" w:rsidRDefault="00BF542D" w:rsidP="00EA296F">
            <w:r w:rsidRPr="00BF542D">
              <w:t>170,936332</w:t>
            </w:r>
          </w:p>
        </w:tc>
      </w:tr>
      <w:tr w:rsidR="00BF542D" w:rsidRPr="00BF542D" w14:paraId="6055739C" w14:textId="77777777" w:rsidTr="003D2E48">
        <w:tc>
          <w:tcPr>
            <w:tcW w:w="0" w:type="auto"/>
          </w:tcPr>
          <w:p w14:paraId="1D88051F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0639464A" w14:textId="77777777" w:rsidR="00BF542D" w:rsidRPr="00BF542D" w:rsidRDefault="00BF542D" w:rsidP="00EA296F">
            <w:r w:rsidRPr="00BF542D">
              <w:t>Yb 172</w:t>
            </w:r>
          </w:p>
        </w:tc>
        <w:tc>
          <w:tcPr>
            <w:tcW w:w="0" w:type="auto"/>
          </w:tcPr>
          <w:p w14:paraId="5E4A380F" w14:textId="77777777" w:rsidR="00BF542D" w:rsidRPr="00BF542D" w:rsidRDefault="00BF542D" w:rsidP="00EA296F">
            <w:r w:rsidRPr="00BF542D">
              <w:t>171,936387</w:t>
            </w:r>
          </w:p>
        </w:tc>
      </w:tr>
      <w:tr w:rsidR="00BF542D" w:rsidRPr="00BF542D" w14:paraId="3264A68D" w14:textId="77777777" w:rsidTr="003D2E48">
        <w:tc>
          <w:tcPr>
            <w:tcW w:w="0" w:type="auto"/>
          </w:tcPr>
          <w:p w14:paraId="4941118C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604AF496" w14:textId="77777777" w:rsidR="00BF542D" w:rsidRPr="00BF542D" w:rsidRDefault="00BF542D" w:rsidP="00EA296F">
            <w:r w:rsidRPr="00BF542D">
              <w:t>Yb 173</w:t>
            </w:r>
          </w:p>
        </w:tc>
        <w:tc>
          <w:tcPr>
            <w:tcW w:w="0" w:type="auto"/>
          </w:tcPr>
          <w:p w14:paraId="3695F855" w14:textId="77777777" w:rsidR="00BF542D" w:rsidRPr="00BF542D" w:rsidRDefault="00BF542D" w:rsidP="00EA296F">
            <w:r w:rsidRPr="00BF542D">
              <w:t>172,938216</w:t>
            </w:r>
          </w:p>
        </w:tc>
      </w:tr>
      <w:tr w:rsidR="00BF542D" w:rsidRPr="00BF542D" w14:paraId="675747B2" w14:textId="77777777" w:rsidTr="003D2E48">
        <w:tc>
          <w:tcPr>
            <w:tcW w:w="0" w:type="auto"/>
          </w:tcPr>
          <w:p w14:paraId="5A56489C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3B2C7D43" w14:textId="77777777" w:rsidR="00BF542D" w:rsidRPr="00BF542D" w:rsidRDefault="00BF542D" w:rsidP="00EA296F">
            <w:r w:rsidRPr="00BF542D">
              <w:t>Yb 174</w:t>
            </w:r>
          </w:p>
        </w:tc>
        <w:tc>
          <w:tcPr>
            <w:tcW w:w="0" w:type="auto"/>
          </w:tcPr>
          <w:p w14:paraId="34CE3F18" w14:textId="77777777" w:rsidR="00BF542D" w:rsidRPr="00BF542D" w:rsidRDefault="00BF542D" w:rsidP="00EA296F">
            <w:r w:rsidRPr="00BF542D">
              <w:t>173,938868</w:t>
            </w:r>
          </w:p>
        </w:tc>
      </w:tr>
      <w:tr w:rsidR="00BF542D" w:rsidRPr="00BF542D" w14:paraId="39320E2E" w14:textId="77777777" w:rsidTr="003D2E48">
        <w:tc>
          <w:tcPr>
            <w:tcW w:w="0" w:type="auto"/>
          </w:tcPr>
          <w:p w14:paraId="1A66588D" w14:textId="77777777" w:rsidR="00BF542D" w:rsidRPr="00BF542D" w:rsidRDefault="00BF542D" w:rsidP="00EA296F">
            <w:r w:rsidRPr="00BF542D">
              <w:t>70</w:t>
            </w:r>
          </w:p>
        </w:tc>
        <w:tc>
          <w:tcPr>
            <w:tcW w:w="0" w:type="auto"/>
          </w:tcPr>
          <w:p w14:paraId="635FC760" w14:textId="77777777" w:rsidR="00BF542D" w:rsidRPr="00BF542D" w:rsidRDefault="00BF542D" w:rsidP="00EA296F">
            <w:r w:rsidRPr="00BF542D">
              <w:t>Yb 176</w:t>
            </w:r>
          </w:p>
        </w:tc>
        <w:tc>
          <w:tcPr>
            <w:tcW w:w="0" w:type="auto"/>
          </w:tcPr>
          <w:p w14:paraId="6C70A9E1" w14:textId="77777777" w:rsidR="00BF542D" w:rsidRPr="00BF542D" w:rsidRDefault="00BF542D" w:rsidP="00EA296F">
            <w:r w:rsidRPr="00BF542D">
              <w:t>175,942575</w:t>
            </w:r>
          </w:p>
        </w:tc>
      </w:tr>
      <w:tr w:rsidR="00BF542D" w:rsidRPr="00BF542D" w14:paraId="1755CB2B" w14:textId="77777777" w:rsidTr="003D2E48">
        <w:tc>
          <w:tcPr>
            <w:tcW w:w="0" w:type="auto"/>
          </w:tcPr>
          <w:p w14:paraId="5056D4D9" w14:textId="77777777" w:rsidR="00BF542D" w:rsidRPr="00BF542D" w:rsidRDefault="00BF542D" w:rsidP="00EA296F">
            <w:r w:rsidRPr="00BF542D">
              <w:t>71</w:t>
            </w:r>
          </w:p>
        </w:tc>
        <w:tc>
          <w:tcPr>
            <w:tcW w:w="0" w:type="auto"/>
          </w:tcPr>
          <w:p w14:paraId="2E307661" w14:textId="77777777" w:rsidR="00BF542D" w:rsidRPr="00BF542D" w:rsidRDefault="00BF542D" w:rsidP="00EA296F">
            <w:r w:rsidRPr="00BF542D">
              <w:t>Lu 175</w:t>
            </w:r>
          </w:p>
        </w:tc>
        <w:tc>
          <w:tcPr>
            <w:tcW w:w="0" w:type="auto"/>
          </w:tcPr>
          <w:p w14:paraId="143A3026" w14:textId="77777777" w:rsidR="00BF542D" w:rsidRPr="00BF542D" w:rsidRDefault="00BF542D" w:rsidP="00EA296F">
            <w:r w:rsidRPr="00BF542D">
              <w:t>174,940777</w:t>
            </w:r>
          </w:p>
        </w:tc>
      </w:tr>
      <w:tr w:rsidR="00BF542D" w:rsidRPr="00BF542D" w14:paraId="4465D3AA" w14:textId="77777777" w:rsidTr="003D2E48">
        <w:tc>
          <w:tcPr>
            <w:tcW w:w="0" w:type="auto"/>
          </w:tcPr>
          <w:p w14:paraId="515FEE49" w14:textId="77777777" w:rsidR="00BF542D" w:rsidRPr="00BF542D" w:rsidRDefault="00BF542D" w:rsidP="00EA296F">
            <w:r w:rsidRPr="00BF542D">
              <w:t>72</w:t>
            </w:r>
          </w:p>
        </w:tc>
        <w:tc>
          <w:tcPr>
            <w:tcW w:w="0" w:type="auto"/>
          </w:tcPr>
          <w:p w14:paraId="6845532A" w14:textId="77777777" w:rsidR="00BF542D" w:rsidRPr="00BF542D" w:rsidRDefault="00BF542D" w:rsidP="00EA296F">
            <w:r w:rsidRPr="00BF542D">
              <w:t>Hf 176</w:t>
            </w:r>
          </w:p>
        </w:tc>
        <w:tc>
          <w:tcPr>
            <w:tcW w:w="0" w:type="auto"/>
          </w:tcPr>
          <w:p w14:paraId="46945AA2" w14:textId="77777777" w:rsidR="00BF542D" w:rsidRPr="00BF542D" w:rsidRDefault="00BF542D" w:rsidP="00EA296F">
            <w:r w:rsidRPr="00BF542D">
              <w:t>175,941410</w:t>
            </w:r>
          </w:p>
        </w:tc>
      </w:tr>
      <w:tr w:rsidR="00BF542D" w:rsidRPr="00BF542D" w14:paraId="0C057814" w14:textId="77777777" w:rsidTr="003D2E48">
        <w:tc>
          <w:tcPr>
            <w:tcW w:w="0" w:type="auto"/>
          </w:tcPr>
          <w:p w14:paraId="1176004B" w14:textId="77777777" w:rsidR="00BF542D" w:rsidRPr="00BF542D" w:rsidRDefault="00BF542D" w:rsidP="00EA296F">
            <w:r w:rsidRPr="00BF542D">
              <w:t>72</w:t>
            </w:r>
          </w:p>
        </w:tc>
        <w:tc>
          <w:tcPr>
            <w:tcW w:w="0" w:type="auto"/>
          </w:tcPr>
          <w:p w14:paraId="76F6076C" w14:textId="77777777" w:rsidR="00BF542D" w:rsidRPr="00BF542D" w:rsidRDefault="00BF542D" w:rsidP="00EA296F">
            <w:r w:rsidRPr="00BF542D">
              <w:t>Hf 177</w:t>
            </w:r>
          </w:p>
        </w:tc>
        <w:tc>
          <w:tcPr>
            <w:tcW w:w="0" w:type="auto"/>
          </w:tcPr>
          <w:p w14:paraId="5787B3B1" w14:textId="77777777" w:rsidR="00BF542D" w:rsidRPr="00BF542D" w:rsidRDefault="00BF542D" w:rsidP="00EA296F">
            <w:r w:rsidRPr="00BF542D">
              <w:t>176,943230</w:t>
            </w:r>
          </w:p>
        </w:tc>
      </w:tr>
      <w:tr w:rsidR="00BF542D" w:rsidRPr="00BF542D" w14:paraId="4DBB207B" w14:textId="77777777" w:rsidTr="003D2E48">
        <w:tc>
          <w:tcPr>
            <w:tcW w:w="0" w:type="auto"/>
          </w:tcPr>
          <w:p w14:paraId="48DC4486" w14:textId="77777777" w:rsidR="00BF542D" w:rsidRPr="00BF542D" w:rsidRDefault="00BF542D" w:rsidP="00EA296F">
            <w:r w:rsidRPr="00BF542D">
              <w:t>72</w:t>
            </w:r>
          </w:p>
        </w:tc>
        <w:tc>
          <w:tcPr>
            <w:tcW w:w="0" w:type="auto"/>
          </w:tcPr>
          <w:p w14:paraId="453D976E" w14:textId="77777777" w:rsidR="00BF542D" w:rsidRPr="00BF542D" w:rsidRDefault="00BF542D" w:rsidP="00EA296F">
            <w:r w:rsidRPr="00BF542D">
              <w:t>Hf 178</w:t>
            </w:r>
          </w:p>
        </w:tc>
        <w:tc>
          <w:tcPr>
            <w:tcW w:w="0" w:type="auto"/>
          </w:tcPr>
          <w:p w14:paraId="66E72D20" w14:textId="77777777" w:rsidR="00BF542D" w:rsidRPr="00BF542D" w:rsidRDefault="00BF542D" w:rsidP="00EA296F">
            <w:r w:rsidRPr="00BF542D">
              <w:t>177,943708</w:t>
            </w:r>
          </w:p>
        </w:tc>
      </w:tr>
      <w:tr w:rsidR="00BF542D" w:rsidRPr="00BF542D" w14:paraId="45FDE060" w14:textId="77777777" w:rsidTr="003D2E48">
        <w:tc>
          <w:tcPr>
            <w:tcW w:w="0" w:type="auto"/>
          </w:tcPr>
          <w:p w14:paraId="1ED9F231" w14:textId="77777777" w:rsidR="00BF542D" w:rsidRPr="00BF542D" w:rsidRDefault="00BF542D" w:rsidP="00EA296F">
            <w:r w:rsidRPr="00BF542D">
              <w:t>72</w:t>
            </w:r>
          </w:p>
        </w:tc>
        <w:tc>
          <w:tcPr>
            <w:tcW w:w="0" w:type="auto"/>
          </w:tcPr>
          <w:p w14:paraId="2A2CFDAC" w14:textId="77777777" w:rsidR="00BF542D" w:rsidRPr="00BF542D" w:rsidRDefault="00BF542D" w:rsidP="00EA296F">
            <w:r w:rsidRPr="00BF542D">
              <w:t>Hf 179</w:t>
            </w:r>
          </w:p>
        </w:tc>
        <w:tc>
          <w:tcPr>
            <w:tcW w:w="0" w:type="auto"/>
          </w:tcPr>
          <w:p w14:paraId="1B0C67FC" w14:textId="77777777" w:rsidR="00BF542D" w:rsidRPr="00BF542D" w:rsidRDefault="00BF542D" w:rsidP="00EA296F">
            <w:r w:rsidRPr="00BF542D">
              <w:t>178,945826</w:t>
            </w:r>
          </w:p>
        </w:tc>
      </w:tr>
      <w:tr w:rsidR="00BF542D" w:rsidRPr="00BF542D" w14:paraId="2C77BD7B" w14:textId="77777777" w:rsidTr="003D2E48">
        <w:tc>
          <w:tcPr>
            <w:tcW w:w="0" w:type="auto"/>
          </w:tcPr>
          <w:p w14:paraId="379594B3" w14:textId="77777777" w:rsidR="00BF542D" w:rsidRPr="00BF542D" w:rsidRDefault="00BF542D" w:rsidP="00EA296F">
            <w:r w:rsidRPr="00BF542D">
              <w:t>72</w:t>
            </w:r>
          </w:p>
        </w:tc>
        <w:tc>
          <w:tcPr>
            <w:tcW w:w="0" w:type="auto"/>
          </w:tcPr>
          <w:p w14:paraId="007657FF" w14:textId="77777777" w:rsidR="00BF542D" w:rsidRPr="00BF542D" w:rsidRDefault="00BF542D" w:rsidP="00EA296F">
            <w:r w:rsidRPr="00BF542D">
              <w:t>Hf 180</w:t>
            </w:r>
          </w:p>
        </w:tc>
        <w:tc>
          <w:tcPr>
            <w:tcW w:w="0" w:type="auto"/>
          </w:tcPr>
          <w:p w14:paraId="571A7141" w14:textId="77777777" w:rsidR="00BF542D" w:rsidRPr="00BF542D" w:rsidRDefault="00BF542D" w:rsidP="00EA296F">
            <w:r w:rsidRPr="00BF542D">
              <w:t>179,946560</w:t>
            </w:r>
          </w:p>
        </w:tc>
      </w:tr>
      <w:tr w:rsidR="00BF542D" w:rsidRPr="00BF542D" w14:paraId="582129BE" w14:textId="77777777" w:rsidTr="003D2E48">
        <w:tc>
          <w:tcPr>
            <w:tcW w:w="0" w:type="auto"/>
          </w:tcPr>
          <w:p w14:paraId="08ACE816" w14:textId="77777777" w:rsidR="00BF542D" w:rsidRPr="00BF542D" w:rsidRDefault="00BF542D" w:rsidP="00EA296F">
            <w:r w:rsidRPr="00BF542D">
              <w:t>73</w:t>
            </w:r>
          </w:p>
        </w:tc>
        <w:tc>
          <w:tcPr>
            <w:tcW w:w="0" w:type="auto"/>
          </w:tcPr>
          <w:p w14:paraId="6C5043A5" w14:textId="77777777" w:rsidR="00BF542D" w:rsidRPr="00BF542D" w:rsidRDefault="00BF542D" w:rsidP="00EA296F">
            <w:r w:rsidRPr="00BF542D">
              <w:t>Ta 181</w:t>
            </w:r>
          </w:p>
        </w:tc>
        <w:tc>
          <w:tcPr>
            <w:tcW w:w="0" w:type="auto"/>
          </w:tcPr>
          <w:p w14:paraId="5E3FFEDC" w14:textId="77777777" w:rsidR="00BF542D" w:rsidRPr="00BF542D" w:rsidRDefault="00BF542D" w:rsidP="00EA296F">
            <w:r w:rsidRPr="00BF542D">
              <w:t>180,947999</w:t>
            </w:r>
          </w:p>
        </w:tc>
      </w:tr>
      <w:tr w:rsidR="00BF542D" w:rsidRPr="00BF542D" w14:paraId="3C921275" w14:textId="77777777" w:rsidTr="003D2E48">
        <w:tc>
          <w:tcPr>
            <w:tcW w:w="0" w:type="auto"/>
          </w:tcPr>
          <w:p w14:paraId="0B4B467A" w14:textId="77777777" w:rsidR="00BF542D" w:rsidRPr="00BF542D" w:rsidRDefault="00BF542D" w:rsidP="00EA296F">
            <w:r w:rsidRPr="00BF542D">
              <w:t>74</w:t>
            </w:r>
          </w:p>
        </w:tc>
        <w:tc>
          <w:tcPr>
            <w:tcW w:w="0" w:type="auto"/>
          </w:tcPr>
          <w:p w14:paraId="61DB71BD" w14:textId="77777777" w:rsidR="00BF542D" w:rsidRPr="00BF542D" w:rsidRDefault="00BF542D" w:rsidP="00EA296F">
            <w:r w:rsidRPr="00BF542D">
              <w:t>W 180</w:t>
            </w:r>
          </w:p>
        </w:tc>
        <w:tc>
          <w:tcPr>
            <w:tcW w:w="0" w:type="auto"/>
          </w:tcPr>
          <w:p w14:paraId="3AA73B13" w14:textId="77777777" w:rsidR="00BF542D" w:rsidRPr="00BF542D" w:rsidRDefault="00BF542D" w:rsidP="00EA296F">
            <w:r w:rsidRPr="00BF542D">
              <w:t>179,946713</w:t>
            </w:r>
          </w:p>
        </w:tc>
      </w:tr>
      <w:tr w:rsidR="00BF542D" w:rsidRPr="00BF542D" w14:paraId="7DC9AD89" w14:textId="77777777" w:rsidTr="003D2E48">
        <w:tc>
          <w:tcPr>
            <w:tcW w:w="0" w:type="auto"/>
          </w:tcPr>
          <w:p w14:paraId="4ADAE214" w14:textId="77777777" w:rsidR="00BF542D" w:rsidRPr="00BF542D" w:rsidRDefault="00BF542D" w:rsidP="00EA296F">
            <w:r w:rsidRPr="00BF542D">
              <w:t>74</w:t>
            </w:r>
          </w:p>
        </w:tc>
        <w:tc>
          <w:tcPr>
            <w:tcW w:w="0" w:type="auto"/>
          </w:tcPr>
          <w:p w14:paraId="4A1FEF5C" w14:textId="77777777" w:rsidR="00BF542D" w:rsidRPr="00BF542D" w:rsidRDefault="00BF542D" w:rsidP="00EA296F">
            <w:r w:rsidRPr="00BF542D">
              <w:t>W 182</w:t>
            </w:r>
          </w:p>
        </w:tc>
        <w:tc>
          <w:tcPr>
            <w:tcW w:w="0" w:type="auto"/>
          </w:tcPr>
          <w:p w14:paraId="462E6AF2" w14:textId="77777777" w:rsidR="00BF542D" w:rsidRPr="00BF542D" w:rsidRDefault="00BF542D" w:rsidP="00EA296F">
            <w:r w:rsidRPr="00BF542D">
              <w:t>181,948206</w:t>
            </w:r>
          </w:p>
        </w:tc>
      </w:tr>
      <w:tr w:rsidR="00BF542D" w:rsidRPr="00BF542D" w14:paraId="01FE01F2" w14:textId="77777777" w:rsidTr="003D2E48">
        <w:tc>
          <w:tcPr>
            <w:tcW w:w="0" w:type="auto"/>
          </w:tcPr>
          <w:p w14:paraId="3D1368FD" w14:textId="77777777" w:rsidR="00BF542D" w:rsidRPr="00BF542D" w:rsidRDefault="00BF542D" w:rsidP="00EA296F">
            <w:r w:rsidRPr="00BF542D">
              <w:t>74</w:t>
            </w:r>
          </w:p>
        </w:tc>
        <w:tc>
          <w:tcPr>
            <w:tcW w:w="0" w:type="auto"/>
          </w:tcPr>
          <w:p w14:paraId="2CAF9471" w14:textId="77777777" w:rsidR="00BF542D" w:rsidRPr="00BF542D" w:rsidRDefault="00BF542D" w:rsidP="00EA296F">
            <w:r w:rsidRPr="00BF542D">
              <w:t>W 183</w:t>
            </w:r>
          </w:p>
        </w:tc>
        <w:tc>
          <w:tcPr>
            <w:tcW w:w="0" w:type="auto"/>
          </w:tcPr>
          <w:p w14:paraId="66DE876B" w14:textId="77777777" w:rsidR="00BF542D" w:rsidRPr="00BF542D" w:rsidRDefault="00BF542D" w:rsidP="00EA296F">
            <w:r w:rsidRPr="00BF542D">
              <w:t>182,950224</w:t>
            </w:r>
          </w:p>
        </w:tc>
      </w:tr>
      <w:tr w:rsidR="00BF542D" w:rsidRPr="00BF542D" w14:paraId="0E1CDC3D" w14:textId="77777777" w:rsidTr="003D2E48">
        <w:tc>
          <w:tcPr>
            <w:tcW w:w="0" w:type="auto"/>
          </w:tcPr>
          <w:p w14:paraId="089D4DE0" w14:textId="77777777" w:rsidR="00BF542D" w:rsidRPr="00BF542D" w:rsidRDefault="00BF542D" w:rsidP="00EA296F">
            <w:r w:rsidRPr="00BF542D">
              <w:lastRenderedPageBreak/>
              <w:t>74</w:t>
            </w:r>
          </w:p>
        </w:tc>
        <w:tc>
          <w:tcPr>
            <w:tcW w:w="0" w:type="auto"/>
          </w:tcPr>
          <w:p w14:paraId="15C13D42" w14:textId="77777777" w:rsidR="00BF542D" w:rsidRPr="00BF542D" w:rsidRDefault="00BF542D" w:rsidP="00EA296F">
            <w:r w:rsidRPr="00BF542D">
              <w:t>W 185</w:t>
            </w:r>
          </w:p>
        </w:tc>
        <w:tc>
          <w:tcPr>
            <w:tcW w:w="0" w:type="auto"/>
          </w:tcPr>
          <w:p w14:paraId="3157BDE6" w14:textId="77777777" w:rsidR="00BF542D" w:rsidRPr="00BF542D" w:rsidRDefault="00BF542D" w:rsidP="00EA296F">
            <w:r w:rsidRPr="00BF542D">
              <w:t>184,953421</w:t>
            </w:r>
          </w:p>
        </w:tc>
      </w:tr>
      <w:tr w:rsidR="00BF542D" w:rsidRPr="00BF542D" w14:paraId="59F8C018" w14:textId="77777777" w:rsidTr="003D2E48">
        <w:tc>
          <w:tcPr>
            <w:tcW w:w="0" w:type="auto"/>
          </w:tcPr>
          <w:p w14:paraId="0439CA6C" w14:textId="77777777" w:rsidR="00BF542D" w:rsidRPr="00BF542D" w:rsidRDefault="00BF542D" w:rsidP="00EA296F">
            <w:r w:rsidRPr="00BF542D">
              <w:t>74</w:t>
            </w:r>
          </w:p>
        </w:tc>
        <w:tc>
          <w:tcPr>
            <w:tcW w:w="0" w:type="auto"/>
          </w:tcPr>
          <w:p w14:paraId="38173A2F" w14:textId="77777777" w:rsidR="00BF542D" w:rsidRPr="00BF542D" w:rsidRDefault="00BF542D" w:rsidP="00EA296F">
            <w:r w:rsidRPr="00BF542D">
              <w:t>W 186</w:t>
            </w:r>
          </w:p>
        </w:tc>
        <w:tc>
          <w:tcPr>
            <w:tcW w:w="0" w:type="auto"/>
          </w:tcPr>
          <w:p w14:paraId="6E1FEDF5" w14:textId="77777777" w:rsidR="00BF542D" w:rsidRPr="00BF542D" w:rsidRDefault="00BF542D" w:rsidP="00EA296F">
            <w:r w:rsidRPr="00BF542D">
              <w:t>185,954365</w:t>
            </w:r>
          </w:p>
        </w:tc>
      </w:tr>
      <w:tr w:rsidR="00BF542D" w:rsidRPr="00BF542D" w14:paraId="3846BCB6" w14:textId="77777777" w:rsidTr="003D2E48">
        <w:tc>
          <w:tcPr>
            <w:tcW w:w="0" w:type="auto"/>
          </w:tcPr>
          <w:p w14:paraId="36EE4EBB" w14:textId="77777777" w:rsidR="00BF542D" w:rsidRPr="00BF542D" w:rsidRDefault="00BF542D" w:rsidP="00EA296F">
            <w:r w:rsidRPr="00BF542D">
              <w:t>75</w:t>
            </w:r>
          </w:p>
        </w:tc>
        <w:tc>
          <w:tcPr>
            <w:tcW w:w="0" w:type="auto"/>
          </w:tcPr>
          <w:p w14:paraId="6F4F38FE" w14:textId="77777777" w:rsidR="00BF542D" w:rsidRPr="00BF542D" w:rsidRDefault="00BF542D" w:rsidP="00EA296F">
            <w:r w:rsidRPr="00BF542D">
              <w:t>Re 185</w:t>
            </w:r>
          </w:p>
        </w:tc>
        <w:tc>
          <w:tcPr>
            <w:tcW w:w="0" w:type="auto"/>
          </w:tcPr>
          <w:p w14:paraId="4D4A590A" w14:textId="77777777" w:rsidR="00BF542D" w:rsidRPr="00BF542D" w:rsidRDefault="00BF542D" w:rsidP="00EA296F">
            <w:r w:rsidRPr="00BF542D">
              <w:t>184,952958</w:t>
            </w:r>
          </w:p>
        </w:tc>
      </w:tr>
      <w:tr w:rsidR="00BF542D" w:rsidRPr="00BF542D" w14:paraId="513B4697" w14:textId="77777777" w:rsidTr="003D2E48">
        <w:tc>
          <w:tcPr>
            <w:tcW w:w="0" w:type="auto"/>
          </w:tcPr>
          <w:p w14:paraId="0CC2510F" w14:textId="77777777" w:rsidR="00BF542D" w:rsidRPr="00BF542D" w:rsidRDefault="00BF542D" w:rsidP="00EA296F">
            <w:r w:rsidRPr="00BF542D">
              <w:t>75</w:t>
            </w:r>
          </w:p>
        </w:tc>
        <w:tc>
          <w:tcPr>
            <w:tcW w:w="0" w:type="auto"/>
          </w:tcPr>
          <w:p w14:paraId="15AC761B" w14:textId="77777777" w:rsidR="00BF542D" w:rsidRPr="00BF542D" w:rsidRDefault="00BF542D" w:rsidP="00EA296F">
            <w:r w:rsidRPr="00BF542D">
              <w:t>Re 187</w:t>
            </w:r>
          </w:p>
        </w:tc>
        <w:tc>
          <w:tcPr>
            <w:tcW w:w="0" w:type="auto"/>
          </w:tcPr>
          <w:p w14:paraId="143BB27E" w14:textId="77777777" w:rsidR="00BF542D" w:rsidRPr="00BF542D" w:rsidRDefault="00BF542D" w:rsidP="00EA296F">
            <w:r w:rsidRPr="00BF542D">
              <w:t>186,955752</w:t>
            </w:r>
          </w:p>
        </w:tc>
      </w:tr>
      <w:tr w:rsidR="00BF542D" w:rsidRPr="00BF542D" w14:paraId="59B8241C" w14:textId="77777777" w:rsidTr="003D2E48">
        <w:tc>
          <w:tcPr>
            <w:tcW w:w="0" w:type="auto"/>
          </w:tcPr>
          <w:p w14:paraId="6A0FFF3F" w14:textId="77777777" w:rsidR="00BF542D" w:rsidRPr="00BF542D" w:rsidRDefault="00BF542D" w:rsidP="00EA296F">
            <w:r w:rsidRPr="00BF542D">
              <w:t>76</w:t>
            </w:r>
          </w:p>
        </w:tc>
        <w:tc>
          <w:tcPr>
            <w:tcW w:w="0" w:type="auto"/>
          </w:tcPr>
          <w:p w14:paraId="02BFFF6A" w14:textId="77777777" w:rsidR="00BF542D" w:rsidRPr="00BF542D" w:rsidRDefault="00BF542D" w:rsidP="00EA296F">
            <w:r w:rsidRPr="00BF542D">
              <w:t>Os 187</w:t>
            </w:r>
          </w:p>
        </w:tc>
        <w:tc>
          <w:tcPr>
            <w:tcW w:w="0" w:type="auto"/>
          </w:tcPr>
          <w:p w14:paraId="1AB62BB9" w14:textId="77777777" w:rsidR="00BF542D" w:rsidRPr="00BF542D" w:rsidRDefault="00BF542D" w:rsidP="00EA296F">
            <w:r w:rsidRPr="00BF542D">
              <w:t>186,955750</w:t>
            </w:r>
          </w:p>
        </w:tc>
      </w:tr>
      <w:tr w:rsidR="00BF542D" w:rsidRPr="00BF542D" w14:paraId="06FFB21D" w14:textId="77777777" w:rsidTr="003D2E48">
        <w:tc>
          <w:tcPr>
            <w:tcW w:w="0" w:type="auto"/>
          </w:tcPr>
          <w:p w14:paraId="084E3718" w14:textId="77777777" w:rsidR="00BF542D" w:rsidRPr="00BF542D" w:rsidRDefault="00BF542D" w:rsidP="00EA296F">
            <w:r w:rsidRPr="00BF542D">
              <w:t>76</w:t>
            </w:r>
          </w:p>
        </w:tc>
        <w:tc>
          <w:tcPr>
            <w:tcW w:w="0" w:type="auto"/>
          </w:tcPr>
          <w:p w14:paraId="3BA43CEE" w14:textId="77777777" w:rsidR="00BF542D" w:rsidRPr="00BF542D" w:rsidRDefault="00BF542D" w:rsidP="00EA296F">
            <w:r w:rsidRPr="00BF542D">
              <w:t>Os 188</w:t>
            </w:r>
          </w:p>
        </w:tc>
        <w:tc>
          <w:tcPr>
            <w:tcW w:w="0" w:type="auto"/>
          </w:tcPr>
          <w:p w14:paraId="26C24C8E" w14:textId="77777777" w:rsidR="00BF542D" w:rsidRPr="00BF542D" w:rsidRDefault="00BF542D" w:rsidP="00EA296F">
            <w:r w:rsidRPr="00BF542D">
              <w:t>187,955837</w:t>
            </w:r>
          </w:p>
        </w:tc>
      </w:tr>
      <w:tr w:rsidR="00BF542D" w:rsidRPr="00BF542D" w14:paraId="6F95C6F7" w14:textId="77777777" w:rsidTr="003D2E48">
        <w:tc>
          <w:tcPr>
            <w:tcW w:w="0" w:type="auto"/>
          </w:tcPr>
          <w:p w14:paraId="1A60C3CD" w14:textId="77777777" w:rsidR="00BF542D" w:rsidRPr="00BF542D" w:rsidRDefault="00BF542D" w:rsidP="00EA296F">
            <w:r w:rsidRPr="00BF542D">
              <w:t>76</w:t>
            </w:r>
          </w:p>
        </w:tc>
        <w:tc>
          <w:tcPr>
            <w:tcW w:w="0" w:type="auto"/>
          </w:tcPr>
          <w:p w14:paraId="0D444AF8" w14:textId="77777777" w:rsidR="00BF542D" w:rsidRPr="00BF542D" w:rsidRDefault="00BF542D" w:rsidP="00EA296F">
            <w:r w:rsidRPr="00BF542D">
              <w:t>Os 189</w:t>
            </w:r>
          </w:p>
        </w:tc>
        <w:tc>
          <w:tcPr>
            <w:tcW w:w="0" w:type="auto"/>
          </w:tcPr>
          <w:p w14:paraId="0FFCC81D" w14:textId="77777777" w:rsidR="00BF542D" w:rsidRPr="00BF542D" w:rsidRDefault="00BF542D" w:rsidP="00EA296F">
            <w:r w:rsidRPr="00BF542D">
              <w:t>188,958146</w:t>
            </w:r>
          </w:p>
        </w:tc>
      </w:tr>
      <w:tr w:rsidR="00BF542D" w:rsidRPr="00BF542D" w14:paraId="3A14BC65" w14:textId="77777777" w:rsidTr="003D2E48">
        <w:tc>
          <w:tcPr>
            <w:tcW w:w="0" w:type="auto"/>
          </w:tcPr>
          <w:p w14:paraId="5FFEE80A" w14:textId="77777777" w:rsidR="00BF542D" w:rsidRPr="00BF542D" w:rsidRDefault="00BF542D" w:rsidP="00EA296F">
            <w:r w:rsidRPr="00BF542D">
              <w:t>76</w:t>
            </w:r>
          </w:p>
        </w:tc>
        <w:tc>
          <w:tcPr>
            <w:tcW w:w="0" w:type="auto"/>
          </w:tcPr>
          <w:p w14:paraId="5118C0A4" w14:textId="77777777" w:rsidR="00BF542D" w:rsidRPr="00BF542D" w:rsidRDefault="00BF542D" w:rsidP="00EA296F">
            <w:r w:rsidRPr="00BF542D">
              <w:t>Os 190</w:t>
            </w:r>
          </w:p>
        </w:tc>
        <w:tc>
          <w:tcPr>
            <w:tcW w:w="0" w:type="auto"/>
          </w:tcPr>
          <w:p w14:paraId="3DA33AD4" w14:textId="77777777" w:rsidR="00BF542D" w:rsidRPr="00BF542D" w:rsidRDefault="00BF542D" w:rsidP="00EA296F">
            <w:r w:rsidRPr="00BF542D">
              <w:t>189,958445</w:t>
            </w:r>
          </w:p>
        </w:tc>
      </w:tr>
      <w:tr w:rsidR="00BF542D" w:rsidRPr="00BF542D" w14:paraId="6C025D50" w14:textId="77777777" w:rsidTr="003D2E48">
        <w:tc>
          <w:tcPr>
            <w:tcW w:w="0" w:type="auto"/>
          </w:tcPr>
          <w:p w14:paraId="488C3F50" w14:textId="77777777" w:rsidR="00BF542D" w:rsidRPr="00BF542D" w:rsidRDefault="00BF542D" w:rsidP="00EA296F">
            <w:r w:rsidRPr="00BF542D">
              <w:t>76</w:t>
            </w:r>
          </w:p>
        </w:tc>
        <w:tc>
          <w:tcPr>
            <w:tcW w:w="0" w:type="auto"/>
          </w:tcPr>
          <w:p w14:paraId="4765CAFC" w14:textId="77777777" w:rsidR="00BF542D" w:rsidRPr="00BF542D" w:rsidRDefault="00BF542D" w:rsidP="00EA296F">
            <w:r w:rsidRPr="00BF542D">
              <w:t>Os 192</w:t>
            </w:r>
          </w:p>
        </w:tc>
        <w:tc>
          <w:tcPr>
            <w:tcW w:w="0" w:type="auto"/>
          </w:tcPr>
          <w:p w14:paraId="2729071B" w14:textId="77777777" w:rsidR="00BF542D" w:rsidRPr="00BF542D" w:rsidRDefault="00BF542D" w:rsidP="00EA296F">
            <w:r w:rsidRPr="00BF542D">
              <w:t>191,961479</w:t>
            </w:r>
          </w:p>
        </w:tc>
      </w:tr>
      <w:tr w:rsidR="00BF542D" w:rsidRPr="00BF542D" w14:paraId="134C0306" w14:textId="77777777" w:rsidTr="003D2E48">
        <w:tc>
          <w:tcPr>
            <w:tcW w:w="0" w:type="auto"/>
          </w:tcPr>
          <w:p w14:paraId="31C2C358" w14:textId="77777777" w:rsidR="00BF542D" w:rsidRPr="00BF542D" w:rsidRDefault="00BF542D" w:rsidP="00EA296F">
            <w:r w:rsidRPr="00BF542D">
              <w:t>77</w:t>
            </w:r>
          </w:p>
        </w:tc>
        <w:tc>
          <w:tcPr>
            <w:tcW w:w="0" w:type="auto"/>
          </w:tcPr>
          <w:p w14:paraId="17CCD56C" w14:textId="77777777" w:rsidR="00BF542D" w:rsidRPr="00BF542D" w:rsidRDefault="00BF542D" w:rsidP="00EA296F">
            <w:r w:rsidRPr="00BF542D">
              <w:t>Ir 191</w:t>
            </w:r>
          </w:p>
        </w:tc>
        <w:tc>
          <w:tcPr>
            <w:tcW w:w="0" w:type="auto"/>
          </w:tcPr>
          <w:p w14:paraId="28244A88" w14:textId="77777777" w:rsidR="00BF542D" w:rsidRPr="00BF542D" w:rsidRDefault="00BF542D" w:rsidP="00EA296F">
            <w:r w:rsidRPr="00BF542D">
              <w:t>190,960592</w:t>
            </w:r>
          </w:p>
        </w:tc>
      </w:tr>
      <w:tr w:rsidR="00BF542D" w:rsidRPr="00BF542D" w14:paraId="20B61523" w14:textId="77777777" w:rsidTr="003D2E48">
        <w:tc>
          <w:tcPr>
            <w:tcW w:w="0" w:type="auto"/>
          </w:tcPr>
          <w:p w14:paraId="661CB8D2" w14:textId="77777777" w:rsidR="00BF542D" w:rsidRPr="00BF542D" w:rsidRDefault="00BF542D" w:rsidP="00EA296F">
            <w:r w:rsidRPr="00BF542D">
              <w:t>77</w:t>
            </w:r>
          </w:p>
        </w:tc>
        <w:tc>
          <w:tcPr>
            <w:tcW w:w="0" w:type="auto"/>
          </w:tcPr>
          <w:p w14:paraId="76EB409B" w14:textId="77777777" w:rsidR="00BF542D" w:rsidRPr="00BF542D" w:rsidRDefault="00BF542D" w:rsidP="00EA296F">
            <w:r w:rsidRPr="00BF542D">
              <w:t>Ir 193</w:t>
            </w:r>
          </w:p>
        </w:tc>
        <w:tc>
          <w:tcPr>
            <w:tcW w:w="0" w:type="auto"/>
          </w:tcPr>
          <w:p w14:paraId="3A1A5EDD" w14:textId="77777777" w:rsidR="00BF542D" w:rsidRPr="00BF542D" w:rsidRDefault="00BF542D" w:rsidP="00EA296F">
            <w:r w:rsidRPr="00BF542D">
              <w:t>192,962924</w:t>
            </w:r>
          </w:p>
        </w:tc>
      </w:tr>
      <w:tr w:rsidR="00BF542D" w:rsidRPr="00BF542D" w14:paraId="53BCD28B" w14:textId="77777777" w:rsidTr="003D2E48">
        <w:tc>
          <w:tcPr>
            <w:tcW w:w="0" w:type="auto"/>
          </w:tcPr>
          <w:p w14:paraId="045592D2" w14:textId="77777777" w:rsidR="00BF542D" w:rsidRPr="00BF542D" w:rsidRDefault="00BF542D" w:rsidP="00EA296F">
            <w:r w:rsidRPr="00BF542D">
              <w:t>78</w:t>
            </w:r>
          </w:p>
        </w:tc>
        <w:tc>
          <w:tcPr>
            <w:tcW w:w="0" w:type="auto"/>
          </w:tcPr>
          <w:p w14:paraId="61EE311E" w14:textId="77777777" w:rsidR="00BF542D" w:rsidRPr="00BF542D" w:rsidRDefault="00BF542D" w:rsidP="00EA296F">
            <w:r w:rsidRPr="00BF542D">
              <w:t>Pt 192</w:t>
            </w:r>
          </w:p>
        </w:tc>
        <w:tc>
          <w:tcPr>
            <w:tcW w:w="0" w:type="auto"/>
          </w:tcPr>
          <w:p w14:paraId="09DF39E6" w14:textId="77777777" w:rsidR="00BF542D" w:rsidRPr="00BF542D" w:rsidRDefault="00BF542D" w:rsidP="00EA296F">
            <w:r w:rsidRPr="00BF542D">
              <w:t>191,961043</w:t>
            </w:r>
          </w:p>
        </w:tc>
      </w:tr>
      <w:tr w:rsidR="00BF542D" w:rsidRPr="00BF542D" w14:paraId="1792FED0" w14:textId="77777777" w:rsidTr="003D2E48">
        <w:tc>
          <w:tcPr>
            <w:tcW w:w="0" w:type="auto"/>
          </w:tcPr>
          <w:p w14:paraId="0DE5FBDC" w14:textId="77777777" w:rsidR="00BF542D" w:rsidRPr="00BF542D" w:rsidRDefault="00BF542D" w:rsidP="00EA296F">
            <w:r w:rsidRPr="00BF542D">
              <w:t>78</w:t>
            </w:r>
          </w:p>
        </w:tc>
        <w:tc>
          <w:tcPr>
            <w:tcW w:w="0" w:type="auto"/>
          </w:tcPr>
          <w:p w14:paraId="4AFBE6D6" w14:textId="77777777" w:rsidR="00BF542D" w:rsidRPr="00BF542D" w:rsidRDefault="00BF542D" w:rsidP="00EA296F">
            <w:r w:rsidRPr="00BF542D">
              <w:t>Pt 194</w:t>
            </w:r>
          </w:p>
        </w:tc>
        <w:tc>
          <w:tcPr>
            <w:tcW w:w="0" w:type="auto"/>
          </w:tcPr>
          <w:p w14:paraId="3CD37742" w14:textId="77777777" w:rsidR="00BF542D" w:rsidRPr="00BF542D" w:rsidRDefault="00BF542D" w:rsidP="00EA296F">
            <w:r w:rsidRPr="00BF542D">
              <w:t>193,962683</w:t>
            </w:r>
          </w:p>
        </w:tc>
      </w:tr>
      <w:tr w:rsidR="00BF542D" w:rsidRPr="00BF542D" w14:paraId="2E53B5B8" w14:textId="77777777" w:rsidTr="003D2E48">
        <w:tc>
          <w:tcPr>
            <w:tcW w:w="0" w:type="auto"/>
          </w:tcPr>
          <w:p w14:paraId="7D463140" w14:textId="77777777" w:rsidR="00BF542D" w:rsidRPr="00BF542D" w:rsidRDefault="00BF542D" w:rsidP="00EA296F">
            <w:r w:rsidRPr="00BF542D">
              <w:t>78</w:t>
            </w:r>
          </w:p>
        </w:tc>
        <w:tc>
          <w:tcPr>
            <w:tcW w:w="0" w:type="auto"/>
          </w:tcPr>
          <w:p w14:paraId="08DC4D3A" w14:textId="77777777" w:rsidR="00BF542D" w:rsidRPr="00BF542D" w:rsidRDefault="00BF542D" w:rsidP="00EA296F">
            <w:r w:rsidRPr="00BF542D">
              <w:t>Pt 195</w:t>
            </w:r>
          </w:p>
        </w:tc>
        <w:tc>
          <w:tcPr>
            <w:tcW w:w="0" w:type="auto"/>
          </w:tcPr>
          <w:p w14:paraId="068B6FFB" w14:textId="77777777" w:rsidR="00BF542D" w:rsidRPr="00BF542D" w:rsidRDefault="00BF542D" w:rsidP="00EA296F">
            <w:r w:rsidRPr="00BF542D">
              <w:t>194,964794</w:t>
            </w:r>
          </w:p>
        </w:tc>
      </w:tr>
      <w:tr w:rsidR="00BF542D" w:rsidRPr="00BF542D" w14:paraId="7880AA98" w14:textId="77777777" w:rsidTr="003D2E48">
        <w:tc>
          <w:tcPr>
            <w:tcW w:w="0" w:type="auto"/>
          </w:tcPr>
          <w:p w14:paraId="5C6F1CE6" w14:textId="77777777" w:rsidR="00BF542D" w:rsidRPr="00BF542D" w:rsidRDefault="00BF542D" w:rsidP="00EA296F">
            <w:r w:rsidRPr="00BF542D">
              <w:t>78</w:t>
            </w:r>
          </w:p>
        </w:tc>
        <w:tc>
          <w:tcPr>
            <w:tcW w:w="0" w:type="auto"/>
          </w:tcPr>
          <w:p w14:paraId="2DB48137" w14:textId="77777777" w:rsidR="00BF542D" w:rsidRPr="00BF542D" w:rsidRDefault="00BF542D" w:rsidP="00EA296F">
            <w:r w:rsidRPr="00BF542D">
              <w:t>Pt 196</w:t>
            </w:r>
          </w:p>
        </w:tc>
        <w:tc>
          <w:tcPr>
            <w:tcW w:w="0" w:type="auto"/>
          </w:tcPr>
          <w:p w14:paraId="00CDF6C6" w14:textId="77777777" w:rsidR="00BF542D" w:rsidRPr="00BF542D" w:rsidRDefault="00BF542D" w:rsidP="00EA296F">
            <w:r w:rsidRPr="00BF542D">
              <w:t>195,964955</w:t>
            </w:r>
          </w:p>
        </w:tc>
      </w:tr>
      <w:tr w:rsidR="00BF542D" w:rsidRPr="00BF542D" w14:paraId="33959BE9" w14:textId="77777777" w:rsidTr="003D2E48">
        <w:tc>
          <w:tcPr>
            <w:tcW w:w="0" w:type="auto"/>
          </w:tcPr>
          <w:p w14:paraId="7B1D90E9" w14:textId="77777777" w:rsidR="00BF542D" w:rsidRPr="00BF542D" w:rsidRDefault="00BF542D" w:rsidP="00EA296F">
            <w:r w:rsidRPr="00BF542D">
              <w:t>78</w:t>
            </w:r>
          </w:p>
        </w:tc>
        <w:tc>
          <w:tcPr>
            <w:tcW w:w="0" w:type="auto"/>
          </w:tcPr>
          <w:p w14:paraId="384D4497" w14:textId="77777777" w:rsidR="00BF542D" w:rsidRPr="00BF542D" w:rsidRDefault="00BF542D" w:rsidP="00EA296F">
            <w:r w:rsidRPr="00BF542D">
              <w:t>Pt 198</w:t>
            </w:r>
          </w:p>
        </w:tc>
        <w:tc>
          <w:tcPr>
            <w:tcW w:w="0" w:type="auto"/>
          </w:tcPr>
          <w:p w14:paraId="074D17C5" w14:textId="77777777" w:rsidR="00BF542D" w:rsidRPr="00BF542D" w:rsidRDefault="00BF542D" w:rsidP="00EA296F">
            <w:r w:rsidRPr="00BF542D">
              <w:t>197,967897</w:t>
            </w:r>
          </w:p>
        </w:tc>
      </w:tr>
      <w:tr w:rsidR="00BF542D" w:rsidRPr="00BF542D" w14:paraId="32DAEE6D" w14:textId="77777777" w:rsidTr="003D2E48">
        <w:tc>
          <w:tcPr>
            <w:tcW w:w="0" w:type="auto"/>
          </w:tcPr>
          <w:p w14:paraId="0D8B0E18" w14:textId="77777777" w:rsidR="00BF542D" w:rsidRPr="00BF542D" w:rsidRDefault="00BF542D" w:rsidP="00EA296F">
            <w:r w:rsidRPr="00BF542D">
              <w:t>79</w:t>
            </w:r>
          </w:p>
        </w:tc>
        <w:tc>
          <w:tcPr>
            <w:tcW w:w="0" w:type="auto"/>
          </w:tcPr>
          <w:p w14:paraId="2AA85708" w14:textId="77777777" w:rsidR="00BF542D" w:rsidRPr="00BF542D" w:rsidRDefault="00BF542D" w:rsidP="00EA296F">
            <w:r w:rsidRPr="00BF542D">
              <w:t>Au 197</w:t>
            </w:r>
          </w:p>
        </w:tc>
        <w:tc>
          <w:tcPr>
            <w:tcW w:w="0" w:type="auto"/>
          </w:tcPr>
          <w:p w14:paraId="171F9D1C" w14:textId="77777777" w:rsidR="00BF542D" w:rsidRPr="00BF542D" w:rsidRDefault="00BF542D" w:rsidP="00EA296F">
            <w:r w:rsidRPr="00BF542D">
              <w:t>196,966570</w:t>
            </w:r>
          </w:p>
        </w:tc>
      </w:tr>
      <w:tr w:rsidR="00BF542D" w:rsidRPr="00BF542D" w14:paraId="5EF3681D" w14:textId="77777777" w:rsidTr="003D2E48">
        <w:tc>
          <w:tcPr>
            <w:tcW w:w="0" w:type="auto"/>
          </w:tcPr>
          <w:p w14:paraId="13F9885E" w14:textId="77777777" w:rsidR="00BF542D" w:rsidRPr="00BF542D" w:rsidRDefault="00BF542D" w:rsidP="00EA296F">
            <w:r w:rsidRPr="00BF542D">
              <w:t>79</w:t>
            </w:r>
          </w:p>
        </w:tc>
        <w:tc>
          <w:tcPr>
            <w:tcW w:w="0" w:type="auto"/>
          </w:tcPr>
          <w:p w14:paraId="66F13D89" w14:textId="77777777" w:rsidR="00BF542D" w:rsidRPr="00BF542D" w:rsidRDefault="00BF542D" w:rsidP="00EA296F">
            <w:r w:rsidRPr="00BF542D">
              <w:t>Au 198</w:t>
            </w:r>
          </w:p>
        </w:tc>
        <w:tc>
          <w:tcPr>
            <w:tcW w:w="0" w:type="auto"/>
          </w:tcPr>
          <w:p w14:paraId="4FD2A43C" w14:textId="77777777" w:rsidR="00BF542D" w:rsidRPr="00BF542D" w:rsidRDefault="00BF542D" w:rsidP="00EA296F">
            <w:r w:rsidRPr="00BF542D">
              <w:t>197,968244</w:t>
            </w:r>
          </w:p>
        </w:tc>
      </w:tr>
      <w:tr w:rsidR="00BF542D" w:rsidRPr="00BF542D" w14:paraId="6BB6396D" w14:textId="77777777" w:rsidTr="003D2E48">
        <w:tc>
          <w:tcPr>
            <w:tcW w:w="0" w:type="auto"/>
          </w:tcPr>
          <w:p w14:paraId="3AEE03F7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581AF5FE" w14:textId="77777777" w:rsidR="00BF542D" w:rsidRPr="00BF542D" w:rsidRDefault="00BF542D" w:rsidP="00EA296F">
            <w:r w:rsidRPr="00BF542D">
              <w:t>Hg 196</w:t>
            </w:r>
          </w:p>
        </w:tc>
        <w:tc>
          <w:tcPr>
            <w:tcW w:w="0" w:type="auto"/>
          </w:tcPr>
          <w:p w14:paraId="1D5BF442" w14:textId="77777777" w:rsidR="00BF542D" w:rsidRPr="00BF542D" w:rsidRDefault="00BF542D" w:rsidP="00EA296F">
            <w:r w:rsidRPr="00BF542D">
              <w:t>195,965833</w:t>
            </w:r>
          </w:p>
        </w:tc>
      </w:tr>
      <w:tr w:rsidR="00BF542D" w:rsidRPr="00BF542D" w14:paraId="25D6377B" w14:textId="77777777" w:rsidTr="003D2E48">
        <w:tc>
          <w:tcPr>
            <w:tcW w:w="0" w:type="auto"/>
          </w:tcPr>
          <w:p w14:paraId="48C6064E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6FECB3FA" w14:textId="77777777" w:rsidR="00BF542D" w:rsidRPr="00BF542D" w:rsidRDefault="00BF542D" w:rsidP="00EA296F">
            <w:r w:rsidRPr="00BF542D">
              <w:t>Hg 198</w:t>
            </w:r>
          </w:p>
        </w:tc>
        <w:tc>
          <w:tcPr>
            <w:tcW w:w="0" w:type="auto"/>
          </w:tcPr>
          <w:p w14:paraId="66C16F42" w14:textId="77777777" w:rsidR="00BF542D" w:rsidRPr="00BF542D" w:rsidRDefault="00BF542D" w:rsidP="00EA296F">
            <w:r w:rsidRPr="00BF542D">
              <w:t>197,966769</w:t>
            </w:r>
          </w:p>
        </w:tc>
      </w:tr>
      <w:tr w:rsidR="00BF542D" w:rsidRPr="00BF542D" w14:paraId="1BAE3ABB" w14:textId="77777777" w:rsidTr="003D2E48">
        <w:tc>
          <w:tcPr>
            <w:tcW w:w="0" w:type="auto"/>
          </w:tcPr>
          <w:p w14:paraId="261B30DE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7C2E7D8D" w14:textId="77777777" w:rsidR="00BF542D" w:rsidRPr="00BF542D" w:rsidRDefault="00BF542D" w:rsidP="00EA296F">
            <w:r w:rsidRPr="00BF542D">
              <w:t>Hg 199</w:t>
            </w:r>
          </w:p>
        </w:tc>
        <w:tc>
          <w:tcPr>
            <w:tcW w:w="0" w:type="auto"/>
          </w:tcPr>
          <w:p w14:paraId="1E938050" w14:textId="77777777" w:rsidR="00BF542D" w:rsidRPr="00BF542D" w:rsidRDefault="00BF542D" w:rsidP="00EA296F">
            <w:r w:rsidRPr="00BF542D">
              <w:t>198,968281</w:t>
            </w:r>
          </w:p>
        </w:tc>
      </w:tr>
      <w:tr w:rsidR="00BF542D" w:rsidRPr="00BF542D" w14:paraId="1AC3DF8C" w14:textId="77777777" w:rsidTr="003D2E48">
        <w:tc>
          <w:tcPr>
            <w:tcW w:w="0" w:type="auto"/>
          </w:tcPr>
          <w:p w14:paraId="060FDE38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29CCCC5B" w14:textId="77777777" w:rsidR="00BF542D" w:rsidRPr="00BF542D" w:rsidRDefault="00BF542D" w:rsidP="00EA296F">
            <w:r w:rsidRPr="00BF542D">
              <w:t>Hg 200</w:t>
            </w:r>
          </w:p>
        </w:tc>
        <w:tc>
          <w:tcPr>
            <w:tcW w:w="0" w:type="auto"/>
          </w:tcPr>
          <w:p w14:paraId="30C899DF" w14:textId="77777777" w:rsidR="00BF542D" w:rsidRPr="00BF542D" w:rsidRDefault="00BF542D" w:rsidP="00EA296F">
            <w:r w:rsidRPr="00BF542D">
              <w:t>199,968327</w:t>
            </w:r>
          </w:p>
        </w:tc>
      </w:tr>
      <w:tr w:rsidR="00BF542D" w:rsidRPr="00BF542D" w14:paraId="56DFCFB8" w14:textId="77777777" w:rsidTr="003D2E48">
        <w:tc>
          <w:tcPr>
            <w:tcW w:w="0" w:type="auto"/>
          </w:tcPr>
          <w:p w14:paraId="6763C809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79FDFABA" w14:textId="77777777" w:rsidR="00BF542D" w:rsidRPr="00BF542D" w:rsidRDefault="00BF542D" w:rsidP="00EA296F">
            <w:r w:rsidRPr="00BF542D">
              <w:t>Hg 201</w:t>
            </w:r>
          </w:p>
        </w:tc>
        <w:tc>
          <w:tcPr>
            <w:tcW w:w="0" w:type="auto"/>
          </w:tcPr>
          <w:p w14:paraId="1F889C45" w14:textId="77777777" w:rsidR="00BF542D" w:rsidRPr="00BF542D" w:rsidRDefault="00BF542D" w:rsidP="00EA296F">
            <w:r w:rsidRPr="00BF542D">
              <w:t>200,970303</w:t>
            </w:r>
          </w:p>
        </w:tc>
      </w:tr>
      <w:tr w:rsidR="00BF542D" w:rsidRPr="00BF542D" w14:paraId="6164EF29" w14:textId="77777777" w:rsidTr="003D2E48">
        <w:tc>
          <w:tcPr>
            <w:tcW w:w="0" w:type="auto"/>
          </w:tcPr>
          <w:p w14:paraId="633098B6" w14:textId="77777777" w:rsidR="00BF542D" w:rsidRPr="00BF542D" w:rsidRDefault="00BF542D" w:rsidP="00EA296F">
            <w:r w:rsidRPr="00BF542D">
              <w:t>80</w:t>
            </w:r>
          </w:p>
        </w:tc>
        <w:tc>
          <w:tcPr>
            <w:tcW w:w="0" w:type="auto"/>
          </w:tcPr>
          <w:p w14:paraId="5A5F7A46" w14:textId="77777777" w:rsidR="00BF542D" w:rsidRPr="00BF542D" w:rsidRDefault="00BF542D" w:rsidP="00EA296F">
            <w:r w:rsidRPr="00BF542D">
              <w:t>Hg 202</w:t>
            </w:r>
          </w:p>
        </w:tc>
        <w:tc>
          <w:tcPr>
            <w:tcW w:w="0" w:type="auto"/>
          </w:tcPr>
          <w:p w14:paraId="1BE2A872" w14:textId="77777777" w:rsidR="00BF542D" w:rsidRPr="00BF542D" w:rsidRDefault="00BF542D" w:rsidP="00EA296F">
            <w:r w:rsidRPr="00BF542D">
              <w:t>201,970644</w:t>
            </w:r>
          </w:p>
        </w:tc>
      </w:tr>
      <w:tr w:rsidR="00BF542D" w:rsidRPr="00BF542D" w14:paraId="180555C9" w14:textId="77777777" w:rsidTr="003D2E48">
        <w:tc>
          <w:tcPr>
            <w:tcW w:w="0" w:type="auto"/>
          </w:tcPr>
          <w:p w14:paraId="7837D840" w14:textId="77777777" w:rsidR="00BF542D" w:rsidRPr="00BF542D" w:rsidRDefault="00BF542D" w:rsidP="00EA296F">
            <w:r w:rsidRPr="00BF542D">
              <w:lastRenderedPageBreak/>
              <w:t>80</w:t>
            </w:r>
          </w:p>
        </w:tc>
        <w:tc>
          <w:tcPr>
            <w:tcW w:w="0" w:type="auto"/>
          </w:tcPr>
          <w:p w14:paraId="116FFFB8" w14:textId="77777777" w:rsidR="00BF542D" w:rsidRPr="00BF542D" w:rsidRDefault="00BF542D" w:rsidP="00EA296F">
            <w:r w:rsidRPr="00BF542D">
              <w:t>Hg 204</w:t>
            </w:r>
          </w:p>
        </w:tc>
        <w:tc>
          <w:tcPr>
            <w:tcW w:w="0" w:type="auto"/>
          </w:tcPr>
          <w:p w14:paraId="10B2020D" w14:textId="77777777" w:rsidR="00BF542D" w:rsidRPr="00BF542D" w:rsidRDefault="00BF542D" w:rsidP="00EA296F">
            <w:r w:rsidRPr="00BF542D">
              <w:t>203,973494</w:t>
            </w:r>
          </w:p>
        </w:tc>
      </w:tr>
      <w:tr w:rsidR="00BF542D" w:rsidRPr="00BF542D" w14:paraId="34F76D0C" w14:textId="77777777" w:rsidTr="003D2E48">
        <w:tc>
          <w:tcPr>
            <w:tcW w:w="0" w:type="auto"/>
          </w:tcPr>
          <w:p w14:paraId="1FB8C82E" w14:textId="77777777" w:rsidR="00BF542D" w:rsidRPr="00BF542D" w:rsidRDefault="00BF542D" w:rsidP="00EA296F">
            <w:r w:rsidRPr="00BF542D">
              <w:t>81</w:t>
            </w:r>
          </w:p>
        </w:tc>
        <w:tc>
          <w:tcPr>
            <w:tcW w:w="0" w:type="auto"/>
          </w:tcPr>
          <w:p w14:paraId="0EE43D1E" w14:textId="77777777" w:rsidR="00BF542D" w:rsidRPr="00BF542D" w:rsidRDefault="00BF542D" w:rsidP="00EA296F">
            <w:r w:rsidRPr="00BF542D">
              <w:t>Tl 203</w:t>
            </w:r>
          </w:p>
        </w:tc>
        <w:tc>
          <w:tcPr>
            <w:tcW w:w="0" w:type="auto"/>
          </w:tcPr>
          <w:p w14:paraId="65096869" w14:textId="77777777" w:rsidR="00BF542D" w:rsidRPr="00BF542D" w:rsidRDefault="00BF542D" w:rsidP="00EA296F">
            <w:r w:rsidRPr="00BF542D">
              <w:t>202,972344</w:t>
            </w:r>
          </w:p>
        </w:tc>
      </w:tr>
      <w:tr w:rsidR="00BF542D" w:rsidRPr="00BF542D" w14:paraId="76E18699" w14:textId="77777777" w:rsidTr="003D2E48">
        <w:tc>
          <w:tcPr>
            <w:tcW w:w="0" w:type="auto"/>
          </w:tcPr>
          <w:p w14:paraId="131F243A" w14:textId="77777777" w:rsidR="00BF542D" w:rsidRPr="00BF542D" w:rsidRDefault="00BF542D" w:rsidP="00EA296F">
            <w:r w:rsidRPr="00BF542D">
              <w:t>81</w:t>
            </w:r>
          </w:p>
        </w:tc>
        <w:tc>
          <w:tcPr>
            <w:tcW w:w="0" w:type="auto"/>
          </w:tcPr>
          <w:p w14:paraId="2CBD87C2" w14:textId="77777777" w:rsidR="00BF542D" w:rsidRPr="00BF542D" w:rsidRDefault="00BF542D" w:rsidP="00EA296F">
            <w:r w:rsidRPr="00BF542D">
              <w:t>Tl 204</w:t>
            </w:r>
          </w:p>
        </w:tc>
        <w:tc>
          <w:tcPr>
            <w:tcW w:w="0" w:type="auto"/>
          </w:tcPr>
          <w:p w14:paraId="7E0DEA46" w14:textId="77777777" w:rsidR="00BF542D" w:rsidRPr="00BF542D" w:rsidRDefault="00BF542D" w:rsidP="00EA296F">
            <w:r w:rsidRPr="00BF542D">
              <w:t>203,973863</w:t>
            </w:r>
          </w:p>
        </w:tc>
      </w:tr>
      <w:tr w:rsidR="00BF542D" w:rsidRPr="00BF542D" w14:paraId="34BC572A" w14:textId="77777777" w:rsidTr="003D2E48">
        <w:tc>
          <w:tcPr>
            <w:tcW w:w="0" w:type="auto"/>
          </w:tcPr>
          <w:p w14:paraId="44F58F7F" w14:textId="77777777" w:rsidR="00BF542D" w:rsidRPr="00BF542D" w:rsidRDefault="00BF542D" w:rsidP="00EA296F">
            <w:r w:rsidRPr="00BF542D">
              <w:t>81</w:t>
            </w:r>
          </w:p>
        </w:tc>
        <w:tc>
          <w:tcPr>
            <w:tcW w:w="0" w:type="auto"/>
          </w:tcPr>
          <w:p w14:paraId="1B8ED4FA" w14:textId="77777777" w:rsidR="00BF542D" w:rsidRPr="00BF542D" w:rsidRDefault="00BF542D" w:rsidP="00EA296F">
            <w:r w:rsidRPr="00BF542D">
              <w:t>Tl 205</w:t>
            </w:r>
          </w:p>
        </w:tc>
        <w:tc>
          <w:tcPr>
            <w:tcW w:w="0" w:type="auto"/>
          </w:tcPr>
          <w:p w14:paraId="518D4C7E" w14:textId="77777777" w:rsidR="00BF542D" w:rsidRPr="00BF542D" w:rsidRDefault="00BF542D" w:rsidP="00EA296F">
            <w:r w:rsidRPr="00BF542D">
              <w:t>204,974427</w:t>
            </w:r>
          </w:p>
        </w:tc>
      </w:tr>
      <w:tr w:rsidR="00BF542D" w:rsidRPr="00BF542D" w14:paraId="47B2F4A9" w14:textId="77777777" w:rsidTr="003D2E48">
        <w:tc>
          <w:tcPr>
            <w:tcW w:w="0" w:type="auto"/>
          </w:tcPr>
          <w:p w14:paraId="3868B47C" w14:textId="77777777" w:rsidR="00BF542D" w:rsidRPr="00BF542D" w:rsidRDefault="00BF542D" w:rsidP="00EA296F">
            <w:r w:rsidRPr="00BF542D">
              <w:t>81</w:t>
            </w:r>
          </w:p>
        </w:tc>
        <w:tc>
          <w:tcPr>
            <w:tcW w:w="0" w:type="auto"/>
          </w:tcPr>
          <w:p w14:paraId="23E0C4CD" w14:textId="77777777" w:rsidR="00BF542D" w:rsidRPr="00BF542D" w:rsidRDefault="00BF542D" w:rsidP="00EA296F">
            <w:r w:rsidRPr="00BF542D">
              <w:t>Tl 207</w:t>
            </w:r>
          </w:p>
        </w:tc>
        <w:tc>
          <w:tcPr>
            <w:tcW w:w="0" w:type="auto"/>
          </w:tcPr>
          <w:p w14:paraId="00EAB874" w14:textId="77777777" w:rsidR="00BF542D" w:rsidRPr="00BF542D" w:rsidRDefault="00BF542D" w:rsidP="00EA296F">
            <w:r w:rsidRPr="00BF542D">
              <w:t>206,977419</w:t>
            </w:r>
          </w:p>
        </w:tc>
      </w:tr>
      <w:tr w:rsidR="00BF542D" w:rsidRPr="00BF542D" w14:paraId="50E73CA5" w14:textId="77777777" w:rsidTr="003D2E48">
        <w:tc>
          <w:tcPr>
            <w:tcW w:w="0" w:type="auto"/>
          </w:tcPr>
          <w:p w14:paraId="3760CBEA" w14:textId="77777777" w:rsidR="00BF542D" w:rsidRPr="00BF542D" w:rsidRDefault="00BF542D" w:rsidP="00EA296F">
            <w:r w:rsidRPr="00BF542D">
              <w:t>81</w:t>
            </w:r>
          </w:p>
        </w:tc>
        <w:tc>
          <w:tcPr>
            <w:tcW w:w="0" w:type="auto"/>
          </w:tcPr>
          <w:p w14:paraId="177BB11E" w14:textId="77777777" w:rsidR="00BF542D" w:rsidRPr="00BF542D" w:rsidRDefault="00BF542D" w:rsidP="00EA296F">
            <w:r w:rsidRPr="00BF542D">
              <w:t>Tl 208</w:t>
            </w:r>
          </w:p>
        </w:tc>
        <w:tc>
          <w:tcPr>
            <w:tcW w:w="0" w:type="auto"/>
          </w:tcPr>
          <w:p w14:paraId="7F468EF5" w14:textId="77777777" w:rsidR="00BF542D" w:rsidRPr="00BF542D" w:rsidRDefault="00BF542D" w:rsidP="00EA296F">
            <w:r w:rsidRPr="00BF542D">
              <w:t>207,982018</w:t>
            </w:r>
          </w:p>
        </w:tc>
      </w:tr>
      <w:tr w:rsidR="00BF542D" w:rsidRPr="00BF542D" w14:paraId="44195DD3" w14:textId="77777777" w:rsidTr="003D2E48">
        <w:tc>
          <w:tcPr>
            <w:tcW w:w="0" w:type="auto"/>
          </w:tcPr>
          <w:p w14:paraId="520E78A8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1037A265" w14:textId="77777777" w:rsidR="00BF542D" w:rsidRPr="00BF542D" w:rsidRDefault="00BF542D" w:rsidP="00EA296F">
            <w:r w:rsidRPr="00BF542D">
              <w:t>Pb 204</w:t>
            </w:r>
          </w:p>
        </w:tc>
        <w:tc>
          <w:tcPr>
            <w:tcW w:w="0" w:type="auto"/>
          </w:tcPr>
          <w:p w14:paraId="415DBC9B" w14:textId="77777777" w:rsidR="00BF542D" w:rsidRPr="00BF542D" w:rsidRDefault="00BF542D" w:rsidP="00EA296F">
            <w:r w:rsidRPr="00BF542D">
              <w:t>203,973044</w:t>
            </w:r>
          </w:p>
        </w:tc>
      </w:tr>
      <w:tr w:rsidR="00BF542D" w:rsidRPr="00BF542D" w14:paraId="49010348" w14:textId="77777777" w:rsidTr="003D2E48">
        <w:tc>
          <w:tcPr>
            <w:tcW w:w="0" w:type="auto"/>
          </w:tcPr>
          <w:p w14:paraId="1C31477D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2990461A" w14:textId="77777777" w:rsidR="00BF542D" w:rsidRPr="00BF542D" w:rsidRDefault="00BF542D" w:rsidP="00EA296F">
            <w:r w:rsidRPr="00BF542D">
              <w:t>Pb 205</w:t>
            </w:r>
          </w:p>
        </w:tc>
        <w:tc>
          <w:tcPr>
            <w:tcW w:w="0" w:type="auto"/>
          </w:tcPr>
          <w:p w14:paraId="1EDE160F" w14:textId="77777777" w:rsidR="00BF542D" w:rsidRPr="00BF542D" w:rsidRDefault="00BF542D" w:rsidP="00EA296F">
            <w:r w:rsidRPr="00BF542D">
              <w:t>204,974482</w:t>
            </w:r>
          </w:p>
        </w:tc>
      </w:tr>
      <w:tr w:rsidR="00BF542D" w:rsidRPr="00BF542D" w14:paraId="3F167897" w14:textId="77777777" w:rsidTr="003D2E48">
        <w:tc>
          <w:tcPr>
            <w:tcW w:w="0" w:type="auto"/>
          </w:tcPr>
          <w:p w14:paraId="46E7C616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44A7072B" w14:textId="77777777" w:rsidR="00BF542D" w:rsidRPr="00BF542D" w:rsidRDefault="00BF542D" w:rsidP="00EA296F">
            <w:r w:rsidRPr="00BF542D">
              <w:t>Pb 206</w:t>
            </w:r>
          </w:p>
        </w:tc>
        <w:tc>
          <w:tcPr>
            <w:tcW w:w="0" w:type="auto"/>
          </w:tcPr>
          <w:p w14:paraId="56CAD9E8" w14:textId="77777777" w:rsidR="00BF542D" w:rsidRPr="00BF542D" w:rsidRDefault="00BF542D" w:rsidP="00EA296F">
            <w:r w:rsidRPr="00BF542D">
              <w:t>205,974465</w:t>
            </w:r>
          </w:p>
        </w:tc>
      </w:tr>
      <w:tr w:rsidR="00BF542D" w:rsidRPr="00BF542D" w14:paraId="69372DF1" w14:textId="77777777" w:rsidTr="003D2E48">
        <w:tc>
          <w:tcPr>
            <w:tcW w:w="0" w:type="auto"/>
          </w:tcPr>
          <w:p w14:paraId="5C1D147E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62A8053B" w14:textId="77777777" w:rsidR="00BF542D" w:rsidRPr="00BF542D" w:rsidRDefault="00BF542D" w:rsidP="00EA296F">
            <w:r w:rsidRPr="00BF542D">
              <w:t>Pb 207</w:t>
            </w:r>
          </w:p>
        </w:tc>
        <w:tc>
          <w:tcPr>
            <w:tcW w:w="0" w:type="auto"/>
          </w:tcPr>
          <w:p w14:paraId="62DD9201" w14:textId="77777777" w:rsidR="00BF542D" w:rsidRPr="00BF542D" w:rsidRDefault="00BF542D" w:rsidP="00EA296F">
            <w:r w:rsidRPr="00BF542D">
              <w:t>206,975897</w:t>
            </w:r>
          </w:p>
        </w:tc>
      </w:tr>
      <w:tr w:rsidR="00BF542D" w:rsidRPr="00BF542D" w14:paraId="458FDA29" w14:textId="77777777" w:rsidTr="003D2E48">
        <w:tc>
          <w:tcPr>
            <w:tcW w:w="0" w:type="auto"/>
          </w:tcPr>
          <w:p w14:paraId="04EA60E1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2E93418D" w14:textId="77777777" w:rsidR="00BF542D" w:rsidRPr="00BF542D" w:rsidRDefault="00BF542D" w:rsidP="00EA296F">
            <w:r w:rsidRPr="00BF542D">
              <w:t>Pb 208</w:t>
            </w:r>
          </w:p>
        </w:tc>
        <w:tc>
          <w:tcPr>
            <w:tcW w:w="0" w:type="auto"/>
          </w:tcPr>
          <w:p w14:paraId="62467F55" w14:textId="77777777" w:rsidR="00BF542D" w:rsidRPr="00BF542D" w:rsidRDefault="00BF542D" w:rsidP="00EA296F">
            <w:r w:rsidRPr="00BF542D">
              <w:t>207,976652</w:t>
            </w:r>
          </w:p>
        </w:tc>
      </w:tr>
      <w:tr w:rsidR="00BF542D" w:rsidRPr="00BF542D" w14:paraId="47703CB1" w14:textId="77777777" w:rsidTr="003D2E48">
        <w:tc>
          <w:tcPr>
            <w:tcW w:w="0" w:type="auto"/>
          </w:tcPr>
          <w:p w14:paraId="3AB14185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3D2B5100" w14:textId="77777777" w:rsidR="00BF542D" w:rsidRPr="00BF542D" w:rsidRDefault="00BF542D" w:rsidP="00EA296F">
            <w:r w:rsidRPr="00BF542D">
              <w:t>Pb 209</w:t>
            </w:r>
          </w:p>
        </w:tc>
        <w:tc>
          <w:tcPr>
            <w:tcW w:w="0" w:type="auto"/>
          </w:tcPr>
          <w:p w14:paraId="41CF43FE" w14:textId="77777777" w:rsidR="00BF542D" w:rsidRPr="00BF542D" w:rsidRDefault="00BF542D" w:rsidP="00EA296F">
            <w:r w:rsidRPr="00BF542D">
              <w:t>208,981090</w:t>
            </w:r>
          </w:p>
        </w:tc>
      </w:tr>
      <w:tr w:rsidR="00BF542D" w:rsidRPr="00BF542D" w14:paraId="003A7F9B" w14:textId="77777777" w:rsidTr="003D2E48">
        <w:tc>
          <w:tcPr>
            <w:tcW w:w="0" w:type="auto"/>
          </w:tcPr>
          <w:p w14:paraId="37D52ED7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0872AE19" w14:textId="77777777" w:rsidR="00BF542D" w:rsidRPr="00BF542D" w:rsidRDefault="00BF542D" w:rsidP="00EA296F">
            <w:r w:rsidRPr="00BF542D">
              <w:t>Pb 210</w:t>
            </w:r>
          </w:p>
        </w:tc>
        <w:tc>
          <w:tcPr>
            <w:tcW w:w="0" w:type="auto"/>
          </w:tcPr>
          <w:p w14:paraId="328DAD34" w14:textId="77777777" w:rsidR="00BF542D" w:rsidRPr="00BF542D" w:rsidRDefault="00BF542D" w:rsidP="00EA296F">
            <w:r w:rsidRPr="00BF542D">
              <w:t>209,984188</w:t>
            </w:r>
          </w:p>
        </w:tc>
      </w:tr>
      <w:tr w:rsidR="00BF542D" w:rsidRPr="00BF542D" w14:paraId="1D6820D6" w14:textId="77777777" w:rsidTr="003D2E48">
        <w:tc>
          <w:tcPr>
            <w:tcW w:w="0" w:type="auto"/>
          </w:tcPr>
          <w:p w14:paraId="5F3E1D5F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6CF9AAF7" w14:textId="77777777" w:rsidR="00BF542D" w:rsidRPr="00BF542D" w:rsidRDefault="00BF542D" w:rsidP="00EA296F">
            <w:r w:rsidRPr="00BF542D">
              <w:t>Pb 211</w:t>
            </w:r>
          </w:p>
        </w:tc>
        <w:tc>
          <w:tcPr>
            <w:tcW w:w="0" w:type="auto"/>
          </w:tcPr>
          <w:p w14:paraId="4120ABB5" w14:textId="77777777" w:rsidR="00BF542D" w:rsidRPr="00BF542D" w:rsidRDefault="00BF542D" w:rsidP="00EA296F">
            <w:r w:rsidRPr="00BF542D">
              <w:t>210,988735</w:t>
            </w:r>
          </w:p>
        </w:tc>
      </w:tr>
      <w:tr w:rsidR="00BF542D" w:rsidRPr="00BF542D" w14:paraId="7C521587" w14:textId="77777777" w:rsidTr="003D2E48">
        <w:tc>
          <w:tcPr>
            <w:tcW w:w="0" w:type="auto"/>
          </w:tcPr>
          <w:p w14:paraId="3EC082AA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7A619430" w14:textId="77777777" w:rsidR="00BF542D" w:rsidRPr="00BF542D" w:rsidRDefault="00BF542D" w:rsidP="00EA296F">
            <w:r w:rsidRPr="00BF542D">
              <w:t>Pb 212</w:t>
            </w:r>
          </w:p>
        </w:tc>
        <w:tc>
          <w:tcPr>
            <w:tcW w:w="0" w:type="auto"/>
          </w:tcPr>
          <w:p w14:paraId="0C7EECE0" w14:textId="77777777" w:rsidR="00BF542D" w:rsidRPr="00BF542D" w:rsidRDefault="00BF542D" w:rsidP="00EA296F">
            <w:r w:rsidRPr="00BF542D">
              <w:t>211,991896</w:t>
            </w:r>
          </w:p>
        </w:tc>
      </w:tr>
      <w:tr w:rsidR="00BF542D" w:rsidRPr="00BF542D" w14:paraId="17D69C2C" w14:textId="77777777" w:rsidTr="003D2E48">
        <w:tc>
          <w:tcPr>
            <w:tcW w:w="0" w:type="auto"/>
          </w:tcPr>
          <w:p w14:paraId="7410D92C" w14:textId="77777777" w:rsidR="00BF542D" w:rsidRPr="00BF542D" w:rsidRDefault="00BF542D" w:rsidP="00EA296F">
            <w:r w:rsidRPr="00BF542D">
              <w:t>82</w:t>
            </w:r>
          </w:p>
        </w:tc>
        <w:tc>
          <w:tcPr>
            <w:tcW w:w="0" w:type="auto"/>
          </w:tcPr>
          <w:p w14:paraId="45685403" w14:textId="77777777" w:rsidR="00BF542D" w:rsidRPr="00BF542D" w:rsidRDefault="00BF542D" w:rsidP="00EA296F">
            <w:r w:rsidRPr="00BF542D">
              <w:t>Pb 214</w:t>
            </w:r>
          </w:p>
        </w:tc>
        <w:tc>
          <w:tcPr>
            <w:tcW w:w="0" w:type="auto"/>
          </w:tcPr>
          <w:p w14:paraId="4E6BC7A3" w14:textId="77777777" w:rsidR="00BF542D" w:rsidRPr="00BF542D" w:rsidRDefault="00BF542D" w:rsidP="00EA296F">
            <w:r w:rsidRPr="00BF542D">
              <w:t>213,999804</w:t>
            </w:r>
          </w:p>
        </w:tc>
      </w:tr>
      <w:tr w:rsidR="00BF542D" w:rsidRPr="00BF542D" w14:paraId="02D6C0F2" w14:textId="77777777" w:rsidTr="003D2E48">
        <w:tc>
          <w:tcPr>
            <w:tcW w:w="0" w:type="auto"/>
          </w:tcPr>
          <w:p w14:paraId="1F32034D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5CB5671B" w14:textId="77777777" w:rsidR="00BF542D" w:rsidRPr="00BF542D" w:rsidRDefault="00BF542D" w:rsidP="00EA296F">
            <w:r w:rsidRPr="00BF542D">
              <w:t>Bi 209</w:t>
            </w:r>
          </w:p>
        </w:tc>
        <w:tc>
          <w:tcPr>
            <w:tcW w:w="0" w:type="auto"/>
          </w:tcPr>
          <w:p w14:paraId="3641513F" w14:textId="77777777" w:rsidR="00BF542D" w:rsidRPr="00BF542D" w:rsidRDefault="00BF542D" w:rsidP="00EA296F">
            <w:r w:rsidRPr="00BF542D">
              <w:t>208,980399</w:t>
            </w:r>
          </w:p>
        </w:tc>
      </w:tr>
      <w:tr w:rsidR="00BF542D" w:rsidRPr="00BF542D" w14:paraId="4C85BA38" w14:textId="77777777" w:rsidTr="003D2E48">
        <w:tc>
          <w:tcPr>
            <w:tcW w:w="0" w:type="auto"/>
          </w:tcPr>
          <w:p w14:paraId="03B4BC57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47AA0077" w14:textId="77777777" w:rsidR="00BF542D" w:rsidRPr="00BF542D" w:rsidRDefault="00BF542D" w:rsidP="00EA296F">
            <w:r w:rsidRPr="00BF542D">
              <w:t>Bi 210</w:t>
            </w:r>
          </w:p>
        </w:tc>
        <w:tc>
          <w:tcPr>
            <w:tcW w:w="0" w:type="auto"/>
          </w:tcPr>
          <w:p w14:paraId="5FE0C22A" w14:textId="77777777" w:rsidR="00BF542D" w:rsidRPr="00BF542D" w:rsidRDefault="00BF542D" w:rsidP="00EA296F">
            <w:r w:rsidRPr="00BF542D">
              <w:t>209,984120</w:t>
            </w:r>
          </w:p>
        </w:tc>
      </w:tr>
      <w:tr w:rsidR="00BF542D" w:rsidRPr="00BF542D" w14:paraId="037ECCB0" w14:textId="77777777" w:rsidTr="003D2E48">
        <w:tc>
          <w:tcPr>
            <w:tcW w:w="0" w:type="auto"/>
          </w:tcPr>
          <w:p w14:paraId="4145E4F0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316CA8ED" w14:textId="77777777" w:rsidR="00BF542D" w:rsidRPr="00BF542D" w:rsidRDefault="00BF542D" w:rsidP="00EA296F">
            <w:r w:rsidRPr="00BF542D">
              <w:t>Bi 211</w:t>
            </w:r>
          </w:p>
        </w:tc>
        <w:tc>
          <w:tcPr>
            <w:tcW w:w="0" w:type="auto"/>
          </w:tcPr>
          <w:p w14:paraId="3099487E" w14:textId="77777777" w:rsidR="00BF542D" w:rsidRPr="00BF542D" w:rsidRDefault="00BF542D" w:rsidP="00EA296F">
            <w:r w:rsidRPr="00BF542D">
              <w:t>210,987269</w:t>
            </w:r>
          </w:p>
        </w:tc>
      </w:tr>
      <w:tr w:rsidR="00BF542D" w:rsidRPr="00BF542D" w14:paraId="165EDDF7" w14:textId="77777777" w:rsidTr="003D2E48">
        <w:tc>
          <w:tcPr>
            <w:tcW w:w="0" w:type="auto"/>
          </w:tcPr>
          <w:p w14:paraId="327F3748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55789999" w14:textId="77777777" w:rsidR="00BF542D" w:rsidRPr="00BF542D" w:rsidRDefault="00BF542D" w:rsidP="00EA296F">
            <w:r w:rsidRPr="00BF542D">
              <w:t>Bi 212</w:t>
            </w:r>
          </w:p>
        </w:tc>
        <w:tc>
          <w:tcPr>
            <w:tcW w:w="0" w:type="auto"/>
          </w:tcPr>
          <w:p w14:paraId="0EA977A0" w14:textId="77777777" w:rsidR="00BF542D" w:rsidRPr="00BF542D" w:rsidRDefault="00BF542D" w:rsidP="00EA296F">
            <w:r w:rsidRPr="00BF542D">
              <w:t>211,991285</w:t>
            </w:r>
          </w:p>
        </w:tc>
      </w:tr>
      <w:tr w:rsidR="00BF542D" w:rsidRPr="00BF542D" w14:paraId="366EB407" w14:textId="77777777" w:rsidTr="003D2E48">
        <w:tc>
          <w:tcPr>
            <w:tcW w:w="0" w:type="auto"/>
          </w:tcPr>
          <w:p w14:paraId="5075FFFB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59EA2350" w14:textId="77777777" w:rsidR="00BF542D" w:rsidRPr="00BF542D" w:rsidRDefault="00BF542D" w:rsidP="00EA296F">
            <w:r w:rsidRPr="00BF542D">
              <w:t>Bi 213</w:t>
            </w:r>
          </w:p>
        </w:tc>
        <w:tc>
          <w:tcPr>
            <w:tcW w:w="0" w:type="auto"/>
          </w:tcPr>
          <w:p w14:paraId="065999D2" w14:textId="77777777" w:rsidR="00BF542D" w:rsidRPr="00BF542D" w:rsidRDefault="00BF542D" w:rsidP="00EA296F">
            <w:r w:rsidRPr="00BF542D">
              <w:t>212,994384</w:t>
            </w:r>
          </w:p>
        </w:tc>
      </w:tr>
      <w:tr w:rsidR="00BF542D" w:rsidRPr="00BF542D" w14:paraId="13FF85FD" w14:textId="77777777" w:rsidTr="003D2E48">
        <w:tc>
          <w:tcPr>
            <w:tcW w:w="0" w:type="auto"/>
          </w:tcPr>
          <w:p w14:paraId="4FFD46DC" w14:textId="77777777" w:rsidR="00BF542D" w:rsidRPr="00BF542D" w:rsidRDefault="00BF542D" w:rsidP="00EA296F">
            <w:r w:rsidRPr="00BF542D">
              <w:t>83</w:t>
            </w:r>
          </w:p>
        </w:tc>
        <w:tc>
          <w:tcPr>
            <w:tcW w:w="0" w:type="auto"/>
          </w:tcPr>
          <w:p w14:paraId="4294495A" w14:textId="77777777" w:rsidR="00BF542D" w:rsidRPr="00BF542D" w:rsidRDefault="00BF542D" w:rsidP="00EA296F">
            <w:r w:rsidRPr="00BF542D">
              <w:t>Bi 214</w:t>
            </w:r>
          </w:p>
        </w:tc>
        <w:tc>
          <w:tcPr>
            <w:tcW w:w="0" w:type="auto"/>
          </w:tcPr>
          <w:p w14:paraId="4DCEDCF5" w14:textId="77777777" w:rsidR="00BF542D" w:rsidRPr="00BF542D" w:rsidRDefault="00BF542D" w:rsidP="00EA296F">
            <w:r w:rsidRPr="00BF542D">
              <w:t>213,998711</w:t>
            </w:r>
          </w:p>
        </w:tc>
      </w:tr>
      <w:tr w:rsidR="00BF542D" w:rsidRPr="00BF542D" w14:paraId="2ECAC60F" w14:textId="77777777" w:rsidTr="003D2E48">
        <w:tc>
          <w:tcPr>
            <w:tcW w:w="0" w:type="auto"/>
          </w:tcPr>
          <w:p w14:paraId="4CC3EC5D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134F8122" w14:textId="77777777" w:rsidR="00BF542D" w:rsidRPr="00BF542D" w:rsidRDefault="00BF542D" w:rsidP="00EA296F">
            <w:r w:rsidRPr="00BF542D">
              <w:t>Po 210</w:t>
            </w:r>
          </w:p>
        </w:tc>
        <w:tc>
          <w:tcPr>
            <w:tcW w:w="0" w:type="auto"/>
          </w:tcPr>
          <w:p w14:paraId="6C19A48E" w14:textId="77777777" w:rsidR="00BF542D" w:rsidRPr="00BF542D" w:rsidRDefault="00BF542D" w:rsidP="00EA296F">
            <w:r w:rsidRPr="00BF542D">
              <w:t>209,982874</w:t>
            </w:r>
          </w:p>
        </w:tc>
      </w:tr>
      <w:tr w:rsidR="00BF542D" w:rsidRPr="00BF542D" w14:paraId="41B85BCE" w14:textId="77777777" w:rsidTr="003D2E48">
        <w:tc>
          <w:tcPr>
            <w:tcW w:w="0" w:type="auto"/>
          </w:tcPr>
          <w:p w14:paraId="341D0BA3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59542C0D" w14:textId="77777777" w:rsidR="00BF542D" w:rsidRPr="00BF542D" w:rsidRDefault="00BF542D" w:rsidP="00EA296F">
            <w:r w:rsidRPr="00BF542D">
              <w:t>Po 211</w:t>
            </w:r>
          </w:p>
        </w:tc>
        <w:tc>
          <w:tcPr>
            <w:tcW w:w="0" w:type="auto"/>
          </w:tcPr>
          <w:p w14:paraId="0D2AE5A3" w14:textId="77777777" w:rsidR="00BF542D" w:rsidRPr="00BF542D" w:rsidRDefault="00BF542D" w:rsidP="00EA296F">
            <w:r w:rsidRPr="00BF542D">
              <w:t>210,986653</w:t>
            </w:r>
          </w:p>
        </w:tc>
      </w:tr>
      <w:tr w:rsidR="00BF542D" w:rsidRPr="00BF542D" w14:paraId="161ECA05" w14:textId="77777777" w:rsidTr="003D2E48">
        <w:tc>
          <w:tcPr>
            <w:tcW w:w="0" w:type="auto"/>
          </w:tcPr>
          <w:p w14:paraId="58A6D383" w14:textId="77777777" w:rsidR="00BF542D" w:rsidRPr="00BF542D" w:rsidRDefault="00BF542D" w:rsidP="00EA296F">
            <w:r w:rsidRPr="00BF542D">
              <w:lastRenderedPageBreak/>
              <w:t>84</w:t>
            </w:r>
          </w:p>
        </w:tc>
        <w:tc>
          <w:tcPr>
            <w:tcW w:w="0" w:type="auto"/>
          </w:tcPr>
          <w:p w14:paraId="130D3517" w14:textId="77777777" w:rsidR="00BF542D" w:rsidRPr="00BF542D" w:rsidRDefault="00BF542D" w:rsidP="00EA296F">
            <w:r w:rsidRPr="00BF542D">
              <w:t>Po 212</w:t>
            </w:r>
          </w:p>
        </w:tc>
        <w:tc>
          <w:tcPr>
            <w:tcW w:w="0" w:type="auto"/>
          </w:tcPr>
          <w:p w14:paraId="7CBA676D" w14:textId="77777777" w:rsidR="00BF542D" w:rsidRPr="00BF542D" w:rsidRDefault="00BF542D" w:rsidP="00EA296F">
            <w:r w:rsidRPr="00BF542D">
              <w:t>211,988868</w:t>
            </w:r>
          </w:p>
        </w:tc>
      </w:tr>
      <w:tr w:rsidR="00BF542D" w:rsidRPr="00BF542D" w14:paraId="7D024BDA" w14:textId="77777777" w:rsidTr="003D2E48">
        <w:tc>
          <w:tcPr>
            <w:tcW w:w="0" w:type="auto"/>
          </w:tcPr>
          <w:p w14:paraId="3638DA63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3E1EE720" w14:textId="77777777" w:rsidR="00BF542D" w:rsidRPr="00BF542D" w:rsidRDefault="00BF542D" w:rsidP="00EA296F">
            <w:r w:rsidRPr="00BF542D">
              <w:t>Po 213</w:t>
            </w:r>
          </w:p>
        </w:tc>
        <w:tc>
          <w:tcPr>
            <w:tcW w:w="0" w:type="auto"/>
          </w:tcPr>
          <w:p w14:paraId="42958453" w14:textId="77777777" w:rsidR="00BF542D" w:rsidRPr="00BF542D" w:rsidRDefault="00BF542D" w:rsidP="00EA296F">
            <w:r w:rsidRPr="00BF542D">
              <w:t>212,992857</w:t>
            </w:r>
          </w:p>
        </w:tc>
      </w:tr>
      <w:tr w:rsidR="00BF542D" w:rsidRPr="00BF542D" w14:paraId="5D5C2A38" w14:textId="77777777" w:rsidTr="003D2E48">
        <w:tc>
          <w:tcPr>
            <w:tcW w:w="0" w:type="auto"/>
          </w:tcPr>
          <w:p w14:paraId="5C24D305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0BC04528" w14:textId="77777777" w:rsidR="00BF542D" w:rsidRPr="00BF542D" w:rsidRDefault="00BF542D" w:rsidP="00EA296F">
            <w:r w:rsidRPr="00BF542D">
              <w:t>Po 214</w:t>
            </w:r>
          </w:p>
        </w:tc>
        <w:tc>
          <w:tcPr>
            <w:tcW w:w="0" w:type="auto"/>
          </w:tcPr>
          <w:p w14:paraId="6A29B6F1" w14:textId="77777777" w:rsidR="00BF542D" w:rsidRPr="00BF542D" w:rsidRDefault="00BF542D" w:rsidP="00EA296F">
            <w:r w:rsidRPr="00BF542D">
              <w:t>213,995201</w:t>
            </w:r>
          </w:p>
        </w:tc>
      </w:tr>
      <w:tr w:rsidR="00BF542D" w:rsidRPr="00BF542D" w14:paraId="5646E1EB" w14:textId="77777777" w:rsidTr="003D2E48">
        <w:tc>
          <w:tcPr>
            <w:tcW w:w="0" w:type="auto"/>
          </w:tcPr>
          <w:p w14:paraId="33CC8B0C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48FF29FE" w14:textId="77777777" w:rsidR="00BF542D" w:rsidRPr="00BF542D" w:rsidRDefault="00BF542D" w:rsidP="00EA296F">
            <w:r w:rsidRPr="00BF542D">
              <w:t>Po 215</w:t>
            </w:r>
          </w:p>
        </w:tc>
        <w:tc>
          <w:tcPr>
            <w:tcW w:w="0" w:type="auto"/>
          </w:tcPr>
          <w:p w14:paraId="7FFADEEB" w14:textId="77777777" w:rsidR="00BF542D" w:rsidRPr="00BF542D" w:rsidRDefault="00BF542D" w:rsidP="00EA296F">
            <w:r w:rsidRPr="00BF542D">
              <w:t>214,999418</w:t>
            </w:r>
          </w:p>
        </w:tc>
      </w:tr>
      <w:tr w:rsidR="00BF542D" w:rsidRPr="00BF542D" w14:paraId="5AF27450" w14:textId="77777777" w:rsidTr="003D2E48">
        <w:tc>
          <w:tcPr>
            <w:tcW w:w="0" w:type="auto"/>
          </w:tcPr>
          <w:p w14:paraId="7855DAA5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10B1E9D3" w14:textId="77777777" w:rsidR="00BF542D" w:rsidRPr="00BF542D" w:rsidRDefault="00BF542D" w:rsidP="00EA296F">
            <w:r w:rsidRPr="00BF542D">
              <w:t>Po 216</w:t>
            </w:r>
          </w:p>
        </w:tc>
        <w:tc>
          <w:tcPr>
            <w:tcW w:w="0" w:type="auto"/>
          </w:tcPr>
          <w:p w14:paraId="1463FD20" w14:textId="77777777" w:rsidR="00BF542D" w:rsidRPr="00BF542D" w:rsidRDefault="00BF542D" w:rsidP="00EA296F">
            <w:r w:rsidRPr="00BF542D">
              <w:t>216,001913</w:t>
            </w:r>
          </w:p>
        </w:tc>
      </w:tr>
      <w:tr w:rsidR="00BF542D" w:rsidRPr="00BF542D" w14:paraId="20C6E313" w14:textId="77777777" w:rsidTr="003D2E48">
        <w:tc>
          <w:tcPr>
            <w:tcW w:w="0" w:type="auto"/>
          </w:tcPr>
          <w:p w14:paraId="22650A0A" w14:textId="77777777" w:rsidR="00BF542D" w:rsidRPr="00BF542D" w:rsidRDefault="00BF542D" w:rsidP="00EA296F">
            <w:r w:rsidRPr="00BF542D">
              <w:t>84</w:t>
            </w:r>
          </w:p>
        </w:tc>
        <w:tc>
          <w:tcPr>
            <w:tcW w:w="0" w:type="auto"/>
          </w:tcPr>
          <w:p w14:paraId="193EE778" w14:textId="77777777" w:rsidR="00BF542D" w:rsidRPr="00BF542D" w:rsidRDefault="00BF542D" w:rsidP="00EA296F">
            <w:r w:rsidRPr="00BF542D">
              <w:t>Po 218</w:t>
            </w:r>
          </w:p>
        </w:tc>
        <w:tc>
          <w:tcPr>
            <w:tcW w:w="0" w:type="auto"/>
          </w:tcPr>
          <w:p w14:paraId="1D42A529" w14:textId="77777777" w:rsidR="00BF542D" w:rsidRPr="00BF542D" w:rsidRDefault="00BF542D" w:rsidP="00EA296F">
            <w:r w:rsidRPr="00BF542D">
              <w:t>218,008971</w:t>
            </w:r>
          </w:p>
        </w:tc>
      </w:tr>
      <w:tr w:rsidR="00BF542D" w:rsidRPr="00BF542D" w14:paraId="02847DD3" w14:textId="77777777" w:rsidTr="003D2E48">
        <w:tc>
          <w:tcPr>
            <w:tcW w:w="0" w:type="auto"/>
          </w:tcPr>
          <w:p w14:paraId="090206D4" w14:textId="77777777" w:rsidR="00BF542D" w:rsidRPr="00BF542D" w:rsidRDefault="00BF542D" w:rsidP="00EA296F">
            <w:r w:rsidRPr="00BF542D">
              <w:t>85</w:t>
            </w:r>
          </w:p>
        </w:tc>
        <w:tc>
          <w:tcPr>
            <w:tcW w:w="0" w:type="auto"/>
          </w:tcPr>
          <w:p w14:paraId="2DCCABF6" w14:textId="77777777" w:rsidR="00BF542D" w:rsidRPr="00BF542D" w:rsidRDefault="00BF542D" w:rsidP="00EA296F">
            <w:r w:rsidRPr="00BF542D">
              <w:t>At 217</w:t>
            </w:r>
          </w:p>
        </w:tc>
        <w:tc>
          <w:tcPr>
            <w:tcW w:w="0" w:type="auto"/>
          </w:tcPr>
          <w:p w14:paraId="1FEDD802" w14:textId="77777777" w:rsidR="00BF542D" w:rsidRPr="00BF542D" w:rsidRDefault="00BF542D" w:rsidP="00EA296F">
            <w:r w:rsidRPr="00BF542D">
              <w:t>217,004718</w:t>
            </w:r>
          </w:p>
        </w:tc>
      </w:tr>
      <w:tr w:rsidR="00BF542D" w:rsidRPr="00BF542D" w14:paraId="6FE8EE1F" w14:textId="77777777" w:rsidTr="003D2E48">
        <w:tc>
          <w:tcPr>
            <w:tcW w:w="0" w:type="auto"/>
          </w:tcPr>
          <w:p w14:paraId="2FDBCADD" w14:textId="77777777" w:rsidR="00BF542D" w:rsidRPr="00BF542D" w:rsidRDefault="00BF542D" w:rsidP="00EA296F">
            <w:r w:rsidRPr="00BF542D">
              <w:t>86</w:t>
            </w:r>
          </w:p>
        </w:tc>
        <w:tc>
          <w:tcPr>
            <w:tcW w:w="0" w:type="auto"/>
          </w:tcPr>
          <w:p w14:paraId="1E025782" w14:textId="77777777" w:rsidR="00BF542D" w:rsidRPr="00BF542D" w:rsidRDefault="00BF542D" w:rsidP="00EA296F">
            <w:r w:rsidRPr="00BF542D">
              <w:t>Rn 219</w:t>
            </w:r>
          </w:p>
        </w:tc>
        <w:tc>
          <w:tcPr>
            <w:tcW w:w="0" w:type="auto"/>
          </w:tcPr>
          <w:p w14:paraId="5AE3CAD3" w14:textId="77777777" w:rsidR="00BF542D" w:rsidRPr="00BF542D" w:rsidRDefault="00BF542D" w:rsidP="00EA296F">
            <w:r w:rsidRPr="00BF542D">
              <w:t>219,009479</w:t>
            </w:r>
          </w:p>
        </w:tc>
      </w:tr>
      <w:tr w:rsidR="00BF542D" w:rsidRPr="00BF542D" w14:paraId="54B3CC64" w14:textId="77777777" w:rsidTr="003D2E48">
        <w:tc>
          <w:tcPr>
            <w:tcW w:w="0" w:type="auto"/>
          </w:tcPr>
          <w:p w14:paraId="56040390" w14:textId="77777777" w:rsidR="00BF542D" w:rsidRPr="00BF542D" w:rsidRDefault="00BF542D" w:rsidP="00EA296F">
            <w:r w:rsidRPr="00BF542D">
              <w:t>86</w:t>
            </w:r>
          </w:p>
        </w:tc>
        <w:tc>
          <w:tcPr>
            <w:tcW w:w="0" w:type="auto"/>
          </w:tcPr>
          <w:p w14:paraId="73097F28" w14:textId="77777777" w:rsidR="00BF542D" w:rsidRPr="00BF542D" w:rsidRDefault="00BF542D" w:rsidP="00EA296F">
            <w:r w:rsidRPr="00BF542D">
              <w:t>Rn 220</w:t>
            </w:r>
          </w:p>
        </w:tc>
        <w:tc>
          <w:tcPr>
            <w:tcW w:w="0" w:type="auto"/>
          </w:tcPr>
          <w:p w14:paraId="4E60052F" w14:textId="77777777" w:rsidR="00BF542D" w:rsidRPr="00BF542D" w:rsidRDefault="00BF542D" w:rsidP="00EA296F">
            <w:r w:rsidRPr="00BF542D">
              <w:t>220,011392</w:t>
            </w:r>
          </w:p>
        </w:tc>
      </w:tr>
      <w:tr w:rsidR="00BF542D" w:rsidRPr="00BF542D" w14:paraId="7BF95B6F" w14:textId="77777777" w:rsidTr="003D2E48">
        <w:tc>
          <w:tcPr>
            <w:tcW w:w="0" w:type="auto"/>
          </w:tcPr>
          <w:p w14:paraId="10B4FCE3" w14:textId="77777777" w:rsidR="00BF542D" w:rsidRPr="00BF542D" w:rsidRDefault="00BF542D" w:rsidP="00EA296F">
            <w:r w:rsidRPr="00BF542D">
              <w:t>86</w:t>
            </w:r>
          </w:p>
        </w:tc>
        <w:tc>
          <w:tcPr>
            <w:tcW w:w="0" w:type="auto"/>
          </w:tcPr>
          <w:p w14:paraId="0A563ACE" w14:textId="77777777" w:rsidR="00BF542D" w:rsidRPr="00BF542D" w:rsidRDefault="00BF542D" w:rsidP="00EA296F">
            <w:r w:rsidRPr="00BF542D">
              <w:t>Rn 222</w:t>
            </w:r>
          </w:p>
        </w:tc>
        <w:tc>
          <w:tcPr>
            <w:tcW w:w="0" w:type="auto"/>
          </w:tcPr>
          <w:p w14:paraId="291A9601" w14:textId="77777777" w:rsidR="00BF542D" w:rsidRPr="00BF542D" w:rsidRDefault="00BF542D" w:rsidP="00EA296F">
            <w:r w:rsidRPr="00BF542D">
              <w:t>222,017576</w:t>
            </w:r>
          </w:p>
        </w:tc>
      </w:tr>
      <w:tr w:rsidR="00BF542D" w:rsidRPr="00BF542D" w14:paraId="5251BBB8" w14:textId="77777777" w:rsidTr="003D2E48">
        <w:tc>
          <w:tcPr>
            <w:tcW w:w="0" w:type="auto"/>
          </w:tcPr>
          <w:p w14:paraId="28359E92" w14:textId="77777777" w:rsidR="00BF542D" w:rsidRPr="00BF542D" w:rsidRDefault="00BF542D" w:rsidP="00EA296F">
            <w:r w:rsidRPr="00BF542D">
              <w:t>87</w:t>
            </w:r>
          </w:p>
        </w:tc>
        <w:tc>
          <w:tcPr>
            <w:tcW w:w="0" w:type="auto"/>
          </w:tcPr>
          <w:p w14:paraId="2C111A96" w14:textId="77777777" w:rsidR="00BF542D" w:rsidRPr="00BF542D" w:rsidRDefault="00BF542D" w:rsidP="00EA296F">
            <w:r w:rsidRPr="00BF542D">
              <w:t>Fr 221</w:t>
            </w:r>
          </w:p>
        </w:tc>
        <w:tc>
          <w:tcPr>
            <w:tcW w:w="0" w:type="auto"/>
          </w:tcPr>
          <w:p w14:paraId="2735B446" w14:textId="77777777" w:rsidR="00BF542D" w:rsidRPr="00BF542D" w:rsidRDefault="00BF542D" w:rsidP="00EA296F">
            <w:r w:rsidRPr="00BF542D">
              <w:t>221,014254</w:t>
            </w:r>
          </w:p>
        </w:tc>
      </w:tr>
      <w:tr w:rsidR="00BF542D" w:rsidRPr="00BF542D" w14:paraId="624C0164" w14:textId="77777777" w:rsidTr="003D2E48">
        <w:tc>
          <w:tcPr>
            <w:tcW w:w="0" w:type="auto"/>
          </w:tcPr>
          <w:p w14:paraId="249B56F7" w14:textId="77777777" w:rsidR="00BF542D" w:rsidRPr="00BF542D" w:rsidRDefault="00BF542D" w:rsidP="00EA296F">
            <w:r w:rsidRPr="00BF542D">
              <w:t>88</w:t>
            </w:r>
          </w:p>
        </w:tc>
        <w:tc>
          <w:tcPr>
            <w:tcW w:w="0" w:type="auto"/>
          </w:tcPr>
          <w:p w14:paraId="76640264" w14:textId="77777777" w:rsidR="00BF542D" w:rsidRPr="00BF542D" w:rsidRDefault="00BF542D" w:rsidP="00EA296F">
            <w:r w:rsidRPr="00BF542D">
              <w:t>Ra 223</w:t>
            </w:r>
          </w:p>
        </w:tc>
        <w:tc>
          <w:tcPr>
            <w:tcW w:w="0" w:type="auto"/>
          </w:tcPr>
          <w:p w14:paraId="75BCAD29" w14:textId="77777777" w:rsidR="00BF542D" w:rsidRPr="00BF542D" w:rsidRDefault="00BF542D" w:rsidP="00EA296F">
            <w:r w:rsidRPr="00BF542D">
              <w:t>223,018501</w:t>
            </w:r>
          </w:p>
        </w:tc>
      </w:tr>
      <w:tr w:rsidR="00BF542D" w:rsidRPr="00BF542D" w14:paraId="422C248C" w14:textId="77777777" w:rsidTr="003D2E48">
        <w:tc>
          <w:tcPr>
            <w:tcW w:w="0" w:type="auto"/>
          </w:tcPr>
          <w:p w14:paraId="18DE5124" w14:textId="77777777" w:rsidR="00BF542D" w:rsidRPr="00BF542D" w:rsidRDefault="00BF542D" w:rsidP="00EA296F">
            <w:r w:rsidRPr="00BF542D">
              <w:t>88</w:t>
            </w:r>
          </w:p>
        </w:tc>
        <w:tc>
          <w:tcPr>
            <w:tcW w:w="0" w:type="auto"/>
          </w:tcPr>
          <w:p w14:paraId="23DB9691" w14:textId="77777777" w:rsidR="00BF542D" w:rsidRPr="00BF542D" w:rsidRDefault="00BF542D" w:rsidP="00EA296F">
            <w:r w:rsidRPr="00BF542D">
              <w:t>Ra 224</w:t>
            </w:r>
          </w:p>
        </w:tc>
        <w:tc>
          <w:tcPr>
            <w:tcW w:w="0" w:type="auto"/>
          </w:tcPr>
          <w:p w14:paraId="3A2BECE7" w14:textId="77777777" w:rsidR="00BF542D" w:rsidRPr="00BF542D" w:rsidRDefault="00BF542D" w:rsidP="00EA296F">
            <w:r w:rsidRPr="00BF542D">
              <w:t>224,020210</w:t>
            </w:r>
          </w:p>
        </w:tc>
      </w:tr>
      <w:tr w:rsidR="00BF542D" w:rsidRPr="00BF542D" w14:paraId="36F2D62D" w14:textId="77777777" w:rsidTr="003D2E48">
        <w:tc>
          <w:tcPr>
            <w:tcW w:w="0" w:type="auto"/>
          </w:tcPr>
          <w:p w14:paraId="3282E567" w14:textId="77777777" w:rsidR="00BF542D" w:rsidRPr="00BF542D" w:rsidRDefault="00BF542D" w:rsidP="00EA296F">
            <w:r w:rsidRPr="00BF542D">
              <w:t>88</w:t>
            </w:r>
          </w:p>
        </w:tc>
        <w:tc>
          <w:tcPr>
            <w:tcW w:w="0" w:type="auto"/>
          </w:tcPr>
          <w:p w14:paraId="62A77263" w14:textId="77777777" w:rsidR="00BF542D" w:rsidRPr="00BF542D" w:rsidRDefault="00BF542D" w:rsidP="00EA296F">
            <w:r w:rsidRPr="00BF542D">
              <w:t>Ra 225</w:t>
            </w:r>
          </w:p>
        </w:tc>
        <w:tc>
          <w:tcPr>
            <w:tcW w:w="0" w:type="auto"/>
          </w:tcPr>
          <w:p w14:paraId="4CDC353A" w14:textId="77777777" w:rsidR="00BF542D" w:rsidRPr="00BF542D" w:rsidRDefault="00BF542D" w:rsidP="00EA296F">
            <w:r w:rsidRPr="00BF542D">
              <w:t>225,023611</w:t>
            </w:r>
          </w:p>
        </w:tc>
      </w:tr>
      <w:tr w:rsidR="00BF542D" w:rsidRPr="00BF542D" w14:paraId="024AC88D" w14:textId="77777777" w:rsidTr="003D2E48">
        <w:tc>
          <w:tcPr>
            <w:tcW w:w="0" w:type="auto"/>
          </w:tcPr>
          <w:p w14:paraId="1D0F499A" w14:textId="77777777" w:rsidR="00BF542D" w:rsidRPr="00BF542D" w:rsidRDefault="00BF542D" w:rsidP="00EA296F">
            <w:r w:rsidRPr="00BF542D">
              <w:t>88</w:t>
            </w:r>
          </w:p>
        </w:tc>
        <w:tc>
          <w:tcPr>
            <w:tcW w:w="0" w:type="auto"/>
          </w:tcPr>
          <w:p w14:paraId="6E8756D5" w14:textId="77777777" w:rsidR="00BF542D" w:rsidRPr="00BF542D" w:rsidRDefault="00BF542D" w:rsidP="00EA296F">
            <w:r w:rsidRPr="00BF542D">
              <w:t>Ra 226</w:t>
            </w:r>
          </w:p>
        </w:tc>
        <w:tc>
          <w:tcPr>
            <w:tcW w:w="0" w:type="auto"/>
          </w:tcPr>
          <w:p w14:paraId="591B2AEE" w14:textId="77777777" w:rsidR="00BF542D" w:rsidRPr="00BF542D" w:rsidRDefault="00BF542D" w:rsidP="00EA296F">
            <w:r w:rsidRPr="00BF542D">
              <w:t>226,025408</w:t>
            </w:r>
          </w:p>
        </w:tc>
      </w:tr>
      <w:tr w:rsidR="00BF542D" w:rsidRPr="00BF542D" w14:paraId="079487EB" w14:textId="77777777" w:rsidTr="003D2E48">
        <w:tc>
          <w:tcPr>
            <w:tcW w:w="0" w:type="auto"/>
          </w:tcPr>
          <w:p w14:paraId="09FC85C5" w14:textId="77777777" w:rsidR="00BF542D" w:rsidRPr="00BF542D" w:rsidRDefault="00BF542D" w:rsidP="00EA296F">
            <w:r w:rsidRPr="00BF542D">
              <w:t>88</w:t>
            </w:r>
          </w:p>
        </w:tc>
        <w:tc>
          <w:tcPr>
            <w:tcW w:w="0" w:type="auto"/>
          </w:tcPr>
          <w:p w14:paraId="37A4810E" w14:textId="77777777" w:rsidR="00BF542D" w:rsidRPr="00BF542D" w:rsidRDefault="00BF542D" w:rsidP="00EA296F">
            <w:r w:rsidRPr="00BF542D">
              <w:t>Ra 228</w:t>
            </w:r>
          </w:p>
        </w:tc>
        <w:tc>
          <w:tcPr>
            <w:tcW w:w="0" w:type="auto"/>
          </w:tcPr>
          <w:p w14:paraId="3CF7C02E" w14:textId="77777777" w:rsidR="00BF542D" w:rsidRPr="00BF542D" w:rsidRDefault="00BF542D" w:rsidP="00EA296F">
            <w:r w:rsidRPr="00BF542D">
              <w:t>228,031069</w:t>
            </w:r>
          </w:p>
        </w:tc>
      </w:tr>
      <w:tr w:rsidR="00BF542D" w:rsidRPr="00BF542D" w14:paraId="1C238403" w14:textId="77777777" w:rsidTr="003D2E48">
        <w:tc>
          <w:tcPr>
            <w:tcW w:w="0" w:type="auto"/>
          </w:tcPr>
          <w:p w14:paraId="682F08BA" w14:textId="77777777" w:rsidR="00BF542D" w:rsidRPr="00BF542D" w:rsidRDefault="00BF542D" w:rsidP="00EA296F">
            <w:r w:rsidRPr="00BF542D">
              <w:t>89</w:t>
            </w:r>
          </w:p>
        </w:tc>
        <w:tc>
          <w:tcPr>
            <w:tcW w:w="0" w:type="auto"/>
          </w:tcPr>
          <w:p w14:paraId="6F6EB6E9" w14:textId="77777777" w:rsidR="00BF542D" w:rsidRPr="00BF542D" w:rsidRDefault="00BF542D" w:rsidP="00EA296F">
            <w:r w:rsidRPr="00BF542D">
              <w:t>Ac 225</w:t>
            </w:r>
          </w:p>
        </w:tc>
        <w:tc>
          <w:tcPr>
            <w:tcW w:w="0" w:type="auto"/>
          </w:tcPr>
          <w:p w14:paraId="056C05B4" w14:textId="77777777" w:rsidR="00BF542D" w:rsidRPr="00BF542D" w:rsidRDefault="00BF542D" w:rsidP="00EA296F">
            <w:r w:rsidRPr="00BF542D">
              <w:t>225,023229</w:t>
            </w:r>
          </w:p>
        </w:tc>
      </w:tr>
      <w:tr w:rsidR="00BF542D" w:rsidRPr="00BF542D" w14:paraId="7B375F32" w14:textId="77777777" w:rsidTr="003D2E48">
        <w:tc>
          <w:tcPr>
            <w:tcW w:w="0" w:type="auto"/>
          </w:tcPr>
          <w:p w14:paraId="198C34B8" w14:textId="77777777" w:rsidR="00BF542D" w:rsidRPr="00BF542D" w:rsidRDefault="00BF542D" w:rsidP="00EA296F">
            <w:r w:rsidRPr="00BF542D">
              <w:t>89</w:t>
            </w:r>
          </w:p>
        </w:tc>
        <w:tc>
          <w:tcPr>
            <w:tcW w:w="0" w:type="auto"/>
          </w:tcPr>
          <w:p w14:paraId="32CF3137" w14:textId="77777777" w:rsidR="00BF542D" w:rsidRPr="00BF542D" w:rsidRDefault="00BF542D" w:rsidP="00EA296F">
            <w:r w:rsidRPr="00BF542D">
              <w:t>Ac 227</w:t>
            </w:r>
          </w:p>
        </w:tc>
        <w:tc>
          <w:tcPr>
            <w:tcW w:w="0" w:type="auto"/>
          </w:tcPr>
          <w:p w14:paraId="519FD190" w14:textId="77777777" w:rsidR="00BF542D" w:rsidRPr="00BF542D" w:rsidRDefault="00BF542D" w:rsidP="00EA296F">
            <w:r w:rsidRPr="00BF542D">
              <w:t>227,027751</w:t>
            </w:r>
          </w:p>
        </w:tc>
      </w:tr>
      <w:tr w:rsidR="00BF542D" w:rsidRPr="00BF542D" w14:paraId="047FD89E" w14:textId="77777777" w:rsidTr="003D2E48">
        <w:tc>
          <w:tcPr>
            <w:tcW w:w="0" w:type="auto"/>
          </w:tcPr>
          <w:p w14:paraId="164BF1DC" w14:textId="77777777" w:rsidR="00BF542D" w:rsidRPr="00BF542D" w:rsidRDefault="00BF542D" w:rsidP="00EA296F">
            <w:r w:rsidRPr="00BF542D">
              <w:t>89</w:t>
            </w:r>
          </w:p>
        </w:tc>
        <w:tc>
          <w:tcPr>
            <w:tcW w:w="0" w:type="auto"/>
          </w:tcPr>
          <w:p w14:paraId="7A8A3F96" w14:textId="77777777" w:rsidR="00BF542D" w:rsidRPr="00BF542D" w:rsidRDefault="00BF542D" w:rsidP="00EA296F">
            <w:r w:rsidRPr="00BF542D">
              <w:t>Ac 228</w:t>
            </w:r>
          </w:p>
        </w:tc>
        <w:tc>
          <w:tcPr>
            <w:tcW w:w="0" w:type="auto"/>
          </w:tcPr>
          <w:p w14:paraId="24B66650" w14:textId="77777777" w:rsidR="00BF542D" w:rsidRPr="00BF542D" w:rsidRDefault="00BF542D" w:rsidP="00EA296F">
            <w:r w:rsidRPr="00BF542D">
              <w:t>228,031020</w:t>
            </w:r>
          </w:p>
        </w:tc>
      </w:tr>
      <w:tr w:rsidR="00BF542D" w:rsidRPr="00BF542D" w14:paraId="3B2D27C6" w14:textId="77777777" w:rsidTr="003D2E48">
        <w:tc>
          <w:tcPr>
            <w:tcW w:w="0" w:type="auto"/>
          </w:tcPr>
          <w:p w14:paraId="37A5D8CD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707AFB2C" w14:textId="77777777" w:rsidR="00BF542D" w:rsidRPr="00BF542D" w:rsidRDefault="00BF542D" w:rsidP="00EA296F">
            <w:r w:rsidRPr="00BF542D">
              <w:t>Th 227</w:t>
            </w:r>
          </w:p>
        </w:tc>
        <w:tc>
          <w:tcPr>
            <w:tcW w:w="0" w:type="auto"/>
          </w:tcPr>
          <w:p w14:paraId="3902CADC" w14:textId="77777777" w:rsidR="00BF542D" w:rsidRPr="00BF542D" w:rsidRDefault="00BF542D" w:rsidP="00EA296F">
            <w:r w:rsidRPr="00BF542D">
              <w:t>227,027703</w:t>
            </w:r>
          </w:p>
        </w:tc>
      </w:tr>
      <w:tr w:rsidR="00BF542D" w:rsidRPr="00BF542D" w14:paraId="1D686ADC" w14:textId="77777777" w:rsidTr="003D2E48">
        <w:tc>
          <w:tcPr>
            <w:tcW w:w="0" w:type="auto"/>
          </w:tcPr>
          <w:p w14:paraId="4E5BA634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2D03F97A" w14:textId="77777777" w:rsidR="00BF542D" w:rsidRPr="00BF542D" w:rsidRDefault="00BF542D" w:rsidP="00EA296F">
            <w:r w:rsidRPr="00BF542D">
              <w:t>Th 228</w:t>
            </w:r>
          </w:p>
        </w:tc>
        <w:tc>
          <w:tcPr>
            <w:tcW w:w="0" w:type="auto"/>
          </w:tcPr>
          <w:p w14:paraId="0C8675F8" w14:textId="77777777" w:rsidR="00BF542D" w:rsidRPr="00BF542D" w:rsidRDefault="00BF542D" w:rsidP="00EA296F">
            <w:r w:rsidRPr="00BF542D">
              <w:t>228,028740</w:t>
            </w:r>
          </w:p>
        </w:tc>
      </w:tr>
      <w:tr w:rsidR="00BF542D" w:rsidRPr="00BF542D" w14:paraId="2AE03A69" w14:textId="77777777" w:rsidTr="003D2E48">
        <w:tc>
          <w:tcPr>
            <w:tcW w:w="0" w:type="auto"/>
          </w:tcPr>
          <w:p w14:paraId="49D84380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08A26D94" w14:textId="77777777" w:rsidR="00BF542D" w:rsidRPr="00BF542D" w:rsidRDefault="00BF542D" w:rsidP="00EA296F">
            <w:r w:rsidRPr="00BF542D">
              <w:t>Th 229</w:t>
            </w:r>
          </w:p>
        </w:tc>
        <w:tc>
          <w:tcPr>
            <w:tcW w:w="0" w:type="auto"/>
          </w:tcPr>
          <w:p w14:paraId="5A5285B4" w14:textId="77777777" w:rsidR="00BF542D" w:rsidRPr="00BF542D" w:rsidRDefault="00BF542D" w:rsidP="00EA296F">
            <w:r w:rsidRPr="00BF542D">
              <w:t>229,031761</w:t>
            </w:r>
          </w:p>
        </w:tc>
      </w:tr>
      <w:tr w:rsidR="00BF542D" w:rsidRPr="00BF542D" w14:paraId="26C184F6" w14:textId="77777777" w:rsidTr="003D2E48">
        <w:tc>
          <w:tcPr>
            <w:tcW w:w="0" w:type="auto"/>
          </w:tcPr>
          <w:p w14:paraId="772D96D2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2AFFFDD6" w14:textId="77777777" w:rsidR="00BF542D" w:rsidRPr="00BF542D" w:rsidRDefault="00BF542D" w:rsidP="00EA296F">
            <w:r w:rsidRPr="00BF542D">
              <w:t>Th 230</w:t>
            </w:r>
          </w:p>
        </w:tc>
        <w:tc>
          <w:tcPr>
            <w:tcW w:w="0" w:type="auto"/>
          </w:tcPr>
          <w:p w14:paraId="39B9C4D9" w14:textId="77777777" w:rsidR="00BF542D" w:rsidRPr="00BF542D" w:rsidRDefault="00BF542D" w:rsidP="00EA296F">
            <w:r w:rsidRPr="00BF542D">
              <w:t>230,033132</w:t>
            </w:r>
          </w:p>
        </w:tc>
      </w:tr>
      <w:tr w:rsidR="00BF542D" w:rsidRPr="00BF542D" w14:paraId="34E64C98" w14:textId="77777777" w:rsidTr="003D2E48">
        <w:tc>
          <w:tcPr>
            <w:tcW w:w="0" w:type="auto"/>
          </w:tcPr>
          <w:p w14:paraId="691699D2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2317FFEE" w14:textId="77777777" w:rsidR="00BF542D" w:rsidRPr="00BF542D" w:rsidRDefault="00BF542D" w:rsidP="00EA296F">
            <w:r w:rsidRPr="00BF542D">
              <w:t>Th 231</w:t>
            </w:r>
          </w:p>
        </w:tc>
        <w:tc>
          <w:tcPr>
            <w:tcW w:w="0" w:type="auto"/>
          </w:tcPr>
          <w:p w14:paraId="6AC223DA" w14:textId="77777777" w:rsidR="00BF542D" w:rsidRPr="00BF542D" w:rsidRDefault="00BF542D" w:rsidP="00EA296F">
            <w:r w:rsidRPr="00BF542D">
              <w:t>231,036303</w:t>
            </w:r>
          </w:p>
        </w:tc>
      </w:tr>
      <w:tr w:rsidR="00BF542D" w:rsidRPr="00BF542D" w14:paraId="08ECF497" w14:textId="77777777" w:rsidTr="003D2E48">
        <w:tc>
          <w:tcPr>
            <w:tcW w:w="0" w:type="auto"/>
          </w:tcPr>
          <w:p w14:paraId="02153A5D" w14:textId="77777777" w:rsidR="00BF542D" w:rsidRPr="00BF542D" w:rsidRDefault="00BF542D" w:rsidP="00EA296F">
            <w:r w:rsidRPr="00BF542D">
              <w:lastRenderedPageBreak/>
              <w:t>90</w:t>
            </w:r>
          </w:p>
        </w:tc>
        <w:tc>
          <w:tcPr>
            <w:tcW w:w="0" w:type="auto"/>
          </w:tcPr>
          <w:p w14:paraId="036CBEC8" w14:textId="77777777" w:rsidR="00BF542D" w:rsidRPr="00BF542D" w:rsidRDefault="00BF542D" w:rsidP="00EA296F">
            <w:r w:rsidRPr="00BF542D">
              <w:t>Th 232</w:t>
            </w:r>
          </w:p>
        </w:tc>
        <w:tc>
          <w:tcPr>
            <w:tcW w:w="0" w:type="auto"/>
          </w:tcPr>
          <w:p w14:paraId="7DDFAC96" w14:textId="77777777" w:rsidR="00BF542D" w:rsidRPr="00BF542D" w:rsidRDefault="00BF542D" w:rsidP="00EA296F">
            <w:r w:rsidRPr="00BF542D">
              <w:t>232,038054</w:t>
            </w:r>
          </w:p>
        </w:tc>
      </w:tr>
      <w:tr w:rsidR="00BF542D" w:rsidRPr="00BF542D" w14:paraId="17EF5CE5" w14:textId="77777777" w:rsidTr="003D2E48">
        <w:tc>
          <w:tcPr>
            <w:tcW w:w="0" w:type="auto"/>
          </w:tcPr>
          <w:p w14:paraId="05700406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35571260" w14:textId="77777777" w:rsidR="00BF542D" w:rsidRPr="00BF542D" w:rsidRDefault="00BF542D" w:rsidP="00EA296F">
            <w:r w:rsidRPr="00BF542D">
              <w:t>Th 233</w:t>
            </w:r>
          </w:p>
        </w:tc>
        <w:tc>
          <w:tcPr>
            <w:tcW w:w="0" w:type="auto"/>
          </w:tcPr>
          <w:p w14:paraId="6868CF8E" w14:textId="77777777" w:rsidR="00BF542D" w:rsidRPr="00BF542D" w:rsidRDefault="00BF542D" w:rsidP="00EA296F">
            <w:r w:rsidRPr="00BF542D">
              <w:t>233,041580</w:t>
            </w:r>
          </w:p>
        </w:tc>
      </w:tr>
      <w:tr w:rsidR="00BF542D" w:rsidRPr="00BF542D" w14:paraId="5ECF2762" w14:textId="77777777" w:rsidTr="003D2E48">
        <w:tc>
          <w:tcPr>
            <w:tcW w:w="0" w:type="auto"/>
          </w:tcPr>
          <w:p w14:paraId="54CB7CA8" w14:textId="77777777" w:rsidR="00BF542D" w:rsidRPr="00BF542D" w:rsidRDefault="00BF542D" w:rsidP="00EA296F">
            <w:r w:rsidRPr="00BF542D">
              <w:t>90</w:t>
            </w:r>
          </w:p>
        </w:tc>
        <w:tc>
          <w:tcPr>
            <w:tcW w:w="0" w:type="auto"/>
          </w:tcPr>
          <w:p w14:paraId="1D7A0D1A" w14:textId="77777777" w:rsidR="00BF542D" w:rsidRPr="00BF542D" w:rsidRDefault="00BF542D" w:rsidP="00EA296F">
            <w:r w:rsidRPr="00BF542D">
              <w:t>Th 234</w:t>
            </w:r>
          </w:p>
        </w:tc>
        <w:tc>
          <w:tcPr>
            <w:tcW w:w="0" w:type="auto"/>
          </w:tcPr>
          <w:p w14:paraId="6E5570A4" w14:textId="77777777" w:rsidR="00BF542D" w:rsidRPr="00BF542D" w:rsidRDefault="00BF542D" w:rsidP="00EA296F">
            <w:r w:rsidRPr="00BF542D">
              <w:t>234,043600</w:t>
            </w:r>
          </w:p>
        </w:tc>
      </w:tr>
      <w:tr w:rsidR="00BF542D" w:rsidRPr="00BF542D" w14:paraId="38B14421" w14:textId="77777777" w:rsidTr="003D2E48">
        <w:tc>
          <w:tcPr>
            <w:tcW w:w="0" w:type="auto"/>
          </w:tcPr>
          <w:p w14:paraId="4C26B258" w14:textId="77777777" w:rsidR="00BF542D" w:rsidRPr="00BF542D" w:rsidRDefault="00BF542D" w:rsidP="00EA296F">
            <w:r w:rsidRPr="00BF542D">
              <w:t>91</w:t>
            </w:r>
          </w:p>
        </w:tc>
        <w:tc>
          <w:tcPr>
            <w:tcW w:w="0" w:type="auto"/>
          </w:tcPr>
          <w:p w14:paraId="0394A859" w14:textId="77777777" w:rsidR="00BF542D" w:rsidRPr="00BF542D" w:rsidRDefault="00BF542D" w:rsidP="00EA296F">
            <w:r w:rsidRPr="00BF542D">
              <w:t>Pa 231</w:t>
            </w:r>
          </w:p>
        </w:tc>
        <w:tc>
          <w:tcPr>
            <w:tcW w:w="0" w:type="auto"/>
          </w:tcPr>
          <w:p w14:paraId="790B11A8" w14:textId="77777777" w:rsidR="00BF542D" w:rsidRPr="00BF542D" w:rsidRDefault="00BF542D" w:rsidP="00EA296F">
            <w:r w:rsidRPr="00BF542D">
              <w:t>231,035883</w:t>
            </w:r>
          </w:p>
        </w:tc>
      </w:tr>
      <w:tr w:rsidR="00BF542D" w:rsidRPr="00BF542D" w14:paraId="2694EFD5" w14:textId="77777777" w:rsidTr="003D2E48">
        <w:tc>
          <w:tcPr>
            <w:tcW w:w="0" w:type="auto"/>
          </w:tcPr>
          <w:p w14:paraId="038F87A0" w14:textId="77777777" w:rsidR="00BF542D" w:rsidRPr="00BF542D" w:rsidRDefault="00BF542D" w:rsidP="00EA296F">
            <w:r w:rsidRPr="00BF542D">
              <w:t>91</w:t>
            </w:r>
          </w:p>
        </w:tc>
        <w:tc>
          <w:tcPr>
            <w:tcW w:w="0" w:type="auto"/>
          </w:tcPr>
          <w:p w14:paraId="3452AC3D" w14:textId="77777777" w:rsidR="00BF542D" w:rsidRPr="00BF542D" w:rsidRDefault="00BF542D" w:rsidP="00EA296F">
            <w:r w:rsidRPr="00BF542D">
              <w:t>Pa 233</w:t>
            </w:r>
          </w:p>
        </w:tc>
        <w:tc>
          <w:tcPr>
            <w:tcW w:w="0" w:type="auto"/>
          </w:tcPr>
          <w:p w14:paraId="62A672F4" w14:textId="77777777" w:rsidR="00BF542D" w:rsidRPr="00BF542D" w:rsidRDefault="00BF542D" w:rsidP="00EA296F">
            <w:r w:rsidRPr="00BF542D">
              <w:t>233,040247</w:t>
            </w:r>
          </w:p>
        </w:tc>
      </w:tr>
      <w:tr w:rsidR="00BF542D" w:rsidRPr="00BF542D" w14:paraId="498655CD" w14:textId="77777777" w:rsidTr="003D2E48">
        <w:tc>
          <w:tcPr>
            <w:tcW w:w="0" w:type="auto"/>
          </w:tcPr>
          <w:p w14:paraId="3AC17527" w14:textId="77777777" w:rsidR="00BF542D" w:rsidRPr="00BF542D" w:rsidRDefault="00BF542D" w:rsidP="00EA296F">
            <w:r w:rsidRPr="00BF542D">
              <w:t>91</w:t>
            </w:r>
          </w:p>
        </w:tc>
        <w:tc>
          <w:tcPr>
            <w:tcW w:w="0" w:type="auto"/>
          </w:tcPr>
          <w:p w14:paraId="2AB82A8B" w14:textId="77777777" w:rsidR="00BF542D" w:rsidRPr="00BF542D" w:rsidRDefault="00BF542D" w:rsidP="00EA296F">
            <w:r w:rsidRPr="00BF542D">
              <w:t>Pa 234</w:t>
            </w:r>
          </w:p>
        </w:tc>
        <w:tc>
          <w:tcPr>
            <w:tcW w:w="0" w:type="auto"/>
          </w:tcPr>
          <w:p w14:paraId="7644D402" w14:textId="77777777" w:rsidR="00BF542D" w:rsidRPr="00BF542D" w:rsidRDefault="00BF542D" w:rsidP="00EA296F">
            <w:r w:rsidRPr="00BF542D">
              <w:t>234,043306</w:t>
            </w:r>
          </w:p>
        </w:tc>
      </w:tr>
      <w:tr w:rsidR="00BF542D" w:rsidRPr="00BF542D" w14:paraId="4522D1FD" w14:textId="77777777" w:rsidTr="003D2E48">
        <w:tc>
          <w:tcPr>
            <w:tcW w:w="0" w:type="auto"/>
          </w:tcPr>
          <w:p w14:paraId="419663BA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417CB0A2" w14:textId="77777777" w:rsidR="00BF542D" w:rsidRPr="00BF542D" w:rsidRDefault="00BF542D" w:rsidP="00EA296F">
            <w:r w:rsidRPr="00BF542D">
              <w:t>U 233</w:t>
            </w:r>
          </w:p>
        </w:tc>
        <w:tc>
          <w:tcPr>
            <w:tcW w:w="0" w:type="auto"/>
          </w:tcPr>
          <w:p w14:paraId="67911D6D" w14:textId="77777777" w:rsidR="00BF542D" w:rsidRPr="00BF542D" w:rsidRDefault="00BF542D" w:rsidP="00EA296F">
            <w:r w:rsidRPr="00BF542D">
              <w:t>233,039634</w:t>
            </w:r>
          </w:p>
        </w:tc>
      </w:tr>
      <w:tr w:rsidR="00BF542D" w:rsidRPr="00BF542D" w14:paraId="2420D30A" w14:textId="77777777" w:rsidTr="003D2E48">
        <w:tc>
          <w:tcPr>
            <w:tcW w:w="0" w:type="auto"/>
          </w:tcPr>
          <w:p w14:paraId="63DEA642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6F9D1986" w14:textId="77777777" w:rsidR="00BF542D" w:rsidRPr="00BF542D" w:rsidRDefault="00BF542D" w:rsidP="00EA296F">
            <w:r w:rsidRPr="00BF542D">
              <w:t>U 234</w:t>
            </w:r>
          </w:p>
        </w:tc>
        <w:tc>
          <w:tcPr>
            <w:tcW w:w="0" w:type="auto"/>
          </w:tcPr>
          <w:p w14:paraId="78E92AEE" w14:textId="77777777" w:rsidR="00BF542D" w:rsidRPr="00BF542D" w:rsidRDefault="00BF542D" w:rsidP="00EA296F">
            <w:r w:rsidRPr="00BF542D">
              <w:t>234,040950</w:t>
            </w:r>
          </w:p>
        </w:tc>
      </w:tr>
      <w:tr w:rsidR="00BF542D" w:rsidRPr="00BF542D" w14:paraId="611A837E" w14:textId="77777777" w:rsidTr="003D2E48">
        <w:tc>
          <w:tcPr>
            <w:tcW w:w="0" w:type="auto"/>
          </w:tcPr>
          <w:p w14:paraId="1A4CF3BD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152F499E" w14:textId="77777777" w:rsidR="00BF542D" w:rsidRPr="00BF542D" w:rsidRDefault="00BF542D" w:rsidP="00EA296F">
            <w:r w:rsidRPr="00BF542D">
              <w:t>U 235</w:t>
            </w:r>
          </w:p>
        </w:tc>
        <w:tc>
          <w:tcPr>
            <w:tcW w:w="0" w:type="auto"/>
          </w:tcPr>
          <w:p w14:paraId="5227EF77" w14:textId="77777777" w:rsidR="00BF542D" w:rsidRPr="00BF542D" w:rsidRDefault="00BF542D" w:rsidP="00EA296F">
            <w:r w:rsidRPr="00BF542D">
              <w:t>235,043928</w:t>
            </w:r>
          </w:p>
        </w:tc>
      </w:tr>
      <w:tr w:rsidR="00BF542D" w:rsidRPr="00BF542D" w14:paraId="0A7DB968" w14:textId="77777777" w:rsidTr="003D2E48">
        <w:tc>
          <w:tcPr>
            <w:tcW w:w="0" w:type="auto"/>
          </w:tcPr>
          <w:p w14:paraId="51335BC1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3A53D2EE" w14:textId="77777777" w:rsidR="00BF542D" w:rsidRPr="00BF542D" w:rsidRDefault="00BF542D" w:rsidP="00EA296F">
            <w:r w:rsidRPr="00BF542D">
              <w:t>U 236</w:t>
            </w:r>
          </w:p>
        </w:tc>
        <w:tc>
          <w:tcPr>
            <w:tcW w:w="0" w:type="auto"/>
          </w:tcPr>
          <w:p w14:paraId="3CCFC9CE" w14:textId="77777777" w:rsidR="00BF542D" w:rsidRPr="00BF542D" w:rsidRDefault="00BF542D" w:rsidP="00EA296F">
            <w:r w:rsidRPr="00BF542D">
              <w:t>236,045566</w:t>
            </w:r>
          </w:p>
        </w:tc>
      </w:tr>
      <w:tr w:rsidR="00BF542D" w:rsidRPr="00BF542D" w14:paraId="129CCFE8" w14:textId="77777777" w:rsidTr="003D2E48">
        <w:tc>
          <w:tcPr>
            <w:tcW w:w="0" w:type="auto"/>
          </w:tcPr>
          <w:p w14:paraId="143E8EE5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3EFC9EF0" w14:textId="77777777" w:rsidR="00BF542D" w:rsidRPr="00BF542D" w:rsidRDefault="00BF542D" w:rsidP="00EA296F">
            <w:r w:rsidRPr="00BF542D">
              <w:t>U 237</w:t>
            </w:r>
          </w:p>
        </w:tc>
        <w:tc>
          <w:tcPr>
            <w:tcW w:w="0" w:type="auto"/>
          </w:tcPr>
          <w:p w14:paraId="7C6A3C6B" w14:textId="77777777" w:rsidR="00BF542D" w:rsidRPr="00BF542D" w:rsidRDefault="00BF542D" w:rsidP="00EA296F">
            <w:r w:rsidRPr="00BF542D">
              <w:t>237,048728</w:t>
            </w:r>
          </w:p>
        </w:tc>
      </w:tr>
      <w:tr w:rsidR="00BF542D" w:rsidRPr="00BF542D" w14:paraId="1D377C28" w14:textId="77777777" w:rsidTr="003D2E48">
        <w:tc>
          <w:tcPr>
            <w:tcW w:w="0" w:type="auto"/>
          </w:tcPr>
          <w:p w14:paraId="24E0B4A6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5B7F1513" w14:textId="77777777" w:rsidR="00BF542D" w:rsidRPr="00BF542D" w:rsidRDefault="00BF542D" w:rsidP="00EA296F">
            <w:r w:rsidRPr="00BF542D">
              <w:t>U 238</w:t>
            </w:r>
          </w:p>
        </w:tc>
        <w:tc>
          <w:tcPr>
            <w:tcW w:w="0" w:type="auto"/>
          </w:tcPr>
          <w:p w14:paraId="355872C3" w14:textId="77777777" w:rsidR="00BF542D" w:rsidRPr="00BF542D" w:rsidRDefault="00BF542D" w:rsidP="00EA296F">
            <w:r w:rsidRPr="00BF542D">
              <w:t>238,050787</w:t>
            </w:r>
          </w:p>
        </w:tc>
      </w:tr>
      <w:tr w:rsidR="00BF542D" w:rsidRPr="00BF542D" w14:paraId="5C2AF6E9" w14:textId="77777777" w:rsidTr="003D2E48">
        <w:tc>
          <w:tcPr>
            <w:tcW w:w="0" w:type="auto"/>
          </w:tcPr>
          <w:p w14:paraId="74A2D1C9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25570242" w14:textId="77777777" w:rsidR="00BF542D" w:rsidRPr="00BF542D" w:rsidRDefault="00BF542D" w:rsidP="00EA296F">
            <w:r w:rsidRPr="00BF542D">
              <w:t>U 239</w:t>
            </w:r>
          </w:p>
        </w:tc>
        <w:tc>
          <w:tcPr>
            <w:tcW w:w="0" w:type="auto"/>
          </w:tcPr>
          <w:p w14:paraId="15FE69BB" w14:textId="77777777" w:rsidR="00BF542D" w:rsidRPr="00BF542D" w:rsidRDefault="00BF542D" w:rsidP="00EA296F">
            <w:r w:rsidRPr="00BF542D">
              <w:t>239,054292</w:t>
            </w:r>
          </w:p>
        </w:tc>
      </w:tr>
      <w:tr w:rsidR="00BF542D" w:rsidRPr="00BF542D" w14:paraId="6FE33B14" w14:textId="77777777" w:rsidTr="003D2E48">
        <w:tc>
          <w:tcPr>
            <w:tcW w:w="0" w:type="auto"/>
          </w:tcPr>
          <w:p w14:paraId="774F2986" w14:textId="77777777" w:rsidR="00BF542D" w:rsidRPr="00BF542D" w:rsidRDefault="00BF542D" w:rsidP="00EA296F">
            <w:r w:rsidRPr="00BF542D">
              <w:t>92</w:t>
            </w:r>
          </w:p>
        </w:tc>
        <w:tc>
          <w:tcPr>
            <w:tcW w:w="0" w:type="auto"/>
          </w:tcPr>
          <w:p w14:paraId="32F8F490" w14:textId="77777777" w:rsidR="00BF542D" w:rsidRPr="00BF542D" w:rsidRDefault="00BF542D" w:rsidP="00EA296F">
            <w:r w:rsidRPr="00BF542D">
              <w:t>U 240</w:t>
            </w:r>
          </w:p>
        </w:tc>
        <w:tc>
          <w:tcPr>
            <w:tcW w:w="0" w:type="auto"/>
          </w:tcPr>
          <w:p w14:paraId="13CB0DF5" w14:textId="77777777" w:rsidR="00BF542D" w:rsidRPr="00BF542D" w:rsidRDefault="00BF542D" w:rsidP="00EA296F">
            <w:r w:rsidRPr="00BF542D">
              <w:t>240,056592</w:t>
            </w:r>
          </w:p>
        </w:tc>
      </w:tr>
      <w:tr w:rsidR="00BF542D" w:rsidRPr="00BF542D" w14:paraId="271D0E30" w14:textId="77777777" w:rsidTr="003D2E48">
        <w:tc>
          <w:tcPr>
            <w:tcW w:w="0" w:type="auto"/>
          </w:tcPr>
          <w:p w14:paraId="7B5E6E9D" w14:textId="77777777" w:rsidR="00BF542D" w:rsidRPr="00BF542D" w:rsidRDefault="00BF542D" w:rsidP="00EA296F">
            <w:r w:rsidRPr="00BF542D">
              <w:t>93</w:t>
            </w:r>
          </w:p>
        </w:tc>
        <w:tc>
          <w:tcPr>
            <w:tcW w:w="0" w:type="auto"/>
          </w:tcPr>
          <w:p w14:paraId="70C68314" w14:textId="77777777" w:rsidR="00BF542D" w:rsidRPr="00BF542D" w:rsidRDefault="00BF542D" w:rsidP="00EA296F">
            <w:r w:rsidRPr="00BF542D">
              <w:t>Np 237</w:t>
            </w:r>
          </w:p>
        </w:tc>
        <w:tc>
          <w:tcPr>
            <w:tcW w:w="0" w:type="auto"/>
          </w:tcPr>
          <w:p w14:paraId="0A9F94D3" w14:textId="77777777" w:rsidR="00BF542D" w:rsidRPr="00BF542D" w:rsidRDefault="00BF542D" w:rsidP="00EA296F">
            <w:r w:rsidRPr="00BF542D">
              <w:t>237,048172</w:t>
            </w:r>
          </w:p>
        </w:tc>
      </w:tr>
      <w:tr w:rsidR="00BF542D" w:rsidRPr="00BF542D" w14:paraId="71017986" w14:textId="77777777" w:rsidTr="003D2E48">
        <w:tc>
          <w:tcPr>
            <w:tcW w:w="0" w:type="auto"/>
          </w:tcPr>
          <w:p w14:paraId="20B60F5F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03787161" w14:textId="77777777" w:rsidR="00BF542D" w:rsidRPr="00BF542D" w:rsidRDefault="00BF542D" w:rsidP="00EA296F">
            <w:r w:rsidRPr="00BF542D">
              <w:t>Pu 238</w:t>
            </w:r>
          </w:p>
        </w:tc>
        <w:tc>
          <w:tcPr>
            <w:tcW w:w="0" w:type="auto"/>
          </w:tcPr>
          <w:p w14:paraId="3EA23CC0" w14:textId="77777777" w:rsidR="00BF542D" w:rsidRPr="00BF542D" w:rsidRDefault="00BF542D" w:rsidP="00EA296F">
            <w:r w:rsidRPr="00BF542D">
              <w:t>238,049558</w:t>
            </w:r>
          </w:p>
        </w:tc>
      </w:tr>
      <w:tr w:rsidR="00BF542D" w:rsidRPr="00BF542D" w14:paraId="2C0360C2" w14:textId="77777777" w:rsidTr="003D2E48">
        <w:tc>
          <w:tcPr>
            <w:tcW w:w="0" w:type="auto"/>
          </w:tcPr>
          <w:p w14:paraId="609FF979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74327118" w14:textId="77777777" w:rsidR="00BF542D" w:rsidRPr="00BF542D" w:rsidRDefault="00BF542D" w:rsidP="00EA296F">
            <w:r w:rsidRPr="00BF542D">
              <w:t>Pu 239</w:t>
            </w:r>
          </w:p>
        </w:tc>
        <w:tc>
          <w:tcPr>
            <w:tcW w:w="0" w:type="auto"/>
          </w:tcPr>
          <w:p w14:paraId="4E299343" w14:textId="77777777" w:rsidR="00BF542D" w:rsidRPr="00BF542D" w:rsidRDefault="00BF542D" w:rsidP="00EA296F">
            <w:r w:rsidRPr="00BF542D">
              <w:t>239,052162</w:t>
            </w:r>
          </w:p>
        </w:tc>
      </w:tr>
      <w:tr w:rsidR="00BF542D" w:rsidRPr="00BF542D" w14:paraId="23F67B86" w14:textId="77777777" w:rsidTr="003D2E48">
        <w:tc>
          <w:tcPr>
            <w:tcW w:w="0" w:type="auto"/>
          </w:tcPr>
          <w:p w14:paraId="18A3D024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5F74AA80" w14:textId="77777777" w:rsidR="00BF542D" w:rsidRPr="00BF542D" w:rsidRDefault="00BF542D" w:rsidP="00EA296F">
            <w:r w:rsidRPr="00BF542D">
              <w:t>Pu 240</w:t>
            </w:r>
          </w:p>
        </w:tc>
        <w:tc>
          <w:tcPr>
            <w:tcW w:w="0" w:type="auto"/>
          </w:tcPr>
          <w:p w14:paraId="19BDDDE6" w14:textId="77777777" w:rsidR="00BF542D" w:rsidRPr="00BF542D" w:rsidRDefault="00BF542D" w:rsidP="00EA296F">
            <w:r w:rsidRPr="00BF542D">
              <w:t>240,053812</w:t>
            </w:r>
          </w:p>
        </w:tc>
      </w:tr>
      <w:tr w:rsidR="00BF542D" w:rsidRPr="00BF542D" w14:paraId="010C6222" w14:textId="77777777" w:rsidTr="003D2E48">
        <w:tc>
          <w:tcPr>
            <w:tcW w:w="0" w:type="auto"/>
          </w:tcPr>
          <w:p w14:paraId="41ED9BA5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5378EC38" w14:textId="77777777" w:rsidR="00BF542D" w:rsidRPr="00BF542D" w:rsidRDefault="00BF542D" w:rsidP="00EA296F">
            <w:r w:rsidRPr="00BF542D">
              <w:t>Pu 241</w:t>
            </w:r>
          </w:p>
        </w:tc>
        <w:tc>
          <w:tcPr>
            <w:tcW w:w="0" w:type="auto"/>
          </w:tcPr>
          <w:p w14:paraId="610B1408" w14:textId="77777777" w:rsidR="00BF542D" w:rsidRPr="00BF542D" w:rsidRDefault="00BF542D" w:rsidP="00EA296F">
            <w:r w:rsidRPr="00BF542D">
              <w:t>241,056850</w:t>
            </w:r>
          </w:p>
        </w:tc>
      </w:tr>
      <w:tr w:rsidR="00BF542D" w:rsidRPr="00BF542D" w14:paraId="52BA0D73" w14:textId="77777777" w:rsidTr="003D2E48">
        <w:tc>
          <w:tcPr>
            <w:tcW w:w="0" w:type="auto"/>
          </w:tcPr>
          <w:p w14:paraId="531D630E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296DEC7A" w14:textId="77777777" w:rsidR="00BF542D" w:rsidRPr="00BF542D" w:rsidRDefault="00BF542D" w:rsidP="00EA296F">
            <w:r w:rsidRPr="00BF542D">
              <w:t>Pu 242</w:t>
            </w:r>
          </w:p>
        </w:tc>
        <w:tc>
          <w:tcPr>
            <w:tcW w:w="0" w:type="auto"/>
          </w:tcPr>
          <w:p w14:paraId="7915C1D5" w14:textId="77777777" w:rsidR="00BF542D" w:rsidRPr="00BF542D" w:rsidRDefault="00BF542D" w:rsidP="00EA296F">
            <w:r w:rsidRPr="00BF542D">
              <w:t>242,058741</w:t>
            </w:r>
          </w:p>
        </w:tc>
      </w:tr>
      <w:tr w:rsidR="00BF542D" w:rsidRPr="00BF542D" w14:paraId="079FF268" w14:textId="77777777" w:rsidTr="003D2E48">
        <w:tc>
          <w:tcPr>
            <w:tcW w:w="0" w:type="auto"/>
          </w:tcPr>
          <w:p w14:paraId="46A2E565" w14:textId="77777777" w:rsidR="00BF542D" w:rsidRPr="00BF542D" w:rsidRDefault="00BF542D" w:rsidP="00EA296F">
            <w:r w:rsidRPr="00BF542D">
              <w:t>94</w:t>
            </w:r>
          </w:p>
        </w:tc>
        <w:tc>
          <w:tcPr>
            <w:tcW w:w="0" w:type="auto"/>
          </w:tcPr>
          <w:p w14:paraId="72472DC1" w14:textId="77777777" w:rsidR="00BF542D" w:rsidRPr="00BF542D" w:rsidRDefault="00BF542D" w:rsidP="00EA296F">
            <w:r w:rsidRPr="00BF542D">
              <w:t>Pu 244</w:t>
            </w:r>
          </w:p>
        </w:tc>
        <w:tc>
          <w:tcPr>
            <w:tcW w:w="0" w:type="auto"/>
          </w:tcPr>
          <w:p w14:paraId="2FB32BB1" w14:textId="77777777" w:rsidR="00BF542D" w:rsidRPr="00BF542D" w:rsidRDefault="00BF542D" w:rsidP="00EA296F">
            <w:r w:rsidRPr="00BF542D">
              <w:t>244,064204</w:t>
            </w:r>
          </w:p>
        </w:tc>
      </w:tr>
      <w:tr w:rsidR="00BF542D" w:rsidRPr="00BF542D" w14:paraId="294C125C" w14:textId="77777777" w:rsidTr="003D2E48">
        <w:tc>
          <w:tcPr>
            <w:tcW w:w="0" w:type="auto"/>
          </w:tcPr>
          <w:p w14:paraId="1E232FBD" w14:textId="77777777" w:rsidR="00BF542D" w:rsidRPr="00BF542D" w:rsidRDefault="00BF542D" w:rsidP="00EA296F">
            <w:r w:rsidRPr="00BF542D">
              <w:t>95</w:t>
            </w:r>
          </w:p>
        </w:tc>
        <w:tc>
          <w:tcPr>
            <w:tcW w:w="0" w:type="auto"/>
          </w:tcPr>
          <w:p w14:paraId="46EB22BA" w14:textId="77777777" w:rsidR="00BF542D" w:rsidRPr="00BF542D" w:rsidRDefault="00BF542D" w:rsidP="00EA296F">
            <w:r w:rsidRPr="00BF542D">
              <w:t>Am 241</w:t>
            </w:r>
          </w:p>
        </w:tc>
        <w:tc>
          <w:tcPr>
            <w:tcW w:w="0" w:type="auto"/>
          </w:tcPr>
          <w:p w14:paraId="45A014D5" w14:textId="77777777" w:rsidR="00BF542D" w:rsidRPr="00BF542D" w:rsidRDefault="00BF542D" w:rsidP="00EA296F">
            <w:r w:rsidRPr="00BF542D">
              <w:t>241,056827</w:t>
            </w:r>
          </w:p>
        </w:tc>
      </w:tr>
      <w:tr w:rsidR="00BF542D" w:rsidRPr="00BF542D" w14:paraId="1AC40096" w14:textId="77777777" w:rsidTr="003D2E48">
        <w:tc>
          <w:tcPr>
            <w:tcW w:w="0" w:type="auto"/>
          </w:tcPr>
          <w:p w14:paraId="66692B3C" w14:textId="77777777" w:rsidR="00BF542D" w:rsidRPr="00BF542D" w:rsidRDefault="00BF542D" w:rsidP="00EA296F">
            <w:r w:rsidRPr="00BF542D">
              <w:t>95</w:t>
            </w:r>
          </w:p>
        </w:tc>
        <w:tc>
          <w:tcPr>
            <w:tcW w:w="0" w:type="auto"/>
          </w:tcPr>
          <w:p w14:paraId="6BAC9880" w14:textId="77777777" w:rsidR="00BF542D" w:rsidRPr="00BF542D" w:rsidRDefault="00BF542D" w:rsidP="00EA296F">
            <w:r w:rsidRPr="00BF542D">
              <w:t>Am 242</w:t>
            </w:r>
          </w:p>
        </w:tc>
        <w:tc>
          <w:tcPr>
            <w:tcW w:w="0" w:type="auto"/>
          </w:tcPr>
          <w:p w14:paraId="5763626E" w14:textId="77777777" w:rsidR="00BF542D" w:rsidRPr="00BF542D" w:rsidRDefault="00BF542D" w:rsidP="00EA296F">
            <w:r w:rsidRPr="00BF542D">
              <w:t>242,059547</w:t>
            </w:r>
          </w:p>
        </w:tc>
      </w:tr>
    </w:tbl>
    <w:p w14:paraId="4F62AEBE" w14:textId="17D6820C" w:rsidR="00BF542D" w:rsidRDefault="00BF542D" w:rsidP="00C737BC">
      <w:r>
        <w:t>&lt;/Tabelle&gt;</w:t>
      </w:r>
    </w:p>
    <w:p w14:paraId="4CCC1E79" w14:textId="2BEA1CE1" w:rsidR="00BF542D" w:rsidRDefault="00BF542D" w:rsidP="00C737BC"/>
    <w:p w14:paraId="076D4E09" w14:textId="4DB9D55C" w:rsidR="00C737BC" w:rsidRDefault="00C737BC" w:rsidP="000C11DE">
      <w:pPr>
        <w:pStyle w:val="berschrift3"/>
      </w:pPr>
      <w:r>
        <w:t>Auszug aus der Nuklidkarte</w:t>
      </w:r>
    </w:p>
    <w:p w14:paraId="4A963EB4" w14:textId="2FE2E412" w:rsidR="000E1A57" w:rsidRDefault="00D20E85" w:rsidP="00C737BC">
      <w:r>
        <w:t>Legende zu</w:t>
      </w:r>
      <w:r w:rsidR="00A21D42">
        <w:t xml:space="preserve"> den beiden</w:t>
      </w:r>
      <w:r>
        <w:t xml:space="preserve"> folgenden Tabelle</w:t>
      </w:r>
      <w:r w:rsidR="00A21D42">
        <w:t>n</w:t>
      </w:r>
      <w:r>
        <w:t>:</w:t>
      </w:r>
    </w:p>
    <w:p w14:paraId="0D025B1D" w14:textId="3047F4A4" w:rsidR="00D20E85" w:rsidRDefault="00D20E85" w:rsidP="00D20E85">
      <w:pPr>
        <w:pStyle w:val="Liste"/>
      </w:pPr>
      <w:r>
        <w:t>Z = Ordnungszahl</w:t>
      </w:r>
    </w:p>
    <w:p w14:paraId="1A57DE1B" w14:textId="103085BA" w:rsidR="00D20E85" w:rsidRDefault="00D20E85" w:rsidP="00D20E85">
      <w:pPr>
        <w:pStyle w:val="Liste"/>
      </w:pPr>
      <w:r>
        <w:t>N = Anzahl der Neutronen</w:t>
      </w:r>
    </w:p>
    <w:p w14:paraId="72C38048" w14:textId="78E8A5E0" w:rsidR="00A21D42" w:rsidRDefault="00D20E85" w:rsidP="00D20E85">
      <w:pPr>
        <w:pStyle w:val="Liste"/>
      </w:pPr>
      <w:r>
        <w:t xml:space="preserve">Zerfall/E in MeV </w:t>
      </w:r>
      <w:r w:rsidR="00415FED">
        <w:t xml:space="preserve">(Spalte 5) </w:t>
      </w:r>
      <w:r>
        <w:t>= Zerfallsart/Energie in MeV</w:t>
      </w:r>
      <w:r>
        <w:br/>
        <w:t>v = vorherrschende Zerfallsart</w:t>
      </w:r>
      <w:r w:rsidR="00E42FC8">
        <w:t xml:space="preserve"> (In einigen Fällen herrschen zwei Zerfallsarten vor, diese sind entsprechend jeweils mit v gekennzeichnet.)</w:t>
      </w:r>
      <w:r w:rsidR="00415FED">
        <w:br/>
        <w:t>F</w:t>
      </w:r>
      <w:r w:rsidR="00A21D42">
        <w:t>alls vorhanden</w:t>
      </w:r>
      <w:r w:rsidR="00415FED">
        <w:t xml:space="preserve"> sind</w:t>
      </w:r>
      <w:r w:rsidR="00A21D42">
        <w:t xml:space="preserve"> mehrere Zerfallsarten zu einem Nuklid mit Semikolon getrennt in eine Zeile geschrieben.</w:t>
      </w:r>
    </w:p>
    <w:p w14:paraId="641007BA" w14:textId="77777777" w:rsidR="00D20E85" w:rsidRDefault="00D20E85" w:rsidP="00C737BC"/>
    <w:p w14:paraId="379F49EC" w14:textId="47E4AF9C" w:rsidR="00F977E7" w:rsidRDefault="00F977E7" w:rsidP="00F977E7">
      <w:pPr>
        <w:pStyle w:val="berschrift4"/>
      </w:pPr>
      <w:r>
        <w:t>Z 0 bis 8</w:t>
      </w:r>
    </w:p>
    <w:p w14:paraId="5AF34CA9" w14:textId="1F207F03" w:rsidR="00D20E85" w:rsidRDefault="00D20E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08"/>
        <w:gridCol w:w="1097"/>
        <w:gridCol w:w="573"/>
        <w:gridCol w:w="2119"/>
        <w:gridCol w:w="3844"/>
      </w:tblGrid>
      <w:tr w:rsidR="001B6138" w:rsidRPr="001B6138" w14:paraId="36BCED6E" w14:textId="77777777" w:rsidTr="001B6138">
        <w:tc>
          <w:tcPr>
            <w:tcW w:w="0" w:type="auto"/>
          </w:tcPr>
          <w:p w14:paraId="2804F55F" w14:textId="77777777" w:rsidR="001B6138" w:rsidRPr="001B6138" w:rsidRDefault="001B6138" w:rsidP="00EA296F">
            <w:r w:rsidRPr="001B6138">
              <w:t>Z</w:t>
            </w:r>
          </w:p>
        </w:tc>
        <w:tc>
          <w:tcPr>
            <w:tcW w:w="0" w:type="auto"/>
          </w:tcPr>
          <w:p w14:paraId="61460178" w14:textId="77777777" w:rsidR="001B6138" w:rsidRPr="001B6138" w:rsidRDefault="001B6138" w:rsidP="00EA296F">
            <w:r w:rsidRPr="001B6138">
              <w:t>Nuklid</w:t>
            </w:r>
          </w:p>
        </w:tc>
        <w:tc>
          <w:tcPr>
            <w:tcW w:w="0" w:type="auto"/>
          </w:tcPr>
          <w:p w14:paraId="55B34F21" w14:textId="3F9C5AFA" w:rsidR="001B6138" w:rsidRPr="001B6138" w:rsidRDefault="009A07B0" w:rsidP="00EA296F">
            <w:r>
              <w:t>N</w:t>
            </w:r>
          </w:p>
        </w:tc>
        <w:tc>
          <w:tcPr>
            <w:tcW w:w="0" w:type="auto"/>
          </w:tcPr>
          <w:p w14:paraId="5AEF8C77" w14:textId="77777777" w:rsidR="001B6138" w:rsidRPr="001B6138" w:rsidRDefault="001B6138" w:rsidP="00EA296F">
            <w:r w:rsidRPr="001B6138">
              <w:t>Halbwertszeit</w:t>
            </w:r>
          </w:p>
        </w:tc>
        <w:tc>
          <w:tcPr>
            <w:tcW w:w="0" w:type="auto"/>
          </w:tcPr>
          <w:p w14:paraId="32EC8527" w14:textId="77777777" w:rsidR="001B6138" w:rsidRPr="001B6138" w:rsidRDefault="001B6138" w:rsidP="00EA296F">
            <w:r w:rsidRPr="001B6138">
              <w:t>Zerfall/E in MeV</w:t>
            </w:r>
          </w:p>
        </w:tc>
      </w:tr>
      <w:tr w:rsidR="001B6138" w:rsidRPr="001B6138" w14:paraId="476EA6E7" w14:textId="77777777" w:rsidTr="001B6138">
        <w:tc>
          <w:tcPr>
            <w:tcW w:w="0" w:type="auto"/>
          </w:tcPr>
          <w:p w14:paraId="08ED5AA6" w14:textId="77777777" w:rsidR="001B6138" w:rsidRPr="001B6138" w:rsidRDefault="001B6138" w:rsidP="00EA296F">
            <w:r w:rsidRPr="001B6138">
              <w:t>0</w:t>
            </w:r>
          </w:p>
        </w:tc>
        <w:tc>
          <w:tcPr>
            <w:tcW w:w="0" w:type="auto"/>
          </w:tcPr>
          <w:p w14:paraId="14BB42F0" w14:textId="64BE0C7E" w:rsidR="001B6138" w:rsidRPr="001B6138" w:rsidRDefault="001B6138" w:rsidP="00EA296F">
            <w:r w:rsidRPr="001B6138">
              <w:t>n</w:t>
            </w:r>
            <w:r w:rsidR="00B66AF2">
              <w:t xml:space="preserve"> 1</w:t>
            </w:r>
          </w:p>
        </w:tc>
        <w:tc>
          <w:tcPr>
            <w:tcW w:w="0" w:type="auto"/>
          </w:tcPr>
          <w:p w14:paraId="6F03A03D" w14:textId="33D42D03" w:rsidR="001B6138" w:rsidRPr="001B6138" w:rsidRDefault="001B6138" w:rsidP="00EA296F">
            <w:r>
              <w:t>1</w:t>
            </w:r>
          </w:p>
        </w:tc>
        <w:tc>
          <w:tcPr>
            <w:tcW w:w="0" w:type="auto"/>
          </w:tcPr>
          <w:p w14:paraId="7927470F" w14:textId="4FBA10B8" w:rsidR="001B6138" w:rsidRPr="001B6138" w:rsidRDefault="001B6138" w:rsidP="00EA296F">
            <w:r>
              <w:t>10,25min</w:t>
            </w:r>
          </w:p>
        </w:tc>
        <w:tc>
          <w:tcPr>
            <w:tcW w:w="0" w:type="auto"/>
          </w:tcPr>
          <w:p w14:paraId="72DDF0E0" w14:textId="2F0A9C18" w:rsidR="001B6138" w:rsidRPr="001B6138" w:rsidRDefault="001B6138" w:rsidP="00EA296F">
            <w:r>
              <w:t xml:space="preserve">~b^-: </w:t>
            </w:r>
            <w:r w:rsidR="00CE2302" w:rsidRPr="00D20E85">
              <w:t>0,8</w:t>
            </w:r>
            <w:r w:rsidR="00CE2302">
              <w:t xml:space="preserve"> v</w:t>
            </w:r>
          </w:p>
        </w:tc>
      </w:tr>
      <w:tr w:rsidR="00CE2302" w:rsidRPr="001B6138" w14:paraId="509A267E" w14:textId="77777777" w:rsidTr="001B6138">
        <w:tc>
          <w:tcPr>
            <w:tcW w:w="0" w:type="auto"/>
          </w:tcPr>
          <w:p w14:paraId="0075FB68" w14:textId="44C38604" w:rsidR="00CE2302" w:rsidRPr="001B6138" w:rsidRDefault="00CE2302" w:rsidP="00EA296F">
            <w:r>
              <w:t>1</w:t>
            </w:r>
          </w:p>
        </w:tc>
        <w:tc>
          <w:tcPr>
            <w:tcW w:w="0" w:type="auto"/>
          </w:tcPr>
          <w:p w14:paraId="493A6B98" w14:textId="1835C381" w:rsidR="00CE2302" w:rsidRPr="001B6138" w:rsidRDefault="00CE2302" w:rsidP="00EA296F">
            <w:r>
              <w:t>H</w:t>
            </w:r>
            <w:r w:rsidR="00F93DC9">
              <w:t xml:space="preserve"> </w:t>
            </w:r>
            <w:r>
              <w:t>1</w:t>
            </w:r>
          </w:p>
        </w:tc>
        <w:tc>
          <w:tcPr>
            <w:tcW w:w="0" w:type="auto"/>
          </w:tcPr>
          <w:p w14:paraId="613E8381" w14:textId="62137A97" w:rsidR="00CE2302" w:rsidRDefault="00CE2302" w:rsidP="00EA296F">
            <w:r>
              <w:t>0</w:t>
            </w:r>
          </w:p>
        </w:tc>
        <w:tc>
          <w:tcPr>
            <w:tcW w:w="0" w:type="auto"/>
          </w:tcPr>
          <w:p w14:paraId="3647D6A3" w14:textId="5785243B" w:rsidR="00CE2302" w:rsidRDefault="00CE2302" w:rsidP="00EA296F">
            <w:r>
              <w:t>stabil</w:t>
            </w:r>
          </w:p>
        </w:tc>
        <w:tc>
          <w:tcPr>
            <w:tcW w:w="0" w:type="auto"/>
          </w:tcPr>
          <w:p w14:paraId="7D01FED5" w14:textId="0D2A5443" w:rsidR="00CE2302" w:rsidRDefault="00CE2302" w:rsidP="00EA296F">
            <w:r>
              <w:t>--</w:t>
            </w:r>
          </w:p>
        </w:tc>
      </w:tr>
      <w:tr w:rsidR="00CE2302" w:rsidRPr="001B6138" w14:paraId="4461F540" w14:textId="77777777" w:rsidTr="001B6138">
        <w:tc>
          <w:tcPr>
            <w:tcW w:w="0" w:type="auto"/>
          </w:tcPr>
          <w:p w14:paraId="6849F314" w14:textId="7D0A82B8" w:rsidR="00CE2302" w:rsidRDefault="00CE2302" w:rsidP="00EA296F">
            <w:r>
              <w:t>1</w:t>
            </w:r>
          </w:p>
        </w:tc>
        <w:tc>
          <w:tcPr>
            <w:tcW w:w="0" w:type="auto"/>
          </w:tcPr>
          <w:p w14:paraId="77FF32E9" w14:textId="6199F49E" w:rsidR="00CE2302" w:rsidRDefault="00CE2302" w:rsidP="00EA296F">
            <w:r>
              <w:t>H</w:t>
            </w:r>
            <w:r w:rsidR="00F93DC9">
              <w:t xml:space="preserve"> </w:t>
            </w:r>
            <w:r>
              <w:t>2</w:t>
            </w:r>
          </w:p>
        </w:tc>
        <w:tc>
          <w:tcPr>
            <w:tcW w:w="0" w:type="auto"/>
          </w:tcPr>
          <w:p w14:paraId="1450FD06" w14:textId="69A5FB10" w:rsidR="00CE2302" w:rsidRDefault="00CE2302" w:rsidP="00EA296F">
            <w:r>
              <w:t>1</w:t>
            </w:r>
          </w:p>
        </w:tc>
        <w:tc>
          <w:tcPr>
            <w:tcW w:w="0" w:type="auto"/>
          </w:tcPr>
          <w:p w14:paraId="020783B5" w14:textId="3BF8AF90" w:rsidR="00CE2302" w:rsidRDefault="00CE2302" w:rsidP="00EA296F">
            <w:r>
              <w:t>stabil</w:t>
            </w:r>
          </w:p>
        </w:tc>
        <w:tc>
          <w:tcPr>
            <w:tcW w:w="0" w:type="auto"/>
          </w:tcPr>
          <w:p w14:paraId="755476E4" w14:textId="5123E072" w:rsidR="00CE2302" w:rsidRDefault="00CE2302" w:rsidP="00EA296F">
            <w:r>
              <w:t>--</w:t>
            </w:r>
          </w:p>
        </w:tc>
      </w:tr>
      <w:tr w:rsidR="00CE2302" w:rsidRPr="001B6138" w14:paraId="07E66450" w14:textId="77777777" w:rsidTr="001B6138">
        <w:tc>
          <w:tcPr>
            <w:tcW w:w="0" w:type="auto"/>
          </w:tcPr>
          <w:p w14:paraId="5A2F8FD4" w14:textId="53673A9C" w:rsidR="00CE2302" w:rsidRDefault="00CE2302" w:rsidP="00EA296F">
            <w:r>
              <w:t>1</w:t>
            </w:r>
          </w:p>
        </w:tc>
        <w:tc>
          <w:tcPr>
            <w:tcW w:w="0" w:type="auto"/>
          </w:tcPr>
          <w:p w14:paraId="6DADA9FB" w14:textId="6A4A398C" w:rsidR="00CE2302" w:rsidRDefault="00CE2302" w:rsidP="00EA296F">
            <w:r>
              <w:t>H</w:t>
            </w:r>
            <w:r w:rsidR="00F93DC9">
              <w:t xml:space="preserve"> </w:t>
            </w:r>
            <w:r>
              <w:t>3</w:t>
            </w:r>
          </w:p>
        </w:tc>
        <w:tc>
          <w:tcPr>
            <w:tcW w:w="0" w:type="auto"/>
          </w:tcPr>
          <w:p w14:paraId="3A5EE697" w14:textId="13576AF0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65C0F19D" w14:textId="08944976" w:rsidR="00CE2302" w:rsidRDefault="00CE2302" w:rsidP="00EA296F">
            <w:r w:rsidRPr="00CE2302">
              <w:t>12,323a</w:t>
            </w:r>
          </w:p>
        </w:tc>
        <w:tc>
          <w:tcPr>
            <w:tcW w:w="0" w:type="auto"/>
          </w:tcPr>
          <w:p w14:paraId="36020E2B" w14:textId="67E8C508" w:rsidR="00CE2302" w:rsidRDefault="00CE2302" w:rsidP="00EA296F">
            <w:r>
              <w:t>~b^-: 0,02 v</w:t>
            </w:r>
          </w:p>
        </w:tc>
      </w:tr>
      <w:tr w:rsidR="00CE2302" w:rsidRPr="001B6138" w14:paraId="2DBBFA8A" w14:textId="77777777" w:rsidTr="001B6138">
        <w:tc>
          <w:tcPr>
            <w:tcW w:w="0" w:type="auto"/>
          </w:tcPr>
          <w:p w14:paraId="77EE335C" w14:textId="67DBBDE3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083547F0" w14:textId="3C8E9C22" w:rsidR="00CE2302" w:rsidRDefault="00CE2302" w:rsidP="00EA296F">
            <w:r>
              <w:t>He</w:t>
            </w:r>
            <w:r w:rsidR="00F93DC9">
              <w:t xml:space="preserve"> </w:t>
            </w:r>
            <w:r>
              <w:t>3</w:t>
            </w:r>
          </w:p>
        </w:tc>
        <w:tc>
          <w:tcPr>
            <w:tcW w:w="0" w:type="auto"/>
          </w:tcPr>
          <w:p w14:paraId="7F156ADF" w14:textId="1770A46C" w:rsidR="00CE2302" w:rsidRDefault="00CE2302" w:rsidP="00EA296F">
            <w:r>
              <w:t>1</w:t>
            </w:r>
          </w:p>
        </w:tc>
        <w:tc>
          <w:tcPr>
            <w:tcW w:w="0" w:type="auto"/>
          </w:tcPr>
          <w:p w14:paraId="73B1DF0D" w14:textId="07C660FA" w:rsidR="00CE2302" w:rsidRPr="00CE2302" w:rsidRDefault="00CE2302" w:rsidP="00EA296F">
            <w:r>
              <w:t>stabil</w:t>
            </w:r>
          </w:p>
        </w:tc>
        <w:tc>
          <w:tcPr>
            <w:tcW w:w="0" w:type="auto"/>
          </w:tcPr>
          <w:p w14:paraId="09C6E140" w14:textId="7C750B18" w:rsidR="00CE2302" w:rsidRDefault="00CE2302" w:rsidP="00EA296F">
            <w:r>
              <w:t>--</w:t>
            </w:r>
          </w:p>
        </w:tc>
      </w:tr>
      <w:tr w:rsidR="00CE2302" w:rsidRPr="001B6138" w14:paraId="5E83F97C" w14:textId="77777777" w:rsidTr="001B6138">
        <w:tc>
          <w:tcPr>
            <w:tcW w:w="0" w:type="auto"/>
          </w:tcPr>
          <w:p w14:paraId="7E791117" w14:textId="7410A293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05919838" w14:textId="460889E3" w:rsidR="00CE2302" w:rsidRDefault="00CE2302" w:rsidP="00EA296F">
            <w:r>
              <w:t>He</w:t>
            </w:r>
            <w:r w:rsidR="00F93DC9">
              <w:t xml:space="preserve"> </w:t>
            </w:r>
            <w:r>
              <w:t>4</w:t>
            </w:r>
          </w:p>
        </w:tc>
        <w:tc>
          <w:tcPr>
            <w:tcW w:w="0" w:type="auto"/>
          </w:tcPr>
          <w:p w14:paraId="3D894F5F" w14:textId="57609428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57B6BDBC" w14:textId="5DA78882" w:rsidR="00CE2302" w:rsidRPr="00CE2302" w:rsidRDefault="00CE2302" w:rsidP="00EA296F">
            <w:r>
              <w:t>stabil</w:t>
            </w:r>
          </w:p>
        </w:tc>
        <w:tc>
          <w:tcPr>
            <w:tcW w:w="0" w:type="auto"/>
          </w:tcPr>
          <w:p w14:paraId="1899C76A" w14:textId="084967B5" w:rsidR="00CE2302" w:rsidRDefault="00CE2302" w:rsidP="00EA296F">
            <w:r>
              <w:t>--</w:t>
            </w:r>
          </w:p>
        </w:tc>
      </w:tr>
      <w:tr w:rsidR="00CE2302" w:rsidRPr="001B6138" w14:paraId="20EA495D" w14:textId="77777777" w:rsidTr="001B6138">
        <w:tc>
          <w:tcPr>
            <w:tcW w:w="0" w:type="auto"/>
          </w:tcPr>
          <w:p w14:paraId="702E18ED" w14:textId="3D39DDEF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337F38EE" w14:textId="509E9285" w:rsidR="00CE2302" w:rsidRDefault="00CE2302" w:rsidP="00EA296F">
            <w:r>
              <w:t>He</w:t>
            </w:r>
            <w:r w:rsidR="00F93DC9">
              <w:t xml:space="preserve"> </w:t>
            </w:r>
            <w:r>
              <w:t>6</w:t>
            </w:r>
          </w:p>
        </w:tc>
        <w:tc>
          <w:tcPr>
            <w:tcW w:w="0" w:type="auto"/>
          </w:tcPr>
          <w:p w14:paraId="32B7CD9D" w14:textId="2F20A2F7" w:rsidR="00CE2302" w:rsidRDefault="00CE2302" w:rsidP="00EA296F">
            <w:r>
              <w:t>4</w:t>
            </w:r>
          </w:p>
        </w:tc>
        <w:tc>
          <w:tcPr>
            <w:tcW w:w="0" w:type="auto"/>
          </w:tcPr>
          <w:p w14:paraId="5057E0FE" w14:textId="6C499A2B" w:rsidR="00CE2302" w:rsidRPr="00CE2302" w:rsidRDefault="00CE2302" w:rsidP="00EA296F">
            <w:r>
              <w:t>806,7ms</w:t>
            </w:r>
          </w:p>
        </w:tc>
        <w:tc>
          <w:tcPr>
            <w:tcW w:w="0" w:type="auto"/>
          </w:tcPr>
          <w:p w14:paraId="565F4BC3" w14:textId="6C07F581" w:rsidR="00CE2302" w:rsidRDefault="00CE2302" w:rsidP="00EA296F">
            <w:r>
              <w:t>~b^-:</w:t>
            </w:r>
            <w:r w:rsidR="00BC4D77">
              <w:t xml:space="preserve"> 3,5 v</w:t>
            </w:r>
          </w:p>
        </w:tc>
      </w:tr>
      <w:tr w:rsidR="00CE2302" w:rsidRPr="001B6138" w14:paraId="097B5A43" w14:textId="77777777" w:rsidTr="001B6138">
        <w:tc>
          <w:tcPr>
            <w:tcW w:w="0" w:type="auto"/>
          </w:tcPr>
          <w:p w14:paraId="10ECA5E6" w14:textId="7003EF77" w:rsidR="00CE2302" w:rsidRDefault="00CE2302" w:rsidP="00EA296F">
            <w:r>
              <w:t>2</w:t>
            </w:r>
          </w:p>
        </w:tc>
        <w:tc>
          <w:tcPr>
            <w:tcW w:w="0" w:type="auto"/>
          </w:tcPr>
          <w:p w14:paraId="61A5349B" w14:textId="6E67D5F9" w:rsidR="00CE2302" w:rsidRDefault="00CE2302" w:rsidP="00EA296F">
            <w:r>
              <w:t>He</w:t>
            </w:r>
            <w:r w:rsidR="00F93DC9">
              <w:t xml:space="preserve"> </w:t>
            </w:r>
            <w:r>
              <w:t>8</w:t>
            </w:r>
          </w:p>
        </w:tc>
        <w:tc>
          <w:tcPr>
            <w:tcW w:w="0" w:type="auto"/>
          </w:tcPr>
          <w:p w14:paraId="19E00629" w14:textId="1218AECE" w:rsidR="00CE2302" w:rsidRDefault="00CE2302" w:rsidP="00EA296F">
            <w:r>
              <w:t>6</w:t>
            </w:r>
          </w:p>
        </w:tc>
        <w:tc>
          <w:tcPr>
            <w:tcW w:w="0" w:type="auto"/>
          </w:tcPr>
          <w:p w14:paraId="4259234B" w14:textId="5EAC6146" w:rsidR="00CE2302" w:rsidRPr="00CE2302" w:rsidRDefault="00CE2302" w:rsidP="00EA296F">
            <w:r>
              <w:t>119ms</w:t>
            </w:r>
          </w:p>
        </w:tc>
        <w:tc>
          <w:tcPr>
            <w:tcW w:w="0" w:type="auto"/>
          </w:tcPr>
          <w:p w14:paraId="70ABCA43" w14:textId="69706F36" w:rsidR="00CE2302" w:rsidRDefault="00CE2302" w:rsidP="00EA296F">
            <w:r>
              <w:t>~b^-:</w:t>
            </w:r>
            <w:r w:rsidR="00BC4D77">
              <w:t xml:space="preserve"> 9,7 v</w:t>
            </w:r>
            <w:r w:rsidR="00167F6A">
              <w:t xml:space="preserve">; </w:t>
            </w:r>
            <w:r w:rsidR="00507A43">
              <w:t>~c: 0,981</w:t>
            </w:r>
          </w:p>
        </w:tc>
      </w:tr>
      <w:tr w:rsidR="00CE2302" w:rsidRPr="001B6138" w14:paraId="7808737B" w14:textId="77777777" w:rsidTr="001B6138">
        <w:tc>
          <w:tcPr>
            <w:tcW w:w="0" w:type="auto"/>
          </w:tcPr>
          <w:p w14:paraId="1EA7D9F5" w14:textId="0BB82551" w:rsidR="00CE2302" w:rsidRDefault="00BC4D77" w:rsidP="00EA296F">
            <w:r>
              <w:t>3</w:t>
            </w:r>
          </w:p>
        </w:tc>
        <w:tc>
          <w:tcPr>
            <w:tcW w:w="0" w:type="auto"/>
          </w:tcPr>
          <w:p w14:paraId="286153DD" w14:textId="2088B39C" w:rsidR="00CE2302" w:rsidRDefault="00BC4D77" w:rsidP="00EA296F">
            <w:r>
              <w:t>Li</w:t>
            </w:r>
            <w:r w:rsidR="00F93DC9">
              <w:t xml:space="preserve"> </w:t>
            </w:r>
            <w:r>
              <w:t>6</w:t>
            </w:r>
          </w:p>
        </w:tc>
        <w:tc>
          <w:tcPr>
            <w:tcW w:w="0" w:type="auto"/>
          </w:tcPr>
          <w:p w14:paraId="38DB002E" w14:textId="385C2D34" w:rsidR="00CE2302" w:rsidRDefault="00BC4D77" w:rsidP="00EA296F">
            <w:r>
              <w:t>3</w:t>
            </w:r>
          </w:p>
        </w:tc>
        <w:tc>
          <w:tcPr>
            <w:tcW w:w="0" w:type="auto"/>
          </w:tcPr>
          <w:p w14:paraId="44A2B5B5" w14:textId="7E18F0A6" w:rsidR="00CE2302" w:rsidRPr="00CE2302" w:rsidRDefault="00BC4D77" w:rsidP="00EA296F">
            <w:r>
              <w:t>stabil</w:t>
            </w:r>
          </w:p>
        </w:tc>
        <w:tc>
          <w:tcPr>
            <w:tcW w:w="0" w:type="auto"/>
          </w:tcPr>
          <w:p w14:paraId="3121C828" w14:textId="7E97F577" w:rsidR="00CE2302" w:rsidRDefault="00BC4D77" w:rsidP="00EA296F">
            <w:r>
              <w:t>--</w:t>
            </w:r>
          </w:p>
        </w:tc>
      </w:tr>
      <w:tr w:rsidR="00CE2302" w:rsidRPr="001B6138" w14:paraId="08C334C1" w14:textId="77777777" w:rsidTr="001B6138">
        <w:tc>
          <w:tcPr>
            <w:tcW w:w="0" w:type="auto"/>
          </w:tcPr>
          <w:p w14:paraId="50A2F9FB" w14:textId="327C5C82" w:rsidR="00CE2302" w:rsidRDefault="00BC4D77" w:rsidP="00EA296F">
            <w:r>
              <w:t>3</w:t>
            </w:r>
          </w:p>
        </w:tc>
        <w:tc>
          <w:tcPr>
            <w:tcW w:w="0" w:type="auto"/>
          </w:tcPr>
          <w:p w14:paraId="175CEBA7" w14:textId="375F2EC8" w:rsidR="00CE2302" w:rsidRDefault="00BC4D77" w:rsidP="00EA296F">
            <w:r>
              <w:t>Li</w:t>
            </w:r>
            <w:r w:rsidR="00F93DC9">
              <w:t xml:space="preserve"> </w:t>
            </w:r>
            <w:r>
              <w:t>7</w:t>
            </w:r>
          </w:p>
        </w:tc>
        <w:tc>
          <w:tcPr>
            <w:tcW w:w="0" w:type="auto"/>
          </w:tcPr>
          <w:p w14:paraId="62C9147F" w14:textId="433EFD0E" w:rsidR="00CE2302" w:rsidRDefault="00BC4D77" w:rsidP="00EA296F">
            <w:r>
              <w:t>4</w:t>
            </w:r>
          </w:p>
        </w:tc>
        <w:tc>
          <w:tcPr>
            <w:tcW w:w="0" w:type="auto"/>
          </w:tcPr>
          <w:p w14:paraId="57243A21" w14:textId="7C9F95E9" w:rsidR="00CE2302" w:rsidRPr="00CE2302" w:rsidRDefault="00BC4D77" w:rsidP="00EA296F">
            <w:r>
              <w:t>stabil</w:t>
            </w:r>
          </w:p>
        </w:tc>
        <w:tc>
          <w:tcPr>
            <w:tcW w:w="0" w:type="auto"/>
          </w:tcPr>
          <w:p w14:paraId="23D6F6B5" w14:textId="3DF4384C" w:rsidR="00CE2302" w:rsidRDefault="00BC4D77" w:rsidP="00EA296F">
            <w:r>
              <w:t>--</w:t>
            </w:r>
          </w:p>
        </w:tc>
      </w:tr>
      <w:tr w:rsidR="00CE2302" w:rsidRPr="001B6138" w14:paraId="254DB1EF" w14:textId="77777777" w:rsidTr="001B6138">
        <w:tc>
          <w:tcPr>
            <w:tcW w:w="0" w:type="auto"/>
          </w:tcPr>
          <w:p w14:paraId="0C534229" w14:textId="67F5B706" w:rsidR="00CE2302" w:rsidRDefault="00BC4D77" w:rsidP="00EA296F">
            <w:r>
              <w:lastRenderedPageBreak/>
              <w:t>3</w:t>
            </w:r>
          </w:p>
        </w:tc>
        <w:tc>
          <w:tcPr>
            <w:tcW w:w="0" w:type="auto"/>
          </w:tcPr>
          <w:p w14:paraId="711DE600" w14:textId="59927098" w:rsidR="00CE2302" w:rsidRDefault="00BC4D77" w:rsidP="00EA296F">
            <w:r>
              <w:t>Li</w:t>
            </w:r>
            <w:r w:rsidR="00F93DC9">
              <w:t xml:space="preserve"> </w:t>
            </w:r>
            <w:r>
              <w:t>8</w:t>
            </w:r>
          </w:p>
        </w:tc>
        <w:tc>
          <w:tcPr>
            <w:tcW w:w="0" w:type="auto"/>
          </w:tcPr>
          <w:p w14:paraId="230D764D" w14:textId="627EE1C5" w:rsidR="00CE2302" w:rsidRDefault="00BC4D77" w:rsidP="00EA296F">
            <w:r>
              <w:t>5</w:t>
            </w:r>
          </w:p>
        </w:tc>
        <w:tc>
          <w:tcPr>
            <w:tcW w:w="0" w:type="auto"/>
          </w:tcPr>
          <w:p w14:paraId="56803BD1" w14:textId="6C00761D" w:rsidR="00CE2302" w:rsidRPr="00CE2302" w:rsidRDefault="000A5317" w:rsidP="00EA296F">
            <w:r>
              <w:t>840,3ms</w:t>
            </w:r>
          </w:p>
        </w:tc>
        <w:tc>
          <w:tcPr>
            <w:tcW w:w="0" w:type="auto"/>
          </w:tcPr>
          <w:p w14:paraId="1083A495" w14:textId="20793DB8" w:rsidR="00CE2302" w:rsidRDefault="00CE2302" w:rsidP="00EA296F">
            <w:r>
              <w:t>~b^-:</w:t>
            </w:r>
            <w:r w:rsidR="000A5317">
              <w:t xml:space="preserve"> 12,5 v</w:t>
            </w:r>
          </w:p>
        </w:tc>
      </w:tr>
      <w:tr w:rsidR="00CE2302" w:rsidRPr="001B6138" w14:paraId="424B9392" w14:textId="77777777" w:rsidTr="001B6138">
        <w:tc>
          <w:tcPr>
            <w:tcW w:w="0" w:type="auto"/>
          </w:tcPr>
          <w:p w14:paraId="0083D86A" w14:textId="587B4C2D" w:rsidR="00CE2302" w:rsidRDefault="00BC4D77" w:rsidP="00EA296F">
            <w:r>
              <w:t>3</w:t>
            </w:r>
          </w:p>
        </w:tc>
        <w:tc>
          <w:tcPr>
            <w:tcW w:w="0" w:type="auto"/>
          </w:tcPr>
          <w:p w14:paraId="5D121134" w14:textId="61F64B10" w:rsidR="00CE2302" w:rsidRDefault="00BC4D77" w:rsidP="00EA296F">
            <w:r>
              <w:t>Li</w:t>
            </w:r>
            <w:r w:rsidR="00F93DC9">
              <w:t xml:space="preserve"> </w:t>
            </w:r>
            <w:r>
              <w:t>9</w:t>
            </w:r>
          </w:p>
        </w:tc>
        <w:tc>
          <w:tcPr>
            <w:tcW w:w="0" w:type="auto"/>
          </w:tcPr>
          <w:p w14:paraId="192AE8A9" w14:textId="38A81AAF" w:rsidR="00CE2302" w:rsidRDefault="00BC4D77" w:rsidP="00EA296F">
            <w:r>
              <w:t>6</w:t>
            </w:r>
          </w:p>
        </w:tc>
        <w:tc>
          <w:tcPr>
            <w:tcW w:w="0" w:type="auto"/>
          </w:tcPr>
          <w:p w14:paraId="1E2C6880" w14:textId="68C02C18" w:rsidR="00CE2302" w:rsidRPr="00CE2302" w:rsidRDefault="000A5317" w:rsidP="00EA296F">
            <w:r>
              <w:t>178,3ms</w:t>
            </w:r>
          </w:p>
        </w:tc>
        <w:tc>
          <w:tcPr>
            <w:tcW w:w="0" w:type="auto"/>
          </w:tcPr>
          <w:p w14:paraId="28B1A675" w14:textId="775B4E54" w:rsidR="00CE2302" w:rsidRDefault="00CE2302" w:rsidP="00EA296F">
            <w:r>
              <w:t>~b^-:</w:t>
            </w:r>
            <w:r w:rsidR="000A5317">
              <w:t xml:space="preserve"> 13,6 v</w:t>
            </w:r>
          </w:p>
        </w:tc>
      </w:tr>
      <w:tr w:rsidR="00CE2302" w:rsidRPr="001B6138" w14:paraId="5EF3359B" w14:textId="77777777" w:rsidTr="001B6138">
        <w:tc>
          <w:tcPr>
            <w:tcW w:w="0" w:type="auto"/>
          </w:tcPr>
          <w:p w14:paraId="43168587" w14:textId="0D2642E0" w:rsidR="00CE2302" w:rsidRDefault="00BC4D77" w:rsidP="00EA296F">
            <w:r>
              <w:t>3</w:t>
            </w:r>
          </w:p>
        </w:tc>
        <w:tc>
          <w:tcPr>
            <w:tcW w:w="0" w:type="auto"/>
          </w:tcPr>
          <w:p w14:paraId="520D6A3A" w14:textId="40AA8878" w:rsidR="00CE2302" w:rsidRDefault="00BC4D77" w:rsidP="00EA296F">
            <w:r>
              <w:t>Li</w:t>
            </w:r>
            <w:r w:rsidR="00F93DC9">
              <w:t xml:space="preserve"> </w:t>
            </w:r>
            <w:r>
              <w:t>11</w:t>
            </w:r>
          </w:p>
        </w:tc>
        <w:tc>
          <w:tcPr>
            <w:tcW w:w="0" w:type="auto"/>
          </w:tcPr>
          <w:p w14:paraId="67B11945" w14:textId="2414766E" w:rsidR="00CE2302" w:rsidRDefault="00BC4D77" w:rsidP="00EA296F">
            <w:r>
              <w:t>8</w:t>
            </w:r>
          </w:p>
        </w:tc>
        <w:tc>
          <w:tcPr>
            <w:tcW w:w="0" w:type="auto"/>
          </w:tcPr>
          <w:p w14:paraId="102362FB" w14:textId="2F6894C6" w:rsidR="00CE2302" w:rsidRPr="00CE2302" w:rsidRDefault="000A5317" w:rsidP="00EA296F">
            <w:r>
              <w:t>8,5ms</w:t>
            </w:r>
          </w:p>
        </w:tc>
        <w:tc>
          <w:tcPr>
            <w:tcW w:w="0" w:type="auto"/>
          </w:tcPr>
          <w:p w14:paraId="3898F4C7" w14:textId="13E0778E" w:rsidR="00CE2302" w:rsidRDefault="00CE2302" w:rsidP="00EA296F">
            <w:r>
              <w:t>~b^-:</w:t>
            </w:r>
            <w:r w:rsidR="000A5317">
              <w:t xml:space="preserve"> 18,5 v</w:t>
            </w:r>
            <w:r w:rsidR="00167F6A">
              <w:t xml:space="preserve">; </w:t>
            </w:r>
            <w:r>
              <w:t xml:space="preserve">~c: </w:t>
            </w:r>
            <w:r w:rsidR="000A5317">
              <w:t>3,368</w:t>
            </w:r>
          </w:p>
        </w:tc>
      </w:tr>
      <w:tr w:rsidR="00CE2302" w:rsidRPr="001B6138" w14:paraId="08970D2C" w14:textId="77777777" w:rsidTr="001B6138">
        <w:tc>
          <w:tcPr>
            <w:tcW w:w="0" w:type="auto"/>
          </w:tcPr>
          <w:p w14:paraId="063698AC" w14:textId="5FC26AC9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778BBFE5" w14:textId="1E2DB0CF" w:rsidR="00CE2302" w:rsidRDefault="0028790B" w:rsidP="00EA296F">
            <w:r>
              <w:t>Be 7</w:t>
            </w:r>
          </w:p>
        </w:tc>
        <w:tc>
          <w:tcPr>
            <w:tcW w:w="0" w:type="auto"/>
          </w:tcPr>
          <w:p w14:paraId="474DA3FC" w14:textId="4B31D67B" w:rsidR="00CE2302" w:rsidRDefault="0028790B" w:rsidP="00EA296F">
            <w:r>
              <w:t>3</w:t>
            </w:r>
          </w:p>
        </w:tc>
        <w:tc>
          <w:tcPr>
            <w:tcW w:w="0" w:type="auto"/>
          </w:tcPr>
          <w:p w14:paraId="0898D4B0" w14:textId="4F03A240" w:rsidR="00CE2302" w:rsidRPr="00CE2302" w:rsidRDefault="00D76061" w:rsidP="00EA296F">
            <w:r>
              <w:t>53,29d</w:t>
            </w:r>
          </w:p>
        </w:tc>
        <w:tc>
          <w:tcPr>
            <w:tcW w:w="0" w:type="auto"/>
          </w:tcPr>
          <w:p w14:paraId="6A242B1E" w14:textId="23A67118" w:rsidR="00CE2302" w:rsidRDefault="00CE2302" w:rsidP="00EA296F">
            <w:r>
              <w:t xml:space="preserve">~b^+: </w:t>
            </w:r>
            <w:r w:rsidR="00D76061">
              <w:t>v</w:t>
            </w:r>
            <w:r w:rsidR="00167F6A">
              <w:t xml:space="preserve">; </w:t>
            </w:r>
            <w:r>
              <w:t xml:space="preserve">~c: </w:t>
            </w:r>
            <w:r w:rsidR="00D76061">
              <w:t>0,478</w:t>
            </w:r>
          </w:p>
        </w:tc>
      </w:tr>
      <w:tr w:rsidR="00CE2302" w:rsidRPr="001B6138" w14:paraId="5B1918B8" w14:textId="77777777" w:rsidTr="001B6138">
        <w:tc>
          <w:tcPr>
            <w:tcW w:w="0" w:type="auto"/>
          </w:tcPr>
          <w:p w14:paraId="7E3A75E0" w14:textId="40879708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23C902FF" w14:textId="338F6D60" w:rsidR="00CE2302" w:rsidRDefault="0028790B" w:rsidP="00EA296F">
            <w:r>
              <w:t>Be 9</w:t>
            </w:r>
          </w:p>
        </w:tc>
        <w:tc>
          <w:tcPr>
            <w:tcW w:w="0" w:type="auto"/>
          </w:tcPr>
          <w:p w14:paraId="7184A469" w14:textId="51FE1B47" w:rsidR="00CE2302" w:rsidRDefault="0028790B" w:rsidP="00EA296F">
            <w:r>
              <w:t>5</w:t>
            </w:r>
          </w:p>
        </w:tc>
        <w:tc>
          <w:tcPr>
            <w:tcW w:w="0" w:type="auto"/>
          </w:tcPr>
          <w:p w14:paraId="08A43DB2" w14:textId="024BBB86" w:rsidR="00CE2302" w:rsidRPr="00CE2302" w:rsidRDefault="00D76061" w:rsidP="00EA296F">
            <w:r>
              <w:t>stabil</w:t>
            </w:r>
          </w:p>
        </w:tc>
        <w:tc>
          <w:tcPr>
            <w:tcW w:w="0" w:type="auto"/>
          </w:tcPr>
          <w:p w14:paraId="1FDF785C" w14:textId="504CD5D6" w:rsidR="00CE2302" w:rsidRDefault="00D76061" w:rsidP="00EA296F">
            <w:r>
              <w:t>--</w:t>
            </w:r>
          </w:p>
        </w:tc>
      </w:tr>
      <w:tr w:rsidR="00CE2302" w:rsidRPr="001B6138" w14:paraId="6C792AB2" w14:textId="77777777" w:rsidTr="001B6138">
        <w:tc>
          <w:tcPr>
            <w:tcW w:w="0" w:type="auto"/>
          </w:tcPr>
          <w:p w14:paraId="0927A47A" w14:textId="2CB9EAF8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50DDA18E" w14:textId="71143DF0" w:rsidR="00CE2302" w:rsidRDefault="0028790B" w:rsidP="00EA296F">
            <w:r>
              <w:t>Be 10</w:t>
            </w:r>
          </w:p>
        </w:tc>
        <w:tc>
          <w:tcPr>
            <w:tcW w:w="0" w:type="auto"/>
          </w:tcPr>
          <w:p w14:paraId="618B9821" w14:textId="1C695088" w:rsidR="00CE2302" w:rsidRDefault="0028790B" w:rsidP="00EA296F">
            <w:r>
              <w:t>6</w:t>
            </w:r>
          </w:p>
        </w:tc>
        <w:tc>
          <w:tcPr>
            <w:tcW w:w="0" w:type="auto"/>
          </w:tcPr>
          <w:p w14:paraId="43581822" w14:textId="1B138DAF" w:rsidR="00CE2302" w:rsidRPr="00CE2302" w:rsidRDefault="00D76061" w:rsidP="00EA296F">
            <w:r>
              <w:t>1,6E6a</w:t>
            </w:r>
          </w:p>
        </w:tc>
        <w:tc>
          <w:tcPr>
            <w:tcW w:w="0" w:type="auto"/>
          </w:tcPr>
          <w:p w14:paraId="25A2AAA4" w14:textId="56B69FA6" w:rsidR="00CE2302" w:rsidRDefault="00CE2302" w:rsidP="00EA296F">
            <w:r>
              <w:t>~b^-:</w:t>
            </w:r>
            <w:r w:rsidR="0028790B">
              <w:t xml:space="preserve"> </w:t>
            </w:r>
            <w:r w:rsidR="00D76061">
              <w:t>0,6 v</w:t>
            </w:r>
          </w:p>
        </w:tc>
      </w:tr>
      <w:tr w:rsidR="00CE2302" w:rsidRPr="001B6138" w14:paraId="0ACE5E6A" w14:textId="77777777" w:rsidTr="001B6138">
        <w:tc>
          <w:tcPr>
            <w:tcW w:w="0" w:type="auto"/>
          </w:tcPr>
          <w:p w14:paraId="609E3747" w14:textId="7377F67F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30BB7616" w14:textId="309913F4" w:rsidR="00CE2302" w:rsidRDefault="0028790B" w:rsidP="00EA296F">
            <w:r>
              <w:t>Be 11</w:t>
            </w:r>
          </w:p>
        </w:tc>
        <w:tc>
          <w:tcPr>
            <w:tcW w:w="0" w:type="auto"/>
          </w:tcPr>
          <w:p w14:paraId="22ADF4EC" w14:textId="0F432DCD" w:rsidR="00CE2302" w:rsidRDefault="0028790B" w:rsidP="00EA296F">
            <w:r>
              <w:t>7</w:t>
            </w:r>
          </w:p>
        </w:tc>
        <w:tc>
          <w:tcPr>
            <w:tcW w:w="0" w:type="auto"/>
          </w:tcPr>
          <w:p w14:paraId="0699CDCA" w14:textId="100E00F9" w:rsidR="00CE2302" w:rsidRPr="00CE2302" w:rsidRDefault="00D76061" w:rsidP="00EA296F">
            <w:r>
              <w:t>13,8s</w:t>
            </w:r>
          </w:p>
        </w:tc>
        <w:tc>
          <w:tcPr>
            <w:tcW w:w="0" w:type="auto"/>
          </w:tcPr>
          <w:p w14:paraId="55787FDF" w14:textId="2513324C" w:rsidR="00CE2302" w:rsidRDefault="00CE2302" w:rsidP="00EA296F">
            <w:r>
              <w:t>~b^-:</w:t>
            </w:r>
            <w:r w:rsidR="0028790B">
              <w:t xml:space="preserve"> </w:t>
            </w:r>
            <w:r w:rsidR="00D76061">
              <w:t>11,5 v</w:t>
            </w:r>
            <w:r w:rsidR="00167F6A">
              <w:t xml:space="preserve">; </w:t>
            </w:r>
            <w:r>
              <w:t xml:space="preserve">~c: </w:t>
            </w:r>
            <w:r w:rsidR="00D76061">
              <w:t>2,125</w:t>
            </w:r>
          </w:p>
        </w:tc>
      </w:tr>
      <w:tr w:rsidR="00CE2302" w:rsidRPr="001B6138" w14:paraId="52229E09" w14:textId="77777777" w:rsidTr="001B6138">
        <w:tc>
          <w:tcPr>
            <w:tcW w:w="0" w:type="auto"/>
          </w:tcPr>
          <w:p w14:paraId="066A98F3" w14:textId="5C384E23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427A45DE" w14:textId="7B9F438A" w:rsidR="00CE2302" w:rsidRDefault="0028790B" w:rsidP="00EA296F">
            <w:r>
              <w:t>Be 12</w:t>
            </w:r>
          </w:p>
        </w:tc>
        <w:tc>
          <w:tcPr>
            <w:tcW w:w="0" w:type="auto"/>
          </w:tcPr>
          <w:p w14:paraId="67D73A33" w14:textId="1F40D463" w:rsidR="00CE2302" w:rsidRDefault="0028790B" w:rsidP="00EA296F">
            <w:r>
              <w:t>8</w:t>
            </w:r>
          </w:p>
        </w:tc>
        <w:tc>
          <w:tcPr>
            <w:tcW w:w="0" w:type="auto"/>
          </w:tcPr>
          <w:p w14:paraId="46E0AD97" w14:textId="55A019CF" w:rsidR="00CE2302" w:rsidRPr="00CE2302" w:rsidRDefault="00D76061" w:rsidP="00EA296F">
            <w:r>
              <w:t>23,6ms</w:t>
            </w:r>
          </w:p>
        </w:tc>
        <w:tc>
          <w:tcPr>
            <w:tcW w:w="0" w:type="auto"/>
          </w:tcPr>
          <w:p w14:paraId="34704562" w14:textId="7197D716" w:rsidR="00CE2302" w:rsidRDefault="00CE2302" w:rsidP="00EA296F">
            <w:r>
              <w:t>~b^-:</w:t>
            </w:r>
            <w:r w:rsidR="0028790B">
              <w:t xml:space="preserve"> </w:t>
            </w:r>
            <w:r w:rsidR="00D76061">
              <w:t>11,7 v</w:t>
            </w:r>
          </w:p>
        </w:tc>
      </w:tr>
      <w:tr w:rsidR="00CE2302" w:rsidRPr="001B6138" w14:paraId="29343DBA" w14:textId="77777777" w:rsidTr="001B6138">
        <w:tc>
          <w:tcPr>
            <w:tcW w:w="0" w:type="auto"/>
          </w:tcPr>
          <w:p w14:paraId="2B48F4D9" w14:textId="771A730C" w:rsidR="00CE2302" w:rsidRDefault="0028790B" w:rsidP="00EA296F">
            <w:r>
              <w:t>4</w:t>
            </w:r>
          </w:p>
        </w:tc>
        <w:tc>
          <w:tcPr>
            <w:tcW w:w="0" w:type="auto"/>
          </w:tcPr>
          <w:p w14:paraId="28E5E3BA" w14:textId="3EE0A54A" w:rsidR="00CE2302" w:rsidRDefault="0028790B" w:rsidP="00EA296F">
            <w:r>
              <w:t>Be 14</w:t>
            </w:r>
          </w:p>
        </w:tc>
        <w:tc>
          <w:tcPr>
            <w:tcW w:w="0" w:type="auto"/>
          </w:tcPr>
          <w:p w14:paraId="165E2792" w14:textId="1E0CCC25" w:rsidR="00CE2302" w:rsidRDefault="0028790B" w:rsidP="00EA296F">
            <w:r>
              <w:t>10</w:t>
            </w:r>
          </w:p>
        </w:tc>
        <w:tc>
          <w:tcPr>
            <w:tcW w:w="0" w:type="auto"/>
          </w:tcPr>
          <w:p w14:paraId="3520CD14" w14:textId="7B343993" w:rsidR="00CE2302" w:rsidRPr="00CE2302" w:rsidRDefault="00D76061" w:rsidP="00EA296F">
            <w:r>
              <w:t>4,35ms</w:t>
            </w:r>
          </w:p>
        </w:tc>
        <w:tc>
          <w:tcPr>
            <w:tcW w:w="0" w:type="auto"/>
          </w:tcPr>
          <w:p w14:paraId="46684538" w14:textId="0CAE0CC3" w:rsidR="00CE2302" w:rsidRDefault="00CE2302" w:rsidP="00EA296F">
            <w:r>
              <w:t>~b^-:</w:t>
            </w:r>
            <w:r w:rsidR="0028790B">
              <w:t xml:space="preserve"> </w:t>
            </w:r>
            <w:r w:rsidR="00D76061">
              <w:t>v</w:t>
            </w:r>
          </w:p>
        </w:tc>
      </w:tr>
      <w:tr w:rsidR="00CE2302" w:rsidRPr="001B6138" w14:paraId="1A20FC4D" w14:textId="77777777" w:rsidTr="001B6138">
        <w:tc>
          <w:tcPr>
            <w:tcW w:w="0" w:type="auto"/>
          </w:tcPr>
          <w:p w14:paraId="3216599C" w14:textId="0C2C4818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1E788446" w14:textId="44EFCC0A" w:rsidR="00CE2302" w:rsidRDefault="00D76061" w:rsidP="00EA296F">
            <w:r>
              <w:t>B 8</w:t>
            </w:r>
          </w:p>
        </w:tc>
        <w:tc>
          <w:tcPr>
            <w:tcW w:w="0" w:type="auto"/>
          </w:tcPr>
          <w:p w14:paraId="107739AA" w14:textId="526E9322" w:rsidR="00CE2302" w:rsidRDefault="00FE7B4B" w:rsidP="00EA296F">
            <w:r>
              <w:t>3</w:t>
            </w:r>
          </w:p>
        </w:tc>
        <w:tc>
          <w:tcPr>
            <w:tcW w:w="0" w:type="auto"/>
          </w:tcPr>
          <w:p w14:paraId="48EBE621" w14:textId="582F2C92" w:rsidR="00CE2302" w:rsidRPr="00CE2302" w:rsidRDefault="00FE7B4B" w:rsidP="00EA296F">
            <w:r>
              <w:t>770ms</w:t>
            </w:r>
          </w:p>
        </w:tc>
        <w:tc>
          <w:tcPr>
            <w:tcW w:w="0" w:type="auto"/>
          </w:tcPr>
          <w:p w14:paraId="1CE862BF" w14:textId="024B3EC2" w:rsidR="00CE2302" w:rsidRDefault="00CE2302" w:rsidP="00EA296F">
            <w:r>
              <w:t xml:space="preserve">~b^+: </w:t>
            </w:r>
            <w:r w:rsidR="00FE7B4B">
              <w:t>14,1 v</w:t>
            </w:r>
          </w:p>
        </w:tc>
      </w:tr>
      <w:tr w:rsidR="00CE2302" w:rsidRPr="001B6138" w14:paraId="74AB9242" w14:textId="77777777" w:rsidTr="001B6138">
        <w:tc>
          <w:tcPr>
            <w:tcW w:w="0" w:type="auto"/>
          </w:tcPr>
          <w:p w14:paraId="209413BE" w14:textId="19D67D7D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6BC61C43" w14:textId="1D1D9C0E" w:rsidR="00CE2302" w:rsidRDefault="00D76061" w:rsidP="00EA296F">
            <w:r>
              <w:t>B 10</w:t>
            </w:r>
          </w:p>
        </w:tc>
        <w:tc>
          <w:tcPr>
            <w:tcW w:w="0" w:type="auto"/>
          </w:tcPr>
          <w:p w14:paraId="2A37380B" w14:textId="770F53CB" w:rsidR="00CE2302" w:rsidRDefault="00FE7B4B" w:rsidP="00EA296F">
            <w:r>
              <w:t>5</w:t>
            </w:r>
          </w:p>
        </w:tc>
        <w:tc>
          <w:tcPr>
            <w:tcW w:w="0" w:type="auto"/>
          </w:tcPr>
          <w:p w14:paraId="236DC1A9" w14:textId="707B31F3" w:rsidR="00CE2302" w:rsidRPr="00CE2302" w:rsidRDefault="00FE7B4B" w:rsidP="00EA296F">
            <w:r>
              <w:t>stabil</w:t>
            </w:r>
          </w:p>
        </w:tc>
        <w:tc>
          <w:tcPr>
            <w:tcW w:w="0" w:type="auto"/>
          </w:tcPr>
          <w:p w14:paraId="44AB24B2" w14:textId="5044EAC5" w:rsidR="00CE2302" w:rsidRDefault="00FE7B4B" w:rsidP="00EA296F">
            <w:r>
              <w:t>--</w:t>
            </w:r>
          </w:p>
        </w:tc>
      </w:tr>
      <w:tr w:rsidR="00CE2302" w:rsidRPr="001B6138" w14:paraId="63F21FE4" w14:textId="77777777" w:rsidTr="001B6138">
        <w:tc>
          <w:tcPr>
            <w:tcW w:w="0" w:type="auto"/>
          </w:tcPr>
          <w:p w14:paraId="2F84AE0F" w14:textId="5498E3CC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101632D2" w14:textId="65E19A74" w:rsidR="00CE2302" w:rsidRDefault="00D76061" w:rsidP="00EA296F">
            <w:r>
              <w:t>B 11</w:t>
            </w:r>
          </w:p>
        </w:tc>
        <w:tc>
          <w:tcPr>
            <w:tcW w:w="0" w:type="auto"/>
          </w:tcPr>
          <w:p w14:paraId="3EA84CB3" w14:textId="220E87C9" w:rsidR="00CE2302" w:rsidRDefault="00FE7B4B" w:rsidP="00EA296F">
            <w:r>
              <w:t>6</w:t>
            </w:r>
          </w:p>
        </w:tc>
        <w:tc>
          <w:tcPr>
            <w:tcW w:w="0" w:type="auto"/>
          </w:tcPr>
          <w:p w14:paraId="59934186" w14:textId="79B843C7" w:rsidR="00CE2302" w:rsidRPr="00CE2302" w:rsidRDefault="00FE7B4B" w:rsidP="00EA296F">
            <w:r>
              <w:t>stabil</w:t>
            </w:r>
          </w:p>
        </w:tc>
        <w:tc>
          <w:tcPr>
            <w:tcW w:w="0" w:type="auto"/>
          </w:tcPr>
          <w:p w14:paraId="01458B00" w14:textId="5BE78FA5" w:rsidR="00CE2302" w:rsidRDefault="00FE7B4B" w:rsidP="00EA296F">
            <w:r>
              <w:t>--</w:t>
            </w:r>
          </w:p>
        </w:tc>
      </w:tr>
      <w:tr w:rsidR="00CE2302" w:rsidRPr="001B6138" w14:paraId="74A2DAE8" w14:textId="77777777" w:rsidTr="001B6138">
        <w:tc>
          <w:tcPr>
            <w:tcW w:w="0" w:type="auto"/>
          </w:tcPr>
          <w:p w14:paraId="62E5A74F" w14:textId="0867FC94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1F506F2C" w14:textId="5CADD101" w:rsidR="00CE2302" w:rsidRDefault="00D76061" w:rsidP="00EA296F">
            <w:r>
              <w:t>B 12</w:t>
            </w:r>
          </w:p>
        </w:tc>
        <w:tc>
          <w:tcPr>
            <w:tcW w:w="0" w:type="auto"/>
          </w:tcPr>
          <w:p w14:paraId="6BC5ACEB" w14:textId="227BF95F" w:rsidR="00CE2302" w:rsidRDefault="00FE7B4B" w:rsidP="00EA296F">
            <w:r>
              <w:t>7</w:t>
            </w:r>
          </w:p>
        </w:tc>
        <w:tc>
          <w:tcPr>
            <w:tcW w:w="0" w:type="auto"/>
          </w:tcPr>
          <w:p w14:paraId="1987AD95" w14:textId="6554B112" w:rsidR="00CE2302" w:rsidRPr="00CE2302" w:rsidRDefault="00FE7B4B" w:rsidP="00EA296F">
            <w:r>
              <w:t>20,20ms</w:t>
            </w:r>
          </w:p>
        </w:tc>
        <w:tc>
          <w:tcPr>
            <w:tcW w:w="0" w:type="auto"/>
          </w:tcPr>
          <w:p w14:paraId="051AEA80" w14:textId="58F87FF6" w:rsidR="00CE2302" w:rsidRDefault="00CE2302" w:rsidP="00EA296F">
            <w:r>
              <w:t>~b^-:</w:t>
            </w:r>
            <w:r w:rsidR="0028790B">
              <w:t xml:space="preserve"> </w:t>
            </w:r>
            <w:r w:rsidR="00FE7B4B">
              <w:t>13,4 v</w:t>
            </w:r>
            <w:r w:rsidR="00167F6A">
              <w:t xml:space="preserve">; </w:t>
            </w:r>
            <w:r>
              <w:t xml:space="preserve">~c: </w:t>
            </w:r>
            <w:r w:rsidR="00FE7B4B">
              <w:t>4,439</w:t>
            </w:r>
          </w:p>
        </w:tc>
      </w:tr>
      <w:tr w:rsidR="00CE2302" w:rsidRPr="001B6138" w14:paraId="0F4F4BD2" w14:textId="77777777" w:rsidTr="001B6138">
        <w:tc>
          <w:tcPr>
            <w:tcW w:w="0" w:type="auto"/>
          </w:tcPr>
          <w:p w14:paraId="6BAD5035" w14:textId="185169B9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72EAF803" w14:textId="68836626" w:rsidR="00CE2302" w:rsidRDefault="00D76061" w:rsidP="00EA296F">
            <w:r>
              <w:t>B 13</w:t>
            </w:r>
          </w:p>
        </w:tc>
        <w:tc>
          <w:tcPr>
            <w:tcW w:w="0" w:type="auto"/>
          </w:tcPr>
          <w:p w14:paraId="3B39878C" w14:textId="091A72B4" w:rsidR="00CE2302" w:rsidRDefault="00FE7B4B" w:rsidP="00EA296F">
            <w:r>
              <w:t>8</w:t>
            </w:r>
          </w:p>
        </w:tc>
        <w:tc>
          <w:tcPr>
            <w:tcW w:w="0" w:type="auto"/>
          </w:tcPr>
          <w:p w14:paraId="2911D476" w14:textId="3E50DDF3" w:rsidR="00CE2302" w:rsidRPr="00CE2302" w:rsidRDefault="00FE7B4B" w:rsidP="00EA296F">
            <w:r>
              <w:t>17,33ms</w:t>
            </w:r>
          </w:p>
        </w:tc>
        <w:tc>
          <w:tcPr>
            <w:tcW w:w="0" w:type="auto"/>
          </w:tcPr>
          <w:p w14:paraId="2C107B19" w14:textId="408299F0" w:rsidR="00CE2302" w:rsidRDefault="00CE2302" w:rsidP="00EA296F">
            <w:r>
              <w:t>~b^-:</w:t>
            </w:r>
            <w:r w:rsidR="0028790B">
              <w:t xml:space="preserve"> </w:t>
            </w:r>
            <w:r w:rsidR="00FE7B4B">
              <w:t>13,4 v</w:t>
            </w:r>
            <w:r w:rsidR="00167F6A">
              <w:t xml:space="preserve">; </w:t>
            </w:r>
            <w:r>
              <w:t xml:space="preserve">~c: </w:t>
            </w:r>
            <w:r w:rsidR="00FE7B4B">
              <w:t>3,684</w:t>
            </w:r>
          </w:p>
        </w:tc>
      </w:tr>
      <w:tr w:rsidR="00CE2302" w:rsidRPr="001B6138" w14:paraId="6BA4A9A9" w14:textId="77777777" w:rsidTr="001B6138">
        <w:tc>
          <w:tcPr>
            <w:tcW w:w="0" w:type="auto"/>
          </w:tcPr>
          <w:p w14:paraId="0620269B" w14:textId="06519B47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1A75BF02" w14:textId="18226A5F" w:rsidR="00CE2302" w:rsidRDefault="00D76061" w:rsidP="00EA296F">
            <w:r>
              <w:t>B 14</w:t>
            </w:r>
          </w:p>
        </w:tc>
        <w:tc>
          <w:tcPr>
            <w:tcW w:w="0" w:type="auto"/>
          </w:tcPr>
          <w:p w14:paraId="322D7A22" w14:textId="56AF17EA" w:rsidR="00CE2302" w:rsidRDefault="00FE7B4B" w:rsidP="00EA296F">
            <w:r>
              <w:t>9</w:t>
            </w:r>
          </w:p>
        </w:tc>
        <w:tc>
          <w:tcPr>
            <w:tcW w:w="0" w:type="auto"/>
          </w:tcPr>
          <w:p w14:paraId="15B32BFE" w14:textId="3F5F9489" w:rsidR="00CE2302" w:rsidRPr="00CE2302" w:rsidRDefault="00FE7B4B" w:rsidP="00EA296F">
            <w:r>
              <w:t>13,8ms</w:t>
            </w:r>
          </w:p>
        </w:tc>
        <w:tc>
          <w:tcPr>
            <w:tcW w:w="0" w:type="auto"/>
          </w:tcPr>
          <w:p w14:paraId="15AB673F" w14:textId="47634C86" w:rsidR="00CE2302" w:rsidRDefault="00CE2302" w:rsidP="00EA296F">
            <w:r>
              <w:t>~b^-:</w:t>
            </w:r>
            <w:r w:rsidR="0028790B">
              <w:t xml:space="preserve"> </w:t>
            </w:r>
            <w:r w:rsidR="00FE7B4B">
              <w:t>14,0 v</w:t>
            </w:r>
            <w:r w:rsidR="00167F6A">
              <w:t xml:space="preserve">; </w:t>
            </w:r>
            <w:r>
              <w:t xml:space="preserve">~c: </w:t>
            </w:r>
            <w:r w:rsidR="00FE7B4B">
              <w:t>6,090</w:t>
            </w:r>
          </w:p>
        </w:tc>
      </w:tr>
      <w:tr w:rsidR="00CE2302" w:rsidRPr="001B6138" w14:paraId="30476D5F" w14:textId="77777777" w:rsidTr="001B6138">
        <w:tc>
          <w:tcPr>
            <w:tcW w:w="0" w:type="auto"/>
          </w:tcPr>
          <w:p w14:paraId="42C5E5E9" w14:textId="03BEA7B2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3D11FDF3" w14:textId="793C4720" w:rsidR="00CE2302" w:rsidRDefault="00D76061" w:rsidP="00EA296F">
            <w:r>
              <w:t>B 15</w:t>
            </w:r>
          </w:p>
        </w:tc>
        <w:tc>
          <w:tcPr>
            <w:tcW w:w="0" w:type="auto"/>
          </w:tcPr>
          <w:p w14:paraId="7648391A" w14:textId="16AB31A7" w:rsidR="00CE2302" w:rsidRDefault="00FE7B4B" w:rsidP="00EA296F">
            <w:r>
              <w:t>10</w:t>
            </w:r>
          </w:p>
        </w:tc>
        <w:tc>
          <w:tcPr>
            <w:tcW w:w="0" w:type="auto"/>
          </w:tcPr>
          <w:p w14:paraId="4BC394E1" w14:textId="50D21CC4" w:rsidR="00CE2302" w:rsidRPr="00CE2302" w:rsidRDefault="00FE7B4B" w:rsidP="00EA296F">
            <w:r>
              <w:t>10,4ms</w:t>
            </w:r>
          </w:p>
        </w:tc>
        <w:tc>
          <w:tcPr>
            <w:tcW w:w="0" w:type="auto"/>
          </w:tcPr>
          <w:p w14:paraId="29334E16" w14:textId="4950177C" w:rsidR="00CE2302" w:rsidRDefault="00CE2302" w:rsidP="00EA296F">
            <w:r>
              <w:t>~b^-:</w:t>
            </w:r>
            <w:r w:rsidR="0028790B">
              <w:t xml:space="preserve"> </w:t>
            </w:r>
            <w:r w:rsidR="00FE7B4B">
              <w:t>v</w:t>
            </w:r>
          </w:p>
        </w:tc>
      </w:tr>
      <w:tr w:rsidR="00CE2302" w:rsidRPr="001B6138" w14:paraId="106256D4" w14:textId="77777777" w:rsidTr="001B6138">
        <w:tc>
          <w:tcPr>
            <w:tcW w:w="0" w:type="auto"/>
          </w:tcPr>
          <w:p w14:paraId="2CB5BC21" w14:textId="44341448" w:rsidR="00CE2302" w:rsidRDefault="00D76061" w:rsidP="00EA296F">
            <w:r>
              <w:t>5</w:t>
            </w:r>
          </w:p>
        </w:tc>
        <w:tc>
          <w:tcPr>
            <w:tcW w:w="0" w:type="auto"/>
          </w:tcPr>
          <w:p w14:paraId="52FF02EC" w14:textId="17905658" w:rsidR="00CE2302" w:rsidRDefault="00D76061" w:rsidP="00EA296F">
            <w:r>
              <w:t>B 17</w:t>
            </w:r>
          </w:p>
        </w:tc>
        <w:tc>
          <w:tcPr>
            <w:tcW w:w="0" w:type="auto"/>
          </w:tcPr>
          <w:p w14:paraId="1C1FF5C6" w14:textId="4F05131B" w:rsidR="00CE2302" w:rsidRDefault="00FE7B4B" w:rsidP="00EA296F">
            <w:r>
              <w:t>12</w:t>
            </w:r>
          </w:p>
        </w:tc>
        <w:tc>
          <w:tcPr>
            <w:tcW w:w="0" w:type="auto"/>
          </w:tcPr>
          <w:p w14:paraId="11245ED6" w14:textId="27A6729B" w:rsidR="00CE2302" w:rsidRPr="00CE2302" w:rsidRDefault="00FE7B4B" w:rsidP="00EA296F">
            <w:r>
              <w:t>5,1ms</w:t>
            </w:r>
          </w:p>
        </w:tc>
        <w:tc>
          <w:tcPr>
            <w:tcW w:w="0" w:type="auto"/>
          </w:tcPr>
          <w:p w14:paraId="3B56EA2B" w14:textId="189997D7" w:rsidR="00CE2302" w:rsidRDefault="00CE2302" w:rsidP="00EA296F">
            <w:r>
              <w:t>~b^-:</w:t>
            </w:r>
            <w:r w:rsidR="0028790B">
              <w:t xml:space="preserve"> </w:t>
            </w:r>
            <w:r w:rsidR="00FE7B4B">
              <w:t>v</w:t>
            </w:r>
          </w:p>
        </w:tc>
      </w:tr>
      <w:tr w:rsidR="00CE2302" w:rsidRPr="001B6138" w14:paraId="3CD45C10" w14:textId="77777777" w:rsidTr="001B6138">
        <w:tc>
          <w:tcPr>
            <w:tcW w:w="0" w:type="auto"/>
          </w:tcPr>
          <w:p w14:paraId="03CC4C15" w14:textId="516AB2AA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4F8F6179" w14:textId="3CD36BEB" w:rsidR="00CE2302" w:rsidRDefault="00EC4C50" w:rsidP="00EA296F">
            <w:r>
              <w:t xml:space="preserve">C </w:t>
            </w:r>
            <w:r w:rsidR="00B317C3">
              <w:t>9</w:t>
            </w:r>
          </w:p>
        </w:tc>
        <w:tc>
          <w:tcPr>
            <w:tcW w:w="0" w:type="auto"/>
          </w:tcPr>
          <w:p w14:paraId="4A9B405D" w14:textId="0B374BE5" w:rsidR="00CE2302" w:rsidRDefault="00B317C3" w:rsidP="00EA296F">
            <w:r>
              <w:t>3</w:t>
            </w:r>
          </w:p>
        </w:tc>
        <w:tc>
          <w:tcPr>
            <w:tcW w:w="0" w:type="auto"/>
          </w:tcPr>
          <w:p w14:paraId="41010EB8" w14:textId="37877143" w:rsidR="00CE2302" w:rsidRPr="00CE2302" w:rsidRDefault="00055A76" w:rsidP="00EA296F">
            <w:r>
              <w:t>126,5ms</w:t>
            </w:r>
          </w:p>
        </w:tc>
        <w:tc>
          <w:tcPr>
            <w:tcW w:w="0" w:type="auto"/>
          </w:tcPr>
          <w:p w14:paraId="609E8800" w14:textId="7278D17D" w:rsidR="00CE2302" w:rsidRDefault="00CE2302" w:rsidP="00EA296F">
            <w:r>
              <w:t xml:space="preserve">~b^+: </w:t>
            </w:r>
            <w:r w:rsidR="00055A76">
              <w:t>15,5 v</w:t>
            </w:r>
          </w:p>
        </w:tc>
      </w:tr>
      <w:tr w:rsidR="00CE2302" w:rsidRPr="001B6138" w14:paraId="2F58A077" w14:textId="77777777" w:rsidTr="001B6138">
        <w:tc>
          <w:tcPr>
            <w:tcW w:w="0" w:type="auto"/>
          </w:tcPr>
          <w:p w14:paraId="611DDC4D" w14:textId="055517AD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51995821" w14:textId="113407A1" w:rsidR="00CE2302" w:rsidRDefault="00EC4C50" w:rsidP="00EA296F">
            <w:r>
              <w:t>C</w:t>
            </w:r>
            <w:r w:rsidR="00B317C3">
              <w:t xml:space="preserve"> 10</w:t>
            </w:r>
          </w:p>
        </w:tc>
        <w:tc>
          <w:tcPr>
            <w:tcW w:w="0" w:type="auto"/>
          </w:tcPr>
          <w:p w14:paraId="02D6C1E2" w14:textId="63673667" w:rsidR="00CE2302" w:rsidRDefault="00B317C3" w:rsidP="00EA296F">
            <w:r>
              <w:t>4</w:t>
            </w:r>
          </w:p>
        </w:tc>
        <w:tc>
          <w:tcPr>
            <w:tcW w:w="0" w:type="auto"/>
          </w:tcPr>
          <w:p w14:paraId="03D8B10E" w14:textId="6210DFB8" w:rsidR="00CE2302" w:rsidRPr="00CE2302" w:rsidRDefault="00055A76" w:rsidP="00EA296F">
            <w:r>
              <w:t>19,3s</w:t>
            </w:r>
          </w:p>
        </w:tc>
        <w:tc>
          <w:tcPr>
            <w:tcW w:w="0" w:type="auto"/>
          </w:tcPr>
          <w:p w14:paraId="2B0D112C" w14:textId="17BBB7C2" w:rsidR="00CE2302" w:rsidRDefault="00CE2302" w:rsidP="00EA296F">
            <w:r>
              <w:t xml:space="preserve">~b^+: </w:t>
            </w:r>
            <w:r w:rsidR="00055A76">
              <w:t>1,9 v</w:t>
            </w:r>
            <w:r w:rsidR="00167F6A">
              <w:t xml:space="preserve">; </w:t>
            </w:r>
            <w:r>
              <w:t xml:space="preserve">c: </w:t>
            </w:r>
            <w:r w:rsidR="00055A76">
              <w:t>0,718</w:t>
            </w:r>
          </w:p>
        </w:tc>
      </w:tr>
      <w:tr w:rsidR="00CE2302" w:rsidRPr="001B6138" w14:paraId="54DCF3CA" w14:textId="77777777" w:rsidTr="001B6138">
        <w:tc>
          <w:tcPr>
            <w:tcW w:w="0" w:type="auto"/>
          </w:tcPr>
          <w:p w14:paraId="118440BD" w14:textId="2C79FB40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19B44C22" w14:textId="244A9BD5" w:rsidR="00CE2302" w:rsidRDefault="00EC4C50" w:rsidP="00EA296F">
            <w:r>
              <w:t>C</w:t>
            </w:r>
            <w:r w:rsidR="00B317C3">
              <w:t xml:space="preserve"> 11</w:t>
            </w:r>
          </w:p>
        </w:tc>
        <w:tc>
          <w:tcPr>
            <w:tcW w:w="0" w:type="auto"/>
          </w:tcPr>
          <w:p w14:paraId="34D9740B" w14:textId="099EFFB0" w:rsidR="00CE2302" w:rsidRDefault="00B317C3" w:rsidP="00EA296F">
            <w:r>
              <w:t>5</w:t>
            </w:r>
          </w:p>
        </w:tc>
        <w:tc>
          <w:tcPr>
            <w:tcW w:w="0" w:type="auto"/>
          </w:tcPr>
          <w:p w14:paraId="15458C9C" w14:textId="3C638184" w:rsidR="00CE2302" w:rsidRPr="00CE2302" w:rsidRDefault="00055A76" w:rsidP="00EA296F">
            <w:r>
              <w:t>20,38min</w:t>
            </w:r>
          </w:p>
        </w:tc>
        <w:tc>
          <w:tcPr>
            <w:tcW w:w="0" w:type="auto"/>
          </w:tcPr>
          <w:p w14:paraId="28300282" w14:textId="0748DBFB" w:rsidR="00CE2302" w:rsidRDefault="00CE2302" w:rsidP="00EA296F">
            <w:r>
              <w:t xml:space="preserve">~b^+: </w:t>
            </w:r>
            <w:r w:rsidR="00055A76">
              <w:t>1,0 v</w:t>
            </w:r>
          </w:p>
        </w:tc>
      </w:tr>
      <w:tr w:rsidR="00CE2302" w:rsidRPr="001B6138" w14:paraId="26C7BA8B" w14:textId="77777777" w:rsidTr="001B6138">
        <w:tc>
          <w:tcPr>
            <w:tcW w:w="0" w:type="auto"/>
          </w:tcPr>
          <w:p w14:paraId="6FFB18D5" w14:textId="5EA890F4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0EF48889" w14:textId="420ECBDE" w:rsidR="00CE2302" w:rsidRDefault="00EC4C50" w:rsidP="00EA296F">
            <w:r>
              <w:t>C</w:t>
            </w:r>
            <w:r w:rsidR="00B317C3">
              <w:t xml:space="preserve"> 12</w:t>
            </w:r>
          </w:p>
        </w:tc>
        <w:tc>
          <w:tcPr>
            <w:tcW w:w="0" w:type="auto"/>
          </w:tcPr>
          <w:p w14:paraId="5626ABA3" w14:textId="33C3B67D" w:rsidR="00CE2302" w:rsidRDefault="00B317C3" w:rsidP="00EA296F">
            <w:r>
              <w:t>6</w:t>
            </w:r>
          </w:p>
        </w:tc>
        <w:tc>
          <w:tcPr>
            <w:tcW w:w="0" w:type="auto"/>
          </w:tcPr>
          <w:p w14:paraId="24936B13" w14:textId="5BFCE8E2" w:rsidR="00CE2302" w:rsidRPr="00CE2302" w:rsidRDefault="00055A76" w:rsidP="00EA296F">
            <w:r>
              <w:t>stabil</w:t>
            </w:r>
          </w:p>
        </w:tc>
        <w:tc>
          <w:tcPr>
            <w:tcW w:w="0" w:type="auto"/>
          </w:tcPr>
          <w:p w14:paraId="467F9018" w14:textId="10968129" w:rsidR="00CE2302" w:rsidRDefault="00055A76" w:rsidP="00EA296F">
            <w:r>
              <w:t>--</w:t>
            </w:r>
          </w:p>
        </w:tc>
      </w:tr>
      <w:tr w:rsidR="00CE2302" w:rsidRPr="001B6138" w14:paraId="6273E212" w14:textId="77777777" w:rsidTr="001B6138">
        <w:tc>
          <w:tcPr>
            <w:tcW w:w="0" w:type="auto"/>
          </w:tcPr>
          <w:p w14:paraId="5A07E7AF" w14:textId="03CDBE28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7C4FFD5C" w14:textId="256B5321" w:rsidR="00CE2302" w:rsidRDefault="00EC4C50" w:rsidP="00EA296F">
            <w:r>
              <w:t>C</w:t>
            </w:r>
            <w:r w:rsidR="00B317C3">
              <w:t xml:space="preserve"> 13</w:t>
            </w:r>
          </w:p>
        </w:tc>
        <w:tc>
          <w:tcPr>
            <w:tcW w:w="0" w:type="auto"/>
          </w:tcPr>
          <w:p w14:paraId="23B7BBFE" w14:textId="763CB20C" w:rsidR="00CE2302" w:rsidRDefault="00B317C3" w:rsidP="00EA296F">
            <w:r>
              <w:t>7</w:t>
            </w:r>
          </w:p>
        </w:tc>
        <w:tc>
          <w:tcPr>
            <w:tcW w:w="0" w:type="auto"/>
          </w:tcPr>
          <w:p w14:paraId="5AB3C5A1" w14:textId="0D7B5A89" w:rsidR="00CE2302" w:rsidRPr="00CE2302" w:rsidRDefault="00055A76" w:rsidP="00EA296F">
            <w:r>
              <w:t>stabil</w:t>
            </w:r>
          </w:p>
        </w:tc>
        <w:tc>
          <w:tcPr>
            <w:tcW w:w="0" w:type="auto"/>
          </w:tcPr>
          <w:p w14:paraId="3DB1A0D5" w14:textId="48F18ABE" w:rsidR="00CE2302" w:rsidRDefault="00055A76" w:rsidP="00EA296F">
            <w:r>
              <w:t>--</w:t>
            </w:r>
          </w:p>
        </w:tc>
      </w:tr>
      <w:tr w:rsidR="00CE2302" w:rsidRPr="001B6138" w14:paraId="7F5FCF69" w14:textId="77777777" w:rsidTr="001B6138">
        <w:tc>
          <w:tcPr>
            <w:tcW w:w="0" w:type="auto"/>
          </w:tcPr>
          <w:p w14:paraId="78126439" w14:textId="0704AC06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749BE43A" w14:textId="02638AD3" w:rsidR="00CE2302" w:rsidRDefault="00EC4C50" w:rsidP="00EA296F">
            <w:r>
              <w:t>C</w:t>
            </w:r>
            <w:r w:rsidR="00B317C3">
              <w:t xml:space="preserve"> 14</w:t>
            </w:r>
          </w:p>
        </w:tc>
        <w:tc>
          <w:tcPr>
            <w:tcW w:w="0" w:type="auto"/>
          </w:tcPr>
          <w:p w14:paraId="1B8F7949" w14:textId="118771FF" w:rsidR="00CE2302" w:rsidRDefault="00B317C3" w:rsidP="00EA296F">
            <w:r>
              <w:t>8</w:t>
            </w:r>
          </w:p>
        </w:tc>
        <w:tc>
          <w:tcPr>
            <w:tcW w:w="0" w:type="auto"/>
          </w:tcPr>
          <w:p w14:paraId="6A2CB4DE" w14:textId="506C7F77" w:rsidR="00CE2302" w:rsidRPr="00CE2302" w:rsidRDefault="00055A76" w:rsidP="00EA296F">
            <w:r>
              <w:t>5730a</w:t>
            </w:r>
          </w:p>
        </w:tc>
        <w:tc>
          <w:tcPr>
            <w:tcW w:w="0" w:type="auto"/>
          </w:tcPr>
          <w:p w14:paraId="50239033" w14:textId="5889C696" w:rsidR="00CE2302" w:rsidRDefault="00CE2302" w:rsidP="00EA296F">
            <w:r>
              <w:t>~b^-:</w:t>
            </w:r>
            <w:r w:rsidR="0028790B">
              <w:t xml:space="preserve"> </w:t>
            </w:r>
            <w:r w:rsidR="00055A76">
              <w:t>0,2 v</w:t>
            </w:r>
          </w:p>
        </w:tc>
      </w:tr>
      <w:tr w:rsidR="00CE2302" w:rsidRPr="001B6138" w14:paraId="0D38B362" w14:textId="77777777" w:rsidTr="001B6138">
        <w:tc>
          <w:tcPr>
            <w:tcW w:w="0" w:type="auto"/>
          </w:tcPr>
          <w:p w14:paraId="4DD31196" w14:textId="59480B17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3556920B" w14:textId="169EB93F" w:rsidR="00CE2302" w:rsidRDefault="00EC4C50" w:rsidP="00EA296F">
            <w:r>
              <w:t>C</w:t>
            </w:r>
            <w:r w:rsidR="00B317C3">
              <w:t xml:space="preserve"> 15</w:t>
            </w:r>
          </w:p>
        </w:tc>
        <w:tc>
          <w:tcPr>
            <w:tcW w:w="0" w:type="auto"/>
          </w:tcPr>
          <w:p w14:paraId="552D6EB6" w14:textId="142CEC07" w:rsidR="00CE2302" w:rsidRDefault="00B317C3" w:rsidP="00EA296F">
            <w:r>
              <w:t>9</w:t>
            </w:r>
          </w:p>
        </w:tc>
        <w:tc>
          <w:tcPr>
            <w:tcW w:w="0" w:type="auto"/>
          </w:tcPr>
          <w:p w14:paraId="4AFD173B" w14:textId="6D62E240" w:rsidR="00CE2302" w:rsidRPr="00CE2302" w:rsidRDefault="00055A76" w:rsidP="00EA296F">
            <w:r>
              <w:t>2,45s</w:t>
            </w:r>
          </w:p>
        </w:tc>
        <w:tc>
          <w:tcPr>
            <w:tcW w:w="0" w:type="auto"/>
          </w:tcPr>
          <w:p w14:paraId="6A71077A" w14:textId="0D908686" w:rsidR="00CE2302" w:rsidRDefault="00CE2302" w:rsidP="00EA296F">
            <w:r>
              <w:t>~b^-:</w:t>
            </w:r>
            <w:r w:rsidR="0028790B">
              <w:t xml:space="preserve"> </w:t>
            </w:r>
            <w:r w:rsidR="00055A76">
              <w:t>4,5 v</w:t>
            </w:r>
            <w:r w:rsidR="00167F6A">
              <w:t xml:space="preserve">; </w:t>
            </w:r>
            <w:r>
              <w:t xml:space="preserve">~c: </w:t>
            </w:r>
            <w:r w:rsidR="00055A76">
              <w:t>5,298</w:t>
            </w:r>
          </w:p>
        </w:tc>
      </w:tr>
      <w:tr w:rsidR="00CE2302" w:rsidRPr="001B6138" w14:paraId="3371B584" w14:textId="77777777" w:rsidTr="001B6138">
        <w:tc>
          <w:tcPr>
            <w:tcW w:w="0" w:type="auto"/>
          </w:tcPr>
          <w:p w14:paraId="0D148E26" w14:textId="3BDE51F0" w:rsidR="00CE2302" w:rsidRDefault="00EC4C50" w:rsidP="00EA296F">
            <w:r>
              <w:lastRenderedPageBreak/>
              <w:t>6</w:t>
            </w:r>
          </w:p>
        </w:tc>
        <w:tc>
          <w:tcPr>
            <w:tcW w:w="0" w:type="auto"/>
          </w:tcPr>
          <w:p w14:paraId="689DF941" w14:textId="0B0EEA5A" w:rsidR="00CE2302" w:rsidRDefault="00EC4C50" w:rsidP="00EA296F">
            <w:r>
              <w:t>C</w:t>
            </w:r>
            <w:r w:rsidR="00B317C3">
              <w:t xml:space="preserve"> 16</w:t>
            </w:r>
          </w:p>
        </w:tc>
        <w:tc>
          <w:tcPr>
            <w:tcW w:w="0" w:type="auto"/>
          </w:tcPr>
          <w:p w14:paraId="0F702E53" w14:textId="0E80C3D4" w:rsidR="00CE2302" w:rsidRDefault="00B317C3" w:rsidP="00EA296F">
            <w:r>
              <w:t>10</w:t>
            </w:r>
          </w:p>
        </w:tc>
        <w:tc>
          <w:tcPr>
            <w:tcW w:w="0" w:type="auto"/>
          </w:tcPr>
          <w:p w14:paraId="5DADD55B" w14:textId="058EB248" w:rsidR="00CE2302" w:rsidRPr="00CE2302" w:rsidRDefault="00055A76" w:rsidP="00EA296F">
            <w:r>
              <w:t>0,747s</w:t>
            </w:r>
          </w:p>
        </w:tc>
        <w:tc>
          <w:tcPr>
            <w:tcW w:w="0" w:type="auto"/>
          </w:tcPr>
          <w:p w14:paraId="70DEEE87" w14:textId="66810B4C" w:rsidR="00CE2302" w:rsidRDefault="00CE2302" w:rsidP="00EA296F">
            <w:r>
              <w:t>~b^-:</w:t>
            </w:r>
            <w:r w:rsidR="0028790B">
              <w:t xml:space="preserve"> </w:t>
            </w:r>
            <w:r w:rsidR="00055A76">
              <w:t>4,7 v</w:t>
            </w:r>
          </w:p>
        </w:tc>
      </w:tr>
      <w:tr w:rsidR="00CE2302" w:rsidRPr="001B6138" w14:paraId="4920898A" w14:textId="77777777" w:rsidTr="001B6138">
        <w:tc>
          <w:tcPr>
            <w:tcW w:w="0" w:type="auto"/>
          </w:tcPr>
          <w:p w14:paraId="434A5034" w14:textId="5AFA4332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14F3A932" w14:textId="542604A5" w:rsidR="00CE2302" w:rsidRDefault="00EC4C50" w:rsidP="00EA296F">
            <w:r>
              <w:t>C</w:t>
            </w:r>
            <w:r w:rsidR="00B317C3">
              <w:t xml:space="preserve"> 17</w:t>
            </w:r>
          </w:p>
        </w:tc>
        <w:tc>
          <w:tcPr>
            <w:tcW w:w="0" w:type="auto"/>
          </w:tcPr>
          <w:p w14:paraId="62AE8F85" w14:textId="059A35C4" w:rsidR="00CE2302" w:rsidRDefault="00B317C3" w:rsidP="00EA296F">
            <w:r>
              <w:t>11</w:t>
            </w:r>
          </w:p>
        </w:tc>
        <w:tc>
          <w:tcPr>
            <w:tcW w:w="0" w:type="auto"/>
          </w:tcPr>
          <w:p w14:paraId="5DC4CF89" w14:textId="7FB62CCF" w:rsidR="00CE2302" w:rsidRPr="00CE2302" w:rsidRDefault="00055A76" w:rsidP="00EA296F">
            <w:r>
              <w:t>193ms</w:t>
            </w:r>
          </w:p>
        </w:tc>
        <w:tc>
          <w:tcPr>
            <w:tcW w:w="0" w:type="auto"/>
          </w:tcPr>
          <w:p w14:paraId="625A9C06" w14:textId="690D8D71" w:rsidR="00CE2302" w:rsidRDefault="00CE2302" w:rsidP="00EA296F">
            <w:r>
              <w:t>~b^-:</w:t>
            </w:r>
            <w:r w:rsidR="0028790B">
              <w:t xml:space="preserve"> </w:t>
            </w:r>
            <w:r w:rsidR="00055A76">
              <w:t>v</w:t>
            </w:r>
            <w:r w:rsidR="00167F6A">
              <w:t xml:space="preserve">; </w:t>
            </w:r>
            <w:r>
              <w:t xml:space="preserve">~c: </w:t>
            </w:r>
            <w:r w:rsidR="00055A76">
              <w:t>1,375</w:t>
            </w:r>
          </w:p>
        </w:tc>
      </w:tr>
      <w:tr w:rsidR="00CE2302" w:rsidRPr="001B6138" w14:paraId="70AD1C1E" w14:textId="77777777" w:rsidTr="001B6138">
        <w:tc>
          <w:tcPr>
            <w:tcW w:w="0" w:type="auto"/>
          </w:tcPr>
          <w:p w14:paraId="4988EA18" w14:textId="4DF0BB4A" w:rsidR="00CE2302" w:rsidRDefault="00EC4C50" w:rsidP="00EA296F">
            <w:r>
              <w:t>6</w:t>
            </w:r>
          </w:p>
        </w:tc>
        <w:tc>
          <w:tcPr>
            <w:tcW w:w="0" w:type="auto"/>
          </w:tcPr>
          <w:p w14:paraId="248965E0" w14:textId="1A5D5FF7" w:rsidR="00CE2302" w:rsidRDefault="00EC4C50" w:rsidP="00EA296F">
            <w:r>
              <w:t>C</w:t>
            </w:r>
            <w:r w:rsidR="00B317C3">
              <w:t xml:space="preserve"> 18</w:t>
            </w:r>
          </w:p>
        </w:tc>
        <w:tc>
          <w:tcPr>
            <w:tcW w:w="0" w:type="auto"/>
          </w:tcPr>
          <w:p w14:paraId="4615FCF8" w14:textId="03138318" w:rsidR="00CE2302" w:rsidRDefault="00B317C3" w:rsidP="00EA296F">
            <w:r>
              <w:t>12</w:t>
            </w:r>
          </w:p>
        </w:tc>
        <w:tc>
          <w:tcPr>
            <w:tcW w:w="0" w:type="auto"/>
          </w:tcPr>
          <w:p w14:paraId="54969195" w14:textId="642F7F75" w:rsidR="00CE2302" w:rsidRPr="00CE2302" w:rsidRDefault="00055A76" w:rsidP="00EA296F">
            <w:r>
              <w:t>92ms</w:t>
            </w:r>
          </w:p>
        </w:tc>
        <w:tc>
          <w:tcPr>
            <w:tcW w:w="0" w:type="auto"/>
          </w:tcPr>
          <w:p w14:paraId="2F5BD2A7" w14:textId="2C63F7A1" w:rsidR="00CE2302" w:rsidRDefault="00CE2302" w:rsidP="00EA296F">
            <w:r>
              <w:t>~b^-:</w:t>
            </w:r>
            <w:r w:rsidR="0028790B">
              <w:t xml:space="preserve"> </w:t>
            </w:r>
            <w:r w:rsidR="00055A76">
              <w:t>v</w:t>
            </w:r>
            <w:r w:rsidR="00167F6A">
              <w:t xml:space="preserve">; </w:t>
            </w:r>
            <w:r>
              <w:t xml:space="preserve">~c: </w:t>
            </w:r>
            <w:r w:rsidR="00055A76">
              <w:t>2,614</w:t>
            </w:r>
          </w:p>
        </w:tc>
      </w:tr>
      <w:tr w:rsidR="00CE2302" w:rsidRPr="001B6138" w14:paraId="160BF49C" w14:textId="77777777" w:rsidTr="001B6138">
        <w:tc>
          <w:tcPr>
            <w:tcW w:w="0" w:type="auto"/>
          </w:tcPr>
          <w:p w14:paraId="4A843FF8" w14:textId="7EE813E6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4E96E67C" w14:textId="4901F93D" w:rsidR="00CE2302" w:rsidRDefault="00060F52" w:rsidP="00EA296F">
            <w:r>
              <w:t>N 12</w:t>
            </w:r>
          </w:p>
        </w:tc>
        <w:tc>
          <w:tcPr>
            <w:tcW w:w="0" w:type="auto"/>
          </w:tcPr>
          <w:p w14:paraId="0E14F146" w14:textId="0D9CB7E8" w:rsidR="00CE2302" w:rsidRDefault="00060F52" w:rsidP="00EA296F">
            <w:r>
              <w:t>5</w:t>
            </w:r>
          </w:p>
        </w:tc>
        <w:tc>
          <w:tcPr>
            <w:tcW w:w="0" w:type="auto"/>
          </w:tcPr>
          <w:p w14:paraId="5478D62E" w14:textId="36F3AD86" w:rsidR="00CE2302" w:rsidRPr="00CE2302" w:rsidRDefault="000B356D" w:rsidP="00EA296F">
            <w:r>
              <w:t>11,0ms</w:t>
            </w:r>
          </w:p>
        </w:tc>
        <w:tc>
          <w:tcPr>
            <w:tcW w:w="0" w:type="auto"/>
          </w:tcPr>
          <w:p w14:paraId="3ABD950D" w14:textId="6D761072" w:rsidR="00CE2302" w:rsidRDefault="00CE2302" w:rsidP="00EA296F">
            <w:r>
              <w:t xml:space="preserve">~b^+: </w:t>
            </w:r>
            <w:r w:rsidR="000B356D">
              <w:t>16,4 v</w:t>
            </w:r>
            <w:r w:rsidR="00167F6A">
              <w:t xml:space="preserve">; </w:t>
            </w:r>
            <w:r>
              <w:t xml:space="preserve">~c: </w:t>
            </w:r>
            <w:r w:rsidR="000B356D">
              <w:t>4,439</w:t>
            </w:r>
          </w:p>
        </w:tc>
      </w:tr>
      <w:tr w:rsidR="00CE2302" w:rsidRPr="001B6138" w14:paraId="10978ED6" w14:textId="77777777" w:rsidTr="001B6138">
        <w:tc>
          <w:tcPr>
            <w:tcW w:w="0" w:type="auto"/>
          </w:tcPr>
          <w:p w14:paraId="3DFD9D9C" w14:textId="28506CB2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45943965" w14:textId="2A4B5640" w:rsidR="00CE2302" w:rsidRDefault="00060F52" w:rsidP="00EA296F">
            <w:r>
              <w:t>N 13</w:t>
            </w:r>
          </w:p>
        </w:tc>
        <w:tc>
          <w:tcPr>
            <w:tcW w:w="0" w:type="auto"/>
          </w:tcPr>
          <w:p w14:paraId="626ABBB8" w14:textId="50480111" w:rsidR="00CE2302" w:rsidRDefault="00060F52" w:rsidP="00EA296F">
            <w:r>
              <w:t>6</w:t>
            </w:r>
          </w:p>
        </w:tc>
        <w:tc>
          <w:tcPr>
            <w:tcW w:w="0" w:type="auto"/>
          </w:tcPr>
          <w:p w14:paraId="33B06E7E" w14:textId="3D54C4BF" w:rsidR="00CE2302" w:rsidRPr="00CE2302" w:rsidRDefault="000B356D" w:rsidP="00EA296F">
            <w:r>
              <w:t>9,96min</w:t>
            </w:r>
          </w:p>
        </w:tc>
        <w:tc>
          <w:tcPr>
            <w:tcW w:w="0" w:type="auto"/>
          </w:tcPr>
          <w:p w14:paraId="128B99CA" w14:textId="794C71B1" w:rsidR="00CE2302" w:rsidRDefault="00CE2302" w:rsidP="00EA296F">
            <w:r>
              <w:t xml:space="preserve">~b^+: </w:t>
            </w:r>
            <w:r w:rsidR="000B356D">
              <w:t>1,2 v</w:t>
            </w:r>
          </w:p>
        </w:tc>
      </w:tr>
      <w:tr w:rsidR="00CE2302" w:rsidRPr="001B6138" w14:paraId="746B9638" w14:textId="77777777" w:rsidTr="001B6138">
        <w:tc>
          <w:tcPr>
            <w:tcW w:w="0" w:type="auto"/>
          </w:tcPr>
          <w:p w14:paraId="1F85AE80" w14:textId="3066B22C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6684368B" w14:textId="4895F78E" w:rsidR="00CE2302" w:rsidRDefault="00060F52" w:rsidP="00EA296F">
            <w:r>
              <w:t>N 14</w:t>
            </w:r>
          </w:p>
        </w:tc>
        <w:tc>
          <w:tcPr>
            <w:tcW w:w="0" w:type="auto"/>
          </w:tcPr>
          <w:p w14:paraId="792D6EB9" w14:textId="755DD572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5EFDB58D" w14:textId="503D2B9E" w:rsidR="00CE2302" w:rsidRPr="00CE2302" w:rsidRDefault="000B356D" w:rsidP="00EA296F">
            <w:r>
              <w:t>stabil</w:t>
            </w:r>
          </w:p>
        </w:tc>
        <w:tc>
          <w:tcPr>
            <w:tcW w:w="0" w:type="auto"/>
          </w:tcPr>
          <w:p w14:paraId="462AD649" w14:textId="1B640723" w:rsidR="00CE2302" w:rsidRDefault="000B356D" w:rsidP="00EA296F">
            <w:r>
              <w:t>--</w:t>
            </w:r>
          </w:p>
        </w:tc>
      </w:tr>
      <w:tr w:rsidR="00CE2302" w:rsidRPr="001B6138" w14:paraId="4072B340" w14:textId="77777777" w:rsidTr="001B6138">
        <w:tc>
          <w:tcPr>
            <w:tcW w:w="0" w:type="auto"/>
          </w:tcPr>
          <w:p w14:paraId="0989CD2E" w14:textId="6ECDFCBA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069111A4" w14:textId="76965F8E" w:rsidR="00CE2302" w:rsidRDefault="00060F52" w:rsidP="00EA296F">
            <w:r>
              <w:t>N 15</w:t>
            </w:r>
          </w:p>
        </w:tc>
        <w:tc>
          <w:tcPr>
            <w:tcW w:w="0" w:type="auto"/>
          </w:tcPr>
          <w:p w14:paraId="065E6F56" w14:textId="2BD26250" w:rsidR="00CE2302" w:rsidRDefault="00060F52" w:rsidP="00EA296F">
            <w:r>
              <w:t>8</w:t>
            </w:r>
          </w:p>
        </w:tc>
        <w:tc>
          <w:tcPr>
            <w:tcW w:w="0" w:type="auto"/>
          </w:tcPr>
          <w:p w14:paraId="6FE1F6E7" w14:textId="64607830" w:rsidR="00CE2302" w:rsidRPr="00CE2302" w:rsidRDefault="000B356D" w:rsidP="00EA296F">
            <w:r>
              <w:t>stabil</w:t>
            </w:r>
          </w:p>
        </w:tc>
        <w:tc>
          <w:tcPr>
            <w:tcW w:w="0" w:type="auto"/>
          </w:tcPr>
          <w:p w14:paraId="4AC9F2C1" w14:textId="55801210" w:rsidR="00CE2302" w:rsidRDefault="000B356D" w:rsidP="00EA296F">
            <w:r>
              <w:t>--</w:t>
            </w:r>
          </w:p>
        </w:tc>
      </w:tr>
      <w:tr w:rsidR="00CE2302" w:rsidRPr="001B6138" w14:paraId="1C218178" w14:textId="77777777" w:rsidTr="001B6138">
        <w:tc>
          <w:tcPr>
            <w:tcW w:w="0" w:type="auto"/>
          </w:tcPr>
          <w:p w14:paraId="27517DDF" w14:textId="6F6554FE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7C56A109" w14:textId="2CA562A2" w:rsidR="00CE2302" w:rsidRDefault="00060F52" w:rsidP="00EA296F">
            <w:r>
              <w:t>N 16</w:t>
            </w:r>
          </w:p>
        </w:tc>
        <w:tc>
          <w:tcPr>
            <w:tcW w:w="0" w:type="auto"/>
          </w:tcPr>
          <w:p w14:paraId="226CCBFC" w14:textId="4112601E" w:rsidR="00CE2302" w:rsidRDefault="00060F52" w:rsidP="00EA296F">
            <w:r>
              <w:t>9</w:t>
            </w:r>
          </w:p>
        </w:tc>
        <w:tc>
          <w:tcPr>
            <w:tcW w:w="0" w:type="auto"/>
          </w:tcPr>
          <w:p w14:paraId="42DA43CF" w14:textId="6F699D15" w:rsidR="00CE2302" w:rsidRPr="00CE2302" w:rsidRDefault="000B356D" w:rsidP="00EA296F">
            <w:r>
              <w:t>7,13s</w:t>
            </w:r>
          </w:p>
        </w:tc>
        <w:tc>
          <w:tcPr>
            <w:tcW w:w="0" w:type="auto"/>
          </w:tcPr>
          <w:p w14:paraId="4A683E0E" w14:textId="0440C9FF" w:rsidR="00CE2302" w:rsidRDefault="00CE2302" w:rsidP="00EA296F">
            <w:r>
              <w:t>~b^-:</w:t>
            </w:r>
            <w:r w:rsidR="0028790B">
              <w:t xml:space="preserve"> </w:t>
            </w:r>
            <w:r w:rsidR="000B356D">
              <w:t>4,3 v</w:t>
            </w:r>
            <w:r w:rsidR="00167F6A">
              <w:t xml:space="preserve">; </w:t>
            </w:r>
            <w:r>
              <w:t xml:space="preserve">~c: </w:t>
            </w:r>
            <w:r w:rsidR="000B356D">
              <w:t>6,129</w:t>
            </w:r>
          </w:p>
        </w:tc>
      </w:tr>
      <w:tr w:rsidR="00CE2302" w:rsidRPr="001B6138" w14:paraId="5230CAD9" w14:textId="77777777" w:rsidTr="001B6138">
        <w:tc>
          <w:tcPr>
            <w:tcW w:w="0" w:type="auto"/>
          </w:tcPr>
          <w:p w14:paraId="1BB6F900" w14:textId="1D7A83FE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557B3D14" w14:textId="0571F611" w:rsidR="00CE2302" w:rsidRDefault="00060F52" w:rsidP="00EA296F">
            <w:r>
              <w:t>N 17</w:t>
            </w:r>
          </w:p>
        </w:tc>
        <w:tc>
          <w:tcPr>
            <w:tcW w:w="0" w:type="auto"/>
          </w:tcPr>
          <w:p w14:paraId="73E31E6D" w14:textId="4C6615BC" w:rsidR="00CE2302" w:rsidRDefault="00060F52" w:rsidP="00EA296F">
            <w:r>
              <w:t>10</w:t>
            </w:r>
          </w:p>
        </w:tc>
        <w:tc>
          <w:tcPr>
            <w:tcW w:w="0" w:type="auto"/>
          </w:tcPr>
          <w:p w14:paraId="6B132698" w14:textId="41BC349A" w:rsidR="00CE2302" w:rsidRPr="00CE2302" w:rsidRDefault="000B356D" w:rsidP="00EA296F">
            <w:r>
              <w:t>4,17s</w:t>
            </w:r>
          </w:p>
        </w:tc>
        <w:tc>
          <w:tcPr>
            <w:tcW w:w="0" w:type="auto"/>
          </w:tcPr>
          <w:p w14:paraId="58BC7DBE" w14:textId="14B1DF8C" w:rsidR="00CE2302" w:rsidRDefault="00CE2302" w:rsidP="00EA296F">
            <w:r>
              <w:t>~b^-:</w:t>
            </w:r>
            <w:r w:rsidR="0028790B">
              <w:t xml:space="preserve"> </w:t>
            </w:r>
            <w:r w:rsidR="000B356D">
              <w:t>3,2 v</w:t>
            </w:r>
            <w:r w:rsidR="009214F6">
              <w:t xml:space="preserve">; </w:t>
            </w:r>
            <w:r>
              <w:t xml:space="preserve">~c: </w:t>
            </w:r>
            <w:r w:rsidR="000B356D">
              <w:t>0,871</w:t>
            </w:r>
          </w:p>
        </w:tc>
      </w:tr>
      <w:tr w:rsidR="00CE2302" w:rsidRPr="001B6138" w14:paraId="2D7D18D2" w14:textId="77777777" w:rsidTr="001B6138">
        <w:tc>
          <w:tcPr>
            <w:tcW w:w="0" w:type="auto"/>
          </w:tcPr>
          <w:p w14:paraId="29400FB9" w14:textId="00267A86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19A7E228" w14:textId="20800694" w:rsidR="00CE2302" w:rsidRDefault="00060F52" w:rsidP="00EA296F">
            <w:r>
              <w:t>N 18</w:t>
            </w:r>
          </w:p>
        </w:tc>
        <w:tc>
          <w:tcPr>
            <w:tcW w:w="0" w:type="auto"/>
          </w:tcPr>
          <w:p w14:paraId="589BE9FA" w14:textId="1775D982" w:rsidR="00CE2302" w:rsidRDefault="00060F52" w:rsidP="00EA296F">
            <w:r>
              <w:t>11</w:t>
            </w:r>
          </w:p>
        </w:tc>
        <w:tc>
          <w:tcPr>
            <w:tcW w:w="0" w:type="auto"/>
          </w:tcPr>
          <w:p w14:paraId="706C06AA" w14:textId="6C3AC917" w:rsidR="00CE2302" w:rsidRPr="00CE2302" w:rsidRDefault="000B356D" w:rsidP="00EA296F">
            <w:r>
              <w:t>0,63s</w:t>
            </w:r>
          </w:p>
        </w:tc>
        <w:tc>
          <w:tcPr>
            <w:tcW w:w="0" w:type="auto"/>
          </w:tcPr>
          <w:p w14:paraId="7B48A8B5" w14:textId="7F96DEAC" w:rsidR="00CE2302" w:rsidRDefault="00CE2302" w:rsidP="00EA296F">
            <w:r>
              <w:t>~b^-:</w:t>
            </w:r>
            <w:r w:rsidR="0028790B">
              <w:t xml:space="preserve"> </w:t>
            </w:r>
            <w:r w:rsidR="000B356D">
              <w:t>9,4 v</w:t>
            </w:r>
            <w:r w:rsidR="009214F6">
              <w:t xml:space="preserve">; </w:t>
            </w:r>
            <w:r>
              <w:t xml:space="preserve">~c: </w:t>
            </w:r>
            <w:r w:rsidR="000B356D">
              <w:t>1,982</w:t>
            </w:r>
          </w:p>
        </w:tc>
      </w:tr>
      <w:tr w:rsidR="00CE2302" w:rsidRPr="001B6138" w14:paraId="540E77E1" w14:textId="77777777" w:rsidTr="001B6138">
        <w:tc>
          <w:tcPr>
            <w:tcW w:w="0" w:type="auto"/>
          </w:tcPr>
          <w:p w14:paraId="75D2A2E0" w14:textId="5F371296" w:rsidR="00CE2302" w:rsidRDefault="00060F52" w:rsidP="00EA296F">
            <w:r>
              <w:t>7</w:t>
            </w:r>
          </w:p>
        </w:tc>
        <w:tc>
          <w:tcPr>
            <w:tcW w:w="0" w:type="auto"/>
          </w:tcPr>
          <w:p w14:paraId="2CBF5D31" w14:textId="6799AD5D" w:rsidR="00CE2302" w:rsidRDefault="00060F52" w:rsidP="00EA296F">
            <w:r>
              <w:t>N 19</w:t>
            </w:r>
          </w:p>
        </w:tc>
        <w:tc>
          <w:tcPr>
            <w:tcW w:w="0" w:type="auto"/>
          </w:tcPr>
          <w:p w14:paraId="4466F758" w14:textId="0F82EC69" w:rsidR="00CE2302" w:rsidRDefault="00060F52" w:rsidP="00EA296F">
            <w:r>
              <w:t>12</w:t>
            </w:r>
          </w:p>
        </w:tc>
        <w:tc>
          <w:tcPr>
            <w:tcW w:w="0" w:type="auto"/>
          </w:tcPr>
          <w:p w14:paraId="3D2BBCF1" w14:textId="26416CB2" w:rsidR="00CE2302" w:rsidRPr="00CE2302" w:rsidRDefault="000B356D" w:rsidP="00EA296F">
            <w:r>
              <w:t>329ms</w:t>
            </w:r>
          </w:p>
        </w:tc>
        <w:tc>
          <w:tcPr>
            <w:tcW w:w="0" w:type="auto"/>
          </w:tcPr>
          <w:p w14:paraId="51FC3873" w14:textId="759E322B" w:rsidR="00CE2302" w:rsidRDefault="00CE2302" w:rsidP="00EA296F">
            <w:r>
              <w:t>~b^-:</w:t>
            </w:r>
            <w:r w:rsidR="0028790B">
              <w:t xml:space="preserve"> </w:t>
            </w:r>
            <w:r w:rsidR="000B356D">
              <w:t>v</w:t>
            </w:r>
            <w:r w:rsidR="009214F6">
              <w:t xml:space="preserve">; </w:t>
            </w:r>
            <w:r>
              <w:t xml:space="preserve">~c: </w:t>
            </w:r>
            <w:r w:rsidR="000B356D">
              <w:t>0,096</w:t>
            </w:r>
          </w:p>
        </w:tc>
      </w:tr>
      <w:tr w:rsidR="00CE2302" w:rsidRPr="001B6138" w14:paraId="65F4F673" w14:textId="77777777" w:rsidTr="001B6138">
        <w:tc>
          <w:tcPr>
            <w:tcW w:w="0" w:type="auto"/>
          </w:tcPr>
          <w:p w14:paraId="537CF1E9" w14:textId="0990B775" w:rsidR="00CE2302" w:rsidRDefault="00337C7E" w:rsidP="00EA296F">
            <w:r>
              <w:t>8</w:t>
            </w:r>
          </w:p>
        </w:tc>
        <w:tc>
          <w:tcPr>
            <w:tcW w:w="0" w:type="auto"/>
          </w:tcPr>
          <w:p w14:paraId="7B5957B3" w14:textId="43C61B5F" w:rsidR="00CE2302" w:rsidRDefault="00337C7E" w:rsidP="00EA296F">
            <w:r>
              <w:t>O 13</w:t>
            </w:r>
          </w:p>
        </w:tc>
        <w:tc>
          <w:tcPr>
            <w:tcW w:w="0" w:type="auto"/>
          </w:tcPr>
          <w:p w14:paraId="2D8668FC" w14:textId="37CEBDAF" w:rsidR="00CE2302" w:rsidRDefault="00337C7E" w:rsidP="00EA296F">
            <w:r>
              <w:t>5</w:t>
            </w:r>
          </w:p>
        </w:tc>
        <w:tc>
          <w:tcPr>
            <w:tcW w:w="0" w:type="auto"/>
          </w:tcPr>
          <w:p w14:paraId="1876683C" w14:textId="70E0C4E8" w:rsidR="00CE2302" w:rsidRPr="00CE2302" w:rsidRDefault="0059445F" w:rsidP="00EA296F">
            <w:r>
              <w:t>8,58ms</w:t>
            </w:r>
          </w:p>
        </w:tc>
        <w:tc>
          <w:tcPr>
            <w:tcW w:w="0" w:type="auto"/>
          </w:tcPr>
          <w:p w14:paraId="118993BA" w14:textId="79EEFA81" w:rsidR="00CE2302" w:rsidRDefault="00CE2302" w:rsidP="00EA296F">
            <w:r>
              <w:t xml:space="preserve">~b^+: </w:t>
            </w:r>
            <w:r w:rsidR="0059445F">
              <w:t>16,7 v</w:t>
            </w:r>
          </w:p>
        </w:tc>
      </w:tr>
      <w:tr w:rsidR="00337C7E" w:rsidRPr="001B6138" w14:paraId="2738603F" w14:textId="77777777" w:rsidTr="001B6138">
        <w:tc>
          <w:tcPr>
            <w:tcW w:w="0" w:type="auto"/>
          </w:tcPr>
          <w:p w14:paraId="72C54BB2" w14:textId="0FDAB290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15F5E460" w14:textId="3CAD573C" w:rsidR="00337C7E" w:rsidRDefault="00337C7E" w:rsidP="00EA296F">
            <w:r>
              <w:t>O 14</w:t>
            </w:r>
          </w:p>
        </w:tc>
        <w:tc>
          <w:tcPr>
            <w:tcW w:w="0" w:type="auto"/>
          </w:tcPr>
          <w:p w14:paraId="15470255" w14:textId="114FAF27" w:rsidR="00337C7E" w:rsidRDefault="00337C7E" w:rsidP="00EA296F">
            <w:r>
              <w:t>6</w:t>
            </w:r>
          </w:p>
        </w:tc>
        <w:tc>
          <w:tcPr>
            <w:tcW w:w="0" w:type="auto"/>
          </w:tcPr>
          <w:p w14:paraId="603126FB" w14:textId="37AE0B19" w:rsidR="00337C7E" w:rsidRPr="00CE2302" w:rsidRDefault="0059445F" w:rsidP="00EA296F">
            <w:r>
              <w:t>70,59s</w:t>
            </w:r>
          </w:p>
        </w:tc>
        <w:tc>
          <w:tcPr>
            <w:tcW w:w="0" w:type="auto"/>
          </w:tcPr>
          <w:p w14:paraId="58B15C8D" w14:textId="0A684FF8" w:rsidR="00337C7E" w:rsidRDefault="00337C7E" w:rsidP="00EA296F">
            <w:r>
              <w:t xml:space="preserve">~b^+: </w:t>
            </w:r>
            <w:r w:rsidR="0059445F">
              <w:t>1,8 v</w:t>
            </w:r>
            <w:r w:rsidR="009214F6">
              <w:t xml:space="preserve">; </w:t>
            </w:r>
            <w:r>
              <w:t xml:space="preserve">~c: </w:t>
            </w:r>
            <w:r w:rsidR="0059445F">
              <w:t>2,313</w:t>
            </w:r>
          </w:p>
        </w:tc>
      </w:tr>
      <w:tr w:rsidR="00337C7E" w:rsidRPr="001B6138" w14:paraId="34664199" w14:textId="77777777" w:rsidTr="001B6138">
        <w:tc>
          <w:tcPr>
            <w:tcW w:w="0" w:type="auto"/>
          </w:tcPr>
          <w:p w14:paraId="4F06C832" w14:textId="43B01F66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523B11AF" w14:textId="23FFB053" w:rsidR="00337C7E" w:rsidRDefault="00337C7E" w:rsidP="00EA296F">
            <w:r>
              <w:t>O 15</w:t>
            </w:r>
          </w:p>
        </w:tc>
        <w:tc>
          <w:tcPr>
            <w:tcW w:w="0" w:type="auto"/>
          </w:tcPr>
          <w:p w14:paraId="3F225984" w14:textId="38FF3712" w:rsidR="00337C7E" w:rsidRDefault="00337C7E" w:rsidP="00EA296F">
            <w:r>
              <w:t>7</w:t>
            </w:r>
          </w:p>
        </w:tc>
        <w:tc>
          <w:tcPr>
            <w:tcW w:w="0" w:type="auto"/>
          </w:tcPr>
          <w:p w14:paraId="23D0E8DC" w14:textId="600D1B60" w:rsidR="00337C7E" w:rsidRPr="00CE2302" w:rsidRDefault="0059445F" w:rsidP="00EA296F">
            <w:r>
              <w:t>2,03min</w:t>
            </w:r>
          </w:p>
        </w:tc>
        <w:tc>
          <w:tcPr>
            <w:tcW w:w="0" w:type="auto"/>
          </w:tcPr>
          <w:p w14:paraId="2081F37A" w14:textId="15A4817E" w:rsidR="00337C7E" w:rsidRDefault="00337C7E" w:rsidP="00EA296F">
            <w:r>
              <w:t xml:space="preserve">~b^+: </w:t>
            </w:r>
            <w:r w:rsidR="0059445F">
              <w:t>1,7 v</w:t>
            </w:r>
          </w:p>
        </w:tc>
      </w:tr>
      <w:tr w:rsidR="00337C7E" w:rsidRPr="001B6138" w14:paraId="1AA16BF6" w14:textId="77777777" w:rsidTr="001B6138">
        <w:tc>
          <w:tcPr>
            <w:tcW w:w="0" w:type="auto"/>
          </w:tcPr>
          <w:p w14:paraId="78D330EA" w14:textId="5400F47C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59086999" w14:textId="5AEF7299" w:rsidR="00337C7E" w:rsidRDefault="00337C7E" w:rsidP="00EA296F">
            <w:r>
              <w:t>O 16</w:t>
            </w:r>
          </w:p>
        </w:tc>
        <w:tc>
          <w:tcPr>
            <w:tcW w:w="0" w:type="auto"/>
          </w:tcPr>
          <w:p w14:paraId="32C7F32A" w14:textId="31F08774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3BC87144" w14:textId="6C21DD38" w:rsidR="00337C7E" w:rsidRPr="00CE2302" w:rsidRDefault="0059445F" w:rsidP="00EA296F">
            <w:r>
              <w:t>stabil</w:t>
            </w:r>
          </w:p>
        </w:tc>
        <w:tc>
          <w:tcPr>
            <w:tcW w:w="0" w:type="auto"/>
          </w:tcPr>
          <w:p w14:paraId="13AE23D5" w14:textId="5FA65D38" w:rsidR="00337C7E" w:rsidRDefault="0059445F" w:rsidP="00EA296F">
            <w:r>
              <w:t>--</w:t>
            </w:r>
          </w:p>
        </w:tc>
      </w:tr>
      <w:tr w:rsidR="00337C7E" w:rsidRPr="001B6138" w14:paraId="078BDEB7" w14:textId="77777777" w:rsidTr="001B6138">
        <w:tc>
          <w:tcPr>
            <w:tcW w:w="0" w:type="auto"/>
          </w:tcPr>
          <w:p w14:paraId="7A64E571" w14:textId="56B16A8A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0BC31923" w14:textId="77C3F61A" w:rsidR="00337C7E" w:rsidRDefault="00337C7E" w:rsidP="00EA296F">
            <w:r>
              <w:t>O 17</w:t>
            </w:r>
          </w:p>
        </w:tc>
        <w:tc>
          <w:tcPr>
            <w:tcW w:w="0" w:type="auto"/>
          </w:tcPr>
          <w:p w14:paraId="56A81B92" w14:textId="738945C7" w:rsidR="00337C7E" w:rsidRDefault="00337C7E" w:rsidP="00EA296F">
            <w:r>
              <w:t>9</w:t>
            </w:r>
          </w:p>
        </w:tc>
        <w:tc>
          <w:tcPr>
            <w:tcW w:w="0" w:type="auto"/>
          </w:tcPr>
          <w:p w14:paraId="0A36914D" w14:textId="725A05D9" w:rsidR="00337C7E" w:rsidRPr="00CE2302" w:rsidRDefault="0059445F" w:rsidP="00EA296F">
            <w:r>
              <w:t>stabil</w:t>
            </w:r>
          </w:p>
        </w:tc>
        <w:tc>
          <w:tcPr>
            <w:tcW w:w="0" w:type="auto"/>
          </w:tcPr>
          <w:p w14:paraId="6A70E19B" w14:textId="0E8A194F" w:rsidR="00337C7E" w:rsidRDefault="0059445F" w:rsidP="00EA296F">
            <w:r>
              <w:t>--</w:t>
            </w:r>
          </w:p>
        </w:tc>
      </w:tr>
      <w:tr w:rsidR="00337C7E" w:rsidRPr="001B6138" w14:paraId="4FD9E2A2" w14:textId="77777777" w:rsidTr="001B6138">
        <w:tc>
          <w:tcPr>
            <w:tcW w:w="0" w:type="auto"/>
          </w:tcPr>
          <w:p w14:paraId="4C906684" w14:textId="6F510BD8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5AB9BCD4" w14:textId="06EEDFB9" w:rsidR="00337C7E" w:rsidRDefault="00337C7E" w:rsidP="00EA296F">
            <w:r>
              <w:t>O 18</w:t>
            </w:r>
          </w:p>
        </w:tc>
        <w:tc>
          <w:tcPr>
            <w:tcW w:w="0" w:type="auto"/>
          </w:tcPr>
          <w:p w14:paraId="228DF9EB" w14:textId="5DE2F8D9" w:rsidR="00337C7E" w:rsidRDefault="00337C7E" w:rsidP="00EA296F">
            <w:r>
              <w:t>10</w:t>
            </w:r>
          </w:p>
        </w:tc>
        <w:tc>
          <w:tcPr>
            <w:tcW w:w="0" w:type="auto"/>
          </w:tcPr>
          <w:p w14:paraId="3BB96B3D" w14:textId="4A74B1BA" w:rsidR="00337C7E" w:rsidRPr="00CE2302" w:rsidRDefault="0059445F" w:rsidP="00EA296F">
            <w:r>
              <w:t>stabil</w:t>
            </w:r>
          </w:p>
        </w:tc>
        <w:tc>
          <w:tcPr>
            <w:tcW w:w="0" w:type="auto"/>
          </w:tcPr>
          <w:p w14:paraId="5353C5D8" w14:textId="1ADA76D4" w:rsidR="00337C7E" w:rsidRDefault="0059445F" w:rsidP="00EA296F">
            <w:r>
              <w:t>--</w:t>
            </w:r>
          </w:p>
        </w:tc>
      </w:tr>
      <w:tr w:rsidR="00337C7E" w:rsidRPr="001B6138" w14:paraId="4DD7E4A8" w14:textId="77777777" w:rsidTr="001B6138">
        <w:tc>
          <w:tcPr>
            <w:tcW w:w="0" w:type="auto"/>
          </w:tcPr>
          <w:p w14:paraId="118936E0" w14:textId="134043E6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580AFC07" w14:textId="68850780" w:rsidR="00337C7E" w:rsidRDefault="00337C7E" w:rsidP="00EA296F">
            <w:r>
              <w:t>O 19</w:t>
            </w:r>
          </w:p>
        </w:tc>
        <w:tc>
          <w:tcPr>
            <w:tcW w:w="0" w:type="auto"/>
          </w:tcPr>
          <w:p w14:paraId="38736B6A" w14:textId="06587C5E" w:rsidR="00337C7E" w:rsidRDefault="00337C7E" w:rsidP="00EA296F">
            <w:r>
              <w:t>11</w:t>
            </w:r>
          </w:p>
        </w:tc>
        <w:tc>
          <w:tcPr>
            <w:tcW w:w="0" w:type="auto"/>
          </w:tcPr>
          <w:p w14:paraId="3EEC974D" w14:textId="6308741F" w:rsidR="00337C7E" w:rsidRPr="00CE2302" w:rsidRDefault="0059445F" w:rsidP="00EA296F">
            <w:r>
              <w:t>27,1s</w:t>
            </w:r>
          </w:p>
        </w:tc>
        <w:tc>
          <w:tcPr>
            <w:tcW w:w="0" w:type="auto"/>
          </w:tcPr>
          <w:p w14:paraId="15753DFE" w14:textId="6767264A" w:rsidR="00337C7E" w:rsidRDefault="00337C7E" w:rsidP="00EA296F">
            <w:r>
              <w:t xml:space="preserve">~b^-: </w:t>
            </w:r>
            <w:r w:rsidR="0059445F">
              <w:t>3,3 v</w:t>
            </w:r>
            <w:r w:rsidR="009214F6">
              <w:t xml:space="preserve">; </w:t>
            </w:r>
            <w:r>
              <w:t xml:space="preserve">~c: </w:t>
            </w:r>
            <w:r w:rsidR="0059445F">
              <w:t>0,197</w:t>
            </w:r>
          </w:p>
        </w:tc>
      </w:tr>
      <w:tr w:rsidR="00337C7E" w:rsidRPr="001B6138" w14:paraId="6262007E" w14:textId="77777777" w:rsidTr="001B6138">
        <w:tc>
          <w:tcPr>
            <w:tcW w:w="0" w:type="auto"/>
          </w:tcPr>
          <w:p w14:paraId="1FAFAD14" w14:textId="23798DB9" w:rsidR="00337C7E" w:rsidRDefault="00337C7E" w:rsidP="00EA296F">
            <w:r>
              <w:t>8</w:t>
            </w:r>
          </w:p>
        </w:tc>
        <w:tc>
          <w:tcPr>
            <w:tcW w:w="0" w:type="auto"/>
          </w:tcPr>
          <w:p w14:paraId="318F9136" w14:textId="58F4863D" w:rsidR="00337C7E" w:rsidRDefault="00337C7E" w:rsidP="00EA296F">
            <w:r>
              <w:t>O 20</w:t>
            </w:r>
          </w:p>
        </w:tc>
        <w:tc>
          <w:tcPr>
            <w:tcW w:w="0" w:type="auto"/>
          </w:tcPr>
          <w:p w14:paraId="6BC2A041" w14:textId="418FE33A" w:rsidR="00337C7E" w:rsidRDefault="00337C7E" w:rsidP="00EA296F">
            <w:r>
              <w:t>12</w:t>
            </w:r>
          </w:p>
        </w:tc>
        <w:tc>
          <w:tcPr>
            <w:tcW w:w="0" w:type="auto"/>
          </w:tcPr>
          <w:p w14:paraId="248ABD13" w14:textId="565BAFB0" w:rsidR="00337C7E" w:rsidRPr="00CE2302" w:rsidRDefault="0059445F" w:rsidP="00EA296F">
            <w:r>
              <w:t>13,5s</w:t>
            </w:r>
          </w:p>
        </w:tc>
        <w:tc>
          <w:tcPr>
            <w:tcW w:w="0" w:type="auto"/>
          </w:tcPr>
          <w:p w14:paraId="79844542" w14:textId="51A8BC4A" w:rsidR="00337C7E" w:rsidRDefault="00337C7E" w:rsidP="00EA296F">
            <w:r>
              <w:t xml:space="preserve">~b^-: </w:t>
            </w:r>
            <w:r w:rsidR="0059445F">
              <w:t>2,8 v</w:t>
            </w:r>
            <w:r w:rsidR="009214F6">
              <w:t xml:space="preserve">; </w:t>
            </w:r>
            <w:r>
              <w:t xml:space="preserve">~c: </w:t>
            </w:r>
            <w:r w:rsidR="0059445F">
              <w:t>1,057</w:t>
            </w:r>
          </w:p>
        </w:tc>
      </w:tr>
    </w:tbl>
    <w:p w14:paraId="2982C61A" w14:textId="0ABED90B" w:rsidR="00711D60" w:rsidRDefault="00F977E7">
      <w:r>
        <w:t>&lt;/Tabelle&gt;</w:t>
      </w:r>
    </w:p>
    <w:p w14:paraId="4C25DA50" w14:textId="77777777" w:rsidR="00F977E7" w:rsidRDefault="00F977E7"/>
    <w:p w14:paraId="5F726E5F" w14:textId="4511709C" w:rsidR="00415FED" w:rsidRDefault="00F977E7" w:rsidP="00415FED">
      <w:pPr>
        <w:pStyle w:val="berschrift4"/>
      </w:pPr>
      <w:r>
        <w:t>Z: 77 bis 95</w:t>
      </w:r>
    </w:p>
    <w:p w14:paraId="5A54AB63" w14:textId="5078A823" w:rsidR="00F977E7" w:rsidRPr="00F977E7" w:rsidRDefault="00F977E7" w:rsidP="00F977E7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73"/>
        <w:gridCol w:w="1313"/>
        <w:gridCol w:w="751"/>
        <w:gridCol w:w="2532"/>
        <w:gridCol w:w="6705"/>
      </w:tblGrid>
      <w:tr w:rsidR="00ED3CE7" w:rsidRPr="001B6138" w14:paraId="01C8F4E0" w14:textId="77777777" w:rsidTr="001B6138">
        <w:tc>
          <w:tcPr>
            <w:tcW w:w="0" w:type="auto"/>
          </w:tcPr>
          <w:p w14:paraId="04243288" w14:textId="76022907" w:rsidR="00ED3CE7" w:rsidRDefault="00711D60" w:rsidP="00EA296F">
            <w:r>
              <w:t>Z</w:t>
            </w:r>
          </w:p>
        </w:tc>
        <w:tc>
          <w:tcPr>
            <w:tcW w:w="0" w:type="auto"/>
          </w:tcPr>
          <w:p w14:paraId="7BB33D01" w14:textId="1EAAA696" w:rsidR="00ED3CE7" w:rsidRDefault="00711D60" w:rsidP="00EA296F">
            <w:r>
              <w:t>Nuklid</w:t>
            </w:r>
          </w:p>
        </w:tc>
        <w:tc>
          <w:tcPr>
            <w:tcW w:w="0" w:type="auto"/>
          </w:tcPr>
          <w:p w14:paraId="26385902" w14:textId="13C58D0E" w:rsidR="00ED3CE7" w:rsidRDefault="00711D60" w:rsidP="00EA296F">
            <w:r>
              <w:t>O</w:t>
            </w:r>
          </w:p>
        </w:tc>
        <w:tc>
          <w:tcPr>
            <w:tcW w:w="0" w:type="auto"/>
          </w:tcPr>
          <w:p w14:paraId="5ABB6F20" w14:textId="5D2917B7" w:rsidR="00ED3CE7" w:rsidRPr="00CE2302" w:rsidRDefault="00711D60" w:rsidP="00EA296F">
            <w:r>
              <w:t>Halbwertszeit</w:t>
            </w:r>
          </w:p>
        </w:tc>
        <w:tc>
          <w:tcPr>
            <w:tcW w:w="0" w:type="auto"/>
          </w:tcPr>
          <w:p w14:paraId="63A310D0" w14:textId="206A4F4A" w:rsidR="00ED3CE7" w:rsidRDefault="00711D60" w:rsidP="00EA296F">
            <w:r w:rsidRPr="001B6138">
              <w:t>Zerfall/E in MeV</w:t>
            </w:r>
          </w:p>
        </w:tc>
      </w:tr>
      <w:tr w:rsidR="00ED3CE7" w:rsidRPr="001B6138" w14:paraId="1A8CBD4C" w14:textId="77777777" w:rsidTr="001B6138">
        <w:tc>
          <w:tcPr>
            <w:tcW w:w="0" w:type="auto"/>
          </w:tcPr>
          <w:p w14:paraId="5AE5FE6D" w14:textId="73052B62" w:rsidR="00ED3CE7" w:rsidRDefault="00F977E7" w:rsidP="00EA296F">
            <w:r>
              <w:lastRenderedPageBreak/>
              <w:t>77</w:t>
            </w:r>
          </w:p>
        </w:tc>
        <w:tc>
          <w:tcPr>
            <w:tcW w:w="0" w:type="auto"/>
          </w:tcPr>
          <w:p w14:paraId="445E71D7" w14:textId="370E4F85" w:rsidR="00ED3CE7" w:rsidRDefault="00F977E7" w:rsidP="00EA296F">
            <w:r>
              <w:t>Ir 197</w:t>
            </w:r>
          </w:p>
        </w:tc>
        <w:tc>
          <w:tcPr>
            <w:tcW w:w="0" w:type="auto"/>
          </w:tcPr>
          <w:p w14:paraId="76422190" w14:textId="6569BB20" w:rsidR="00ED3CE7" w:rsidRDefault="00E27012" w:rsidP="00EA296F">
            <w:r>
              <w:t>120</w:t>
            </w:r>
          </w:p>
        </w:tc>
        <w:tc>
          <w:tcPr>
            <w:tcW w:w="0" w:type="auto"/>
          </w:tcPr>
          <w:p w14:paraId="620E970F" w14:textId="08856198" w:rsidR="00ED3CE7" w:rsidRPr="00CE2302" w:rsidRDefault="00E27012" w:rsidP="00EA296F">
            <w:r>
              <w:t>8,9min</w:t>
            </w:r>
          </w:p>
        </w:tc>
        <w:tc>
          <w:tcPr>
            <w:tcW w:w="0" w:type="auto"/>
          </w:tcPr>
          <w:p w14:paraId="64C5FD21" w14:textId="2B341DB0" w:rsidR="00ED3CE7" w:rsidRDefault="00ED3CE7" w:rsidP="00EA296F">
            <w:r>
              <w:t xml:space="preserve">~b^-: </w:t>
            </w:r>
            <w:r w:rsidR="00E27012">
              <w:t>2,0 v</w:t>
            </w:r>
            <w:r w:rsidR="00206850">
              <w:t xml:space="preserve">; </w:t>
            </w:r>
            <w:r>
              <w:t xml:space="preserve">~c: </w:t>
            </w:r>
            <w:r w:rsidR="00E27012">
              <w:t>0,470</w:t>
            </w:r>
          </w:p>
        </w:tc>
      </w:tr>
      <w:tr w:rsidR="00F977E7" w:rsidRPr="001B6138" w14:paraId="01812745" w14:textId="77777777" w:rsidTr="001B6138">
        <w:tc>
          <w:tcPr>
            <w:tcW w:w="0" w:type="auto"/>
          </w:tcPr>
          <w:p w14:paraId="6EA9ED06" w14:textId="437286DF" w:rsidR="00F977E7" w:rsidRDefault="00F977E7" w:rsidP="00EA296F">
            <w:r>
              <w:t>77</w:t>
            </w:r>
          </w:p>
        </w:tc>
        <w:tc>
          <w:tcPr>
            <w:tcW w:w="0" w:type="auto"/>
          </w:tcPr>
          <w:p w14:paraId="07F6FD10" w14:textId="72158D77" w:rsidR="00F977E7" w:rsidRDefault="00F977E7" w:rsidP="00EA296F">
            <w:r>
              <w:t>Ir 198</w:t>
            </w:r>
          </w:p>
        </w:tc>
        <w:tc>
          <w:tcPr>
            <w:tcW w:w="0" w:type="auto"/>
          </w:tcPr>
          <w:p w14:paraId="29570849" w14:textId="10CB1090" w:rsidR="00F977E7" w:rsidRDefault="00E27012" w:rsidP="00EA296F">
            <w:r>
              <w:t>121</w:t>
            </w:r>
          </w:p>
        </w:tc>
        <w:tc>
          <w:tcPr>
            <w:tcW w:w="0" w:type="auto"/>
          </w:tcPr>
          <w:p w14:paraId="0AE59836" w14:textId="7FFDC853" w:rsidR="00F977E7" w:rsidRPr="00CE2302" w:rsidRDefault="00E27012" w:rsidP="00EA296F">
            <w:r>
              <w:t>8s</w:t>
            </w:r>
          </w:p>
        </w:tc>
        <w:tc>
          <w:tcPr>
            <w:tcW w:w="0" w:type="auto"/>
          </w:tcPr>
          <w:p w14:paraId="250D123B" w14:textId="0E5B4CA3" w:rsidR="00F977E7" w:rsidRDefault="00E27012" w:rsidP="00EA296F">
            <w:r>
              <w:t>~b^-: 4,0 v</w:t>
            </w:r>
            <w:r w:rsidR="00206850">
              <w:t xml:space="preserve">; </w:t>
            </w:r>
            <w:r>
              <w:t>~c: 0,507</w:t>
            </w:r>
          </w:p>
        </w:tc>
      </w:tr>
      <w:tr w:rsidR="00F977E7" w:rsidRPr="001B6138" w14:paraId="1BBF36B7" w14:textId="77777777" w:rsidTr="001B6138">
        <w:tc>
          <w:tcPr>
            <w:tcW w:w="0" w:type="auto"/>
          </w:tcPr>
          <w:p w14:paraId="00A94608" w14:textId="20EBF45B" w:rsidR="00CE256A" w:rsidRDefault="00CE256A" w:rsidP="00EA296F">
            <w:r>
              <w:t>78</w:t>
            </w:r>
          </w:p>
        </w:tc>
        <w:tc>
          <w:tcPr>
            <w:tcW w:w="0" w:type="auto"/>
          </w:tcPr>
          <w:p w14:paraId="78F046BE" w14:textId="134A0B35" w:rsidR="00F977E7" w:rsidRDefault="00CE256A" w:rsidP="00EA296F">
            <w:r>
              <w:t>Pt 198</w:t>
            </w:r>
          </w:p>
        </w:tc>
        <w:tc>
          <w:tcPr>
            <w:tcW w:w="0" w:type="auto"/>
          </w:tcPr>
          <w:p w14:paraId="34D6DCD0" w14:textId="0D5CF597" w:rsidR="00F977E7" w:rsidRDefault="00CE256A" w:rsidP="00EA296F">
            <w:r>
              <w:t>120</w:t>
            </w:r>
          </w:p>
        </w:tc>
        <w:tc>
          <w:tcPr>
            <w:tcW w:w="0" w:type="auto"/>
          </w:tcPr>
          <w:p w14:paraId="31E1EB42" w14:textId="54C406A5" w:rsidR="00F977E7" w:rsidRPr="00CE2302" w:rsidRDefault="00CE256A" w:rsidP="00EA296F">
            <w:r>
              <w:t>stabil</w:t>
            </w:r>
          </w:p>
        </w:tc>
        <w:tc>
          <w:tcPr>
            <w:tcW w:w="0" w:type="auto"/>
          </w:tcPr>
          <w:p w14:paraId="430B18B2" w14:textId="65052721" w:rsidR="00F977E7" w:rsidRDefault="00CE256A" w:rsidP="00EA296F">
            <w:r>
              <w:t>--</w:t>
            </w:r>
          </w:p>
        </w:tc>
      </w:tr>
      <w:tr w:rsidR="00F977E7" w:rsidRPr="001B6138" w14:paraId="342E7239" w14:textId="77777777" w:rsidTr="001B6138">
        <w:tc>
          <w:tcPr>
            <w:tcW w:w="0" w:type="auto"/>
          </w:tcPr>
          <w:p w14:paraId="08DFF9C9" w14:textId="54C9B291" w:rsidR="00F977E7" w:rsidRDefault="00CE256A" w:rsidP="00EA296F">
            <w:r>
              <w:t>78</w:t>
            </w:r>
          </w:p>
        </w:tc>
        <w:tc>
          <w:tcPr>
            <w:tcW w:w="0" w:type="auto"/>
          </w:tcPr>
          <w:p w14:paraId="137E5549" w14:textId="5E244099" w:rsidR="00F977E7" w:rsidRDefault="00CE256A" w:rsidP="00EA296F">
            <w:r>
              <w:t>Pt 199</w:t>
            </w:r>
          </w:p>
        </w:tc>
        <w:tc>
          <w:tcPr>
            <w:tcW w:w="0" w:type="auto"/>
          </w:tcPr>
          <w:p w14:paraId="709A8D03" w14:textId="074F5CAC" w:rsidR="00F977E7" w:rsidRDefault="00CE256A" w:rsidP="00EA296F">
            <w:r>
              <w:t>121</w:t>
            </w:r>
          </w:p>
        </w:tc>
        <w:tc>
          <w:tcPr>
            <w:tcW w:w="0" w:type="auto"/>
          </w:tcPr>
          <w:p w14:paraId="74208E78" w14:textId="3A52A6B2" w:rsidR="00F977E7" w:rsidRPr="00CE2302" w:rsidRDefault="00CE256A" w:rsidP="00EA296F">
            <w:r>
              <w:t>30,8min</w:t>
            </w:r>
          </w:p>
        </w:tc>
        <w:tc>
          <w:tcPr>
            <w:tcW w:w="0" w:type="auto"/>
          </w:tcPr>
          <w:p w14:paraId="20067E78" w14:textId="1376AC76" w:rsidR="00F977E7" w:rsidRDefault="00E27012" w:rsidP="00EA296F">
            <w:r>
              <w:t xml:space="preserve">~b^-: </w:t>
            </w:r>
            <w:r w:rsidR="00CE256A">
              <w:t>1,7 v</w:t>
            </w:r>
            <w:r w:rsidR="00206850">
              <w:t xml:space="preserve">; </w:t>
            </w:r>
            <w:r>
              <w:t xml:space="preserve">~c: </w:t>
            </w:r>
            <w:r w:rsidR="00CE256A">
              <w:t>0,543</w:t>
            </w:r>
          </w:p>
        </w:tc>
      </w:tr>
      <w:tr w:rsidR="00F977E7" w:rsidRPr="001B6138" w14:paraId="3DB2B5C6" w14:textId="77777777" w:rsidTr="001B6138">
        <w:tc>
          <w:tcPr>
            <w:tcW w:w="0" w:type="auto"/>
          </w:tcPr>
          <w:p w14:paraId="5A562B19" w14:textId="7F3C339E" w:rsidR="00F977E7" w:rsidRDefault="00CE256A" w:rsidP="00EA296F">
            <w:r>
              <w:t>78</w:t>
            </w:r>
          </w:p>
        </w:tc>
        <w:tc>
          <w:tcPr>
            <w:tcW w:w="0" w:type="auto"/>
          </w:tcPr>
          <w:p w14:paraId="36C03C45" w14:textId="59531BD7" w:rsidR="00F977E7" w:rsidRDefault="00CE256A" w:rsidP="00EA296F">
            <w:r>
              <w:t>Pt 200</w:t>
            </w:r>
          </w:p>
        </w:tc>
        <w:tc>
          <w:tcPr>
            <w:tcW w:w="0" w:type="auto"/>
          </w:tcPr>
          <w:p w14:paraId="07D4E2E9" w14:textId="7CF55737" w:rsidR="00F977E7" w:rsidRDefault="00CE256A" w:rsidP="00EA296F">
            <w:r>
              <w:t>122</w:t>
            </w:r>
          </w:p>
        </w:tc>
        <w:tc>
          <w:tcPr>
            <w:tcW w:w="0" w:type="auto"/>
          </w:tcPr>
          <w:p w14:paraId="0D11AED5" w14:textId="0FD1D51B" w:rsidR="00F977E7" w:rsidRPr="00CE2302" w:rsidRDefault="00CE256A" w:rsidP="00EA296F">
            <w:r>
              <w:t>12,5h</w:t>
            </w:r>
          </w:p>
        </w:tc>
        <w:tc>
          <w:tcPr>
            <w:tcW w:w="0" w:type="auto"/>
          </w:tcPr>
          <w:p w14:paraId="7A6CDEF7" w14:textId="5AA874FA" w:rsidR="00F977E7" w:rsidRDefault="00E27012" w:rsidP="00EA296F">
            <w:r>
              <w:t xml:space="preserve">~b^-: </w:t>
            </w:r>
            <w:r w:rsidR="00CE256A">
              <w:t>0,6 v</w:t>
            </w:r>
            <w:r w:rsidR="00206850">
              <w:t xml:space="preserve">; </w:t>
            </w:r>
            <w:r>
              <w:t xml:space="preserve">~c: </w:t>
            </w:r>
            <w:r w:rsidR="00CE256A">
              <w:t>0,076</w:t>
            </w:r>
          </w:p>
        </w:tc>
      </w:tr>
      <w:tr w:rsidR="00F977E7" w:rsidRPr="001B6138" w14:paraId="5C6C3907" w14:textId="77777777" w:rsidTr="001B6138">
        <w:tc>
          <w:tcPr>
            <w:tcW w:w="0" w:type="auto"/>
          </w:tcPr>
          <w:p w14:paraId="58B7ABE5" w14:textId="4E6BC58E" w:rsidR="00F977E7" w:rsidRDefault="00CE256A" w:rsidP="00EA296F">
            <w:r>
              <w:t>78</w:t>
            </w:r>
          </w:p>
        </w:tc>
        <w:tc>
          <w:tcPr>
            <w:tcW w:w="0" w:type="auto"/>
          </w:tcPr>
          <w:p w14:paraId="194A5905" w14:textId="35B75F57" w:rsidR="00F977E7" w:rsidRDefault="00CE256A" w:rsidP="00EA296F">
            <w:r>
              <w:t>Pt 201</w:t>
            </w:r>
          </w:p>
        </w:tc>
        <w:tc>
          <w:tcPr>
            <w:tcW w:w="0" w:type="auto"/>
          </w:tcPr>
          <w:p w14:paraId="5445CCB6" w14:textId="58852FBE" w:rsidR="00F977E7" w:rsidRDefault="00CE256A" w:rsidP="00EA296F">
            <w:r>
              <w:t>123</w:t>
            </w:r>
          </w:p>
        </w:tc>
        <w:tc>
          <w:tcPr>
            <w:tcW w:w="0" w:type="auto"/>
          </w:tcPr>
          <w:p w14:paraId="14CB4F4A" w14:textId="156853E0" w:rsidR="00F977E7" w:rsidRPr="00CE2302" w:rsidRDefault="00CE256A" w:rsidP="00EA296F">
            <w:r>
              <w:t>2,5min</w:t>
            </w:r>
          </w:p>
        </w:tc>
        <w:tc>
          <w:tcPr>
            <w:tcW w:w="0" w:type="auto"/>
          </w:tcPr>
          <w:p w14:paraId="56AD964F" w14:textId="26B00E89" w:rsidR="00F977E7" w:rsidRDefault="00E27012" w:rsidP="00EA296F">
            <w:r>
              <w:t xml:space="preserve">~b^-: </w:t>
            </w:r>
            <w:r w:rsidR="00CE256A">
              <w:t>2,7 v</w:t>
            </w:r>
            <w:r w:rsidR="00206850">
              <w:t xml:space="preserve">; </w:t>
            </w:r>
            <w:r>
              <w:t xml:space="preserve">~c: </w:t>
            </w:r>
            <w:r w:rsidR="00CE256A">
              <w:t>1,706</w:t>
            </w:r>
          </w:p>
        </w:tc>
      </w:tr>
      <w:tr w:rsidR="00F977E7" w:rsidRPr="001B6138" w14:paraId="40C8A3B7" w14:textId="77777777" w:rsidTr="001B6138">
        <w:tc>
          <w:tcPr>
            <w:tcW w:w="0" w:type="auto"/>
          </w:tcPr>
          <w:p w14:paraId="0D3EC959" w14:textId="1786A82A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3CBF25F6" w14:textId="5FFF0AE1" w:rsidR="00F977E7" w:rsidRDefault="00CE256A" w:rsidP="00EA296F">
            <w:r>
              <w:t>Au 199</w:t>
            </w:r>
          </w:p>
        </w:tc>
        <w:tc>
          <w:tcPr>
            <w:tcW w:w="0" w:type="auto"/>
          </w:tcPr>
          <w:p w14:paraId="0C2024EA" w14:textId="5ED545FF" w:rsidR="00F977E7" w:rsidRDefault="00CE256A" w:rsidP="00EA296F">
            <w:r>
              <w:t>120</w:t>
            </w:r>
          </w:p>
        </w:tc>
        <w:tc>
          <w:tcPr>
            <w:tcW w:w="0" w:type="auto"/>
          </w:tcPr>
          <w:p w14:paraId="4834D09E" w14:textId="1310D17A" w:rsidR="00F977E7" w:rsidRPr="00CE2302" w:rsidRDefault="004F3F47" w:rsidP="00EA296F">
            <w:r>
              <w:t>3,139d</w:t>
            </w:r>
          </w:p>
        </w:tc>
        <w:tc>
          <w:tcPr>
            <w:tcW w:w="0" w:type="auto"/>
          </w:tcPr>
          <w:p w14:paraId="2D340C4D" w14:textId="46EA1913" w:rsidR="00F977E7" w:rsidRDefault="00E27012" w:rsidP="00EA296F">
            <w:r>
              <w:t xml:space="preserve">~b^-: </w:t>
            </w:r>
            <w:r w:rsidR="004F3F47">
              <w:t>0,3 v</w:t>
            </w:r>
            <w:r w:rsidR="00206850">
              <w:t xml:space="preserve">; </w:t>
            </w:r>
            <w:r>
              <w:t xml:space="preserve">~c: </w:t>
            </w:r>
            <w:r w:rsidR="004F3F47">
              <w:t>0,158</w:t>
            </w:r>
          </w:p>
        </w:tc>
      </w:tr>
      <w:tr w:rsidR="00F977E7" w:rsidRPr="001B6138" w14:paraId="5C17AD52" w14:textId="77777777" w:rsidTr="001B6138">
        <w:tc>
          <w:tcPr>
            <w:tcW w:w="0" w:type="auto"/>
          </w:tcPr>
          <w:p w14:paraId="3D8FA9DC" w14:textId="18D3A9A9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4B742DB2" w14:textId="325E20F3" w:rsidR="00F977E7" w:rsidRDefault="00CE256A" w:rsidP="00EA296F">
            <w:r>
              <w:t>Au 200</w:t>
            </w:r>
          </w:p>
        </w:tc>
        <w:tc>
          <w:tcPr>
            <w:tcW w:w="0" w:type="auto"/>
          </w:tcPr>
          <w:p w14:paraId="4309D829" w14:textId="48898392" w:rsidR="00F977E7" w:rsidRDefault="00CE256A" w:rsidP="00EA296F">
            <w:r>
              <w:t>121</w:t>
            </w:r>
          </w:p>
        </w:tc>
        <w:tc>
          <w:tcPr>
            <w:tcW w:w="0" w:type="auto"/>
          </w:tcPr>
          <w:p w14:paraId="6BB67635" w14:textId="074103DA" w:rsidR="00F977E7" w:rsidRPr="00CE2302" w:rsidRDefault="004F3F47" w:rsidP="00EA296F">
            <w:r>
              <w:t>48,4min</w:t>
            </w:r>
          </w:p>
        </w:tc>
        <w:tc>
          <w:tcPr>
            <w:tcW w:w="0" w:type="auto"/>
          </w:tcPr>
          <w:p w14:paraId="51E1BCE0" w14:textId="5465A398" w:rsidR="00F977E7" w:rsidRDefault="00E27012" w:rsidP="00EA296F">
            <w:r>
              <w:t xml:space="preserve">~b^-: </w:t>
            </w:r>
            <w:r w:rsidR="004F3F47">
              <w:t>2,3 v</w:t>
            </w:r>
            <w:r w:rsidR="00206850">
              <w:t xml:space="preserve">; </w:t>
            </w:r>
            <w:r>
              <w:t xml:space="preserve">~c: </w:t>
            </w:r>
            <w:r w:rsidR="004F3F47">
              <w:t>0,368</w:t>
            </w:r>
          </w:p>
        </w:tc>
      </w:tr>
      <w:tr w:rsidR="00F977E7" w:rsidRPr="001B6138" w14:paraId="70536F4F" w14:textId="77777777" w:rsidTr="001B6138">
        <w:tc>
          <w:tcPr>
            <w:tcW w:w="0" w:type="auto"/>
          </w:tcPr>
          <w:p w14:paraId="7BE0883A" w14:textId="77EAE3C1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6FD70411" w14:textId="01AE3607" w:rsidR="00F977E7" w:rsidRDefault="00CE256A" w:rsidP="00EA296F">
            <w:r>
              <w:t>Au 201</w:t>
            </w:r>
          </w:p>
        </w:tc>
        <w:tc>
          <w:tcPr>
            <w:tcW w:w="0" w:type="auto"/>
          </w:tcPr>
          <w:p w14:paraId="26C3E8B4" w14:textId="78614BEA" w:rsidR="00F977E7" w:rsidRDefault="00CE256A" w:rsidP="00EA296F">
            <w:r>
              <w:t>122</w:t>
            </w:r>
          </w:p>
        </w:tc>
        <w:tc>
          <w:tcPr>
            <w:tcW w:w="0" w:type="auto"/>
          </w:tcPr>
          <w:p w14:paraId="44C303DA" w14:textId="643D7418" w:rsidR="00F977E7" w:rsidRPr="00CE2302" w:rsidRDefault="004F3F47" w:rsidP="00EA296F">
            <w:r>
              <w:t>26,4min</w:t>
            </w:r>
          </w:p>
        </w:tc>
        <w:tc>
          <w:tcPr>
            <w:tcW w:w="0" w:type="auto"/>
          </w:tcPr>
          <w:p w14:paraId="0877A075" w14:textId="2E57A559" w:rsidR="00F977E7" w:rsidRDefault="00E27012" w:rsidP="00EA296F">
            <w:r>
              <w:t xml:space="preserve">~b^-: </w:t>
            </w:r>
            <w:r w:rsidR="004F3F47">
              <w:t>1,3 v</w:t>
            </w:r>
            <w:r w:rsidR="00206850">
              <w:t xml:space="preserve">; </w:t>
            </w:r>
            <w:r>
              <w:t xml:space="preserve">~c: </w:t>
            </w:r>
            <w:r w:rsidR="004F3F47">
              <w:t>0,543</w:t>
            </w:r>
          </w:p>
        </w:tc>
      </w:tr>
      <w:tr w:rsidR="00F977E7" w:rsidRPr="001B6138" w14:paraId="436D838F" w14:textId="77777777" w:rsidTr="001B6138">
        <w:tc>
          <w:tcPr>
            <w:tcW w:w="0" w:type="auto"/>
          </w:tcPr>
          <w:p w14:paraId="37039B9C" w14:textId="2108849F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20757429" w14:textId="5E32E5F9" w:rsidR="00F977E7" w:rsidRDefault="00CE256A" w:rsidP="00EA296F">
            <w:r>
              <w:t>Au 202</w:t>
            </w:r>
          </w:p>
        </w:tc>
        <w:tc>
          <w:tcPr>
            <w:tcW w:w="0" w:type="auto"/>
          </w:tcPr>
          <w:p w14:paraId="54F5FD1E" w14:textId="18D47219" w:rsidR="00F977E7" w:rsidRDefault="00CE256A" w:rsidP="00EA296F">
            <w:r>
              <w:t>123</w:t>
            </w:r>
          </w:p>
        </w:tc>
        <w:tc>
          <w:tcPr>
            <w:tcW w:w="0" w:type="auto"/>
          </w:tcPr>
          <w:p w14:paraId="7BFC58E3" w14:textId="249BBBE0" w:rsidR="00F977E7" w:rsidRPr="00CE2302" w:rsidRDefault="004F3F47" w:rsidP="00EA296F">
            <w:r>
              <w:t>28s</w:t>
            </w:r>
          </w:p>
        </w:tc>
        <w:tc>
          <w:tcPr>
            <w:tcW w:w="0" w:type="auto"/>
          </w:tcPr>
          <w:p w14:paraId="1AEAF95F" w14:textId="21AB4FE2" w:rsidR="00F977E7" w:rsidRDefault="00E27012" w:rsidP="00EA296F">
            <w:r>
              <w:t xml:space="preserve">~b^-: </w:t>
            </w:r>
            <w:r w:rsidR="004F3F47">
              <w:t>3,5 v</w:t>
            </w:r>
            <w:r w:rsidR="00206850">
              <w:t xml:space="preserve">; </w:t>
            </w:r>
            <w:r>
              <w:t xml:space="preserve">~c: </w:t>
            </w:r>
            <w:r w:rsidR="004F3F47">
              <w:t>0,440</w:t>
            </w:r>
          </w:p>
        </w:tc>
      </w:tr>
      <w:tr w:rsidR="00F977E7" w:rsidRPr="001B6138" w14:paraId="0897BC85" w14:textId="77777777" w:rsidTr="001B6138">
        <w:tc>
          <w:tcPr>
            <w:tcW w:w="0" w:type="auto"/>
          </w:tcPr>
          <w:p w14:paraId="601593D7" w14:textId="189CC3EE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36D58BAD" w14:textId="56FC0C74" w:rsidR="00F977E7" w:rsidRDefault="00CE256A" w:rsidP="00EA296F">
            <w:r>
              <w:t>Au 203</w:t>
            </w:r>
          </w:p>
        </w:tc>
        <w:tc>
          <w:tcPr>
            <w:tcW w:w="0" w:type="auto"/>
          </w:tcPr>
          <w:p w14:paraId="395C4D41" w14:textId="0417FF43" w:rsidR="00F977E7" w:rsidRDefault="00CE256A" w:rsidP="00EA296F">
            <w:r>
              <w:t>124</w:t>
            </w:r>
          </w:p>
        </w:tc>
        <w:tc>
          <w:tcPr>
            <w:tcW w:w="0" w:type="auto"/>
          </w:tcPr>
          <w:p w14:paraId="250C958D" w14:textId="05833D38" w:rsidR="00F977E7" w:rsidRPr="00CE2302" w:rsidRDefault="004F3F47" w:rsidP="00EA296F">
            <w:r>
              <w:t>60s</w:t>
            </w:r>
          </w:p>
        </w:tc>
        <w:tc>
          <w:tcPr>
            <w:tcW w:w="0" w:type="auto"/>
          </w:tcPr>
          <w:p w14:paraId="6ED1FB04" w14:textId="1B4ABCD2" w:rsidR="00F977E7" w:rsidRDefault="00E27012" w:rsidP="00EA296F">
            <w:r>
              <w:t xml:space="preserve">~b^-: </w:t>
            </w:r>
            <w:r w:rsidR="004F3F47">
              <w:t>2,0 v</w:t>
            </w:r>
            <w:r w:rsidR="00206850">
              <w:t xml:space="preserve">; </w:t>
            </w:r>
            <w:r>
              <w:t xml:space="preserve">~c: </w:t>
            </w:r>
            <w:r w:rsidR="004F3F47">
              <w:t>0,218</w:t>
            </w:r>
          </w:p>
        </w:tc>
      </w:tr>
      <w:tr w:rsidR="00F977E7" w:rsidRPr="001B6138" w14:paraId="5C922F3D" w14:textId="77777777" w:rsidTr="001B6138">
        <w:tc>
          <w:tcPr>
            <w:tcW w:w="0" w:type="auto"/>
          </w:tcPr>
          <w:p w14:paraId="5A3ACA89" w14:textId="36F87D36" w:rsidR="00F977E7" w:rsidRDefault="00CE256A" w:rsidP="00EA296F">
            <w:r>
              <w:t>79</w:t>
            </w:r>
          </w:p>
        </w:tc>
        <w:tc>
          <w:tcPr>
            <w:tcW w:w="0" w:type="auto"/>
          </w:tcPr>
          <w:p w14:paraId="1C78CDCD" w14:textId="67E04E95" w:rsidR="00F977E7" w:rsidRDefault="00CE256A" w:rsidP="00EA296F">
            <w:r>
              <w:t>Au 204</w:t>
            </w:r>
          </w:p>
        </w:tc>
        <w:tc>
          <w:tcPr>
            <w:tcW w:w="0" w:type="auto"/>
          </w:tcPr>
          <w:p w14:paraId="617BF7C1" w14:textId="34ADE867" w:rsidR="00F977E7" w:rsidRDefault="00CE256A" w:rsidP="00EA296F">
            <w:r>
              <w:t>125</w:t>
            </w:r>
          </w:p>
        </w:tc>
        <w:tc>
          <w:tcPr>
            <w:tcW w:w="0" w:type="auto"/>
          </w:tcPr>
          <w:p w14:paraId="6BDC8F7C" w14:textId="16D053B4" w:rsidR="00F977E7" w:rsidRPr="00CE2302" w:rsidRDefault="004F3F47" w:rsidP="00EA296F">
            <w:r>
              <w:t>39,8s</w:t>
            </w:r>
          </w:p>
        </w:tc>
        <w:tc>
          <w:tcPr>
            <w:tcW w:w="0" w:type="auto"/>
          </w:tcPr>
          <w:p w14:paraId="0779893A" w14:textId="0099C766" w:rsidR="00F977E7" w:rsidRDefault="00E27012" w:rsidP="00EA296F">
            <w:r>
              <w:t xml:space="preserve">~b^-: </w:t>
            </w:r>
            <w:r w:rsidR="004F3F47">
              <w:t>4,3 v</w:t>
            </w:r>
            <w:r w:rsidR="00206850">
              <w:t xml:space="preserve">; </w:t>
            </w:r>
            <w:r>
              <w:t xml:space="preserve">~c: </w:t>
            </w:r>
            <w:r w:rsidR="004F3F47">
              <w:t>0,437</w:t>
            </w:r>
          </w:p>
        </w:tc>
      </w:tr>
      <w:tr w:rsidR="00F977E7" w:rsidRPr="001B6138" w14:paraId="6C93827E" w14:textId="77777777" w:rsidTr="001B6138">
        <w:tc>
          <w:tcPr>
            <w:tcW w:w="0" w:type="auto"/>
          </w:tcPr>
          <w:p w14:paraId="2B0C32DC" w14:textId="31A3EBAD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0E07F76B" w14:textId="455F7E53" w:rsidR="00F977E7" w:rsidRDefault="00BC1918" w:rsidP="00EA296F">
            <w:r>
              <w:t>Hg 200</w:t>
            </w:r>
          </w:p>
        </w:tc>
        <w:tc>
          <w:tcPr>
            <w:tcW w:w="0" w:type="auto"/>
          </w:tcPr>
          <w:p w14:paraId="62AB8103" w14:textId="5CE3C4E4" w:rsidR="00F977E7" w:rsidRDefault="00BC1918" w:rsidP="00EA296F">
            <w:r>
              <w:t>120</w:t>
            </w:r>
          </w:p>
        </w:tc>
        <w:tc>
          <w:tcPr>
            <w:tcW w:w="0" w:type="auto"/>
          </w:tcPr>
          <w:p w14:paraId="68813252" w14:textId="0D2184A3" w:rsidR="00F977E7" w:rsidRPr="00CE2302" w:rsidRDefault="008D1E28" w:rsidP="00EA296F">
            <w:r>
              <w:t>stabil</w:t>
            </w:r>
          </w:p>
        </w:tc>
        <w:tc>
          <w:tcPr>
            <w:tcW w:w="0" w:type="auto"/>
          </w:tcPr>
          <w:p w14:paraId="3F7452A6" w14:textId="2EE9DFE7" w:rsidR="00F977E7" w:rsidRDefault="008D1E28" w:rsidP="00EA296F">
            <w:r>
              <w:t>--</w:t>
            </w:r>
          </w:p>
        </w:tc>
      </w:tr>
      <w:tr w:rsidR="00F977E7" w:rsidRPr="001B6138" w14:paraId="2865C485" w14:textId="77777777" w:rsidTr="001B6138">
        <w:tc>
          <w:tcPr>
            <w:tcW w:w="0" w:type="auto"/>
          </w:tcPr>
          <w:p w14:paraId="3455CCAA" w14:textId="2F10C6BF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5A996A80" w14:textId="6F85EF92" w:rsidR="00F977E7" w:rsidRDefault="00BC1918" w:rsidP="00EA296F">
            <w:r>
              <w:t>Hg 201</w:t>
            </w:r>
          </w:p>
        </w:tc>
        <w:tc>
          <w:tcPr>
            <w:tcW w:w="0" w:type="auto"/>
          </w:tcPr>
          <w:p w14:paraId="4A979B0C" w14:textId="0B978313" w:rsidR="00F977E7" w:rsidRDefault="00BC1918" w:rsidP="00EA296F">
            <w:r>
              <w:t>121</w:t>
            </w:r>
          </w:p>
        </w:tc>
        <w:tc>
          <w:tcPr>
            <w:tcW w:w="0" w:type="auto"/>
          </w:tcPr>
          <w:p w14:paraId="35240070" w14:textId="0DC2E05A" w:rsidR="00F977E7" w:rsidRPr="00CE2302" w:rsidRDefault="008D1E28" w:rsidP="00EA296F">
            <w:r>
              <w:t>stabil</w:t>
            </w:r>
          </w:p>
        </w:tc>
        <w:tc>
          <w:tcPr>
            <w:tcW w:w="0" w:type="auto"/>
          </w:tcPr>
          <w:p w14:paraId="4131A3CD" w14:textId="2DAA007D" w:rsidR="00F977E7" w:rsidRDefault="008D1E28" w:rsidP="00EA296F">
            <w:r>
              <w:t>--</w:t>
            </w:r>
          </w:p>
        </w:tc>
      </w:tr>
      <w:tr w:rsidR="00F977E7" w:rsidRPr="001B6138" w14:paraId="24DD47C4" w14:textId="77777777" w:rsidTr="001B6138">
        <w:tc>
          <w:tcPr>
            <w:tcW w:w="0" w:type="auto"/>
          </w:tcPr>
          <w:p w14:paraId="62B7870B" w14:textId="08A092FB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35C48FC8" w14:textId="10685A66" w:rsidR="00F977E7" w:rsidRDefault="00BC1918" w:rsidP="00EA296F">
            <w:r>
              <w:t>Hg 202</w:t>
            </w:r>
          </w:p>
        </w:tc>
        <w:tc>
          <w:tcPr>
            <w:tcW w:w="0" w:type="auto"/>
          </w:tcPr>
          <w:p w14:paraId="50CCBCE1" w14:textId="7B739898" w:rsidR="00F977E7" w:rsidRDefault="00BC1918" w:rsidP="00EA296F">
            <w:r>
              <w:t>122</w:t>
            </w:r>
          </w:p>
        </w:tc>
        <w:tc>
          <w:tcPr>
            <w:tcW w:w="0" w:type="auto"/>
          </w:tcPr>
          <w:p w14:paraId="5976D9AE" w14:textId="35C06655" w:rsidR="00F977E7" w:rsidRPr="00CE2302" w:rsidRDefault="008D1E28" w:rsidP="00EA296F">
            <w:r>
              <w:t>stabil</w:t>
            </w:r>
          </w:p>
        </w:tc>
        <w:tc>
          <w:tcPr>
            <w:tcW w:w="0" w:type="auto"/>
          </w:tcPr>
          <w:p w14:paraId="3F89CF2A" w14:textId="772EDBB5" w:rsidR="00F977E7" w:rsidRDefault="008D1E28" w:rsidP="00EA296F">
            <w:r>
              <w:t>--</w:t>
            </w:r>
          </w:p>
        </w:tc>
      </w:tr>
      <w:tr w:rsidR="00F977E7" w:rsidRPr="001B6138" w14:paraId="15659D5A" w14:textId="77777777" w:rsidTr="001B6138">
        <w:tc>
          <w:tcPr>
            <w:tcW w:w="0" w:type="auto"/>
          </w:tcPr>
          <w:p w14:paraId="0013DCF9" w14:textId="351B4C34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1510FA47" w14:textId="64E98DEF" w:rsidR="00F977E7" w:rsidRDefault="00BC1918" w:rsidP="00EA296F">
            <w:r>
              <w:t>Hg 203</w:t>
            </w:r>
          </w:p>
        </w:tc>
        <w:tc>
          <w:tcPr>
            <w:tcW w:w="0" w:type="auto"/>
          </w:tcPr>
          <w:p w14:paraId="475E23A6" w14:textId="3BE44731" w:rsidR="00F977E7" w:rsidRDefault="00BC1918" w:rsidP="00EA296F">
            <w:r>
              <w:t>123</w:t>
            </w:r>
          </w:p>
        </w:tc>
        <w:tc>
          <w:tcPr>
            <w:tcW w:w="0" w:type="auto"/>
          </w:tcPr>
          <w:p w14:paraId="018A8519" w14:textId="15B7961B" w:rsidR="00F977E7" w:rsidRPr="00CE2302" w:rsidRDefault="008D1E28" w:rsidP="00EA296F">
            <w:r>
              <w:t>46,59d</w:t>
            </w:r>
          </w:p>
        </w:tc>
        <w:tc>
          <w:tcPr>
            <w:tcW w:w="0" w:type="auto"/>
          </w:tcPr>
          <w:p w14:paraId="3A20BFAA" w14:textId="0AC4B93F" w:rsidR="00F977E7" w:rsidRDefault="00E27012" w:rsidP="00EA296F">
            <w:r>
              <w:t xml:space="preserve">~b^-: </w:t>
            </w:r>
            <w:r w:rsidR="008D1E28">
              <w:t>0,2 v</w:t>
            </w:r>
            <w:r w:rsidR="00206850">
              <w:t xml:space="preserve">; </w:t>
            </w:r>
            <w:r>
              <w:t xml:space="preserve">~c: </w:t>
            </w:r>
            <w:r w:rsidR="008D1E28">
              <w:t>0,279</w:t>
            </w:r>
          </w:p>
        </w:tc>
      </w:tr>
      <w:tr w:rsidR="00F977E7" w:rsidRPr="001B6138" w14:paraId="7E611E7B" w14:textId="77777777" w:rsidTr="001B6138">
        <w:tc>
          <w:tcPr>
            <w:tcW w:w="0" w:type="auto"/>
          </w:tcPr>
          <w:p w14:paraId="72B48605" w14:textId="0F5759F0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12866AE0" w14:textId="3A24AF13" w:rsidR="00F977E7" w:rsidRDefault="00BC1918" w:rsidP="00EA296F">
            <w:r>
              <w:t>Hg 204</w:t>
            </w:r>
          </w:p>
        </w:tc>
        <w:tc>
          <w:tcPr>
            <w:tcW w:w="0" w:type="auto"/>
          </w:tcPr>
          <w:p w14:paraId="49BECCFF" w14:textId="553F9198" w:rsidR="00F977E7" w:rsidRDefault="00BC1918" w:rsidP="00EA296F">
            <w:r>
              <w:t>124</w:t>
            </w:r>
          </w:p>
        </w:tc>
        <w:tc>
          <w:tcPr>
            <w:tcW w:w="0" w:type="auto"/>
          </w:tcPr>
          <w:p w14:paraId="37CB2043" w14:textId="5CC8EDD7" w:rsidR="00F977E7" w:rsidRPr="00CE2302" w:rsidRDefault="008D1E28" w:rsidP="00EA296F">
            <w:r>
              <w:t>stabil</w:t>
            </w:r>
          </w:p>
        </w:tc>
        <w:tc>
          <w:tcPr>
            <w:tcW w:w="0" w:type="auto"/>
          </w:tcPr>
          <w:p w14:paraId="06A18B13" w14:textId="708D5246" w:rsidR="00F977E7" w:rsidRDefault="008D1E28" w:rsidP="00EA296F">
            <w:r>
              <w:t>--</w:t>
            </w:r>
          </w:p>
        </w:tc>
      </w:tr>
      <w:tr w:rsidR="00F977E7" w:rsidRPr="001B6138" w14:paraId="6C58245C" w14:textId="77777777" w:rsidTr="001B6138">
        <w:tc>
          <w:tcPr>
            <w:tcW w:w="0" w:type="auto"/>
          </w:tcPr>
          <w:p w14:paraId="23CFED92" w14:textId="23E6F39B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7AD9B53B" w14:textId="10F525A0" w:rsidR="00F977E7" w:rsidRDefault="00BC1918" w:rsidP="00EA296F">
            <w:r>
              <w:t>Hg 205</w:t>
            </w:r>
          </w:p>
        </w:tc>
        <w:tc>
          <w:tcPr>
            <w:tcW w:w="0" w:type="auto"/>
          </w:tcPr>
          <w:p w14:paraId="0D0A854F" w14:textId="18D49F29" w:rsidR="00F977E7" w:rsidRDefault="00BC1918" w:rsidP="00EA296F">
            <w:r>
              <w:t>125</w:t>
            </w:r>
          </w:p>
        </w:tc>
        <w:tc>
          <w:tcPr>
            <w:tcW w:w="0" w:type="auto"/>
          </w:tcPr>
          <w:p w14:paraId="67A8D853" w14:textId="3F065470" w:rsidR="00F977E7" w:rsidRPr="00CE2302" w:rsidRDefault="008D1E28" w:rsidP="00EA296F">
            <w:r>
              <w:t>5,2min</w:t>
            </w:r>
          </w:p>
        </w:tc>
        <w:tc>
          <w:tcPr>
            <w:tcW w:w="0" w:type="auto"/>
          </w:tcPr>
          <w:p w14:paraId="537FE3EF" w14:textId="3B3A5BD0" w:rsidR="00F977E7" w:rsidRDefault="00E27012" w:rsidP="00EA296F">
            <w:r>
              <w:t xml:space="preserve">~b^-: </w:t>
            </w:r>
            <w:r w:rsidR="008D1E28">
              <w:t>1,5 v</w:t>
            </w:r>
            <w:r w:rsidR="00206850">
              <w:t xml:space="preserve">; </w:t>
            </w:r>
            <w:r>
              <w:t xml:space="preserve">~c: </w:t>
            </w:r>
            <w:r w:rsidR="008D1E28">
              <w:t>0,204</w:t>
            </w:r>
          </w:p>
        </w:tc>
      </w:tr>
      <w:tr w:rsidR="00F977E7" w:rsidRPr="001B6138" w14:paraId="26C57773" w14:textId="77777777" w:rsidTr="001B6138">
        <w:tc>
          <w:tcPr>
            <w:tcW w:w="0" w:type="auto"/>
          </w:tcPr>
          <w:p w14:paraId="2D4A0605" w14:textId="4CC581CF" w:rsidR="00F977E7" w:rsidRDefault="00BC1918" w:rsidP="00EA296F">
            <w:r>
              <w:t>80</w:t>
            </w:r>
          </w:p>
        </w:tc>
        <w:tc>
          <w:tcPr>
            <w:tcW w:w="0" w:type="auto"/>
          </w:tcPr>
          <w:p w14:paraId="0BD5A74A" w14:textId="52484A53" w:rsidR="00F977E7" w:rsidRDefault="00BC1918" w:rsidP="00EA296F">
            <w:r>
              <w:t>Hg 206</w:t>
            </w:r>
          </w:p>
        </w:tc>
        <w:tc>
          <w:tcPr>
            <w:tcW w:w="0" w:type="auto"/>
          </w:tcPr>
          <w:p w14:paraId="1E7F8193" w14:textId="21A05058" w:rsidR="00F977E7" w:rsidRDefault="00BC1918" w:rsidP="00EA296F">
            <w:r>
              <w:t>126</w:t>
            </w:r>
          </w:p>
        </w:tc>
        <w:tc>
          <w:tcPr>
            <w:tcW w:w="0" w:type="auto"/>
          </w:tcPr>
          <w:p w14:paraId="1C9AA704" w14:textId="70E2233A" w:rsidR="00F977E7" w:rsidRPr="00CE2302" w:rsidRDefault="008D1E28" w:rsidP="00EA296F">
            <w:r>
              <w:t>8,15min</w:t>
            </w:r>
          </w:p>
        </w:tc>
        <w:tc>
          <w:tcPr>
            <w:tcW w:w="0" w:type="auto"/>
          </w:tcPr>
          <w:p w14:paraId="74060A49" w14:textId="1FDCAF5F" w:rsidR="00F977E7" w:rsidRDefault="00E27012" w:rsidP="00EA296F">
            <w:r>
              <w:t xml:space="preserve">~b^-: </w:t>
            </w:r>
            <w:r w:rsidR="008D1E28">
              <w:t>1,5 v</w:t>
            </w:r>
            <w:r w:rsidR="00206850">
              <w:t xml:space="preserve">; </w:t>
            </w:r>
            <w:r>
              <w:t xml:space="preserve">~c: </w:t>
            </w:r>
            <w:r w:rsidR="008D1E28">
              <w:t>0,305</w:t>
            </w:r>
          </w:p>
        </w:tc>
      </w:tr>
      <w:tr w:rsidR="00F977E7" w:rsidRPr="001B6138" w14:paraId="34099FB1" w14:textId="77777777" w:rsidTr="001B6138">
        <w:tc>
          <w:tcPr>
            <w:tcW w:w="0" w:type="auto"/>
          </w:tcPr>
          <w:p w14:paraId="2DF8D40D" w14:textId="675A5397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3DEBBD28" w14:textId="52B6231F" w:rsidR="00F977E7" w:rsidRDefault="006445B5" w:rsidP="00EA296F">
            <w:r>
              <w:t>Tl 201</w:t>
            </w:r>
          </w:p>
        </w:tc>
        <w:tc>
          <w:tcPr>
            <w:tcW w:w="0" w:type="auto"/>
          </w:tcPr>
          <w:p w14:paraId="17C4777C" w14:textId="5C2884E5" w:rsidR="00F977E7" w:rsidRDefault="006445B5" w:rsidP="00EA296F">
            <w:r>
              <w:t>120</w:t>
            </w:r>
          </w:p>
        </w:tc>
        <w:tc>
          <w:tcPr>
            <w:tcW w:w="0" w:type="auto"/>
          </w:tcPr>
          <w:p w14:paraId="67287C41" w14:textId="1BCD0A90" w:rsidR="00F977E7" w:rsidRPr="00CE2302" w:rsidRDefault="006445B5" w:rsidP="00EA296F">
            <w:r>
              <w:t>73,1h</w:t>
            </w:r>
          </w:p>
        </w:tc>
        <w:tc>
          <w:tcPr>
            <w:tcW w:w="0" w:type="auto"/>
          </w:tcPr>
          <w:p w14:paraId="1733A9E6" w14:textId="4A69A07F" w:rsidR="00F977E7" w:rsidRDefault="00E27012" w:rsidP="00EA296F">
            <w:r>
              <w:t xml:space="preserve">~b^+: </w:t>
            </w:r>
            <w:r w:rsidR="006445B5">
              <w:t>v</w:t>
            </w:r>
            <w:r w:rsidR="00206850">
              <w:t xml:space="preserve">; </w:t>
            </w:r>
            <w:r>
              <w:t xml:space="preserve">~c: </w:t>
            </w:r>
            <w:r w:rsidR="006445B5">
              <w:t>0,167</w:t>
            </w:r>
          </w:p>
        </w:tc>
      </w:tr>
      <w:tr w:rsidR="00F977E7" w:rsidRPr="001B6138" w14:paraId="78BA2B69" w14:textId="77777777" w:rsidTr="001B6138">
        <w:tc>
          <w:tcPr>
            <w:tcW w:w="0" w:type="auto"/>
          </w:tcPr>
          <w:p w14:paraId="3C7A19B7" w14:textId="7FEB3DB7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333951BB" w14:textId="0B8F575A" w:rsidR="00F977E7" w:rsidRDefault="006445B5" w:rsidP="00EA296F">
            <w:r>
              <w:t>Tl 202</w:t>
            </w:r>
          </w:p>
        </w:tc>
        <w:tc>
          <w:tcPr>
            <w:tcW w:w="0" w:type="auto"/>
          </w:tcPr>
          <w:p w14:paraId="39013B04" w14:textId="07529A49" w:rsidR="00F977E7" w:rsidRDefault="006445B5" w:rsidP="00EA296F">
            <w:r>
              <w:t>121</w:t>
            </w:r>
          </w:p>
        </w:tc>
        <w:tc>
          <w:tcPr>
            <w:tcW w:w="0" w:type="auto"/>
          </w:tcPr>
          <w:p w14:paraId="7F41D840" w14:textId="17493ED1" w:rsidR="00F977E7" w:rsidRPr="00CE2302" w:rsidRDefault="006445B5" w:rsidP="00EA296F">
            <w:r>
              <w:t>12,23d</w:t>
            </w:r>
          </w:p>
        </w:tc>
        <w:tc>
          <w:tcPr>
            <w:tcW w:w="0" w:type="auto"/>
          </w:tcPr>
          <w:p w14:paraId="1C11FA40" w14:textId="2B95A2DA" w:rsidR="00F977E7" w:rsidRDefault="00E27012" w:rsidP="00EA296F">
            <w:r>
              <w:t xml:space="preserve">~b^+: </w:t>
            </w:r>
            <w:r w:rsidR="006445B5">
              <w:t>v</w:t>
            </w:r>
            <w:r w:rsidR="00206850">
              <w:t xml:space="preserve">; </w:t>
            </w:r>
            <w:r>
              <w:t xml:space="preserve">~c: </w:t>
            </w:r>
            <w:r w:rsidR="006445B5">
              <w:t>0,440</w:t>
            </w:r>
          </w:p>
        </w:tc>
      </w:tr>
      <w:tr w:rsidR="00F977E7" w:rsidRPr="001B6138" w14:paraId="17661A60" w14:textId="77777777" w:rsidTr="001B6138">
        <w:tc>
          <w:tcPr>
            <w:tcW w:w="0" w:type="auto"/>
          </w:tcPr>
          <w:p w14:paraId="1B1DC36C" w14:textId="19D632AA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5FDED967" w14:textId="3CDCE4EF" w:rsidR="00F977E7" w:rsidRDefault="006445B5" w:rsidP="00EA296F">
            <w:r>
              <w:t>Tl 203</w:t>
            </w:r>
          </w:p>
        </w:tc>
        <w:tc>
          <w:tcPr>
            <w:tcW w:w="0" w:type="auto"/>
          </w:tcPr>
          <w:p w14:paraId="03473617" w14:textId="4F0860AD" w:rsidR="00F977E7" w:rsidRDefault="006445B5" w:rsidP="00EA296F">
            <w:r>
              <w:t>122</w:t>
            </w:r>
          </w:p>
        </w:tc>
        <w:tc>
          <w:tcPr>
            <w:tcW w:w="0" w:type="auto"/>
          </w:tcPr>
          <w:p w14:paraId="5DF2B285" w14:textId="0A00D3DA" w:rsidR="00F977E7" w:rsidRPr="00CE2302" w:rsidRDefault="006445B5" w:rsidP="00EA296F">
            <w:r>
              <w:t>stabil</w:t>
            </w:r>
          </w:p>
        </w:tc>
        <w:tc>
          <w:tcPr>
            <w:tcW w:w="0" w:type="auto"/>
          </w:tcPr>
          <w:p w14:paraId="42B791ED" w14:textId="4530D519" w:rsidR="00F977E7" w:rsidRDefault="006445B5" w:rsidP="00EA296F">
            <w:r>
              <w:t>--</w:t>
            </w:r>
          </w:p>
        </w:tc>
      </w:tr>
      <w:tr w:rsidR="00F977E7" w:rsidRPr="001B6138" w14:paraId="3A479459" w14:textId="77777777" w:rsidTr="001B6138">
        <w:tc>
          <w:tcPr>
            <w:tcW w:w="0" w:type="auto"/>
          </w:tcPr>
          <w:p w14:paraId="57129972" w14:textId="5C96EC05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7F959303" w14:textId="25EF4BB3" w:rsidR="00F977E7" w:rsidRDefault="006445B5" w:rsidP="00EA296F">
            <w:r>
              <w:t>Tl 204</w:t>
            </w:r>
          </w:p>
        </w:tc>
        <w:tc>
          <w:tcPr>
            <w:tcW w:w="0" w:type="auto"/>
          </w:tcPr>
          <w:p w14:paraId="2835C9CF" w14:textId="5514A9E6" w:rsidR="00F977E7" w:rsidRDefault="006445B5" w:rsidP="00EA296F">
            <w:r>
              <w:t>123</w:t>
            </w:r>
          </w:p>
        </w:tc>
        <w:tc>
          <w:tcPr>
            <w:tcW w:w="0" w:type="auto"/>
          </w:tcPr>
          <w:p w14:paraId="328BDD72" w14:textId="53F0F01B" w:rsidR="00F977E7" w:rsidRPr="00CE2302" w:rsidRDefault="006445B5" w:rsidP="00EA296F">
            <w:r>
              <w:t>3,78a</w:t>
            </w:r>
          </w:p>
        </w:tc>
        <w:tc>
          <w:tcPr>
            <w:tcW w:w="0" w:type="auto"/>
          </w:tcPr>
          <w:p w14:paraId="3ABB30B0" w14:textId="14C0F46F" w:rsidR="00F977E7" w:rsidRDefault="00E27012" w:rsidP="00EA296F">
            <w:r>
              <w:t xml:space="preserve">~b^-: </w:t>
            </w:r>
            <w:r w:rsidR="006445B5">
              <w:t>0,8 v</w:t>
            </w:r>
          </w:p>
        </w:tc>
      </w:tr>
      <w:tr w:rsidR="00F977E7" w:rsidRPr="001B6138" w14:paraId="604D10B0" w14:textId="77777777" w:rsidTr="001B6138">
        <w:tc>
          <w:tcPr>
            <w:tcW w:w="0" w:type="auto"/>
          </w:tcPr>
          <w:p w14:paraId="5DF8A081" w14:textId="28200D57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263253CD" w14:textId="53FF608B" w:rsidR="00F977E7" w:rsidRDefault="006445B5" w:rsidP="00EA296F">
            <w:r>
              <w:t>Tl 205</w:t>
            </w:r>
          </w:p>
        </w:tc>
        <w:tc>
          <w:tcPr>
            <w:tcW w:w="0" w:type="auto"/>
          </w:tcPr>
          <w:p w14:paraId="73C59844" w14:textId="0E18465B" w:rsidR="00F977E7" w:rsidRDefault="006445B5" w:rsidP="00EA296F">
            <w:r>
              <w:t>124</w:t>
            </w:r>
          </w:p>
        </w:tc>
        <w:tc>
          <w:tcPr>
            <w:tcW w:w="0" w:type="auto"/>
          </w:tcPr>
          <w:p w14:paraId="7E6F5CC3" w14:textId="626D766A" w:rsidR="00F977E7" w:rsidRPr="00CE2302" w:rsidRDefault="006445B5" w:rsidP="00EA296F">
            <w:r>
              <w:t>stabil</w:t>
            </w:r>
          </w:p>
        </w:tc>
        <w:tc>
          <w:tcPr>
            <w:tcW w:w="0" w:type="auto"/>
          </w:tcPr>
          <w:p w14:paraId="1146B2FB" w14:textId="0ADB467A" w:rsidR="00F977E7" w:rsidRDefault="006445B5" w:rsidP="00EA296F">
            <w:r>
              <w:t>--</w:t>
            </w:r>
          </w:p>
        </w:tc>
      </w:tr>
      <w:tr w:rsidR="00F977E7" w:rsidRPr="001B6138" w14:paraId="1E22C36D" w14:textId="77777777" w:rsidTr="001B6138">
        <w:tc>
          <w:tcPr>
            <w:tcW w:w="0" w:type="auto"/>
          </w:tcPr>
          <w:p w14:paraId="5EA28029" w14:textId="737E3100" w:rsidR="00F977E7" w:rsidRDefault="00657EF3" w:rsidP="00EA296F">
            <w:r>
              <w:lastRenderedPageBreak/>
              <w:t>81</w:t>
            </w:r>
          </w:p>
        </w:tc>
        <w:tc>
          <w:tcPr>
            <w:tcW w:w="0" w:type="auto"/>
          </w:tcPr>
          <w:p w14:paraId="1B1B7BBD" w14:textId="0465289D" w:rsidR="00F977E7" w:rsidRDefault="006445B5" w:rsidP="00EA296F">
            <w:r>
              <w:t>Tl 206</w:t>
            </w:r>
          </w:p>
        </w:tc>
        <w:tc>
          <w:tcPr>
            <w:tcW w:w="0" w:type="auto"/>
          </w:tcPr>
          <w:p w14:paraId="0866C925" w14:textId="2476DC40" w:rsidR="00F977E7" w:rsidRDefault="006445B5" w:rsidP="00EA296F">
            <w:r>
              <w:t>125</w:t>
            </w:r>
          </w:p>
        </w:tc>
        <w:tc>
          <w:tcPr>
            <w:tcW w:w="0" w:type="auto"/>
          </w:tcPr>
          <w:p w14:paraId="6A3F4EDB" w14:textId="72EEF319" w:rsidR="00F977E7" w:rsidRPr="00CE2302" w:rsidRDefault="006445B5" w:rsidP="00EA296F">
            <w:r>
              <w:t>4,20min</w:t>
            </w:r>
          </w:p>
        </w:tc>
        <w:tc>
          <w:tcPr>
            <w:tcW w:w="0" w:type="auto"/>
          </w:tcPr>
          <w:p w14:paraId="19C10D2A" w14:textId="33938A71" w:rsidR="00F977E7" w:rsidRDefault="00E27012" w:rsidP="00EA296F">
            <w:r>
              <w:t xml:space="preserve">~b^-: </w:t>
            </w:r>
            <w:r w:rsidR="006445B5">
              <w:t>1,5 v</w:t>
            </w:r>
          </w:p>
        </w:tc>
      </w:tr>
      <w:tr w:rsidR="00F977E7" w:rsidRPr="001B6138" w14:paraId="0903FA64" w14:textId="77777777" w:rsidTr="001B6138">
        <w:tc>
          <w:tcPr>
            <w:tcW w:w="0" w:type="auto"/>
          </w:tcPr>
          <w:p w14:paraId="17D0D1B4" w14:textId="6D367DFD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4109A3E8" w14:textId="4C172930" w:rsidR="00F977E7" w:rsidRDefault="006445B5" w:rsidP="00EA296F">
            <w:r>
              <w:t>Tl 207</w:t>
            </w:r>
          </w:p>
        </w:tc>
        <w:tc>
          <w:tcPr>
            <w:tcW w:w="0" w:type="auto"/>
          </w:tcPr>
          <w:p w14:paraId="29E1D9FE" w14:textId="38F29001" w:rsidR="00F977E7" w:rsidRDefault="006445B5" w:rsidP="00EA296F">
            <w:r>
              <w:t>126</w:t>
            </w:r>
          </w:p>
        </w:tc>
        <w:tc>
          <w:tcPr>
            <w:tcW w:w="0" w:type="auto"/>
          </w:tcPr>
          <w:p w14:paraId="5874AF87" w14:textId="0871058F" w:rsidR="00F977E7" w:rsidRPr="00CE2302" w:rsidRDefault="006445B5" w:rsidP="00EA296F">
            <w:r>
              <w:t>4,77min</w:t>
            </w:r>
          </w:p>
        </w:tc>
        <w:tc>
          <w:tcPr>
            <w:tcW w:w="0" w:type="auto"/>
          </w:tcPr>
          <w:p w14:paraId="0F7EA81C" w14:textId="5FCD22DB" w:rsidR="00F977E7" w:rsidRDefault="00E27012" w:rsidP="00EA296F">
            <w:r>
              <w:t xml:space="preserve">~b^-: </w:t>
            </w:r>
            <w:r w:rsidR="006445B5">
              <w:t>1,4 v</w:t>
            </w:r>
          </w:p>
        </w:tc>
      </w:tr>
      <w:tr w:rsidR="00F977E7" w:rsidRPr="001B6138" w14:paraId="73EA0462" w14:textId="77777777" w:rsidTr="001B6138">
        <w:tc>
          <w:tcPr>
            <w:tcW w:w="0" w:type="auto"/>
          </w:tcPr>
          <w:p w14:paraId="3CA3C7A9" w14:textId="47CD97C0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722F6619" w14:textId="363201D8" w:rsidR="00F977E7" w:rsidRDefault="006445B5" w:rsidP="00EA296F">
            <w:r>
              <w:t>Tl 208</w:t>
            </w:r>
          </w:p>
        </w:tc>
        <w:tc>
          <w:tcPr>
            <w:tcW w:w="0" w:type="auto"/>
          </w:tcPr>
          <w:p w14:paraId="1F6CC6C5" w14:textId="518BE18F" w:rsidR="00F977E7" w:rsidRDefault="006445B5" w:rsidP="00EA296F">
            <w:r>
              <w:t>127</w:t>
            </w:r>
          </w:p>
        </w:tc>
        <w:tc>
          <w:tcPr>
            <w:tcW w:w="0" w:type="auto"/>
          </w:tcPr>
          <w:p w14:paraId="2B122672" w14:textId="20C6DF4B" w:rsidR="00F977E7" w:rsidRPr="00CE2302" w:rsidRDefault="006445B5" w:rsidP="00EA296F">
            <w:r>
              <w:t>3,053min</w:t>
            </w:r>
          </w:p>
        </w:tc>
        <w:tc>
          <w:tcPr>
            <w:tcW w:w="0" w:type="auto"/>
          </w:tcPr>
          <w:p w14:paraId="7259A3B3" w14:textId="7F21EE37" w:rsidR="00F977E7" w:rsidRDefault="00E27012" w:rsidP="00EA296F">
            <w:r>
              <w:t xml:space="preserve">~b^-: </w:t>
            </w:r>
            <w:r w:rsidR="006445B5">
              <w:t>1,8 v</w:t>
            </w:r>
            <w:r w:rsidR="00206850">
              <w:t xml:space="preserve">; </w:t>
            </w:r>
            <w:r>
              <w:t xml:space="preserve">~c: </w:t>
            </w:r>
            <w:r w:rsidR="006445B5">
              <w:t>2,615</w:t>
            </w:r>
          </w:p>
        </w:tc>
      </w:tr>
      <w:tr w:rsidR="00F977E7" w:rsidRPr="001B6138" w14:paraId="355CC390" w14:textId="77777777" w:rsidTr="001B6138">
        <w:tc>
          <w:tcPr>
            <w:tcW w:w="0" w:type="auto"/>
          </w:tcPr>
          <w:p w14:paraId="4CA5D670" w14:textId="4B2ABF91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112063AD" w14:textId="19F86896" w:rsidR="00F977E7" w:rsidRDefault="006445B5" w:rsidP="00EA296F">
            <w:r>
              <w:t>Tl 209</w:t>
            </w:r>
          </w:p>
        </w:tc>
        <w:tc>
          <w:tcPr>
            <w:tcW w:w="0" w:type="auto"/>
          </w:tcPr>
          <w:p w14:paraId="229CA749" w14:textId="71C8F3E2" w:rsidR="00F977E7" w:rsidRDefault="006445B5" w:rsidP="00EA296F">
            <w:r>
              <w:t>128</w:t>
            </w:r>
          </w:p>
        </w:tc>
        <w:tc>
          <w:tcPr>
            <w:tcW w:w="0" w:type="auto"/>
          </w:tcPr>
          <w:p w14:paraId="6ECA6146" w14:textId="4EA811FC" w:rsidR="00F977E7" w:rsidRPr="00CE2302" w:rsidRDefault="006445B5" w:rsidP="00EA296F">
            <w:r>
              <w:t>2,16min</w:t>
            </w:r>
          </w:p>
        </w:tc>
        <w:tc>
          <w:tcPr>
            <w:tcW w:w="0" w:type="auto"/>
          </w:tcPr>
          <w:p w14:paraId="6502BEC0" w14:textId="1306BAE0" w:rsidR="00F977E7" w:rsidRDefault="00E27012" w:rsidP="00EA296F">
            <w:r>
              <w:t xml:space="preserve">~b^-: </w:t>
            </w:r>
            <w:r w:rsidR="006445B5">
              <w:t>1,8 v</w:t>
            </w:r>
            <w:r w:rsidR="00206850">
              <w:t xml:space="preserve">; </w:t>
            </w:r>
            <w:r>
              <w:t xml:space="preserve">~c: </w:t>
            </w:r>
            <w:r w:rsidR="006445B5">
              <w:t>1,567</w:t>
            </w:r>
          </w:p>
        </w:tc>
      </w:tr>
      <w:tr w:rsidR="00F977E7" w:rsidRPr="001B6138" w14:paraId="79EDB56D" w14:textId="77777777" w:rsidTr="001B6138">
        <w:tc>
          <w:tcPr>
            <w:tcW w:w="0" w:type="auto"/>
          </w:tcPr>
          <w:p w14:paraId="544C01B8" w14:textId="2BAEA679" w:rsidR="00F977E7" w:rsidRDefault="00657EF3" w:rsidP="00EA296F">
            <w:r>
              <w:t>81</w:t>
            </w:r>
          </w:p>
        </w:tc>
        <w:tc>
          <w:tcPr>
            <w:tcW w:w="0" w:type="auto"/>
          </w:tcPr>
          <w:p w14:paraId="02EAD6CD" w14:textId="243B82FF" w:rsidR="00F977E7" w:rsidRDefault="006445B5" w:rsidP="00EA296F">
            <w:r>
              <w:t>Tl 210</w:t>
            </w:r>
          </w:p>
        </w:tc>
        <w:tc>
          <w:tcPr>
            <w:tcW w:w="0" w:type="auto"/>
          </w:tcPr>
          <w:p w14:paraId="063F199E" w14:textId="33DB32B6" w:rsidR="00F977E7" w:rsidRDefault="006445B5" w:rsidP="00EA296F">
            <w:r>
              <w:t>129</w:t>
            </w:r>
          </w:p>
        </w:tc>
        <w:tc>
          <w:tcPr>
            <w:tcW w:w="0" w:type="auto"/>
          </w:tcPr>
          <w:p w14:paraId="3DC67D25" w14:textId="061AD69E" w:rsidR="00F977E7" w:rsidRPr="00CE2302" w:rsidRDefault="006445B5" w:rsidP="00EA296F">
            <w:r>
              <w:t>1,3min</w:t>
            </w:r>
          </w:p>
        </w:tc>
        <w:tc>
          <w:tcPr>
            <w:tcW w:w="0" w:type="auto"/>
          </w:tcPr>
          <w:p w14:paraId="02BBCE80" w14:textId="76716ED3" w:rsidR="00F977E7" w:rsidRDefault="00E27012" w:rsidP="00EA296F">
            <w:r>
              <w:t xml:space="preserve">~b^-: </w:t>
            </w:r>
            <w:r w:rsidR="006445B5">
              <w:t>1,9 v</w:t>
            </w:r>
            <w:r w:rsidR="00206850">
              <w:t xml:space="preserve">; </w:t>
            </w:r>
            <w:r>
              <w:t xml:space="preserve">~c: </w:t>
            </w:r>
            <w:r w:rsidR="006445B5">
              <w:t>0,800</w:t>
            </w:r>
          </w:p>
        </w:tc>
      </w:tr>
      <w:tr w:rsidR="00F977E7" w:rsidRPr="001B6138" w14:paraId="3ED70E33" w14:textId="77777777" w:rsidTr="001B6138">
        <w:tc>
          <w:tcPr>
            <w:tcW w:w="0" w:type="auto"/>
          </w:tcPr>
          <w:p w14:paraId="2728B810" w14:textId="4EE79741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6029F2B6" w14:textId="793225BD" w:rsidR="00F977E7" w:rsidRDefault="0048636A" w:rsidP="00EA296F">
            <w:r>
              <w:t>Pb 202</w:t>
            </w:r>
          </w:p>
        </w:tc>
        <w:tc>
          <w:tcPr>
            <w:tcW w:w="0" w:type="auto"/>
          </w:tcPr>
          <w:p w14:paraId="44511319" w14:textId="61BF1F1F" w:rsidR="00F977E7" w:rsidRDefault="0048636A" w:rsidP="00EA296F">
            <w:r>
              <w:t>120</w:t>
            </w:r>
          </w:p>
        </w:tc>
        <w:tc>
          <w:tcPr>
            <w:tcW w:w="0" w:type="auto"/>
          </w:tcPr>
          <w:p w14:paraId="75567DE5" w14:textId="1EE1F05A" w:rsidR="00F977E7" w:rsidRPr="00CE2302" w:rsidRDefault="0048636A" w:rsidP="00EA296F">
            <w:r>
              <w:t>5,25E4a</w:t>
            </w:r>
          </w:p>
        </w:tc>
        <w:tc>
          <w:tcPr>
            <w:tcW w:w="0" w:type="auto"/>
          </w:tcPr>
          <w:p w14:paraId="1228B5E7" w14:textId="33E473F4" w:rsidR="00F977E7" w:rsidRDefault="00E27012" w:rsidP="00EA296F">
            <w:r>
              <w:t xml:space="preserve">~b^+: </w:t>
            </w:r>
            <w:r w:rsidR="0048636A">
              <w:t>v</w:t>
            </w:r>
          </w:p>
        </w:tc>
      </w:tr>
      <w:tr w:rsidR="00F977E7" w:rsidRPr="001B6138" w14:paraId="625666FE" w14:textId="77777777" w:rsidTr="001B6138">
        <w:tc>
          <w:tcPr>
            <w:tcW w:w="0" w:type="auto"/>
          </w:tcPr>
          <w:p w14:paraId="2BB4DB9C" w14:textId="062A42F6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5459C6BD" w14:textId="029A3445" w:rsidR="00F977E7" w:rsidRDefault="0048636A" w:rsidP="00EA296F">
            <w:r>
              <w:t>Pb 203</w:t>
            </w:r>
          </w:p>
        </w:tc>
        <w:tc>
          <w:tcPr>
            <w:tcW w:w="0" w:type="auto"/>
          </w:tcPr>
          <w:p w14:paraId="132A1D0D" w14:textId="0FB63A34" w:rsidR="00F977E7" w:rsidRDefault="0048636A" w:rsidP="00EA296F">
            <w:r>
              <w:t>121</w:t>
            </w:r>
          </w:p>
        </w:tc>
        <w:tc>
          <w:tcPr>
            <w:tcW w:w="0" w:type="auto"/>
          </w:tcPr>
          <w:p w14:paraId="51A92DC6" w14:textId="3E9ADA01" w:rsidR="00F977E7" w:rsidRPr="00CE2302" w:rsidRDefault="0048636A" w:rsidP="00EA296F">
            <w:r>
              <w:t>51,9h</w:t>
            </w:r>
          </w:p>
        </w:tc>
        <w:tc>
          <w:tcPr>
            <w:tcW w:w="0" w:type="auto"/>
          </w:tcPr>
          <w:p w14:paraId="624DEBA8" w14:textId="7A3A687D" w:rsidR="00F977E7" w:rsidRDefault="00E27012" w:rsidP="00EA296F">
            <w:r>
              <w:t xml:space="preserve">~b^+: </w:t>
            </w:r>
            <w:r w:rsidR="0048636A">
              <w:t>v</w:t>
            </w:r>
            <w:r w:rsidR="00206850">
              <w:t xml:space="preserve">; </w:t>
            </w:r>
            <w:r>
              <w:t xml:space="preserve">~c: </w:t>
            </w:r>
            <w:r w:rsidR="0048636A">
              <w:t>0,279</w:t>
            </w:r>
          </w:p>
        </w:tc>
      </w:tr>
      <w:tr w:rsidR="00F977E7" w:rsidRPr="001B6138" w14:paraId="5932AD57" w14:textId="77777777" w:rsidTr="001B6138">
        <w:tc>
          <w:tcPr>
            <w:tcW w:w="0" w:type="auto"/>
          </w:tcPr>
          <w:p w14:paraId="501A6D57" w14:textId="1CDB7026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20E17B8C" w14:textId="2B99ED7F" w:rsidR="00F977E7" w:rsidRDefault="0048636A" w:rsidP="00EA296F">
            <w:r>
              <w:t>Pb 204</w:t>
            </w:r>
          </w:p>
        </w:tc>
        <w:tc>
          <w:tcPr>
            <w:tcW w:w="0" w:type="auto"/>
          </w:tcPr>
          <w:p w14:paraId="054D74A4" w14:textId="3A8BD02A" w:rsidR="00F977E7" w:rsidRDefault="0048636A" w:rsidP="00EA296F">
            <w:r>
              <w:t>122</w:t>
            </w:r>
          </w:p>
        </w:tc>
        <w:tc>
          <w:tcPr>
            <w:tcW w:w="0" w:type="auto"/>
          </w:tcPr>
          <w:p w14:paraId="078075B3" w14:textId="6AEB89B8" w:rsidR="00F977E7" w:rsidRPr="00CE2302" w:rsidRDefault="0048636A" w:rsidP="00EA296F">
            <w:r>
              <w:t>stabil</w:t>
            </w:r>
            <w:r w:rsidR="00206850">
              <w:t xml:space="preserve">; </w:t>
            </w:r>
            <w:r>
              <w:t>1,4E17a</w:t>
            </w:r>
          </w:p>
        </w:tc>
        <w:tc>
          <w:tcPr>
            <w:tcW w:w="0" w:type="auto"/>
          </w:tcPr>
          <w:p w14:paraId="662FF764" w14:textId="59FEF896" w:rsidR="00F977E7" w:rsidRDefault="00032551" w:rsidP="00EA296F">
            <w:r>
              <w:t>~</w:t>
            </w:r>
            <w:r w:rsidR="00E27012">
              <w:t xml:space="preserve">a: </w:t>
            </w:r>
            <w:r>
              <w:t>v</w:t>
            </w:r>
          </w:p>
        </w:tc>
      </w:tr>
      <w:tr w:rsidR="00F977E7" w:rsidRPr="001B6138" w14:paraId="5A534FAE" w14:textId="77777777" w:rsidTr="001B6138">
        <w:tc>
          <w:tcPr>
            <w:tcW w:w="0" w:type="auto"/>
          </w:tcPr>
          <w:p w14:paraId="6D875F85" w14:textId="653B02C6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7D685605" w14:textId="3ACF5836" w:rsidR="00F977E7" w:rsidRDefault="0048636A" w:rsidP="00EA296F">
            <w:r>
              <w:t>Pb 205</w:t>
            </w:r>
          </w:p>
        </w:tc>
        <w:tc>
          <w:tcPr>
            <w:tcW w:w="0" w:type="auto"/>
          </w:tcPr>
          <w:p w14:paraId="26B8EAD7" w14:textId="7921A6DF" w:rsidR="00F977E7" w:rsidRDefault="0048636A" w:rsidP="00EA296F">
            <w:r>
              <w:t>123</w:t>
            </w:r>
          </w:p>
        </w:tc>
        <w:tc>
          <w:tcPr>
            <w:tcW w:w="0" w:type="auto"/>
          </w:tcPr>
          <w:p w14:paraId="1F15F8AC" w14:textId="7C777084" w:rsidR="00F977E7" w:rsidRPr="00CE2302" w:rsidRDefault="0048636A" w:rsidP="00EA296F">
            <w:r>
              <w:t>1,5E7a</w:t>
            </w:r>
          </w:p>
        </w:tc>
        <w:tc>
          <w:tcPr>
            <w:tcW w:w="0" w:type="auto"/>
          </w:tcPr>
          <w:p w14:paraId="28F1ABAA" w14:textId="5C251683" w:rsidR="00F977E7" w:rsidRDefault="00E27012" w:rsidP="00EA296F">
            <w:r>
              <w:t xml:space="preserve">~b^+: </w:t>
            </w:r>
            <w:r w:rsidR="00032551">
              <w:t>v</w:t>
            </w:r>
          </w:p>
        </w:tc>
      </w:tr>
      <w:tr w:rsidR="00F977E7" w:rsidRPr="001B6138" w14:paraId="20F1A8B2" w14:textId="77777777" w:rsidTr="001B6138">
        <w:tc>
          <w:tcPr>
            <w:tcW w:w="0" w:type="auto"/>
          </w:tcPr>
          <w:p w14:paraId="34CCC136" w14:textId="58817CAE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2E1D04CB" w14:textId="0C20F4ED" w:rsidR="00F977E7" w:rsidRDefault="0048636A" w:rsidP="00EA296F">
            <w:r>
              <w:t>Pb 206</w:t>
            </w:r>
          </w:p>
        </w:tc>
        <w:tc>
          <w:tcPr>
            <w:tcW w:w="0" w:type="auto"/>
          </w:tcPr>
          <w:p w14:paraId="2A4DA0DC" w14:textId="1DFE84E5" w:rsidR="00F977E7" w:rsidRDefault="0048636A" w:rsidP="00EA296F">
            <w:r>
              <w:t>124</w:t>
            </w:r>
          </w:p>
        </w:tc>
        <w:tc>
          <w:tcPr>
            <w:tcW w:w="0" w:type="auto"/>
          </w:tcPr>
          <w:p w14:paraId="7F20EBD7" w14:textId="0D248220" w:rsidR="00F977E7" w:rsidRPr="00CE2302" w:rsidRDefault="0048636A" w:rsidP="00EA296F">
            <w:r>
              <w:t>stabil</w:t>
            </w:r>
          </w:p>
        </w:tc>
        <w:tc>
          <w:tcPr>
            <w:tcW w:w="0" w:type="auto"/>
          </w:tcPr>
          <w:p w14:paraId="2D0481BB" w14:textId="7C903FB5" w:rsidR="00F977E7" w:rsidRDefault="00032551" w:rsidP="00EA296F">
            <w:r>
              <w:t>--</w:t>
            </w:r>
          </w:p>
        </w:tc>
      </w:tr>
      <w:tr w:rsidR="00F977E7" w:rsidRPr="001B6138" w14:paraId="68C5DFA9" w14:textId="77777777" w:rsidTr="001B6138">
        <w:tc>
          <w:tcPr>
            <w:tcW w:w="0" w:type="auto"/>
          </w:tcPr>
          <w:p w14:paraId="3F86E848" w14:textId="58C282F7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3589E3D4" w14:textId="57A03215" w:rsidR="00F977E7" w:rsidRDefault="0048636A" w:rsidP="00EA296F">
            <w:r>
              <w:t>Pb 207</w:t>
            </w:r>
          </w:p>
        </w:tc>
        <w:tc>
          <w:tcPr>
            <w:tcW w:w="0" w:type="auto"/>
          </w:tcPr>
          <w:p w14:paraId="05F61569" w14:textId="4453D93C" w:rsidR="00F977E7" w:rsidRDefault="0048636A" w:rsidP="00EA296F">
            <w:r>
              <w:t>125</w:t>
            </w:r>
          </w:p>
        </w:tc>
        <w:tc>
          <w:tcPr>
            <w:tcW w:w="0" w:type="auto"/>
          </w:tcPr>
          <w:p w14:paraId="4CA00502" w14:textId="4CA0B701" w:rsidR="00F977E7" w:rsidRPr="00CE2302" w:rsidRDefault="0048636A" w:rsidP="00EA296F">
            <w:r>
              <w:t>stabil</w:t>
            </w:r>
          </w:p>
        </w:tc>
        <w:tc>
          <w:tcPr>
            <w:tcW w:w="0" w:type="auto"/>
          </w:tcPr>
          <w:p w14:paraId="31ECE97B" w14:textId="3860BBFE" w:rsidR="00F977E7" w:rsidRDefault="00032551" w:rsidP="00EA296F">
            <w:r>
              <w:t>--</w:t>
            </w:r>
          </w:p>
        </w:tc>
      </w:tr>
      <w:tr w:rsidR="00F977E7" w:rsidRPr="001B6138" w14:paraId="69F2145E" w14:textId="77777777" w:rsidTr="001B6138">
        <w:tc>
          <w:tcPr>
            <w:tcW w:w="0" w:type="auto"/>
          </w:tcPr>
          <w:p w14:paraId="74C33DC1" w14:textId="2B6411DA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01250CA1" w14:textId="3B409DF5" w:rsidR="00F977E7" w:rsidRDefault="0048636A" w:rsidP="00EA296F">
            <w:r>
              <w:t>Pb 208</w:t>
            </w:r>
          </w:p>
        </w:tc>
        <w:tc>
          <w:tcPr>
            <w:tcW w:w="0" w:type="auto"/>
          </w:tcPr>
          <w:p w14:paraId="0562252E" w14:textId="52C89646" w:rsidR="00F977E7" w:rsidRDefault="0048636A" w:rsidP="00EA296F">
            <w:r>
              <w:t>126</w:t>
            </w:r>
          </w:p>
        </w:tc>
        <w:tc>
          <w:tcPr>
            <w:tcW w:w="0" w:type="auto"/>
          </w:tcPr>
          <w:p w14:paraId="2138FB07" w14:textId="4C996FBD" w:rsidR="00F977E7" w:rsidRPr="00CE2302" w:rsidRDefault="0048636A" w:rsidP="00EA296F">
            <w:r>
              <w:t>stabil</w:t>
            </w:r>
          </w:p>
        </w:tc>
        <w:tc>
          <w:tcPr>
            <w:tcW w:w="0" w:type="auto"/>
          </w:tcPr>
          <w:p w14:paraId="22030C0D" w14:textId="0EE68BFA" w:rsidR="00F977E7" w:rsidRDefault="00032551" w:rsidP="00EA296F">
            <w:r>
              <w:t>--</w:t>
            </w:r>
          </w:p>
        </w:tc>
      </w:tr>
      <w:tr w:rsidR="00F977E7" w:rsidRPr="001B6138" w14:paraId="654E9F2D" w14:textId="77777777" w:rsidTr="001B6138">
        <w:tc>
          <w:tcPr>
            <w:tcW w:w="0" w:type="auto"/>
          </w:tcPr>
          <w:p w14:paraId="0936205F" w14:textId="5A26BAF6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7C8487E4" w14:textId="5BF37BB6" w:rsidR="00F977E7" w:rsidRDefault="0048636A" w:rsidP="00EA296F">
            <w:r>
              <w:t>Pb 209</w:t>
            </w:r>
          </w:p>
        </w:tc>
        <w:tc>
          <w:tcPr>
            <w:tcW w:w="0" w:type="auto"/>
          </w:tcPr>
          <w:p w14:paraId="035E3C8E" w14:textId="31785C43" w:rsidR="00F977E7" w:rsidRDefault="0048636A" w:rsidP="00EA296F">
            <w:r>
              <w:t>127</w:t>
            </w:r>
          </w:p>
        </w:tc>
        <w:tc>
          <w:tcPr>
            <w:tcW w:w="0" w:type="auto"/>
          </w:tcPr>
          <w:p w14:paraId="5145B77A" w14:textId="35607F5A" w:rsidR="00F977E7" w:rsidRPr="00CE2302" w:rsidRDefault="0048636A" w:rsidP="00EA296F">
            <w:r>
              <w:t>3,253h</w:t>
            </w:r>
          </w:p>
        </w:tc>
        <w:tc>
          <w:tcPr>
            <w:tcW w:w="0" w:type="auto"/>
          </w:tcPr>
          <w:p w14:paraId="7A9C9D62" w14:textId="16A7AF21" w:rsidR="00F977E7" w:rsidRDefault="00E27012" w:rsidP="00EA296F">
            <w:r>
              <w:t xml:space="preserve">~b^-: </w:t>
            </w:r>
            <w:r w:rsidR="00032551">
              <w:t>0,6 v</w:t>
            </w:r>
          </w:p>
        </w:tc>
      </w:tr>
      <w:tr w:rsidR="00F977E7" w:rsidRPr="001B6138" w14:paraId="02E12C47" w14:textId="77777777" w:rsidTr="001B6138">
        <w:tc>
          <w:tcPr>
            <w:tcW w:w="0" w:type="auto"/>
          </w:tcPr>
          <w:p w14:paraId="0C5E0286" w14:textId="064FA22B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0D9384A2" w14:textId="688FBC73" w:rsidR="00F977E7" w:rsidRDefault="0048636A" w:rsidP="00EA296F">
            <w:r>
              <w:t>Pb 210</w:t>
            </w:r>
          </w:p>
        </w:tc>
        <w:tc>
          <w:tcPr>
            <w:tcW w:w="0" w:type="auto"/>
          </w:tcPr>
          <w:p w14:paraId="6F53E5EF" w14:textId="04D460FD" w:rsidR="00F977E7" w:rsidRDefault="0048636A" w:rsidP="00EA296F">
            <w:r>
              <w:t>128</w:t>
            </w:r>
          </w:p>
        </w:tc>
        <w:tc>
          <w:tcPr>
            <w:tcW w:w="0" w:type="auto"/>
          </w:tcPr>
          <w:p w14:paraId="00A8ECAD" w14:textId="5202636E" w:rsidR="00F977E7" w:rsidRPr="00CE2302" w:rsidRDefault="0048636A" w:rsidP="00EA296F">
            <w:r>
              <w:t>22,3a</w:t>
            </w:r>
          </w:p>
        </w:tc>
        <w:tc>
          <w:tcPr>
            <w:tcW w:w="0" w:type="auto"/>
          </w:tcPr>
          <w:p w14:paraId="6B8C5D38" w14:textId="0D975727" w:rsidR="00F977E7" w:rsidRDefault="00032551" w:rsidP="00EA296F">
            <w:r>
              <w:t>~</w:t>
            </w:r>
            <w:r w:rsidR="00E27012">
              <w:t xml:space="preserve">a: </w:t>
            </w:r>
            <w:r>
              <w:t>3,72</w:t>
            </w:r>
            <w:r w:rsidR="00206850">
              <w:t xml:space="preserve">; </w:t>
            </w:r>
            <w:r w:rsidR="00E27012">
              <w:t xml:space="preserve">~b^-: </w:t>
            </w:r>
            <w:r>
              <w:t>0,02 v</w:t>
            </w:r>
            <w:r w:rsidR="00206850">
              <w:t xml:space="preserve">; </w:t>
            </w:r>
            <w:r w:rsidR="00E27012">
              <w:t>~</w:t>
            </w:r>
            <w:r w:rsidR="00132BE1">
              <w:t>c</w:t>
            </w:r>
            <w:r w:rsidR="00E27012">
              <w:t xml:space="preserve">: </w:t>
            </w:r>
            <w:r>
              <w:t>0,047</w:t>
            </w:r>
          </w:p>
        </w:tc>
      </w:tr>
      <w:tr w:rsidR="00F977E7" w:rsidRPr="001B6138" w14:paraId="227B8526" w14:textId="77777777" w:rsidTr="001B6138">
        <w:tc>
          <w:tcPr>
            <w:tcW w:w="0" w:type="auto"/>
          </w:tcPr>
          <w:p w14:paraId="7835E621" w14:textId="63758CD7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46CA8044" w14:textId="7FA53BE8" w:rsidR="00F977E7" w:rsidRDefault="0048636A" w:rsidP="00EA296F">
            <w:r>
              <w:t>Pb 211</w:t>
            </w:r>
          </w:p>
        </w:tc>
        <w:tc>
          <w:tcPr>
            <w:tcW w:w="0" w:type="auto"/>
          </w:tcPr>
          <w:p w14:paraId="61A78957" w14:textId="21A5CAFE" w:rsidR="00F977E7" w:rsidRDefault="0048636A" w:rsidP="00EA296F">
            <w:r>
              <w:t>129</w:t>
            </w:r>
          </w:p>
        </w:tc>
        <w:tc>
          <w:tcPr>
            <w:tcW w:w="0" w:type="auto"/>
          </w:tcPr>
          <w:p w14:paraId="734CCA3C" w14:textId="40AD5498" w:rsidR="00F977E7" w:rsidRPr="00CE2302" w:rsidRDefault="0048636A" w:rsidP="00EA296F">
            <w:r>
              <w:t>36,1min</w:t>
            </w:r>
          </w:p>
        </w:tc>
        <w:tc>
          <w:tcPr>
            <w:tcW w:w="0" w:type="auto"/>
          </w:tcPr>
          <w:p w14:paraId="63F754C2" w14:textId="0C3C1D09" w:rsidR="00F977E7" w:rsidRDefault="00E27012" w:rsidP="00EA296F">
            <w:r>
              <w:t xml:space="preserve">~b^-: </w:t>
            </w:r>
            <w:r w:rsidR="00032551">
              <w:t>1,4 v</w:t>
            </w:r>
            <w:r w:rsidR="00206850">
              <w:t xml:space="preserve">; </w:t>
            </w:r>
            <w:r>
              <w:t xml:space="preserve">~c: </w:t>
            </w:r>
            <w:r w:rsidR="00032551">
              <w:t>0,405</w:t>
            </w:r>
          </w:p>
        </w:tc>
      </w:tr>
      <w:tr w:rsidR="00F977E7" w:rsidRPr="001B6138" w14:paraId="739A62DA" w14:textId="77777777" w:rsidTr="001B6138">
        <w:tc>
          <w:tcPr>
            <w:tcW w:w="0" w:type="auto"/>
          </w:tcPr>
          <w:p w14:paraId="670CCB5F" w14:textId="037FF7C1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70E2E2E9" w14:textId="7AC04DCB" w:rsidR="00F977E7" w:rsidRDefault="0048636A" w:rsidP="00EA296F">
            <w:r>
              <w:t>Pb 212</w:t>
            </w:r>
          </w:p>
        </w:tc>
        <w:tc>
          <w:tcPr>
            <w:tcW w:w="0" w:type="auto"/>
          </w:tcPr>
          <w:p w14:paraId="4B27F7F5" w14:textId="7FE7D7D4" w:rsidR="00F977E7" w:rsidRDefault="0048636A" w:rsidP="00EA296F">
            <w:r>
              <w:t>130</w:t>
            </w:r>
          </w:p>
        </w:tc>
        <w:tc>
          <w:tcPr>
            <w:tcW w:w="0" w:type="auto"/>
          </w:tcPr>
          <w:p w14:paraId="576060D2" w14:textId="45309E37" w:rsidR="00F977E7" w:rsidRPr="00CE2302" w:rsidRDefault="0048636A" w:rsidP="00EA296F">
            <w:r>
              <w:t>10,64h</w:t>
            </w:r>
          </w:p>
        </w:tc>
        <w:tc>
          <w:tcPr>
            <w:tcW w:w="0" w:type="auto"/>
          </w:tcPr>
          <w:p w14:paraId="276F4AEE" w14:textId="7D193A4B" w:rsidR="00F977E7" w:rsidRDefault="00E27012" w:rsidP="00EA296F">
            <w:r>
              <w:t xml:space="preserve">~b^-: </w:t>
            </w:r>
            <w:r w:rsidR="00032551">
              <w:t>0,3 v</w:t>
            </w:r>
            <w:r w:rsidR="00206850">
              <w:t xml:space="preserve">; </w:t>
            </w:r>
            <w:r>
              <w:t xml:space="preserve">~c: </w:t>
            </w:r>
            <w:r w:rsidR="00032551">
              <w:t>0,239</w:t>
            </w:r>
          </w:p>
        </w:tc>
      </w:tr>
      <w:tr w:rsidR="00F977E7" w:rsidRPr="001B6138" w14:paraId="1201B0A6" w14:textId="77777777" w:rsidTr="001B6138">
        <w:tc>
          <w:tcPr>
            <w:tcW w:w="0" w:type="auto"/>
          </w:tcPr>
          <w:p w14:paraId="4D4C0EA9" w14:textId="2B39C74D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79DB4242" w14:textId="09E32617" w:rsidR="00F977E7" w:rsidRDefault="0048636A" w:rsidP="00EA296F">
            <w:r>
              <w:t>Pb 213</w:t>
            </w:r>
          </w:p>
        </w:tc>
        <w:tc>
          <w:tcPr>
            <w:tcW w:w="0" w:type="auto"/>
          </w:tcPr>
          <w:p w14:paraId="6B89C826" w14:textId="2B56A9EF" w:rsidR="00F977E7" w:rsidRDefault="0048636A" w:rsidP="00EA296F">
            <w:r>
              <w:t>131</w:t>
            </w:r>
          </w:p>
        </w:tc>
        <w:tc>
          <w:tcPr>
            <w:tcW w:w="0" w:type="auto"/>
          </w:tcPr>
          <w:p w14:paraId="1FD0427B" w14:textId="2EFA5CFA" w:rsidR="00F977E7" w:rsidRPr="00CE2302" w:rsidRDefault="0048636A" w:rsidP="00EA296F">
            <w:r>
              <w:t>10,2min</w:t>
            </w:r>
          </w:p>
        </w:tc>
        <w:tc>
          <w:tcPr>
            <w:tcW w:w="0" w:type="auto"/>
          </w:tcPr>
          <w:p w14:paraId="13933916" w14:textId="59F1B6FE" w:rsidR="00F977E7" w:rsidRDefault="00E27012" w:rsidP="00EA296F">
            <w:r>
              <w:t>~b^</w:t>
            </w:r>
            <w:r w:rsidR="00132BE1">
              <w:t>-</w:t>
            </w:r>
            <w:r>
              <w:t xml:space="preserve">: </w:t>
            </w:r>
            <w:r w:rsidR="00032551">
              <w:t>v</w:t>
            </w:r>
          </w:p>
        </w:tc>
      </w:tr>
      <w:tr w:rsidR="00F977E7" w:rsidRPr="001B6138" w14:paraId="77650C40" w14:textId="77777777" w:rsidTr="001B6138">
        <w:tc>
          <w:tcPr>
            <w:tcW w:w="0" w:type="auto"/>
          </w:tcPr>
          <w:p w14:paraId="2DD4E017" w14:textId="2158C660" w:rsidR="00F977E7" w:rsidRDefault="0048636A" w:rsidP="00EA296F">
            <w:r>
              <w:t>82</w:t>
            </w:r>
          </w:p>
        </w:tc>
        <w:tc>
          <w:tcPr>
            <w:tcW w:w="0" w:type="auto"/>
          </w:tcPr>
          <w:p w14:paraId="5AA59052" w14:textId="4FECC973" w:rsidR="00F977E7" w:rsidRDefault="0048636A" w:rsidP="00EA296F">
            <w:r>
              <w:t>Pb 214</w:t>
            </w:r>
          </w:p>
        </w:tc>
        <w:tc>
          <w:tcPr>
            <w:tcW w:w="0" w:type="auto"/>
          </w:tcPr>
          <w:p w14:paraId="1C9E7BF3" w14:textId="2071ED39" w:rsidR="00F977E7" w:rsidRDefault="0048636A" w:rsidP="00EA296F">
            <w:r>
              <w:t>132</w:t>
            </w:r>
          </w:p>
        </w:tc>
        <w:tc>
          <w:tcPr>
            <w:tcW w:w="0" w:type="auto"/>
          </w:tcPr>
          <w:p w14:paraId="0705CACF" w14:textId="55CDB22B" w:rsidR="00F977E7" w:rsidRPr="00CE2302" w:rsidRDefault="0048636A" w:rsidP="00EA296F">
            <w:r>
              <w:t>26,8min</w:t>
            </w:r>
          </w:p>
        </w:tc>
        <w:tc>
          <w:tcPr>
            <w:tcW w:w="0" w:type="auto"/>
          </w:tcPr>
          <w:p w14:paraId="04421D27" w14:textId="361F44CB" w:rsidR="00F977E7" w:rsidRDefault="00E27012" w:rsidP="00EA296F">
            <w:r>
              <w:t xml:space="preserve">~b^-: </w:t>
            </w:r>
            <w:r w:rsidR="00032551">
              <w:t>0,7</w:t>
            </w:r>
            <w:r w:rsidR="00206850">
              <w:t xml:space="preserve">; </w:t>
            </w:r>
            <w:r>
              <w:t xml:space="preserve">~c: </w:t>
            </w:r>
            <w:r w:rsidR="00032551">
              <w:t>0,352</w:t>
            </w:r>
          </w:p>
        </w:tc>
      </w:tr>
      <w:tr w:rsidR="00F977E7" w:rsidRPr="001B6138" w14:paraId="3E5D29B9" w14:textId="77777777" w:rsidTr="001B6138">
        <w:tc>
          <w:tcPr>
            <w:tcW w:w="0" w:type="auto"/>
          </w:tcPr>
          <w:p w14:paraId="62B0C9BD" w14:textId="6317ECDE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33385385" w14:textId="78B549B5" w:rsidR="00F977E7" w:rsidRDefault="00870A04" w:rsidP="00EA296F">
            <w:r>
              <w:t>Bi 203</w:t>
            </w:r>
          </w:p>
        </w:tc>
        <w:tc>
          <w:tcPr>
            <w:tcW w:w="0" w:type="auto"/>
          </w:tcPr>
          <w:p w14:paraId="12E8D276" w14:textId="2540E40B" w:rsidR="00F977E7" w:rsidRDefault="00870A04" w:rsidP="00EA296F">
            <w:r>
              <w:t>120</w:t>
            </w:r>
          </w:p>
        </w:tc>
        <w:tc>
          <w:tcPr>
            <w:tcW w:w="0" w:type="auto"/>
          </w:tcPr>
          <w:p w14:paraId="08DEB4BD" w14:textId="034A91AE" w:rsidR="00F977E7" w:rsidRPr="00CE2302" w:rsidRDefault="006051E7" w:rsidP="00EA296F">
            <w:r>
              <w:t>11,76h</w:t>
            </w:r>
          </w:p>
        </w:tc>
        <w:tc>
          <w:tcPr>
            <w:tcW w:w="0" w:type="auto"/>
          </w:tcPr>
          <w:p w14:paraId="62C86F27" w14:textId="232E51EF" w:rsidR="00F977E7" w:rsidRDefault="00E27012" w:rsidP="00EA296F">
            <w:r>
              <w:t xml:space="preserve">~b^+: </w:t>
            </w:r>
            <w:r w:rsidR="006051E7">
              <w:t>1,4 v</w:t>
            </w:r>
            <w:r w:rsidR="00206850">
              <w:t xml:space="preserve">; </w:t>
            </w:r>
            <w:r>
              <w:t xml:space="preserve">~c: </w:t>
            </w:r>
            <w:r w:rsidR="006051E7">
              <w:t>0,820</w:t>
            </w:r>
          </w:p>
        </w:tc>
      </w:tr>
      <w:tr w:rsidR="00F977E7" w:rsidRPr="001B6138" w14:paraId="2177B81A" w14:textId="77777777" w:rsidTr="001B6138">
        <w:tc>
          <w:tcPr>
            <w:tcW w:w="0" w:type="auto"/>
          </w:tcPr>
          <w:p w14:paraId="1EBBF121" w14:textId="5A042C6F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2B1E30E4" w14:textId="25D81038" w:rsidR="00F977E7" w:rsidRDefault="00870A04" w:rsidP="00EA296F">
            <w:r>
              <w:t>Bi 204</w:t>
            </w:r>
          </w:p>
        </w:tc>
        <w:tc>
          <w:tcPr>
            <w:tcW w:w="0" w:type="auto"/>
          </w:tcPr>
          <w:p w14:paraId="4046739E" w14:textId="22945BAB" w:rsidR="00F977E7" w:rsidRDefault="00870A04" w:rsidP="00EA296F">
            <w:r>
              <w:t>121</w:t>
            </w:r>
          </w:p>
        </w:tc>
        <w:tc>
          <w:tcPr>
            <w:tcW w:w="0" w:type="auto"/>
          </w:tcPr>
          <w:p w14:paraId="69CE579A" w14:textId="5EC36DB1" w:rsidR="00F977E7" w:rsidRPr="00CE2302" w:rsidRDefault="006051E7" w:rsidP="00EA296F">
            <w:r>
              <w:t>11,22h</w:t>
            </w:r>
          </w:p>
        </w:tc>
        <w:tc>
          <w:tcPr>
            <w:tcW w:w="0" w:type="auto"/>
          </w:tcPr>
          <w:p w14:paraId="2C039BAB" w14:textId="4F5C0FB1" w:rsidR="00F977E7" w:rsidRDefault="00E27012" w:rsidP="00EA296F">
            <w:r>
              <w:t xml:space="preserve">~b^+: </w:t>
            </w:r>
            <w:r w:rsidR="006051E7">
              <w:t>v</w:t>
            </w:r>
            <w:r w:rsidR="00206850">
              <w:t xml:space="preserve">; </w:t>
            </w:r>
            <w:r>
              <w:t xml:space="preserve">~c: </w:t>
            </w:r>
            <w:r w:rsidR="006051E7">
              <w:t>0,899</w:t>
            </w:r>
          </w:p>
        </w:tc>
      </w:tr>
      <w:tr w:rsidR="00F977E7" w:rsidRPr="001B6138" w14:paraId="1421B552" w14:textId="77777777" w:rsidTr="001B6138">
        <w:tc>
          <w:tcPr>
            <w:tcW w:w="0" w:type="auto"/>
          </w:tcPr>
          <w:p w14:paraId="065EA598" w14:textId="48ABE387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780377C1" w14:textId="0D944D4B" w:rsidR="00F977E7" w:rsidRDefault="00870A04" w:rsidP="00EA296F">
            <w:r>
              <w:t>Bi 205</w:t>
            </w:r>
          </w:p>
        </w:tc>
        <w:tc>
          <w:tcPr>
            <w:tcW w:w="0" w:type="auto"/>
          </w:tcPr>
          <w:p w14:paraId="38162884" w14:textId="111BE3DD" w:rsidR="00F977E7" w:rsidRDefault="00870A04" w:rsidP="00EA296F">
            <w:r>
              <w:t>122</w:t>
            </w:r>
          </w:p>
        </w:tc>
        <w:tc>
          <w:tcPr>
            <w:tcW w:w="0" w:type="auto"/>
          </w:tcPr>
          <w:p w14:paraId="451D1E1A" w14:textId="0A5402F6" w:rsidR="00F977E7" w:rsidRPr="00CE2302" w:rsidRDefault="006051E7" w:rsidP="00EA296F">
            <w:r>
              <w:t>15,31d</w:t>
            </w:r>
          </w:p>
        </w:tc>
        <w:tc>
          <w:tcPr>
            <w:tcW w:w="0" w:type="auto"/>
          </w:tcPr>
          <w:p w14:paraId="0918B699" w14:textId="0818D0E4" w:rsidR="00F977E7" w:rsidRDefault="007F3C9A" w:rsidP="00EA296F">
            <w:r>
              <w:t xml:space="preserve">~b^+: </w:t>
            </w:r>
            <w:r w:rsidR="006051E7">
              <w:t>v</w:t>
            </w:r>
            <w:r w:rsidR="00206850">
              <w:t xml:space="preserve">; </w:t>
            </w:r>
            <w:r>
              <w:t xml:space="preserve">~c: </w:t>
            </w:r>
            <w:r w:rsidR="006051E7">
              <w:t>1,764</w:t>
            </w:r>
          </w:p>
        </w:tc>
      </w:tr>
      <w:tr w:rsidR="00F977E7" w:rsidRPr="001B6138" w14:paraId="0FDFB813" w14:textId="77777777" w:rsidTr="001B6138">
        <w:tc>
          <w:tcPr>
            <w:tcW w:w="0" w:type="auto"/>
          </w:tcPr>
          <w:p w14:paraId="47E89CD5" w14:textId="735D083A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41D58201" w14:textId="6958E67B" w:rsidR="00F977E7" w:rsidRDefault="00870A04" w:rsidP="00EA296F">
            <w:r>
              <w:t>Bi 206</w:t>
            </w:r>
          </w:p>
        </w:tc>
        <w:tc>
          <w:tcPr>
            <w:tcW w:w="0" w:type="auto"/>
          </w:tcPr>
          <w:p w14:paraId="36E9260C" w14:textId="32DC2764" w:rsidR="00F977E7" w:rsidRDefault="00870A04" w:rsidP="00EA296F">
            <w:r>
              <w:t>123</w:t>
            </w:r>
          </w:p>
        </w:tc>
        <w:tc>
          <w:tcPr>
            <w:tcW w:w="0" w:type="auto"/>
          </w:tcPr>
          <w:p w14:paraId="2965715A" w14:textId="540251CF" w:rsidR="00F977E7" w:rsidRPr="00CE2302" w:rsidRDefault="006051E7" w:rsidP="00EA296F">
            <w:r>
              <w:t>6,24d</w:t>
            </w:r>
          </w:p>
        </w:tc>
        <w:tc>
          <w:tcPr>
            <w:tcW w:w="0" w:type="auto"/>
          </w:tcPr>
          <w:p w14:paraId="33BA5F1D" w14:textId="1F1AF4D2" w:rsidR="00F977E7" w:rsidRDefault="007F3C9A" w:rsidP="00EA296F">
            <w:r>
              <w:t xml:space="preserve">~b^+: </w:t>
            </w:r>
            <w:r w:rsidR="006051E7">
              <w:t>v</w:t>
            </w:r>
            <w:r w:rsidR="00206850">
              <w:t xml:space="preserve">; </w:t>
            </w:r>
            <w:r>
              <w:t xml:space="preserve">~c: </w:t>
            </w:r>
            <w:r w:rsidR="006051E7">
              <w:t>0,803</w:t>
            </w:r>
          </w:p>
        </w:tc>
      </w:tr>
      <w:tr w:rsidR="00F977E7" w:rsidRPr="001B6138" w14:paraId="55D899A6" w14:textId="77777777" w:rsidTr="001B6138">
        <w:tc>
          <w:tcPr>
            <w:tcW w:w="0" w:type="auto"/>
          </w:tcPr>
          <w:p w14:paraId="05D4C42F" w14:textId="47449694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4E76FF83" w14:textId="7BF3A8D8" w:rsidR="00F977E7" w:rsidRDefault="00870A04" w:rsidP="00EA296F">
            <w:r>
              <w:t>Bi 207</w:t>
            </w:r>
          </w:p>
        </w:tc>
        <w:tc>
          <w:tcPr>
            <w:tcW w:w="0" w:type="auto"/>
          </w:tcPr>
          <w:p w14:paraId="46352685" w14:textId="78C53C7C" w:rsidR="00F977E7" w:rsidRDefault="00870A04" w:rsidP="00EA296F">
            <w:r>
              <w:t>124</w:t>
            </w:r>
          </w:p>
        </w:tc>
        <w:tc>
          <w:tcPr>
            <w:tcW w:w="0" w:type="auto"/>
          </w:tcPr>
          <w:p w14:paraId="0013A5AB" w14:textId="7809661C" w:rsidR="00F977E7" w:rsidRPr="00CE2302" w:rsidRDefault="006051E7" w:rsidP="00EA296F">
            <w:r>
              <w:t>31,55a</w:t>
            </w:r>
          </w:p>
        </w:tc>
        <w:tc>
          <w:tcPr>
            <w:tcW w:w="0" w:type="auto"/>
          </w:tcPr>
          <w:p w14:paraId="0CC75370" w14:textId="34441E3D" w:rsidR="00F977E7" w:rsidRDefault="007F3C9A" w:rsidP="00EA296F">
            <w:r>
              <w:t xml:space="preserve">~b^+: </w:t>
            </w:r>
            <w:r w:rsidR="006051E7">
              <w:t>v</w:t>
            </w:r>
            <w:r w:rsidR="00206850">
              <w:t xml:space="preserve">; </w:t>
            </w:r>
            <w:r>
              <w:t xml:space="preserve">~c: </w:t>
            </w:r>
            <w:r w:rsidR="006051E7">
              <w:t>0,570</w:t>
            </w:r>
          </w:p>
        </w:tc>
      </w:tr>
      <w:tr w:rsidR="00F977E7" w:rsidRPr="001B6138" w14:paraId="66B0DF2D" w14:textId="77777777" w:rsidTr="001B6138">
        <w:tc>
          <w:tcPr>
            <w:tcW w:w="0" w:type="auto"/>
          </w:tcPr>
          <w:p w14:paraId="4C84FFCA" w14:textId="7411553C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2555CF69" w14:textId="3FA66A9E" w:rsidR="00F977E7" w:rsidRDefault="00870A04" w:rsidP="00EA296F">
            <w:r>
              <w:t>Bi 208</w:t>
            </w:r>
          </w:p>
        </w:tc>
        <w:tc>
          <w:tcPr>
            <w:tcW w:w="0" w:type="auto"/>
          </w:tcPr>
          <w:p w14:paraId="6802BF9E" w14:textId="7BE9983F" w:rsidR="00F977E7" w:rsidRDefault="00870A04" w:rsidP="00EA296F">
            <w:r>
              <w:t>125</w:t>
            </w:r>
          </w:p>
        </w:tc>
        <w:tc>
          <w:tcPr>
            <w:tcW w:w="0" w:type="auto"/>
          </w:tcPr>
          <w:p w14:paraId="4C7DED62" w14:textId="1B9F404D" w:rsidR="00F977E7" w:rsidRPr="00CE2302" w:rsidRDefault="006051E7" w:rsidP="00EA296F">
            <w:r>
              <w:t>3,68E5a</w:t>
            </w:r>
          </w:p>
        </w:tc>
        <w:tc>
          <w:tcPr>
            <w:tcW w:w="0" w:type="auto"/>
          </w:tcPr>
          <w:p w14:paraId="1608B267" w14:textId="55375A2C" w:rsidR="00F977E7" w:rsidRDefault="007F3C9A" w:rsidP="00EA296F">
            <w:r>
              <w:t xml:space="preserve">~b^+: </w:t>
            </w:r>
            <w:r w:rsidR="006051E7">
              <w:t>v</w:t>
            </w:r>
            <w:r w:rsidR="00206850">
              <w:t xml:space="preserve">; </w:t>
            </w:r>
            <w:r>
              <w:t xml:space="preserve">~c: </w:t>
            </w:r>
            <w:r w:rsidR="006051E7">
              <w:t>2,615</w:t>
            </w:r>
          </w:p>
        </w:tc>
      </w:tr>
      <w:tr w:rsidR="00F977E7" w:rsidRPr="001B6138" w14:paraId="34CC0DEC" w14:textId="77777777" w:rsidTr="001B6138">
        <w:tc>
          <w:tcPr>
            <w:tcW w:w="0" w:type="auto"/>
          </w:tcPr>
          <w:p w14:paraId="18514073" w14:textId="30DD2FD7" w:rsidR="00F977E7" w:rsidRDefault="00870A04" w:rsidP="00EA296F">
            <w:r>
              <w:lastRenderedPageBreak/>
              <w:t>83</w:t>
            </w:r>
          </w:p>
        </w:tc>
        <w:tc>
          <w:tcPr>
            <w:tcW w:w="0" w:type="auto"/>
          </w:tcPr>
          <w:p w14:paraId="0022382C" w14:textId="5BC7A13C" w:rsidR="00F977E7" w:rsidRDefault="00870A04" w:rsidP="00EA296F">
            <w:r>
              <w:t>Bi 209</w:t>
            </w:r>
          </w:p>
        </w:tc>
        <w:tc>
          <w:tcPr>
            <w:tcW w:w="0" w:type="auto"/>
          </w:tcPr>
          <w:p w14:paraId="3BD1B2E5" w14:textId="54E05705" w:rsidR="00F977E7" w:rsidRDefault="00870A04" w:rsidP="00EA296F">
            <w:r>
              <w:t>126</w:t>
            </w:r>
          </w:p>
        </w:tc>
        <w:tc>
          <w:tcPr>
            <w:tcW w:w="0" w:type="auto"/>
          </w:tcPr>
          <w:p w14:paraId="76C8DCE5" w14:textId="3AEE1EAD" w:rsidR="00F977E7" w:rsidRPr="00CE2302" w:rsidRDefault="006051E7" w:rsidP="00EA296F">
            <w:r>
              <w:t>stabil</w:t>
            </w:r>
            <w:r w:rsidR="00206850">
              <w:t xml:space="preserve">; </w:t>
            </w:r>
            <w:r>
              <w:t>1,9E19a</w:t>
            </w:r>
          </w:p>
        </w:tc>
        <w:tc>
          <w:tcPr>
            <w:tcW w:w="0" w:type="auto"/>
          </w:tcPr>
          <w:p w14:paraId="12CF4663" w14:textId="20318BEC" w:rsidR="00F977E7" w:rsidRDefault="007F3C9A" w:rsidP="00EA296F">
            <w:r>
              <w:t xml:space="preserve">~a: </w:t>
            </w:r>
            <w:r w:rsidR="006051E7">
              <w:t>3,137 v</w:t>
            </w:r>
          </w:p>
        </w:tc>
      </w:tr>
      <w:tr w:rsidR="00F977E7" w:rsidRPr="001B6138" w14:paraId="6B19F4AD" w14:textId="77777777" w:rsidTr="001B6138">
        <w:tc>
          <w:tcPr>
            <w:tcW w:w="0" w:type="auto"/>
          </w:tcPr>
          <w:p w14:paraId="62D0309E" w14:textId="57CB2507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67E5FD9B" w14:textId="2EEBF72B" w:rsidR="00F977E7" w:rsidRDefault="00870A04" w:rsidP="00EA296F">
            <w:r>
              <w:t>Bi 210</w:t>
            </w:r>
          </w:p>
        </w:tc>
        <w:tc>
          <w:tcPr>
            <w:tcW w:w="0" w:type="auto"/>
          </w:tcPr>
          <w:p w14:paraId="7D3F05D6" w14:textId="73F5B4DA" w:rsidR="00F977E7" w:rsidRDefault="00870A04" w:rsidP="00EA296F">
            <w:r>
              <w:t>127</w:t>
            </w:r>
          </w:p>
        </w:tc>
        <w:tc>
          <w:tcPr>
            <w:tcW w:w="0" w:type="auto"/>
          </w:tcPr>
          <w:p w14:paraId="75CFDD79" w14:textId="11C44E1A" w:rsidR="00F977E7" w:rsidRPr="00CE2302" w:rsidRDefault="006051E7" w:rsidP="00EA296F">
            <w:r>
              <w:t>5,013d</w:t>
            </w:r>
          </w:p>
        </w:tc>
        <w:tc>
          <w:tcPr>
            <w:tcW w:w="0" w:type="auto"/>
          </w:tcPr>
          <w:p w14:paraId="4270592D" w14:textId="6D7445FB" w:rsidR="00F977E7" w:rsidRDefault="007F3C9A" w:rsidP="00EA296F">
            <w:r>
              <w:t xml:space="preserve">~a: </w:t>
            </w:r>
            <w:r w:rsidR="006051E7">
              <w:t>4,649</w:t>
            </w:r>
            <w:r w:rsidR="00206850">
              <w:t xml:space="preserve">; </w:t>
            </w:r>
            <w:r>
              <w:t xml:space="preserve">~b^-: </w:t>
            </w:r>
            <w:r w:rsidR="006051E7">
              <w:t>1,2 v</w:t>
            </w:r>
          </w:p>
        </w:tc>
      </w:tr>
      <w:tr w:rsidR="00F977E7" w:rsidRPr="001B6138" w14:paraId="61A607F7" w14:textId="77777777" w:rsidTr="001B6138">
        <w:tc>
          <w:tcPr>
            <w:tcW w:w="0" w:type="auto"/>
          </w:tcPr>
          <w:p w14:paraId="4D5EF01E" w14:textId="53777BDC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4E2E8477" w14:textId="7F9A9CF4" w:rsidR="00F977E7" w:rsidRDefault="00870A04" w:rsidP="00EA296F">
            <w:r>
              <w:t>Bi 211</w:t>
            </w:r>
          </w:p>
        </w:tc>
        <w:tc>
          <w:tcPr>
            <w:tcW w:w="0" w:type="auto"/>
          </w:tcPr>
          <w:p w14:paraId="699CB3B4" w14:textId="56376537" w:rsidR="00F977E7" w:rsidRDefault="00870A04" w:rsidP="00EA296F">
            <w:r>
              <w:t>128</w:t>
            </w:r>
          </w:p>
        </w:tc>
        <w:tc>
          <w:tcPr>
            <w:tcW w:w="0" w:type="auto"/>
          </w:tcPr>
          <w:p w14:paraId="3BA6DE80" w14:textId="32F5010E" w:rsidR="00F977E7" w:rsidRPr="00CE2302" w:rsidRDefault="006051E7" w:rsidP="00EA296F">
            <w:r>
              <w:t>2,17min</w:t>
            </w:r>
          </w:p>
        </w:tc>
        <w:tc>
          <w:tcPr>
            <w:tcW w:w="0" w:type="auto"/>
          </w:tcPr>
          <w:p w14:paraId="0BB2B3BD" w14:textId="2BDCC1BC" w:rsidR="00F977E7" w:rsidRDefault="007F3C9A" w:rsidP="00EA296F">
            <w:r>
              <w:t xml:space="preserve">~a: </w:t>
            </w:r>
            <w:r w:rsidR="006051E7">
              <w:t>6,6229</w:t>
            </w:r>
            <w:r w:rsidR="00D033A3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6051E7">
              <w:t>0,351</w:t>
            </w:r>
          </w:p>
        </w:tc>
      </w:tr>
      <w:tr w:rsidR="00F977E7" w:rsidRPr="001B6138" w14:paraId="0FC425C6" w14:textId="77777777" w:rsidTr="001B6138">
        <w:tc>
          <w:tcPr>
            <w:tcW w:w="0" w:type="auto"/>
          </w:tcPr>
          <w:p w14:paraId="2A4DF602" w14:textId="1C2F0D60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0BE37297" w14:textId="3F68D29C" w:rsidR="00F977E7" w:rsidRDefault="00870A04" w:rsidP="00EA296F">
            <w:r>
              <w:t>Bi 212</w:t>
            </w:r>
          </w:p>
        </w:tc>
        <w:tc>
          <w:tcPr>
            <w:tcW w:w="0" w:type="auto"/>
          </w:tcPr>
          <w:p w14:paraId="2FAFB664" w14:textId="775B92D3" w:rsidR="00F977E7" w:rsidRDefault="00870A04" w:rsidP="00EA296F">
            <w:r>
              <w:t>129</w:t>
            </w:r>
          </w:p>
        </w:tc>
        <w:tc>
          <w:tcPr>
            <w:tcW w:w="0" w:type="auto"/>
          </w:tcPr>
          <w:p w14:paraId="02F4E243" w14:textId="7C36461B" w:rsidR="00F977E7" w:rsidRPr="00CE2302" w:rsidRDefault="006051E7" w:rsidP="00EA296F">
            <w:r>
              <w:t>60,60min</w:t>
            </w:r>
          </w:p>
        </w:tc>
        <w:tc>
          <w:tcPr>
            <w:tcW w:w="0" w:type="auto"/>
          </w:tcPr>
          <w:p w14:paraId="0798E635" w14:textId="24ECF2C7" w:rsidR="00F977E7" w:rsidRDefault="007F3C9A" w:rsidP="00EA296F">
            <w:r>
              <w:t xml:space="preserve">~a: </w:t>
            </w:r>
            <w:r w:rsidR="006051E7">
              <w:t xml:space="preserve">6,051 </w:t>
            </w:r>
            <w:r w:rsidR="00132BE1">
              <w:t>v</w:t>
            </w:r>
            <w:r w:rsidR="00206850">
              <w:t xml:space="preserve">; </w:t>
            </w:r>
            <w:r>
              <w:t xml:space="preserve">~b^-: </w:t>
            </w:r>
            <w:r w:rsidR="00D033A3">
              <w:t>2,3</w:t>
            </w:r>
            <w:r w:rsidR="003D0DFC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D033A3">
              <w:t>0,727</w:t>
            </w:r>
          </w:p>
        </w:tc>
      </w:tr>
      <w:tr w:rsidR="00F977E7" w:rsidRPr="001B6138" w14:paraId="781063B5" w14:textId="77777777" w:rsidTr="001B6138">
        <w:tc>
          <w:tcPr>
            <w:tcW w:w="0" w:type="auto"/>
          </w:tcPr>
          <w:p w14:paraId="1D64C8BA" w14:textId="657DB199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3E753B7F" w14:textId="2B115A62" w:rsidR="00F977E7" w:rsidRDefault="00870A04" w:rsidP="00EA296F">
            <w:r>
              <w:t>Bi 213</w:t>
            </w:r>
          </w:p>
        </w:tc>
        <w:tc>
          <w:tcPr>
            <w:tcW w:w="0" w:type="auto"/>
          </w:tcPr>
          <w:p w14:paraId="32784C42" w14:textId="51A9AE16" w:rsidR="00F977E7" w:rsidRDefault="00870A04" w:rsidP="00EA296F">
            <w:r>
              <w:t>130</w:t>
            </w:r>
          </w:p>
        </w:tc>
        <w:tc>
          <w:tcPr>
            <w:tcW w:w="0" w:type="auto"/>
          </w:tcPr>
          <w:p w14:paraId="4C1240A4" w14:textId="492C79B6" w:rsidR="00F977E7" w:rsidRPr="00CE2302" w:rsidRDefault="006051E7" w:rsidP="00EA296F">
            <w:r>
              <w:t>45,59min</w:t>
            </w:r>
          </w:p>
        </w:tc>
        <w:tc>
          <w:tcPr>
            <w:tcW w:w="0" w:type="auto"/>
          </w:tcPr>
          <w:p w14:paraId="7346A40C" w14:textId="35D1802B" w:rsidR="00F977E7" w:rsidRDefault="007F3C9A" w:rsidP="00EA296F">
            <w:r>
              <w:t xml:space="preserve">~a: </w:t>
            </w:r>
            <w:r w:rsidR="00D033A3">
              <w:t>5,87</w:t>
            </w:r>
            <w:r w:rsidR="00206850">
              <w:t xml:space="preserve">; </w:t>
            </w:r>
            <w:r>
              <w:t xml:space="preserve">~b^-: </w:t>
            </w:r>
            <w:r w:rsidR="00D033A3">
              <w:t>1,4 v</w:t>
            </w:r>
            <w:r w:rsidR="00206850">
              <w:t xml:space="preserve">; </w:t>
            </w:r>
            <w:r>
              <w:t xml:space="preserve">~c: </w:t>
            </w:r>
            <w:r w:rsidR="00D033A3">
              <w:t>0,440</w:t>
            </w:r>
          </w:p>
        </w:tc>
      </w:tr>
      <w:tr w:rsidR="00F977E7" w:rsidRPr="001B6138" w14:paraId="1683750C" w14:textId="77777777" w:rsidTr="001B6138">
        <w:tc>
          <w:tcPr>
            <w:tcW w:w="0" w:type="auto"/>
          </w:tcPr>
          <w:p w14:paraId="1F201713" w14:textId="00DE1B04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2D21EB0D" w14:textId="4ACE8AD5" w:rsidR="00F977E7" w:rsidRDefault="00870A04" w:rsidP="00EA296F">
            <w:r>
              <w:t>Bi 214</w:t>
            </w:r>
          </w:p>
        </w:tc>
        <w:tc>
          <w:tcPr>
            <w:tcW w:w="0" w:type="auto"/>
          </w:tcPr>
          <w:p w14:paraId="09431F94" w14:textId="3F2AEA66" w:rsidR="00F977E7" w:rsidRDefault="00870A04" w:rsidP="00EA296F">
            <w:r>
              <w:t>131</w:t>
            </w:r>
          </w:p>
        </w:tc>
        <w:tc>
          <w:tcPr>
            <w:tcW w:w="0" w:type="auto"/>
          </w:tcPr>
          <w:p w14:paraId="6F1F19AD" w14:textId="4A46175B" w:rsidR="00F977E7" w:rsidRPr="00CE2302" w:rsidRDefault="006051E7" w:rsidP="00EA296F">
            <w:r>
              <w:t>19,9min</w:t>
            </w:r>
          </w:p>
        </w:tc>
        <w:tc>
          <w:tcPr>
            <w:tcW w:w="0" w:type="auto"/>
          </w:tcPr>
          <w:p w14:paraId="1728E26F" w14:textId="7EC831CB" w:rsidR="00F977E7" w:rsidRDefault="007F3C9A" w:rsidP="00EA296F">
            <w:r>
              <w:t xml:space="preserve">~a: </w:t>
            </w:r>
            <w:r w:rsidR="00D033A3">
              <w:t>5,450</w:t>
            </w:r>
            <w:r w:rsidR="00206850">
              <w:t xml:space="preserve">; </w:t>
            </w:r>
            <w:r>
              <w:t xml:space="preserve">~b^-: </w:t>
            </w:r>
            <w:r w:rsidR="00D033A3">
              <w:t>1,5 v</w:t>
            </w:r>
            <w:r w:rsidR="00206850">
              <w:t xml:space="preserve">; </w:t>
            </w:r>
            <w:r>
              <w:t xml:space="preserve">~c: </w:t>
            </w:r>
            <w:r w:rsidR="00D033A3">
              <w:t>0,609</w:t>
            </w:r>
          </w:p>
        </w:tc>
      </w:tr>
      <w:tr w:rsidR="00F977E7" w:rsidRPr="001B6138" w14:paraId="19E91F31" w14:textId="77777777" w:rsidTr="001B6138">
        <w:tc>
          <w:tcPr>
            <w:tcW w:w="0" w:type="auto"/>
          </w:tcPr>
          <w:p w14:paraId="42AD0E14" w14:textId="4B0395F1" w:rsidR="00F977E7" w:rsidRDefault="00870A04" w:rsidP="00EA296F">
            <w:r>
              <w:t>83</w:t>
            </w:r>
          </w:p>
        </w:tc>
        <w:tc>
          <w:tcPr>
            <w:tcW w:w="0" w:type="auto"/>
          </w:tcPr>
          <w:p w14:paraId="0401E4D8" w14:textId="5534CD1D" w:rsidR="00F977E7" w:rsidRDefault="00870A04" w:rsidP="00EA296F">
            <w:r>
              <w:t>Bi 215</w:t>
            </w:r>
          </w:p>
        </w:tc>
        <w:tc>
          <w:tcPr>
            <w:tcW w:w="0" w:type="auto"/>
          </w:tcPr>
          <w:p w14:paraId="57B4E232" w14:textId="2085BC1E" w:rsidR="00F977E7" w:rsidRDefault="00870A04" w:rsidP="00EA296F">
            <w:r>
              <w:t>132</w:t>
            </w:r>
          </w:p>
        </w:tc>
        <w:tc>
          <w:tcPr>
            <w:tcW w:w="0" w:type="auto"/>
          </w:tcPr>
          <w:p w14:paraId="51568D0D" w14:textId="7DFAC889" w:rsidR="00F977E7" w:rsidRPr="00CE2302" w:rsidRDefault="006051E7" w:rsidP="00EA296F">
            <w:r>
              <w:t>7,7min</w:t>
            </w:r>
          </w:p>
        </w:tc>
        <w:tc>
          <w:tcPr>
            <w:tcW w:w="0" w:type="auto"/>
          </w:tcPr>
          <w:p w14:paraId="006E135A" w14:textId="4E75C96F" w:rsidR="00F977E7" w:rsidRDefault="007F3C9A" w:rsidP="00EA296F">
            <w:r>
              <w:t xml:space="preserve">~b^-: </w:t>
            </w:r>
            <w:r w:rsidR="00D033A3">
              <w:t>v</w:t>
            </w:r>
            <w:r w:rsidR="00206850">
              <w:t xml:space="preserve">; </w:t>
            </w:r>
            <w:r>
              <w:t xml:space="preserve">~c: </w:t>
            </w:r>
            <w:r w:rsidR="00D033A3">
              <w:t>0,294</w:t>
            </w:r>
          </w:p>
        </w:tc>
      </w:tr>
      <w:tr w:rsidR="00F977E7" w:rsidRPr="001B6138" w14:paraId="04373ABD" w14:textId="77777777" w:rsidTr="001B6138">
        <w:tc>
          <w:tcPr>
            <w:tcW w:w="0" w:type="auto"/>
          </w:tcPr>
          <w:p w14:paraId="1D1F9B3B" w14:textId="4BA3AD58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6092F52E" w14:textId="44C0FD35" w:rsidR="00F977E7" w:rsidRDefault="00846ED1" w:rsidP="00EA296F">
            <w:r>
              <w:t>Po 204</w:t>
            </w:r>
          </w:p>
        </w:tc>
        <w:tc>
          <w:tcPr>
            <w:tcW w:w="0" w:type="auto"/>
          </w:tcPr>
          <w:p w14:paraId="00D4E23F" w14:textId="4A5C0A0F" w:rsidR="00F977E7" w:rsidRDefault="00846ED1" w:rsidP="00EA296F">
            <w:r>
              <w:t>120</w:t>
            </w:r>
          </w:p>
        </w:tc>
        <w:tc>
          <w:tcPr>
            <w:tcW w:w="0" w:type="auto"/>
          </w:tcPr>
          <w:p w14:paraId="01F83A05" w14:textId="423FE818" w:rsidR="00F977E7" w:rsidRPr="00CE2302" w:rsidRDefault="0037439C" w:rsidP="00EA296F">
            <w:r w:rsidRPr="0037439C">
              <w:t>3,53h</w:t>
            </w:r>
          </w:p>
        </w:tc>
        <w:tc>
          <w:tcPr>
            <w:tcW w:w="0" w:type="auto"/>
          </w:tcPr>
          <w:p w14:paraId="2AD68EF6" w14:textId="1D8C77E8" w:rsidR="00F977E7" w:rsidRDefault="007F3C9A" w:rsidP="00EA296F">
            <w:r>
              <w:t xml:space="preserve">~a: </w:t>
            </w:r>
            <w:r w:rsidR="0037439C" w:rsidRPr="0037439C">
              <w:t>5,377</w:t>
            </w:r>
            <w:r w:rsidR="00206850">
              <w:t xml:space="preserve">; </w:t>
            </w:r>
            <w:r>
              <w:t xml:space="preserve">~b^+: </w:t>
            </w:r>
            <w:r w:rsidR="00732893">
              <w:t>v</w:t>
            </w:r>
            <w:r w:rsidR="00206850">
              <w:t xml:space="preserve">; </w:t>
            </w:r>
            <w:r>
              <w:t xml:space="preserve">~c: </w:t>
            </w:r>
            <w:r w:rsidR="0037439C" w:rsidRPr="0037439C">
              <w:t>0,884</w:t>
            </w:r>
          </w:p>
        </w:tc>
      </w:tr>
      <w:tr w:rsidR="00F977E7" w:rsidRPr="001B6138" w14:paraId="5AC0D5E3" w14:textId="77777777" w:rsidTr="001B6138">
        <w:tc>
          <w:tcPr>
            <w:tcW w:w="0" w:type="auto"/>
          </w:tcPr>
          <w:p w14:paraId="44BA37F8" w14:textId="482E1306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3702012E" w14:textId="09D54A95" w:rsidR="00F977E7" w:rsidRDefault="00846ED1" w:rsidP="00EA296F">
            <w:r>
              <w:t>Po 205</w:t>
            </w:r>
          </w:p>
        </w:tc>
        <w:tc>
          <w:tcPr>
            <w:tcW w:w="0" w:type="auto"/>
          </w:tcPr>
          <w:p w14:paraId="62F4249D" w14:textId="35A897DF" w:rsidR="00F977E7" w:rsidRDefault="00846ED1" w:rsidP="00EA296F">
            <w:r>
              <w:t>121</w:t>
            </w:r>
          </w:p>
        </w:tc>
        <w:tc>
          <w:tcPr>
            <w:tcW w:w="0" w:type="auto"/>
          </w:tcPr>
          <w:p w14:paraId="4B2D923F" w14:textId="28B7AF9F" w:rsidR="00F977E7" w:rsidRPr="00CE2302" w:rsidRDefault="0037439C" w:rsidP="00EA296F">
            <w:r w:rsidRPr="0037439C">
              <w:t>1,66h</w:t>
            </w:r>
          </w:p>
        </w:tc>
        <w:tc>
          <w:tcPr>
            <w:tcW w:w="0" w:type="auto"/>
          </w:tcPr>
          <w:p w14:paraId="2E50545A" w14:textId="15EA36B3" w:rsidR="00F977E7" w:rsidRDefault="007F3C9A" w:rsidP="00EA296F">
            <w:r>
              <w:t xml:space="preserve">~a: </w:t>
            </w:r>
            <w:r w:rsidR="0037439C" w:rsidRPr="0037439C">
              <w:t>5,22</w:t>
            </w:r>
            <w:r w:rsidR="00206850">
              <w:t xml:space="preserve">; </w:t>
            </w:r>
            <w:r>
              <w:t xml:space="preserve">~b^+: </w:t>
            </w:r>
            <w:r w:rsidR="00732893">
              <w:t>v</w:t>
            </w:r>
            <w:r w:rsidR="00206850">
              <w:t xml:space="preserve">; </w:t>
            </w:r>
            <w:r>
              <w:t xml:space="preserve">c: </w:t>
            </w:r>
            <w:r w:rsidR="0037439C" w:rsidRPr="0037439C">
              <w:t>0,872</w:t>
            </w:r>
          </w:p>
        </w:tc>
      </w:tr>
      <w:tr w:rsidR="00F977E7" w:rsidRPr="001B6138" w14:paraId="01A7EC13" w14:textId="77777777" w:rsidTr="001B6138">
        <w:tc>
          <w:tcPr>
            <w:tcW w:w="0" w:type="auto"/>
          </w:tcPr>
          <w:p w14:paraId="7CEAF9D3" w14:textId="2A9CB9FA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5D7F20D1" w14:textId="037DDA8F" w:rsidR="00F977E7" w:rsidRDefault="00846ED1" w:rsidP="00EA296F">
            <w:r>
              <w:t>Po 206</w:t>
            </w:r>
          </w:p>
        </w:tc>
        <w:tc>
          <w:tcPr>
            <w:tcW w:w="0" w:type="auto"/>
          </w:tcPr>
          <w:p w14:paraId="711AD3DB" w14:textId="10663B3A" w:rsidR="00F977E7" w:rsidRDefault="00846ED1" w:rsidP="00EA296F">
            <w:r>
              <w:t>122</w:t>
            </w:r>
          </w:p>
        </w:tc>
        <w:tc>
          <w:tcPr>
            <w:tcW w:w="0" w:type="auto"/>
          </w:tcPr>
          <w:p w14:paraId="2D3E61E9" w14:textId="29D92481" w:rsidR="00F977E7" w:rsidRPr="00CE2302" w:rsidRDefault="0037439C" w:rsidP="00EA296F">
            <w:r w:rsidRPr="0037439C">
              <w:t>8,8d</w:t>
            </w:r>
          </w:p>
        </w:tc>
        <w:tc>
          <w:tcPr>
            <w:tcW w:w="0" w:type="auto"/>
          </w:tcPr>
          <w:p w14:paraId="4D3EEA1B" w14:textId="186A647B" w:rsidR="00F977E7" w:rsidRDefault="007F3C9A" w:rsidP="00EA296F">
            <w:r>
              <w:t xml:space="preserve">~a: </w:t>
            </w:r>
            <w:r w:rsidR="0037439C" w:rsidRPr="0037439C">
              <w:t>5,2233</w:t>
            </w:r>
            <w:r w:rsidR="00732893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732893">
              <w:t>v</w:t>
            </w:r>
            <w:r w:rsidR="00206850">
              <w:t xml:space="preserve">; </w:t>
            </w:r>
            <w:r>
              <w:t xml:space="preserve">~c: </w:t>
            </w:r>
            <w:r w:rsidR="0037439C" w:rsidRPr="0037439C">
              <w:t>1,032</w:t>
            </w:r>
          </w:p>
        </w:tc>
      </w:tr>
      <w:tr w:rsidR="00F977E7" w:rsidRPr="001B6138" w14:paraId="026C6394" w14:textId="77777777" w:rsidTr="001B6138">
        <w:tc>
          <w:tcPr>
            <w:tcW w:w="0" w:type="auto"/>
          </w:tcPr>
          <w:p w14:paraId="7AB7E7BA" w14:textId="59977BC4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7C41D58F" w14:textId="4BB63747" w:rsidR="00F977E7" w:rsidRDefault="00846ED1" w:rsidP="00EA296F">
            <w:r>
              <w:t>Po 207</w:t>
            </w:r>
          </w:p>
        </w:tc>
        <w:tc>
          <w:tcPr>
            <w:tcW w:w="0" w:type="auto"/>
          </w:tcPr>
          <w:p w14:paraId="04AACD0F" w14:textId="2B174FB3" w:rsidR="00F977E7" w:rsidRDefault="00846ED1" w:rsidP="00EA296F">
            <w:r>
              <w:t>123</w:t>
            </w:r>
          </w:p>
        </w:tc>
        <w:tc>
          <w:tcPr>
            <w:tcW w:w="0" w:type="auto"/>
          </w:tcPr>
          <w:p w14:paraId="2789608A" w14:textId="0A5A361E" w:rsidR="00F977E7" w:rsidRPr="00CE2302" w:rsidRDefault="0037439C" w:rsidP="00EA296F">
            <w:r w:rsidRPr="0037439C">
              <w:t>5,84h</w:t>
            </w:r>
          </w:p>
        </w:tc>
        <w:tc>
          <w:tcPr>
            <w:tcW w:w="0" w:type="auto"/>
          </w:tcPr>
          <w:p w14:paraId="5C49486D" w14:textId="39A8DDEC" w:rsidR="00F977E7" w:rsidRDefault="007F3C9A" w:rsidP="00EA296F">
            <w:r>
              <w:t xml:space="preserve">~a: </w:t>
            </w:r>
            <w:r w:rsidR="00732893" w:rsidRPr="00732893">
              <w:t>5,116</w:t>
            </w:r>
            <w:r w:rsidR="00206850">
              <w:t xml:space="preserve">; </w:t>
            </w:r>
            <w:r>
              <w:t xml:space="preserve">~b^+: </w:t>
            </w:r>
            <w:r w:rsidR="00732893">
              <w:t>v</w:t>
            </w:r>
            <w:r w:rsidR="00206850">
              <w:t xml:space="preserve">; </w:t>
            </w:r>
            <w:r>
              <w:t xml:space="preserve">~c: </w:t>
            </w:r>
            <w:r w:rsidR="00732893" w:rsidRPr="00732893">
              <w:t>0,992</w:t>
            </w:r>
          </w:p>
        </w:tc>
      </w:tr>
      <w:tr w:rsidR="00F977E7" w:rsidRPr="001B6138" w14:paraId="4BCBBCF2" w14:textId="77777777" w:rsidTr="001B6138">
        <w:tc>
          <w:tcPr>
            <w:tcW w:w="0" w:type="auto"/>
          </w:tcPr>
          <w:p w14:paraId="6291A337" w14:textId="23740724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082F5784" w14:textId="1CA49BCA" w:rsidR="00F977E7" w:rsidRDefault="00846ED1" w:rsidP="00EA296F">
            <w:r>
              <w:t>Po 208</w:t>
            </w:r>
          </w:p>
        </w:tc>
        <w:tc>
          <w:tcPr>
            <w:tcW w:w="0" w:type="auto"/>
          </w:tcPr>
          <w:p w14:paraId="1B3D10F6" w14:textId="0A7704AF" w:rsidR="00F977E7" w:rsidRDefault="00846ED1" w:rsidP="00EA296F">
            <w:r>
              <w:t>124</w:t>
            </w:r>
          </w:p>
        </w:tc>
        <w:tc>
          <w:tcPr>
            <w:tcW w:w="0" w:type="auto"/>
          </w:tcPr>
          <w:p w14:paraId="10C07514" w14:textId="41DADACA" w:rsidR="00F977E7" w:rsidRPr="00CE2302" w:rsidRDefault="0037439C" w:rsidP="00EA296F">
            <w:r w:rsidRPr="0037439C">
              <w:t>2,898a</w:t>
            </w:r>
          </w:p>
        </w:tc>
        <w:tc>
          <w:tcPr>
            <w:tcW w:w="0" w:type="auto"/>
          </w:tcPr>
          <w:p w14:paraId="42582D39" w14:textId="12691113" w:rsidR="00F977E7" w:rsidRDefault="007F3C9A" w:rsidP="00EA296F">
            <w:r>
              <w:t xml:space="preserve">~a: </w:t>
            </w:r>
            <w:r w:rsidR="00732893" w:rsidRPr="00732893">
              <w:t>5,1152</w:t>
            </w:r>
            <w:r w:rsidR="00732893">
              <w:t xml:space="preserve"> v</w:t>
            </w:r>
          </w:p>
        </w:tc>
      </w:tr>
      <w:tr w:rsidR="00F977E7" w:rsidRPr="001B6138" w14:paraId="0391520D" w14:textId="77777777" w:rsidTr="001B6138">
        <w:tc>
          <w:tcPr>
            <w:tcW w:w="0" w:type="auto"/>
          </w:tcPr>
          <w:p w14:paraId="4DD049AE" w14:textId="3542AA00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4AA78681" w14:textId="399B5D96" w:rsidR="00F977E7" w:rsidRDefault="00846ED1" w:rsidP="00EA296F">
            <w:r>
              <w:t>Po 209</w:t>
            </w:r>
          </w:p>
        </w:tc>
        <w:tc>
          <w:tcPr>
            <w:tcW w:w="0" w:type="auto"/>
          </w:tcPr>
          <w:p w14:paraId="17DFEB17" w14:textId="17019C8E" w:rsidR="00F977E7" w:rsidRDefault="00846ED1" w:rsidP="00EA296F">
            <w:r>
              <w:t>125</w:t>
            </w:r>
          </w:p>
        </w:tc>
        <w:tc>
          <w:tcPr>
            <w:tcW w:w="0" w:type="auto"/>
          </w:tcPr>
          <w:p w14:paraId="044A9E3C" w14:textId="04085293" w:rsidR="00F977E7" w:rsidRPr="00CE2302" w:rsidRDefault="0037439C" w:rsidP="00EA296F">
            <w:r w:rsidRPr="0037439C">
              <w:t>102a</w:t>
            </w:r>
          </w:p>
        </w:tc>
        <w:tc>
          <w:tcPr>
            <w:tcW w:w="0" w:type="auto"/>
          </w:tcPr>
          <w:p w14:paraId="3DA52536" w14:textId="63C0C657" w:rsidR="00F977E7" w:rsidRDefault="007F3C9A" w:rsidP="00EA296F">
            <w:r>
              <w:t xml:space="preserve">~a: </w:t>
            </w:r>
            <w:r w:rsidR="00732893" w:rsidRPr="00732893">
              <w:t>4,881</w:t>
            </w:r>
            <w:r w:rsidR="00732893">
              <w:t xml:space="preserve"> v</w:t>
            </w:r>
          </w:p>
        </w:tc>
      </w:tr>
      <w:tr w:rsidR="00F977E7" w:rsidRPr="001B6138" w14:paraId="0A30C840" w14:textId="77777777" w:rsidTr="001B6138">
        <w:tc>
          <w:tcPr>
            <w:tcW w:w="0" w:type="auto"/>
          </w:tcPr>
          <w:p w14:paraId="43A5F440" w14:textId="59808522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50981C95" w14:textId="5AF28565" w:rsidR="00F977E7" w:rsidRDefault="00846ED1" w:rsidP="00EA296F">
            <w:r>
              <w:t>Po 210</w:t>
            </w:r>
          </w:p>
        </w:tc>
        <w:tc>
          <w:tcPr>
            <w:tcW w:w="0" w:type="auto"/>
          </w:tcPr>
          <w:p w14:paraId="768D5817" w14:textId="5E58BCBE" w:rsidR="00F977E7" w:rsidRDefault="00846ED1" w:rsidP="00EA296F">
            <w:r>
              <w:t>126</w:t>
            </w:r>
          </w:p>
        </w:tc>
        <w:tc>
          <w:tcPr>
            <w:tcW w:w="0" w:type="auto"/>
          </w:tcPr>
          <w:p w14:paraId="27797400" w14:textId="4E54870D" w:rsidR="00F977E7" w:rsidRPr="00CE2302" w:rsidRDefault="0037439C" w:rsidP="00EA296F">
            <w:r w:rsidRPr="0037439C">
              <w:t>138,38d</w:t>
            </w:r>
          </w:p>
        </w:tc>
        <w:tc>
          <w:tcPr>
            <w:tcW w:w="0" w:type="auto"/>
          </w:tcPr>
          <w:p w14:paraId="7963F166" w14:textId="7585D989" w:rsidR="00F977E7" w:rsidRDefault="007F3C9A" w:rsidP="00EA296F">
            <w:r>
              <w:t xml:space="preserve">~a: </w:t>
            </w:r>
            <w:r w:rsidR="00732893" w:rsidRPr="00732893">
              <w:t>5,30438</w:t>
            </w:r>
            <w:r w:rsidR="00732893">
              <w:t xml:space="preserve"> v</w:t>
            </w:r>
          </w:p>
        </w:tc>
      </w:tr>
      <w:tr w:rsidR="00F977E7" w:rsidRPr="001B6138" w14:paraId="413BD7A3" w14:textId="77777777" w:rsidTr="001B6138">
        <w:tc>
          <w:tcPr>
            <w:tcW w:w="0" w:type="auto"/>
          </w:tcPr>
          <w:p w14:paraId="47188192" w14:textId="32805FF7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122F884C" w14:textId="1F12C69C" w:rsidR="00F977E7" w:rsidRDefault="00846ED1" w:rsidP="00EA296F">
            <w:r>
              <w:t>Po 211</w:t>
            </w:r>
          </w:p>
        </w:tc>
        <w:tc>
          <w:tcPr>
            <w:tcW w:w="0" w:type="auto"/>
          </w:tcPr>
          <w:p w14:paraId="448C7F4F" w14:textId="34D8C9D5" w:rsidR="00F977E7" w:rsidRDefault="00846ED1" w:rsidP="00EA296F">
            <w:r>
              <w:t>127</w:t>
            </w:r>
          </w:p>
        </w:tc>
        <w:tc>
          <w:tcPr>
            <w:tcW w:w="0" w:type="auto"/>
          </w:tcPr>
          <w:p w14:paraId="5CFCE046" w14:textId="1BCDD9AA" w:rsidR="00F977E7" w:rsidRPr="00CE2302" w:rsidRDefault="0037439C" w:rsidP="00EA296F">
            <w:r w:rsidRPr="0037439C">
              <w:t>0,516s</w:t>
            </w:r>
          </w:p>
        </w:tc>
        <w:tc>
          <w:tcPr>
            <w:tcW w:w="0" w:type="auto"/>
          </w:tcPr>
          <w:p w14:paraId="6C34D0D1" w14:textId="2AF7461F" w:rsidR="00F977E7" w:rsidRDefault="007F3C9A" w:rsidP="00EA296F">
            <w:r>
              <w:t xml:space="preserve">~a: </w:t>
            </w:r>
            <w:r w:rsidR="00732893" w:rsidRPr="00732893">
              <w:t>7,450</w:t>
            </w:r>
            <w:r w:rsidR="00732893">
              <w:t xml:space="preserve"> v</w:t>
            </w:r>
          </w:p>
        </w:tc>
      </w:tr>
      <w:tr w:rsidR="00F977E7" w:rsidRPr="001B6138" w14:paraId="51557FCD" w14:textId="77777777" w:rsidTr="001B6138">
        <w:tc>
          <w:tcPr>
            <w:tcW w:w="0" w:type="auto"/>
          </w:tcPr>
          <w:p w14:paraId="72991ABF" w14:textId="01EE4ED1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76A41808" w14:textId="21EA8F5B" w:rsidR="00F977E7" w:rsidRDefault="00846ED1" w:rsidP="00EA296F">
            <w:r>
              <w:t>Po 212</w:t>
            </w:r>
          </w:p>
        </w:tc>
        <w:tc>
          <w:tcPr>
            <w:tcW w:w="0" w:type="auto"/>
          </w:tcPr>
          <w:p w14:paraId="103AD47C" w14:textId="12C5B1DF" w:rsidR="00F977E7" w:rsidRDefault="00846ED1" w:rsidP="00EA296F">
            <w:r>
              <w:t>128</w:t>
            </w:r>
          </w:p>
        </w:tc>
        <w:tc>
          <w:tcPr>
            <w:tcW w:w="0" w:type="auto"/>
          </w:tcPr>
          <w:p w14:paraId="3BF649FA" w14:textId="68F86571" w:rsidR="00F977E7" w:rsidRPr="00CE2302" w:rsidRDefault="0037439C" w:rsidP="00EA296F">
            <w:r w:rsidRPr="0037439C">
              <w:t>0,3</w:t>
            </w:r>
            <w:r w:rsidR="00DA5199">
              <w:t>~m</w:t>
            </w:r>
            <w:r w:rsidRPr="0037439C">
              <w:t>s</w:t>
            </w:r>
          </w:p>
        </w:tc>
        <w:tc>
          <w:tcPr>
            <w:tcW w:w="0" w:type="auto"/>
          </w:tcPr>
          <w:p w14:paraId="7280C6BF" w14:textId="6B49D5B9" w:rsidR="00F977E7" w:rsidRDefault="007F3C9A" w:rsidP="00EA296F">
            <w:r>
              <w:t xml:space="preserve">~a: </w:t>
            </w:r>
            <w:r w:rsidR="00732893" w:rsidRPr="00732893">
              <w:t>8,785</w:t>
            </w:r>
            <w:r w:rsidR="00732893">
              <w:t xml:space="preserve"> v</w:t>
            </w:r>
          </w:p>
        </w:tc>
      </w:tr>
      <w:tr w:rsidR="00F977E7" w:rsidRPr="001B6138" w14:paraId="4671F5CE" w14:textId="77777777" w:rsidTr="001B6138">
        <w:tc>
          <w:tcPr>
            <w:tcW w:w="0" w:type="auto"/>
          </w:tcPr>
          <w:p w14:paraId="5527B27A" w14:textId="2E52515D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6EF6DA18" w14:textId="57AAA899" w:rsidR="00F977E7" w:rsidRDefault="00846ED1" w:rsidP="00EA296F">
            <w:r>
              <w:t>Po 213</w:t>
            </w:r>
          </w:p>
        </w:tc>
        <w:tc>
          <w:tcPr>
            <w:tcW w:w="0" w:type="auto"/>
          </w:tcPr>
          <w:p w14:paraId="0F19BA84" w14:textId="2EADD121" w:rsidR="00F977E7" w:rsidRDefault="00846ED1" w:rsidP="00EA296F">
            <w:r>
              <w:t>129</w:t>
            </w:r>
          </w:p>
        </w:tc>
        <w:tc>
          <w:tcPr>
            <w:tcW w:w="0" w:type="auto"/>
          </w:tcPr>
          <w:p w14:paraId="69150DBA" w14:textId="468E9350" w:rsidR="00F977E7" w:rsidRPr="00CE2302" w:rsidRDefault="0037439C" w:rsidP="00EA296F">
            <w:r w:rsidRPr="0037439C">
              <w:t>4,2</w:t>
            </w:r>
            <w:r w:rsidR="00DA5199">
              <w:t>~m</w:t>
            </w:r>
            <w:r w:rsidRPr="0037439C">
              <w:t>s</w:t>
            </w:r>
          </w:p>
        </w:tc>
        <w:tc>
          <w:tcPr>
            <w:tcW w:w="0" w:type="auto"/>
          </w:tcPr>
          <w:p w14:paraId="67BC861D" w14:textId="0A98F878" w:rsidR="00F977E7" w:rsidRDefault="007F3C9A" w:rsidP="00EA296F">
            <w:r>
              <w:t xml:space="preserve">~a: </w:t>
            </w:r>
            <w:r w:rsidR="00732893" w:rsidRPr="00732893">
              <w:t>8,376</w:t>
            </w:r>
            <w:r w:rsidR="00732893">
              <w:t xml:space="preserve"> v</w:t>
            </w:r>
          </w:p>
        </w:tc>
      </w:tr>
      <w:tr w:rsidR="00F977E7" w:rsidRPr="001B6138" w14:paraId="0C7A9156" w14:textId="77777777" w:rsidTr="001B6138">
        <w:tc>
          <w:tcPr>
            <w:tcW w:w="0" w:type="auto"/>
          </w:tcPr>
          <w:p w14:paraId="264E9DCC" w14:textId="2708216C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3108655D" w14:textId="09742A6C" w:rsidR="00F977E7" w:rsidRDefault="00846ED1" w:rsidP="00EA296F">
            <w:r>
              <w:t>Po 214</w:t>
            </w:r>
          </w:p>
        </w:tc>
        <w:tc>
          <w:tcPr>
            <w:tcW w:w="0" w:type="auto"/>
          </w:tcPr>
          <w:p w14:paraId="2A257ADA" w14:textId="7D2000D1" w:rsidR="00F977E7" w:rsidRDefault="00846ED1" w:rsidP="00EA296F">
            <w:r>
              <w:t>130</w:t>
            </w:r>
          </w:p>
        </w:tc>
        <w:tc>
          <w:tcPr>
            <w:tcW w:w="0" w:type="auto"/>
          </w:tcPr>
          <w:p w14:paraId="7AE6BD68" w14:textId="6A56AC71" w:rsidR="00F977E7" w:rsidRPr="00CE2302" w:rsidRDefault="0037439C" w:rsidP="00EA296F">
            <w:r w:rsidRPr="0037439C">
              <w:t>164</w:t>
            </w:r>
            <w:r w:rsidR="00DA5199">
              <w:t>~m</w:t>
            </w:r>
            <w:r w:rsidRPr="0037439C">
              <w:t>s</w:t>
            </w:r>
          </w:p>
        </w:tc>
        <w:tc>
          <w:tcPr>
            <w:tcW w:w="0" w:type="auto"/>
          </w:tcPr>
          <w:p w14:paraId="00FD322D" w14:textId="2980DA8D" w:rsidR="00F977E7" w:rsidRDefault="007F3C9A" w:rsidP="00EA296F">
            <w:r>
              <w:t xml:space="preserve">~a: </w:t>
            </w:r>
            <w:r w:rsidR="00732893" w:rsidRPr="00732893">
              <w:t>7,6869</w:t>
            </w:r>
            <w:r w:rsidR="00732893">
              <w:t xml:space="preserve"> v</w:t>
            </w:r>
          </w:p>
        </w:tc>
      </w:tr>
      <w:tr w:rsidR="00F977E7" w:rsidRPr="001B6138" w14:paraId="2B0AE74E" w14:textId="77777777" w:rsidTr="001B6138">
        <w:tc>
          <w:tcPr>
            <w:tcW w:w="0" w:type="auto"/>
          </w:tcPr>
          <w:p w14:paraId="06C4E579" w14:textId="7DF70565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4AA40B4E" w14:textId="29586564" w:rsidR="00F977E7" w:rsidRDefault="00846ED1" w:rsidP="00EA296F">
            <w:r>
              <w:t>Po 215</w:t>
            </w:r>
          </w:p>
        </w:tc>
        <w:tc>
          <w:tcPr>
            <w:tcW w:w="0" w:type="auto"/>
          </w:tcPr>
          <w:p w14:paraId="12527998" w14:textId="68C63A00" w:rsidR="00F977E7" w:rsidRDefault="00846ED1" w:rsidP="00EA296F">
            <w:r>
              <w:t>131</w:t>
            </w:r>
          </w:p>
        </w:tc>
        <w:tc>
          <w:tcPr>
            <w:tcW w:w="0" w:type="auto"/>
          </w:tcPr>
          <w:p w14:paraId="010F6FEC" w14:textId="18B3C998" w:rsidR="00F977E7" w:rsidRPr="00CE2302" w:rsidRDefault="0037439C" w:rsidP="00EA296F">
            <w:r w:rsidRPr="0037439C">
              <w:t>1,78ms</w:t>
            </w:r>
          </w:p>
        </w:tc>
        <w:tc>
          <w:tcPr>
            <w:tcW w:w="0" w:type="auto"/>
          </w:tcPr>
          <w:p w14:paraId="484570F3" w14:textId="4F4D2D96" w:rsidR="00F977E7" w:rsidRDefault="007F3C9A" w:rsidP="00EA296F">
            <w:r>
              <w:t xml:space="preserve">~a: </w:t>
            </w:r>
            <w:r w:rsidR="00732893" w:rsidRPr="00732893">
              <w:t>7,3862</w:t>
            </w:r>
            <w:r w:rsidR="00732893">
              <w:t xml:space="preserve"> v</w:t>
            </w:r>
          </w:p>
        </w:tc>
      </w:tr>
      <w:tr w:rsidR="00F977E7" w:rsidRPr="001B6138" w14:paraId="6F78965F" w14:textId="77777777" w:rsidTr="001B6138">
        <w:tc>
          <w:tcPr>
            <w:tcW w:w="0" w:type="auto"/>
          </w:tcPr>
          <w:p w14:paraId="1014E174" w14:textId="0896F9BE" w:rsidR="00F977E7" w:rsidRDefault="00870017" w:rsidP="00EA296F">
            <w:r>
              <w:t>84</w:t>
            </w:r>
          </w:p>
        </w:tc>
        <w:tc>
          <w:tcPr>
            <w:tcW w:w="0" w:type="auto"/>
          </w:tcPr>
          <w:p w14:paraId="0C19CBA7" w14:textId="057B25B6" w:rsidR="00F977E7" w:rsidRDefault="00846ED1" w:rsidP="00EA296F">
            <w:r>
              <w:t>Po 216</w:t>
            </w:r>
          </w:p>
        </w:tc>
        <w:tc>
          <w:tcPr>
            <w:tcW w:w="0" w:type="auto"/>
          </w:tcPr>
          <w:p w14:paraId="54A67519" w14:textId="4FD95C60" w:rsidR="00F977E7" w:rsidRDefault="00846ED1" w:rsidP="00EA296F">
            <w:r>
              <w:t>132</w:t>
            </w:r>
          </w:p>
        </w:tc>
        <w:tc>
          <w:tcPr>
            <w:tcW w:w="0" w:type="auto"/>
          </w:tcPr>
          <w:p w14:paraId="10E7191A" w14:textId="444996C6" w:rsidR="00F977E7" w:rsidRPr="00CE2302" w:rsidRDefault="0037439C" w:rsidP="00EA296F">
            <w:r w:rsidRPr="0037439C">
              <w:t>0,15s</w:t>
            </w:r>
          </w:p>
        </w:tc>
        <w:tc>
          <w:tcPr>
            <w:tcW w:w="0" w:type="auto"/>
          </w:tcPr>
          <w:p w14:paraId="0CBAA5D5" w14:textId="5EDAAF94" w:rsidR="00F977E7" w:rsidRDefault="007F3C9A" w:rsidP="00EA296F">
            <w:r>
              <w:t xml:space="preserve">~a: </w:t>
            </w:r>
            <w:r w:rsidR="00732893" w:rsidRPr="00732893">
              <w:t>6,7783</w:t>
            </w:r>
            <w:r w:rsidR="00732893">
              <w:t xml:space="preserve"> v</w:t>
            </w:r>
          </w:p>
        </w:tc>
      </w:tr>
      <w:tr w:rsidR="00870017" w:rsidRPr="001B6138" w14:paraId="56D72532" w14:textId="77777777" w:rsidTr="001B6138">
        <w:tc>
          <w:tcPr>
            <w:tcW w:w="0" w:type="auto"/>
          </w:tcPr>
          <w:p w14:paraId="2682CB01" w14:textId="16BAC21D" w:rsidR="00870017" w:rsidRDefault="00870017" w:rsidP="00EA296F">
            <w:r>
              <w:t>84</w:t>
            </w:r>
          </w:p>
        </w:tc>
        <w:tc>
          <w:tcPr>
            <w:tcW w:w="0" w:type="auto"/>
          </w:tcPr>
          <w:p w14:paraId="02B2B2C5" w14:textId="0C0B868F" w:rsidR="00870017" w:rsidRDefault="00846ED1" w:rsidP="00EA296F">
            <w:r>
              <w:t>Po 217</w:t>
            </w:r>
          </w:p>
        </w:tc>
        <w:tc>
          <w:tcPr>
            <w:tcW w:w="0" w:type="auto"/>
          </w:tcPr>
          <w:p w14:paraId="1C80D508" w14:textId="03C5C5F4" w:rsidR="00870017" w:rsidRDefault="00846ED1" w:rsidP="00EA296F">
            <w:r>
              <w:t>133</w:t>
            </w:r>
          </w:p>
        </w:tc>
        <w:tc>
          <w:tcPr>
            <w:tcW w:w="0" w:type="auto"/>
          </w:tcPr>
          <w:p w14:paraId="157966DB" w14:textId="5629F981" w:rsidR="00870017" w:rsidRPr="00CE2302" w:rsidRDefault="0037439C" w:rsidP="00EA296F">
            <w:r w:rsidRPr="0037439C">
              <w:t>1,53s</w:t>
            </w:r>
          </w:p>
        </w:tc>
        <w:tc>
          <w:tcPr>
            <w:tcW w:w="0" w:type="auto"/>
          </w:tcPr>
          <w:p w14:paraId="6D6BACF5" w14:textId="068EA3AD" w:rsidR="00870017" w:rsidRDefault="00846ED1" w:rsidP="00EA296F">
            <w:r>
              <w:t xml:space="preserve">~a: </w:t>
            </w:r>
            <w:r w:rsidR="00732893" w:rsidRPr="00732893">
              <w:t>6,543</w:t>
            </w:r>
            <w:r w:rsidR="00732893">
              <w:t xml:space="preserve"> v</w:t>
            </w:r>
          </w:p>
        </w:tc>
      </w:tr>
      <w:tr w:rsidR="00870017" w:rsidRPr="001B6138" w14:paraId="72EFA2AA" w14:textId="77777777" w:rsidTr="001B6138">
        <w:tc>
          <w:tcPr>
            <w:tcW w:w="0" w:type="auto"/>
          </w:tcPr>
          <w:p w14:paraId="698F965F" w14:textId="15B588F0" w:rsidR="00870017" w:rsidRDefault="00870017" w:rsidP="00EA296F">
            <w:r>
              <w:t>84</w:t>
            </w:r>
          </w:p>
        </w:tc>
        <w:tc>
          <w:tcPr>
            <w:tcW w:w="0" w:type="auto"/>
          </w:tcPr>
          <w:p w14:paraId="44889DCB" w14:textId="4FC3A720" w:rsidR="00870017" w:rsidRDefault="00846ED1" w:rsidP="00EA296F">
            <w:r>
              <w:t>Po 218</w:t>
            </w:r>
          </w:p>
        </w:tc>
        <w:tc>
          <w:tcPr>
            <w:tcW w:w="0" w:type="auto"/>
          </w:tcPr>
          <w:p w14:paraId="481A4212" w14:textId="7A9E9A9B" w:rsidR="00870017" w:rsidRDefault="00846ED1" w:rsidP="00EA296F">
            <w:r>
              <w:t>1</w:t>
            </w:r>
            <w:r w:rsidR="00217A71">
              <w:t>3</w:t>
            </w:r>
            <w:r>
              <w:t>4</w:t>
            </w:r>
          </w:p>
        </w:tc>
        <w:tc>
          <w:tcPr>
            <w:tcW w:w="0" w:type="auto"/>
          </w:tcPr>
          <w:p w14:paraId="326597C3" w14:textId="23559FF5" w:rsidR="00870017" w:rsidRPr="00CE2302" w:rsidRDefault="0037439C" w:rsidP="00EA296F">
            <w:r w:rsidRPr="0037439C">
              <w:t>3,05min</w:t>
            </w:r>
          </w:p>
        </w:tc>
        <w:tc>
          <w:tcPr>
            <w:tcW w:w="0" w:type="auto"/>
          </w:tcPr>
          <w:p w14:paraId="7E7BEAE7" w14:textId="2929CE55" w:rsidR="00870017" w:rsidRDefault="00846ED1" w:rsidP="00EA296F">
            <w:r>
              <w:t xml:space="preserve">~a: </w:t>
            </w:r>
            <w:r w:rsidR="0037439C" w:rsidRPr="0037439C">
              <w:t>6,0024</w:t>
            </w:r>
            <w:r w:rsidR="0037439C">
              <w:t xml:space="preserve"> v</w:t>
            </w:r>
          </w:p>
        </w:tc>
      </w:tr>
      <w:tr w:rsidR="00846ED1" w:rsidRPr="001B6138" w14:paraId="6D0ACAD3" w14:textId="77777777" w:rsidTr="001B6138">
        <w:tc>
          <w:tcPr>
            <w:tcW w:w="0" w:type="auto"/>
          </w:tcPr>
          <w:p w14:paraId="6A59F1C7" w14:textId="36C6CDC1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179D4739" w14:textId="3EF82561" w:rsidR="00846ED1" w:rsidRDefault="00217A71" w:rsidP="00EA296F">
            <w:r>
              <w:t>At 205</w:t>
            </w:r>
          </w:p>
        </w:tc>
        <w:tc>
          <w:tcPr>
            <w:tcW w:w="0" w:type="auto"/>
          </w:tcPr>
          <w:p w14:paraId="07C206B7" w14:textId="0E131451" w:rsidR="00846ED1" w:rsidRDefault="00217A71" w:rsidP="00EA296F">
            <w:r>
              <w:t>120</w:t>
            </w:r>
          </w:p>
        </w:tc>
        <w:tc>
          <w:tcPr>
            <w:tcW w:w="0" w:type="auto"/>
          </w:tcPr>
          <w:p w14:paraId="39884604" w14:textId="4B310297" w:rsidR="00846ED1" w:rsidRPr="00CE2302" w:rsidRDefault="00217A71" w:rsidP="00EA296F">
            <w:r w:rsidRPr="00217A71">
              <w:t>26,2min</w:t>
            </w:r>
          </w:p>
        </w:tc>
        <w:tc>
          <w:tcPr>
            <w:tcW w:w="0" w:type="auto"/>
          </w:tcPr>
          <w:p w14:paraId="3BF2CF63" w14:textId="0A2617C2" w:rsidR="00846ED1" w:rsidRDefault="00846ED1" w:rsidP="00EA296F">
            <w:r>
              <w:t xml:space="preserve">~a: </w:t>
            </w:r>
            <w:r w:rsidR="00B26091" w:rsidRPr="00B26091">
              <w:t>5,902</w:t>
            </w:r>
            <w:r w:rsidR="00B15DB6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0,719</w:t>
            </w:r>
          </w:p>
        </w:tc>
      </w:tr>
      <w:tr w:rsidR="00846ED1" w:rsidRPr="001B6138" w14:paraId="57C8CFB5" w14:textId="77777777" w:rsidTr="001B6138">
        <w:tc>
          <w:tcPr>
            <w:tcW w:w="0" w:type="auto"/>
          </w:tcPr>
          <w:p w14:paraId="5A84EB8B" w14:textId="0E4603BE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384D229E" w14:textId="2410E86E" w:rsidR="00846ED1" w:rsidRDefault="00217A71" w:rsidP="00EA296F">
            <w:r>
              <w:t>At 206</w:t>
            </w:r>
          </w:p>
        </w:tc>
        <w:tc>
          <w:tcPr>
            <w:tcW w:w="0" w:type="auto"/>
          </w:tcPr>
          <w:p w14:paraId="0235C931" w14:textId="2F6FDECF" w:rsidR="00846ED1" w:rsidRDefault="00217A71" w:rsidP="00EA296F">
            <w:r>
              <w:t>121</w:t>
            </w:r>
          </w:p>
        </w:tc>
        <w:tc>
          <w:tcPr>
            <w:tcW w:w="0" w:type="auto"/>
          </w:tcPr>
          <w:p w14:paraId="6473FC58" w14:textId="323D28EF" w:rsidR="00846ED1" w:rsidRPr="00CE2302" w:rsidRDefault="00217A71" w:rsidP="00EA296F">
            <w:r w:rsidRPr="00217A71">
              <w:t>29,4min</w:t>
            </w:r>
          </w:p>
        </w:tc>
        <w:tc>
          <w:tcPr>
            <w:tcW w:w="0" w:type="auto"/>
          </w:tcPr>
          <w:p w14:paraId="50A4A7DE" w14:textId="50E8EA1E" w:rsidR="00846ED1" w:rsidRDefault="00846ED1" w:rsidP="00EA296F">
            <w:r>
              <w:t xml:space="preserve">~a: </w:t>
            </w:r>
            <w:r w:rsidR="00B26091" w:rsidRPr="00B26091">
              <w:t>5,703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0,701</w:t>
            </w:r>
          </w:p>
        </w:tc>
      </w:tr>
      <w:tr w:rsidR="00846ED1" w:rsidRPr="001B6138" w14:paraId="0C9C86C1" w14:textId="77777777" w:rsidTr="001B6138">
        <w:tc>
          <w:tcPr>
            <w:tcW w:w="0" w:type="auto"/>
          </w:tcPr>
          <w:p w14:paraId="13CF9247" w14:textId="2F0A5B2E" w:rsidR="00846ED1" w:rsidRDefault="00217A71" w:rsidP="00EA296F">
            <w:r>
              <w:lastRenderedPageBreak/>
              <w:t>85</w:t>
            </w:r>
          </w:p>
        </w:tc>
        <w:tc>
          <w:tcPr>
            <w:tcW w:w="0" w:type="auto"/>
          </w:tcPr>
          <w:p w14:paraId="1D2B5848" w14:textId="464FA210" w:rsidR="00846ED1" w:rsidRDefault="00217A71" w:rsidP="00EA296F">
            <w:r>
              <w:t>At 207</w:t>
            </w:r>
          </w:p>
        </w:tc>
        <w:tc>
          <w:tcPr>
            <w:tcW w:w="0" w:type="auto"/>
          </w:tcPr>
          <w:p w14:paraId="22E67542" w14:textId="4EE48C8F" w:rsidR="00846ED1" w:rsidRDefault="00217A71" w:rsidP="00EA296F">
            <w:r>
              <w:t>122</w:t>
            </w:r>
          </w:p>
        </w:tc>
        <w:tc>
          <w:tcPr>
            <w:tcW w:w="0" w:type="auto"/>
          </w:tcPr>
          <w:p w14:paraId="7E2D3A2B" w14:textId="6F5816A3" w:rsidR="00846ED1" w:rsidRPr="00CE2302" w:rsidRDefault="00217A71" w:rsidP="00EA296F">
            <w:r w:rsidRPr="00217A71">
              <w:t>1,8h</w:t>
            </w:r>
          </w:p>
        </w:tc>
        <w:tc>
          <w:tcPr>
            <w:tcW w:w="0" w:type="auto"/>
          </w:tcPr>
          <w:p w14:paraId="281D719E" w14:textId="5E646DFB" w:rsidR="00846ED1" w:rsidRDefault="00846ED1" w:rsidP="00EA296F">
            <w:r>
              <w:t xml:space="preserve">~a: </w:t>
            </w:r>
            <w:r w:rsidR="00B26091" w:rsidRPr="00B26091">
              <w:t>5,759</w:t>
            </w:r>
            <w:r w:rsidR="00B15DB6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0,815</w:t>
            </w:r>
          </w:p>
        </w:tc>
      </w:tr>
      <w:tr w:rsidR="00846ED1" w:rsidRPr="001B6138" w14:paraId="54D5AFDB" w14:textId="77777777" w:rsidTr="001B6138">
        <w:tc>
          <w:tcPr>
            <w:tcW w:w="0" w:type="auto"/>
          </w:tcPr>
          <w:p w14:paraId="37F5469B" w14:textId="3B58AE4E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57A26A9E" w14:textId="64E1F645" w:rsidR="00846ED1" w:rsidRDefault="00217A71" w:rsidP="00EA296F">
            <w:r>
              <w:t>At 208</w:t>
            </w:r>
          </w:p>
        </w:tc>
        <w:tc>
          <w:tcPr>
            <w:tcW w:w="0" w:type="auto"/>
          </w:tcPr>
          <w:p w14:paraId="0CE12617" w14:textId="7F82E8FC" w:rsidR="00846ED1" w:rsidRDefault="00217A71" w:rsidP="00EA296F">
            <w:r>
              <w:t>123</w:t>
            </w:r>
          </w:p>
        </w:tc>
        <w:tc>
          <w:tcPr>
            <w:tcW w:w="0" w:type="auto"/>
          </w:tcPr>
          <w:p w14:paraId="347EE90B" w14:textId="216965CD" w:rsidR="00846ED1" w:rsidRPr="00CE2302" w:rsidRDefault="00217A71" w:rsidP="00EA296F">
            <w:r w:rsidRPr="00217A71">
              <w:t>1,63h</w:t>
            </w:r>
          </w:p>
        </w:tc>
        <w:tc>
          <w:tcPr>
            <w:tcW w:w="0" w:type="auto"/>
          </w:tcPr>
          <w:p w14:paraId="03BF16AD" w14:textId="61092070" w:rsidR="00846ED1" w:rsidRDefault="00846ED1" w:rsidP="00EA296F">
            <w:r>
              <w:t xml:space="preserve">~a: </w:t>
            </w:r>
            <w:r w:rsidR="00B26091" w:rsidRPr="00B26091">
              <w:t>5,640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0,686</w:t>
            </w:r>
          </w:p>
        </w:tc>
      </w:tr>
      <w:tr w:rsidR="00846ED1" w:rsidRPr="001B6138" w14:paraId="540B22FE" w14:textId="77777777" w:rsidTr="001B6138">
        <w:tc>
          <w:tcPr>
            <w:tcW w:w="0" w:type="auto"/>
          </w:tcPr>
          <w:p w14:paraId="6B69927E" w14:textId="5423C1D3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4C25D738" w14:textId="50780ED4" w:rsidR="00846ED1" w:rsidRDefault="00217A71" w:rsidP="00EA296F">
            <w:r>
              <w:t>At 209</w:t>
            </w:r>
          </w:p>
        </w:tc>
        <w:tc>
          <w:tcPr>
            <w:tcW w:w="0" w:type="auto"/>
          </w:tcPr>
          <w:p w14:paraId="62BE6B77" w14:textId="5339B411" w:rsidR="00846ED1" w:rsidRDefault="00217A71" w:rsidP="00EA296F">
            <w:r>
              <w:t>124</w:t>
            </w:r>
          </w:p>
        </w:tc>
        <w:tc>
          <w:tcPr>
            <w:tcW w:w="0" w:type="auto"/>
          </w:tcPr>
          <w:p w14:paraId="3E2D9231" w14:textId="6373233E" w:rsidR="00846ED1" w:rsidRPr="00CE2302" w:rsidRDefault="00217A71" w:rsidP="00EA296F">
            <w:r w:rsidRPr="00217A71">
              <w:t>5,4h</w:t>
            </w:r>
          </w:p>
        </w:tc>
        <w:tc>
          <w:tcPr>
            <w:tcW w:w="0" w:type="auto"/>
          </w:tcPr>
          <w:p w14:paraId="754E3318" w14:textId="4B671E8C" w:rsidR="00846ED1" w:rsidRDefault="00846ED1" w:rsidP="00EA296F">
            <w:r>
              <w:t xml:space="preserve">~a: </w:t>
            </w:r>
            <w:r w:rsidR="00B26091" w:rsidRPr="00B26091">
              <w:t>5,647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0,545</w:t>
            </w:r>
          </w:p>
        </w:tc>
      </w:tr>
      <w:tr w:rsidR="00846ED1" w:rsidRPr="001B6138" w14:paraId="600A7A9E" w14:textId="77777777" w:rsidTr="001B6138">
        <w:tc>
          <w:tcPr>
            <w:tcW w:w="0" w:type="auto"/>
          </w:tcPr>
          <w:p w14:paraId="46C7ACA0" w14:textId="7ACF8D2C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7536519C" w14:textId="15553BC6" w:rsidR="00846ED1" w:rsidRDefault="00217A71" w:rsidP="00EA296F">
            <w:r>
              <w:t>At 210</w:t>
            </w:r>
          </w:p>
        </w:tc>
        <w:tc>
          <w:tcPr>
            <w:tcW w:w="0" w:type="auto"/>
          </w:tcPr>
          <w:p w14:paraId="3FE5C58F" w14:textId="7BA13C3C" w:rsidR="00846ED1" w:rsidRDefault="00217A71" w:rsidP="00EA296F">
            <w:r>
              <w:t>125</w:t>
            </w:r>
          </w:p>
        </w:tc>
        <w:tc>
          <w:tcPr>
            <w:tcW w:w="0" w:type="auto"/>
          </w:tcPr>
          <w:p w14:paraId="6CD8CA66" w14:textId="531BDD16" w:rsidR="00846ED1" w:rsidRPr="00CE2302" w:rsidRDefault="00217A71" w:rsidP="00EA296F">
            <w:r w:rsidRPr="00217A71">
              <w:t>8,3h</w:t>
            </w:r>
          </w:p>
        </w:tc>
        <w:tc>
          <w:tcPr>
            <w:tcW w:w="0" w:type="auto"/>
          </w:tcPr>
          <w:p w14:paraId="53D9A7E2" w14:textId="3D9E9DF6" w:rsidR="00846ED1" w:rsidRDefault="00846ED1" w:rsidP="00EA296F">
            <w:r>
              <w:t xml:space="preserve">~a: </w:t>
            </w:r>
            <w:r w:rsidR="00B26091" w:rsidRPr="00B26091">
              <w:t>5,524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1,181</w:t>
            </w:r>
          </w:p>
        </w:tc>
      </w:tr>
      <w:tr w:rsidR="00846ED1" w:rsidRPr="001B6138" w14:paraId="73355370" w14:textId="77777777" w:rsidTr="001B6138">
        <w:tc>
          <w:tcPr>
            <w:tcW w:w="0" w:type="auto"/>
          </w:tcPr>
          <w:p w14:paraId="5E0CB296" w14:textId="0767C2CE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282C1DE1" w14:textId="4328B72C" w:rsidR="00846ED1" w:rsidRDefault="00217A71" w:rsidP="00EA296F">
            <w:r>
              <w:t>At 211</w:t>
            </w:r>
          </w:p>
        </w:tc>
        <w:tc>
          <w:tcPr>
            <w:tcW w:w="0" w:type="auto"/>
          </w:tcPr>
          <w:p w14:paraId="3F82FE1B" w14:textId="2BC122C2" w:rsidR="00846ED1" w:rsidRDefault="00217A71" w:rsidP="00EA296F">
            <w:r>
              <w:t>126</w:t>
            </w:r>
          </w:p>
        </w:tc>
        <w:tc>
          <w:tcPr>
            <w:tcW w:w="0" w:type="auto"/>
          </w:tcPr>
          <w:p w14:paraId="1F5B2295" w14:textId="6EFD6D7B" w:rsidR="00846ED1" w:rsidRPr="00CE2302" w:rsidRDefault="00217A71" w:rsidP="00EA296F">
            <w:r w:rsidRPr="00217A71">
              <w:t>7,22h</w:t>
            </w:r>
          </w:p>
        </w:tc>
        <w:tc>
          <w:tcPr>
            <w:tcW w:w="0" w:type="auto"/>
          </w:tcPr>
          <w:p w14:paraId="064A80A1" w14:textId="29DAF252" w:rsidR="00846ED1" w:rsidRDefault="00846ED1" w:rsidP="00EA296F">
            <w:r>
              <w:t xml:space="preserve">~a: </w:t>
            </w:r>
            <w:r w:rsidR="00B26091" w:rsidRPr="00B26091">
              <w:t>5,867</w:t>
            </w:r>
            <w:r w:rsidR="00B15DB6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B15DB6">
              <w:t>v</w:t>
            </w:r>
          </w:p>
        </w:tc>
      </w:tr>
      <w:tr w:rsidR="00846ED1" w:rsidRPr="001B6138" w14:paraId="0DADC760" w14:textId="77777777" w:rsidTr="001B6138">
        <w:tc>
          <w:tcPr>
            <w:tcW w:w="0" w:type="auto"/>
          </w:tcPr>
          <w:p w14:paraId="5CA66186" w14:textId="32A90904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75F83C00" w14:textId="33C22C01" w:rsidR="00846ED1" w:rsidRDefault="00217A71" w:rsidP="00EA296F">
            <w:r>
              <w:t>At 212</w:t>
            </w:r>
          </w:p>
        </w:tc>
        <w:tc>
          <w:tcPr>
            <w:tcW w:w="0" w:type="auto"/>
          </w:tcPr>
          <w:p w14:paraId="4F22CE00" w14:textId="564AB5F2" w:rsidR="00846ED1" w:rsidRDefault="00217A71" w:rsidP="00EA296F">
            <w:r>
              <w:t>127</w:t>
            </w:r>
          </w:p>
        </w:tc>
        <w:tc>
          <w:tcPr>
            <w:tcW w:w="0" w:type="auto"/>
          </w:tcPr>
          <w:p w14:paraId="0545B58A" w14:textId="0B5DF562" w:rsidR="00846ED1" w:rsidRPr="00CE2302" w:rsidRDefault="00217A71" w:rsidP="00EA296F">
            <w:r w:rsidRPr="00217A71">
              <w:t>314ms</w:t>
            </w:r>
          </w:p>
        </w:tc>
        <w:tc>
          <w:tcPr>
            <w:tcW w:w="0" w:type="auto"/>
          </w:tcPr>
          <w:p w14:paraId="5E5212F2" w14:textId="2AA18859" w:rsidR="00846ED1" w:rsidRDefault="00846ED1" w:rsidP="00EA296F">
            <w:r>
              <w:t xml:space="preserve">~a: </w:t>
            </w:r>
            <w:r w:rsidR="00B26091" w:rsidRPr="00B26091">
              <w:t>7,68</w:t>
            </w:r>
            <w:r w:rsidR="00B15DB6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B26091" w:rsidRPr="00B26091">
              <w:t>0,063</w:t>
            </w:r>
          </w:p>
        </w:tc>
      </w:tr>
      <w:tr w:rsidR="00846ED1" w:rsidRPr="001B6138" w14:paraId="3EBDF238" w14:textId="77777777" w:rsidTr="001B6138">
        <w:tc>
          <w:tcPr>
            <w:tcW w:w="0" w:type="auto"/>
          </w:tcPr>
          <w:p w14:paraId="4E1BCF0E" w14:textId="19CBB06D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1BE32D45" w14:textId="6C5BE8FC" w:rsidR="00846ED1" w:rsidRDefault="00217A71" w:rsidP="00EA296F">
            <w:r>
              <w:t>At 213</w:t>
            </w:r>
          </w:p>
        </w:tc>
        <w:tc>
          <w:tcPr>
            <w:tcW w:w="0" w:type="auto"/>
          </w:tcPr>
          <w:p w14:paraId="754C7A18" w14:textId="599DEAC7" w:rsidR="00846ED1" w:rsidRDefault="00217A71" w:rsidP="00EA296F">
            <w:r>
              <w:t>128</w:t>
            </w:r>
          </w:p>
        </w:tc>
        <w:tc>
          <w:tcPr>
            <w:tcW w:w="0" w:type="auto"/>
          </w:tcPr>
          <w:p w14:paraId="11F4D63E" w14:textId="42A5AD17" w:rsidR="00846ED1" w:rsidRPr="00CE2302" w:rsidRDefault="00217A71" w:rsidP="00EA296F">
            <w:r w:rsidRPr="00217A71">
              <w:t>0,11</w:t>
            </w:r>
            <w:r>
              <w:t>~m</w:t>
            </w:r>
            <w:r w:rsidRPr="00217A71">
              <w:t>s</w:t>
            </w:r>
          </w:p>
        </w:tc>
        <w:tc>
          <w:tcPr>
            <w:tcW w:w="0" w:type="auto"/>
          </w:tcPr>
          <w:p w14:paraId="78CBD52C" w14:textId="1F9C2E91" w:rsidR="00846ED1" w:rsidRDefault="00846ED1" w:rsidP="00EA296F">
            <w:r>
              <w:t xml:space="preserve">~a: </w:t>
            </w:r>
            <w:r w:rsidR="00B26091" w:rsidRPr="00B26091">
              <w:t>9,08</w:t>
            </w:r>
            <w:r w:rsidR="00B15DB6">
              <w:t xml:space="preserve"> v</w:t>
            </w:r>
          </w:p>
        </w:tc>
      </w:tr>
      <w:tr w:rsidR="00846ED1" w:rsidRPr="001B6138" w14:paraId="40244ECB" w14:textId="77777777" w:rsidTr="001B6138">
        <w:tc>
          <w:tcPr>
            <w:tcW w:w="0" w:type="auto"/>
          </w:tcPr>
          <w:p w14:paraId="370A1562" w14:textId="363C1480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18E31CCE" w14:textId="096561EC" w:rsidR="00846ED1" w:rsidRDefault="00217A71" w:rsidP="00EA296F">
            <w:r>
              <w:t>At 214</w:t>
            </w:r>
          </w:p>
        </w:tc>
        <w:tc>
          <w:tcPr>
            <w:tcW w:w="0" w:type="auto"/>
          </w:tcPr>
          <w:p w14:paraId="5BD4DA42" w14:textId="15ACBB6A" w:rsidR="00846ED1" w:rsidRDefault="00217A71" w:rsidP="00EA296F">
            <w:r>
              <w:t>129</w:t>
            </w:r>
          </w:p>
        </w:tc>
        <w:tc>
          <w:tcPr>
            <w:tcW w:w="0" w:type="auto"/>
          </w:tcPr>
          <w:p w14:paraId="0FC60480" w14:textId="1965D18E" w:rsidR="00846ED1" w:rsidRPr="00CE2302" w:rsidRDefault="00217A71" w:rsidP="00EA296F">
            <w:r w:rsidRPr="00217A71">
              <w:t>0,56</w:t>
            </w:r>
            <w:r>
              <w:t>~m</w:t>
            </w:r>
            <w:r w:rsidRPr="00217A71">
              <w:t>s</w:t>
            </w:r>
          </w:p>
        </w:tc>
        <w:tc>
          <w:tcPr>
            <w:tcW w:w="0" w:type="auto"/>
          </w:tcPr>
          <w:p w14:paraId="3AA752E8" w14:textId="45B33BFB" w:rsidR="00846ED1" w:rsidRDefault="00846ED1" w:rsidP="00EA296F">
            <w:r>
              <w:t xml:space="preserve">~a: </w:t>
            </w:r>
            <w:r w:rsidR="00B26091" w:rsidRPr="00B26091">
              <w:t>8,819</w:t>
            </w:r>
            <w:r w:rsidR="00B15DB6">
              <w:t xml:space="preserve"> v</w:t>
            </w:r>
          </w:p>
        </w:tc>
      </w:tr>
      <w:tr w:rsidR="00846ED1" w:rsidRPr="001B6138" w14:paraId="500F1FC0" w14:textId="77777777" w:rsidTr="001B6138">
        <w:tc>
          <w:tcPr>
            <w:tcW w:w="0" w:type="auto"/>
          </w:tcPr>
          <w:p w14:paraId="4EB28EF0" w14:textId="39EB303E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332262D5" w14:textId="4E49FF70" w:rsidR="00846ED1" w:rsidRDefault="00217A71" w:rsidP="00EA296F">
            <w:r>
              <w:t>At 215</w:t>
            </w:r>
          </w:p>
        </w:tc>
        <w:tc>
          <w:tcPr>
            <w:tcW w:w="0" w:type="auto"/>
          </w:tcPr>
          <w:p w14:paraId="49365075" w14:textId="4F5758D4" w:rsidR="00846ED1" w:rsidRDefault="00217A71" w:rsidP="00EA296F">
            <w:r>
              <w:t>130</w:t>
            </w:r>
          </w:p>
        </w:tc>
        <w:tc>
          <w:tcPr>
            <w:tcW w:w="0" w:type="auto"/>
          </w:tcPr>
          <w:p w14:paraId="43B9727E" w14:textId="7AA458F2" w:rsidR="00846ED1" w:rsidRPr="00CE2302" w:rsidRDefault="00217A71" w:rsidP="00EA296F">
            <w:r w:rsidRPr="00217A71">
              <w:t>0,1ms</w:t>
            </w:r>
          </w:p>
        </w:tc>
        <w:tc>
          <w:tcPr>
            <w:tcW w:w="0" w:type="auto"/>
          </w:tcPr>
          <w:p w14:paraId="3C6A2B62" w14:textId="0810D4B8" w:rsidR="00846ED1" w:rsidRDefault="00217A71" w:rsidP="00EA296F">
            <w:r>
              <w:t xml:space="preserve">~a: </w:t>
            </w:r>
            <w:r w:rsidR="00B26091" w:rsidRPr="00B26091">
              <w:t>8,026</w:t>
            </w:r>
            <w:r w:rsidR="00B15DB6">
              <w:t xml:space="preserve"> v</w:t>
            </w:r>
          </w:p>
        </w:tc>
      </w:tr>
      <w:tr w:rsidR="00846ED1" w:rsidRPr="001B6138" w14:paraId="1344D99C" w14:textId="77777777" w:rsidTr="001B6138">
        <w:tc>
          <w:tcPr>
            <w:tcW w:w="0" w:type="auto"/>
          </w:tcPr>
          <w:p w14:paraId="1AC409A5" w14:textId="0EA687C7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6DB2B9E8" w14:textId="13FEFE9B" w:rsidR="00846ED1" w:rsidRDefault="00217A71" w:rsidP="00EA296F">
            <w:r>
              <w:t>At 216</w:t>
            </w:r>
          </w:p>
        </w:tc>
        <w:tc>
          <w:tcPr>
            <w:tcW w:w="0" w:type="auto"/>
          </w:tcPr>
          <w:p w14:paraId="7C92F79B" w14:textId="44A03F40" w:rsidR="00846ED1" w:rsidRDefault="00217A71" w:rsidP="00EA296F">
            <w:r>
              <w:t>131</w:t>
            </w:r>
          </w:p>
        </w:tc>
        <w:tc>
          <w:tcPr>
            <w:tcW w:w="0" w:type="auto"/>
          </w:tcPr>
          <w:p w14:paraId="2D31FF1A" w14:textId="0DF547E2" w:rsidR="00846ED1" w:rsidRPr="00CE2302" w:rsidRDefault="00217A71" w:rsidP="00EA296F">
            <w:r w:rsidRPr="00217A71">
              <w:t>0,3ms</w:t>
            </w:r>
          </w:p>
        </w:tc>
        <w:tc>
          <w:tcPr>
            <w:tcW w:w="0" w:type="auto"/>
          </w:tcPr>
          <w:p w14:paraId="721463C8" w14:textId="08BD43BB" w:rsidR="00846ED1" w:rsidRDefault="00217A71" w:rsidP="00EA296F">
            <w:r>
              <w:t xml:space="preserve">~a: </w:t>
            </w:r>
            <w:r w:rsidR="00B26091" w:rsidRPr="00B26091">
              <w:t>7,804</w:t>
            </w:r>
            <w:r w:rsidR="00B15DB6">
              <w:t xml:space="preserve"> v</w:t>
            </w:r>
          </w:p>
        </w:tc>
      </w:tr>
      <w:tr w:rsidR="00846ED1" w:rsidRPr="001B6138" w14:paraId="5FF86FD6" w14:textId="77777777" w:rsidTr="001B6138">
        <w:tc>
          <w:tcPr>
            <w:tcW w:w="0" w:type="auto"/>
          </w:tcPr>
          <w:p w14:paraId="4376CCBE" w14:textId="25B39B30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3F998079" w14:textId="0DC53451" w:rsidR="00846ED1" w:rsidRDefault="00217A71" w:rsidP="00EA296F">
            <w:r>
              <w:t>At 217</w:t>
            </w:r>
          </w:p>
        </w:tc>
        <w:tc>
          <w:tcPr>
            <w:tcW w:w="0" w:type="auto"/>
          </w:tcPr>
          <w:p w14:paraId="7EE26790" w14:textId="53257FFE" w:rsidR="00846ED1" w:rsidRDefault="00217A71" w:rsidP="00EA296F">
            <w:r>
              <w:t>132</w:t>
            </w:r>
          </w:p>
        </w:tc>
        <w:tc>
          <w:tcPr>
            <w:tcW w:w="0" w:type="auto"/>
          </w:tcPr>
          <w:p w14:paraId="4EABF5B3" w14:textId="15D36845" w:rsidR="00846ED1" w:rsidRPr="00CE2302" w:rsidRDefault="00217A71" w:rsidP="00EA296F">
            <w:r w:rsidRPr="00217A71">
              <w:t>32,3ms</w:t>
            </w:r>
          </w:p>
        </w:tc>
        <w:tc>
          <w:tcPr>
            <w:tcW w:w="0" w:type="auto"/>
          </w:tcPr>
          <w:p w14:paraId="35FDAD91" w14:textId="5FDC08D7" w:rsidR="00846ED1" w:rsidRDefault="00217A71" w:rsidP="00EA296F">
            <w:r>
              <w:t xml:space="preserve">~a: </w:t>
            </w:r>
            <w:r w:rsidR="00B26091" w:rsidRPr="00B26091">
              <w:t>7,069</w:t>
            </w:r>
            <w:r w:rsidR="00B15DB6">
              <w:t xml:space="preserve"> v</w:t>
            </w:r>
          </w:p>
        </w:tc>
      </w:tr>
      <w:tr w:rsidR="00846ED1" w:rsidRPr="001B6138" w14:paraId="4447CC44" w14:textId="77777777" w:rsidTr="001B6138">
        <w:tc>
          <w:tcPr>
            <w:tcW w:w="0" w:type="auto"/>
          </w:tcPr>
          <w:p w14:paraId="61283EEC" w14:textId="76553542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6002D5D9" w14:textId="3CFC8252" w:rsidR="00846ED1" w:rsidRDefault="00217A71" w:rsidP="00EA296F">
            <w:r>
              <w:t>At 218</w:t>
            </w:r>
          </w:p>
        </w:tc>
        <w:tc>
          <w:tcPr>
            <w:tcW w:w="0" w:type="auto"/>
          </w:tcPr>
          <w:p w14:paraId="67D2D82C" w14:textId="2C2E10CC" w:rsidR="00846ED1" w:rsidRDefault="00217A71" w:rsidP="00EA296F">
            <w:r>
              <w:t>133</w:t>
            </w:r>
          </w:p>
        </w:tc>
        <w:tc>
          <w:tcPr>
            <w:tcW w:w="0" w:type="auto"/>
          </w:tcPr>
          <w:p w14:paraId="1EBBF0DE" w14:textId="6A53D743" w:rsidR="00846ED1" w:rsidRPr="00CE2302" w:rsidRDefault="00217A71" w:rsidP="00EA296F">
            <w:r w:rsidRPr="00217A71">
              <w:t>2s</w:t>
            </w:r>
          </w:p>
        </w:tc>
        <w:tc>
          <w:tcPr>
            <w:tcW w:w="0" w:type="auto"/>
          </w:tcPr>
          <w:p w14:paraId="2B14492B" w14:textId="174C0AE2" w:rsidR="00846ED1" w:rsidRDefault="00217A71" w:rsidP="00EA296F">
            <w:r>
              <w:t xml:space="preserve">~a: </w:t>
            </w:r>
            <w:r w:rsidR="00B15DB6" w:rsidRPr="00B26091">
              <w:t>6,694</w:t>
            </w:r>
            <w:r w:rsidR="00B15DB6">
              <w:t xml:space="preserve"> v</w:t>
            </w:r>
          </w:p>
        </w:tc>
      </w:tr>
      <w:tr w:rsidR="00846ED1" w:rsidRPr="001B6138" w14:paraId="5AE18CA3" w14:textId="77777777" w:rsidTr="001B6138">
        <w:tc>
          <w:tcPr>
            <w:tcW w:w="0" w:type="auto"/>
          </w:tcPr>
          <w:p w14:paraId="18FA3B1F" w14:textId="3DE9275A" w:rsidR="00846ED1" w:rsidRDefault="00217A71" w:rsidP="00EA296F">
            <w:r>
              <w:t>85</w:t>
            </w:r>
          </w:p>
        </w:tc>
        <w:tc>
          <w:tcPr>
            <w:tcW w:w="0" w:type="auto"/>
          </w:tcPr>
          <w:p w14:paraId="52BADD64" w14:textId="0688EFA1" w:rsidR="00846ED1" w:rsidRDefault="00217A71" w:rsidP="00EA296F">
            <w:r>
              <w:t>At 219</w:t>
            </w:r>
          </w:p>
        </w:tc>
        <w:tc>
          <w:tcPr>
            <w:tcW w:w="0" w:type="auto"/>
          </w:tcPr>
          <w:p w14:paraId="65CC29F4" w14:textId="243CBC79" w:rsidR="00846ED1" w:rsidRDefault="00217A71" w:rsidP="00EA296F">
            <w:r>
              <w:t>134</w:t>
            </w:r>
          </w:p>
        </w:tc>
        <w:tc>
          <w:tcPr>
            <w:tcW w:w="0" w:type="auto"/>
          </w:tcPr>
          <w:p w14:paraId="647273AB" w14:textId="42AB92F1" w:rsidR="00846ED1" w:rsidRPr="00CE2302" w:rsidRDefault="00217A71" w:rsidP="00EA296F">
            <w:r>
              <w:t>0,9min</w:t>
            </w:r>
          </w:p>
        </w:tc>
        <w:tc>
          <w:tcPr>
            <w:tcW w:w="0" w:type="auto"/>
          </w:tcPr>
          <w:p w14:paraId="15CC54E5" w14:textId="5B4A2D5B" w:rsidR="00846ED1" w:rsidRDefault="00217A71" w:rsidP="00EA296F">
            <w:r>
              <w:t xml:space="preserve">~a: </w:t>
            </w:r>
            <w:r w:rsidR="00B15DB6">
              <w:t>6,27 v</w:t>
            </w:r>
          </w:p>
        </w:tc>
      </w:tr>
      <w:tr w:rsidR="00846ED1" w:rsidRPr="001B6138" w14:paraId="36B4599F" w14:textId="77777777" w:rsidTr="001B6138">
        <w:tc>
          <w:tcPr>
            <w:tcW w:w="0" w:type="auto"/>
          </w:tcPr>
          <w:p w14:paraId="0B071922" w14:textId="55D5FD2C" w:rsidR="00846ED1" w:rsidRDefault="005E3423" w:rsidP="00EA296F">
            <w:r>
              <w:t>86</w:t>
            </w:r>
          </w:p>
        </w:tc>
        <w:tc>
          <w:tcPr>
            <w:tcW w:w="0" w:type="auto"/>
          </w:tcPr>
          <w:p w14:paraId="2A5BF582" w14:textId="02736DBB" w:rsidR="00846ED1" w:rsidRDefault="00E506B1" w:rsidP="00EA296F">
            <w:r>
              <w:t xml:space="preserve">Rn </w:t>
            </w:r>
            <w:r w:rsidR="00FE176F">
              <w:t>206</w:t>
            </w:r>
          </w:p>
        </w:tc>
        <w:tc>
          <w:tcPr>
            <w:tcW w:w="0" w:type="auto"/>
          </w:tcPr>
          <w:p w14:paraId="24E652FF" w14:textId="1771BDD2" w:rsidR="00846ED1" w:rsidRDefault="00E506B1" w:rsidP="00EA296F">
            <w:r>
              <w:t>120</w:t>
            </w:r>
          </w:p>
        </w:tc>
        <w:tc>
          <w:tcPr>
            <w:tcW w:w="0" w:type="auto"/>
          </w:tcPr>
          <w:p w14:paraId="330AC127" w14:textId="2BEA3D7E" w:rsidR="00846ED1" w:rsidRPr="00CE2302" w:rsidRDefault="002E1EF6" w:rsidP="00EA296F">
            <w:r w:rsidRPr="002E1EF6">
              <w:t>5,67min</w:t>
            </w:r>
          </w:p>
        </w:tc>
        <w:tc>
          <w:tcPr>
            <w:tcW w:w="0" w:type="auto"/>
          </w:tcPr>
          <w:p w14:paraId="3EA0B7B4" w14:textId="3C520C57" w:rsidR="00846ED1" w:rsidRDefault="00217A71" w:rsidP="00EA296F">
            <w:r>
              <w:t xml:space="preserve">~a: </w:t>
            </w:r>
            <w:r w:rsidR="00FE176F" w:rsidRPr="00FE176F">
              <w:t>6,260</w:t>
            </w:r>
            <w:r w:rsidR="00873CE9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873CE9">
              <w:t>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0,498</w:t>
            </w:r>
          </w:p>
        </w:tc>
      </w:tr>
      <w:tr w:rsidR="00846ED1" w:rsidRPr="001B6138" w14:paraId="0A1DDB69" w14:textId="77777777" w:rsidTr="001B6138">
        <w:tc>
          <w:tcPr>
            <w:tcW w:w="0" w:type="auto"/>
          </w:tcPr>
          <w:p w14:paraId="3FFA935B" w14:textId="39923E6C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0AF3E374" w14:textId="53B1D1AA" w:rsidR="00846ED1" w:rsidRDefault="00E506B1" w:rsidP="00EA296F">
            <w:r>
              <w:t xml:space="preserve">Rn </w:t>
            </w:r>
            <w:r w:rsidR="00FE176F">
              <w:t>207</w:t>
            </w:r>
          </w:p>
        </w:tc>
        <w:tc>
          <w:tcPr>
            <w:tcW w:w="0" w:type="auto"/>
          </w:tcPr>
          <w:p w14:paraId="49698101" w14:textId="2D00C560" w:rsidR="00846ED1" w:rsidRDefault="00E506B1" w:rsidP="00EA296F">
            <w:r>
              <w:t>121</w:t>
            </w:r>
          </w:p>
        </w:tc>
        <w:tc>
          <w:tcPr>
            <w:tcW w:w="0" w:type="auto"/>
          </w:tcPr>
          <w:p w14:paraId="6F86CF1D" w14:textId="5445E0B7" w:rsidR="00846ED1" w:rsidRPr="00CE2302" w:rsidRDefault="002E1EF6" w:rsidP="00EA296F">
            <w:r w:rsidRPr="002E1EF6">
              <w:t>9,3min</w:t>
            </w:r>
          </w:p>
        </w:tc>
        <w:tc>
          <w:tcPr>
            <w:tcW w:w="0" w:type="auto"/>
          </w:tcPr>
          <w:p w14:paraId="21C47DE1" w14:textId="5576E11D" w:rsidR="00846ED1" w:rsidRDefault="00217A71" w:rsidP="00EA296F">
            <w:r>
              <w:t xml:space="preserve">~a: </w:t>
            </w:r>
            <w:r w:rsidR="00FE176F" w:rsidRPr="00FE176F">
              <w:t>6,133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E956B0">
              <w:t>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0,345</w:t>
            </w:r>
          </w:p>
        </w:tc>
      </w:tr>
      <w:tr w:rsidR="00846ED1" w:rsidRPr="001B6138" w14:paraId="213C7A21" w14:textId="77777777" w:rsidTr="001B6138">
        <w:tc>
          <w:tcPr>
            <w:tcW w:w="0" w:type="auto"/>
          </w:tcPr>
          <w:p w14:paraId="21848072" w14:textId="00EB049B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7340679C" w14:textId="5C73A9B1" w:rsidR="00846ED1" w:rsidRDefault="00E506B1" w:rsidP="00EA296F">
            <w:r>
              <w:t xml:space="preserve">Rn </w:t>
            </w:r>
            <w:r w:rsidR="00FE176F">
              <w:t>208</w:t>
            </w:r>
          </w:p>
        </w:tc>
        <w:tc>
          <w:tcPr>
            <w:tcW w:w="0" w:type="auto"/>
          </w:tcPr>
          <w:p w14:paraId="08D3AF7B" w14:textId="5A875D83" w:rsidR="00846ED1" w:rsidRDefault="00E506B1" w:rsidP="00EA296F">
            <w:r>
              <w:t>122</w:t>
            </w:r>
          </w:p>
        </w:tc>
        <w:tc>
          <w:tcPr>
            <w:tcW w:w="0" w:type="auto"/>
          </w:tcPr>
          <w:p w14:paraId="3BFFB310" w14:textId="17CAB36F" w:rsidR="00846ED1" w:rsidRPr="00CE2302" w:rsidRDefault="002E1EF6" w:rsidP="00EA296F">
            <w:r w:rsidRPr="002E1EF6">
              <w:t>24,4min</w:t>
            </w:r>
          </w:p>
        </w:tc>
        <w:tc>
          <w:tcPr>
            <w:tcW w:w="0" w:type="auto"/>
          </w:tcPr>
          <w:p w14:paraId="5B853B30" w14:textId="6F292FF9" w:rsidR="00846ED1" w:rsidRDefault="005E3423" w:rsidP="00EA296F">
            <w:r>
              <w:t xml:space="preserve">~a: </w:t>
            </w:r>
            <w:r w:rsidR="00FE176F" w:rsidRPr="00FE176F">
              <w:t>6,138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E956B0">
              <w:t>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0,427</w:t>
            </w:r>
          </w:p>
        </w:tc>
      </w:tr>
      <w:tr w:rsidR="00846ED1" w:rsidRPr="001B6138" w14:paraId="184A31FB" w14:textId="77777777" w:rsidTr="001B6138">
        <w:tc>
          <w:tcPr>
            <w:tcW w:w="0" w:type="auto"/>
          </w:tcPr>
          <w:p w14:paraId="32CE28DF" w14:textId="74C88BC7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2A02C463" w14:textId="09C2FB8B" w:rsidR="00846ED1" w:rsidRDefault="00E506B1" w:rsidP="00EA296F">
            <w:r>
              <w:t xml:space="preserve">Rn </w:t>
            </w:r>
            <w:r w:rsidR="00FE176F">
              <w:t>209</w:t>
            </w:r>
          </w:p>
        </w:tc>
        <w:tc>
          <w:tcPr>
            <w:tcW w:w="0" w:type="auto"/>
          </w:tcPr>
          <w:p w14:paraId="4734C77B" w14:textId="78AA750B" w:rsidR="00846ED1" w:rsidRDefault="00E506B1" w:rsidP="00EA296F">
            <w:r>
              <w:t>123</w:t>
            </w:r>
          </w:p>
        </w:tc>
        <w:tc>
          <w:tcPr>
            <w:tcW w:w="0" w:type="auto"/>
          </w:tcPr>
          <w:p w14:paraId="4ED59864" w14:textId="565272D4" w:rsidR="00846ED1" w:rsidRPr="00CE2302" w:rsidRDefault="002E1EF6" w:rsidP="00EA296F">
            <w:r w:rsidRPr="002E1EF6">
              <w:t>28,5min</w:t>
            </w:r>
          </w:p>
        </w:tc>
        <w:tc>
          <w:tcPr>
            <w:tcW w:w="0" w:type="auto"/>
          </w:tcPr>
          <w:p w14:paraId="734424F1" w14:textId="798DCC26" w:rsidR="00846ED1" w:rsidRDefault="005E3423" w:rsidP="00EA296F">
            <w:r>
              <w:t xml:space="preserve">~a: </w:t>
            </w:r>
            <w:r w:rsidR="00FE176F" w:rsidRPr="00FE176F">
              <w:t>6,039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~b^+: </w:t>
            </w:r>
            <w:r w:rsidR="00E956B0">
              <w:t>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0,408</w:t>
            </w:r>
          </w:p>
        </w:tc>
      </w:tr>
      <w:tr w:rsidR="00846ED1" w:rsidRPr="001B6138" w14:paraId="4B102BF7" w14:textId="77777777" w:rsidTr="001B6138">
        <w:tc>
          <w:tcPr>
            <w:tcW w:w="0" w:type="auto"/>
          </w:tcPr>
          <w:p w14:paraId="01671AC7" w14:textId="48DC6E7A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6B7B070D" w14:textId="575EB548" w:rsidR="00846ED1" w:rsidRDefault="00E506B1" w:rsidP="00EA296F">
            <w:r>
              <w:t xml:space="preserve">Rn </w:t>
            </w:r>
            <w:r w:rsidR="00FE176F">
              <w:t>210</w:t>
            </w:r>
          </w:p>
        </w:tc>
        <w:tc>
          <w:tcPr>
            <w:tcW w:w="0" w:type="auto"/>
          </w:tcPr>
          <w:p w14:paraId="69CA77DB" w14:textId="34B904B8" w:rsidR="00846ED1" w:rsidRDefault="00E506B1" w:rsidP="00EA296F">
            <w:r>
              <w:t>124</w:t>
            </w:r>
          </w:p>
        </w:tc>
        <w:tc>
          <w:tcPr>
            <w:tcW w:w="0" w:type="auto"/>
          </w:tcPr>
          <w:p w14:paraId="1764F4C9" w14:textId="340C1020" w:rsidR="00846ED1" w:rsidRPr="00CE2302" w:rsidRDefault="002E1EF6" w:rsidP="00EA296F">
            <w:r w:rsidRPr="002E1EF6">
              <w:t>2,4h</w:t>
            </w:r>
          </w:p>
        </w:tc>
        <w:tc>
          <w:tcPr>
            <w:tcW w:w="0" w:type="auto"/>
          </w:tcPr>
          <w:p w14:paraId="170F8FE6" w14:textId="7DCFD67A" w:rsidR="00846ED1" w:rsidRDefault="005E3423" w:rsidP="00EA296F">
            <w:r>
              <w:t xml:space="preserve">~a: </w:t>
            </w:r>
            <w:r w:rsidR="00FE176F" w:rsidRPr="00FE176F">
              <w:t>6,040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0,458</w:t>
            </w:r>
          </w:p>
        </w:tc>
      </w:tr>
      <w:tr w:rsidR="00846ED1" w:rsidRPr="001B6138" w14:paraId="74D8DFC5" w14:textId="77777777" w:rsidTr="001B6138">
        <w:tc>
          <w:tcPr>
            <w:tcW w:w="0" w:type="auto"/>
          </w:tcPr>
          <w:p w14:paraId="000AF3A1" w14:textId="7EF094A2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3F3129A6" w14:textId="40E81894" w:rsidR="00846ED1" w:rsidRDefault="00E506B1" w:rsidP="00EA296F">
            <w:r>
              <w:t xml:space="preserve">Rn </w:t>
            </w:r>
            <w:r w:rsidR="00FE176F">
              <w:t>211</w:t>
            </w:r>
          </w:p>
        </w:tc>
        <w:tc>
          <w:tcPr>
            <w:tcW w:w="0" w:type="auto"/>
          </w:tcPr>
          <w:p w14:paraId="5C17AE0E" w14:textId="280381B7" w:rsidR="00846ED1" w:rsidRDefault="00E506B1" w:rsidP="00EA296F">
            <w:r>
              <w:t>125</w:t>
            </w:r>
          </w:p>
        </w:tc>
        <w:tc>
          <w:tcPr>
            <w:tcW w:w="0" w:type="auto"/>
          </w:tcPr>
          <w:p w14:paraId="137D3404" w14:textId="4DD35EAF" w:rsidR="00846ED1" w:rsidRPr="00CE2302" w:rsidRDefault="002E1EF6" w:rsidP="00EA296F">
            <w:r w:rsidRPr="002E1EF6">
              <w:t>14,6h</w:t>
            </w:r>
          </w:p>
        </w:tc>
        <w:tc>
          <w:tcPr>
            <w:tcW w:w="0" w:type="auto"/>
          </w:tcPr>
          <w:p w14:paraId="45414AA1" w14:textId="482E5B25" w:rsidR="00846ED1" w:rsidRDefault="005E3423" w:rsidP="00EA296F">
            <w:r>
              <w:t xml:space="preserve">~a: </w:t>
            </w:r>
            <w:r w:rsidR="00FE176F" w:rsidRPr="00FE176F">
              <w:t>5,783</w:t>
            </w:r>
            <w:r w:rsidR="00E956B0">
              <w:t xml:space="preserve"> v</w:t>
            </w:r>
            <w:r w:rsidR="00206850">
              <w:t xml:space="preserve">; </w:t>
            </w:r>
            <w:r w:rsidR="00F04A17">
              <w:t>~b^+ 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0,674</w:t>
            </w:r>
          </w:p>
        </w:tc>
      </w:tr>
      <w:tr w:rsidR="00846ED1" w:rsidRPr="001B6138" w14:paraId="35E62DFA" w14:textId="77777777" w:rsidTr="001B6138">
        <w:tc>
          <w:tcPr>
            <w:tcW w:w="0" w:type="auto"/>
          </w:tcPr>
          <w:p w14:paraId="4D63538E" w14:textId="0DEE78D2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76893EC2" w14:textId="241075F1" w:rsidR="00846ED1" w:rsidRDefault="00E506B1" w:rsidP="00EA296F">
            <w:r>
              <w:t xml:space="preserve">Rn </w:t>
            </w:r>
            <w:r w:rsidR="00FE176F">
              <w:t>212</w:t>
            </w:r>
          </w:p>
        </w:tc>
        <w:tc>
          <w:tcPr>
            <w:tcW w:w="0" w:type="auto"/>
          </w:tcPr>
          <w:p w14:paraId="0A397FF5" w14:textId="5989D948" w:rsidR="00846ED1" w:rsidRDefault="00E506B1" w:rsidP="00EA296F">
            <w:r>
              <w:t>126</w:t>
            </w:r>
          </w:p>
        </w:tc>
        <w:tc>
          <w:tcPr>
            <w:tcW w:w="0" w:type="auto"/>
          </w:tcPr>
          <w:p w14:paraId="5AEE87A2" w14:textId="40E44F38" w:rsidR="00846ED1" w:rsidRPr="00CE2302" w:rsidRDefault="002E1EF6" w:rsidP="00EA296F">
            <w:r w:rsidRPr="002E1EF6">
              <w:t>24min</w:t>
            </w:r>
          </w:p>
        </w:tc>
        <w:tc>
          <w:tcPr>
            <w:tcW w:w="0" w:type="auto"/>
          </w:tcPr>
          <w:p w14:paraId="0BD64372" w14:textId="6082EFC0" w:rsidR="00846ED1" w:rsidRDefault="005E3423" w:rsidP="00EA296F">
            <w:r>
              <w:t xml:space="preserve">~a: </w:t>
            </w:r>
            <w:r w:rsidR="00FE176F" w:rsidRPr="00FE176F">
              <w:t>6,264</w:t>
            </w:r>
            <w:r w:rsidR="00E956B0">
              <w:t xml:space="preserve"> v</w:t>
            </w:r>
          </w:p>
        </w:tc>
      </w:tr>
      <w:tr w:rsidR="00846ED1" w:rsidRPr="001B6138" w14:paraId="39FCAA78" w14:textId="77777777" w:rsidTr="001B6138">
        <w:tc>
          <w:tcPr>
            <w:tcW w:w="0" w:type="auto"/>
          </w:tcPr>
          <w:p w14:paraId="0DE6828D" w14:textId="2BA0ECF5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5F2B24BA" w14:textId="7BB0C3B3" w:rsidR="00846ED1" w:rsidRDefault="00E506B1" w:rsidP="00EA296F">
            <w:r>
              <w:t xml:space="preserve">Rn </w:t>
            </w:r>
            <w:r w:rsidR="00FE176F">
              <w:t>213</w:t>
            </w:r>
          </w:p>
        </w:tc>
        <w:tc>
          <w:tcPr>
            <w:tcW w:w="0" w:type="auto"/>
          </w:tcPr>
          <w:p w14:paraId="152CD4AE" w14:textId="43AB6633" w:rsidR="00846ED1" w:rsidRDefault="00E506B1" w:rsidP="00EA296F">
            <w:r>
              <w:t>127</w:t>
            </w:r>
          </w:p>
        </w:tc>
        <w:tc>
          <w:tcPr>
            <w:tcW w:w="0" w:type="auto"/>
          </w:tcPr>
          <w:p w14:paraId="73E7DA45" w14:textId="11BFE38D" w:rsidR="00846ED1" w:rsidRPr="00CE2302" w:rsidRDefault="002E1EF6" w:rsidP="00EA296F">
            <w:r w:rsidRPr="002E1EF6">
              <w:t>19,5ms</w:t>
            </w:r>
          </w:p>
        </w:tc>
        <w:tc>
          <w:tcPr>
            <w:tcW w:w="0" w:type="auto"/>
          </w:tcPr>
          <w:p w14:paraId="20AD78B6" w14:textId="16E77CCE" w:rsidR="00846ED1" w:rsidRDefault="005E3423" w:rsidP="00EA296F">
            <w:r>
              <w:t xml:space="preserve">~a: </w:t>
            </w:r>
            <w:r w:rsidR="00FE176F" w:rsidRPr="00FE176F">
              <w:t>8,088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FE176F" w:rsidRPr="00FE176F">
              <w:t>540</w:t>
            </w:r>
          </w:p>
        </w:tc>
      </w:tr>
      <w:tr w:rsidR="00846ED1" w:rsidRPr="001B6138" w14:paraId="2C7888C8" w14:textId="77777777" w:rsidTr="001B6138">
        <w:tc>
          <w:tcPr>
            <w:tcW w:w="0" w:type="auto"/>
          </w:tcPr>
          <w:p w14:paraId="6EA9F384" w14:textId="6D6B0BAC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08F0092A" w14:textId="003D957F" w:rsidR="00846ED1" w:rsidRDefault="00E506B1" w:rsidP="00EA296F">
            <w:r>
              <w:t xml:space="preserve">Rn </w:t>
            </w:r>
            <w:r w:rsidR="00FE176F">
              <w:t>214</w:t>
            </w:r>
          </w:p>
        </w:tc>
        <w:tc>
          <w:tcPr>
            <w:tcW w:w="0" w:type="auto"/>
          </w:tcPr>
          <w:p w14:paraId="7B9C4D9F" w14:textId="385FFA2C" w:rsidR="00846ED1" w:rsidRDefault="00E506B1" w:rsidP="00EA296F">
            <w:r>
              <w:t>128</w:t>
            </w:r>
          </w:p>
        </w:tc>
        <w:tc>
          <w:tcPr>
            <w:tcW w:w="0" w:type="auto"/>
          </w:tcPr>
          <w:p w14:paraId="365AC3E6" w14:textId="03ACC8B4" w:rsidR="00846ED1" w:rsidRPr="00CE2302" w:rsidRDefault="002E1EF6" w:rsidP="00EA296F">
            <w:r w:rsidRPr="002E1EF6">
              <w:t>0,27</w:t>
            </w:r>
            <w:r w:rsidR="00FE176F">
              <w:t>~m</w:t>
            </w:r>
            <w:r w:rsidRPr="002E1EF6">
              <w:t>s</w:t>
            </w:r>
          </w:p>
        </w:tc>
        <w:tc>
          <w:tcPr>
            <w:tcW w:w="0" w:type="auto"/>
          </w:tcPr>
          <w:p w14:paraId="531A2133" w14:textId="3FB5ED7E" w:rsidR="00846ED1" w:rsidRDefault="005E3423" w:rsidP="00EA296F">
            <w:r>
              <w:t xml:space="preserve">~a: </w:t>
            </w:r>
            <w:r w:rsidR="00FE176F" w:rsidRPr="00FE176F">
              <w:t>9,037</w:t>
            </w:r>
            <w:r w:rsidR="00E956B0">
              <w:t xml:space="preserve"> v</w:t>
            </w:r>
          </w:p>
        </w:tc>
      </w:tr>
      <w:tr w:rsidR="00846ED1" w:rsidRPr="001B6138" w14:paraId="4905A0A2" w14:textId="77777777" w:rsidTr="001B6138">
        <w:tc>
          <w:tcPr>
            <w:tcW w:w="0" w:type="auto"/>
          </w:tcPr>
          <w:p w14:paraId="772BD025" w14:textId="4557DBB3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66DD1739" w14:textId="737F5E76" w:rsidR="00846ED1" w:rsidRDefault="00E506B1" w:rsidP="00EA296F">
            <w:r>
              <w:t xml:space="preserve">Rn </w:t>
            </w:r>
            <w:r w:rsidR="00FE176F">
              <w:t>215</w:t>
            </w:r>
          </w:p>
        </w:tc>
        <w:tc>
          <w:tcPr>
            <w:tcW w:w="0" w:type="auto"/>
          </w:tcPr>
          <w:p w14:paraId="4AD0C23E" w14:textId="5AB91EFF" w:rsidR="00846ED1" w:rsidRDefault="00E506B1" w:rsidP="00EA296F">
            <w:r>
              <w:t>129</w:t>
            </w:r>
          </w:p>
        </w:tc>
        <w:tc>
          <w:tcPr>
            <w:tcW w:w="0" w:type="auto"/>
          </w:tcPr>
          <w:p w14:paraId="45B8AAE0" w14:textId="63DDA0CE" w:rsidR="00846ED1" w:rsidRPr="00CE2302" w:rsidRDefault="002E1EF6" w:rsidP="00EA296F">
            <w:r w:rsidRPr="002E1EF6">
              <w:t>2,3</w:t>
            </w:r>
            <w:r w:rsidR="00FE176F">
              <w:t>~m</w:t>
            </w:r>
            <w:r w:rsidRPr="002E1EF6">
              <w:t>s</w:t>
            </w:r>
          </w:p>
        </w:tc>
        <w:tc>
          <w:tcPr>
            <w:tcW w:w="0" w:type="auto"/>
          </w:tcPr>
          <w:p w14:paraId="588031DC" w14:textId="4164CBD9" w:rsidR="00846ED1" w:rsidRDefault="005E3423" w:rsidP="00EA296F">
            <w:r>
              <w:t xml:space="preserve">~a: </w:t>
            </w:r>
            <w:r w:rsidR="00FE176F" w:rsidRPr="00FE176F">
              <w:t>8,67</w:t>
            </w:r>
            <w:r w:rsidR="00E956B0">
              <w:t xml:space="preserve"> v</w:t>
            </w:r>
          </w:p>
        </w:tc>
      </w:tr>
      <w:tr w:rsidR="00846ED1" w:rsidRPr="001B6138" w14:paraId="56120DE4" w14:textId="77777777" w:rsidTr="001B6138">
        <w:tc>
          <w:tcPr>
            <w:tcW w:w="0" w:type="auto"/>
          </w:tcPr>
          <w:p w14:paraId="49521D4C" w14:textId="38F56EB4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6E3AC625" w14:textId="40E0CC7A" w:rsidR="00846ED1" w:rsidRDefault="00E506B1" w:rsidP="00EA296F">
            <w:r>
              <w:t xml:space="preserve">Rn </w:t>
            </w:r>
            <w:r w:rsidR="00FE176F">
              <w:t>216</w:t>
            </w:r>
          </w:p>
        </w:tc>
        <w:tc>
          <w:tcPr>
            <w:tcW w:w="0" w:type="auto"/>
          </w:tcPr>
          <w:p w14:paraId="5FD07BF7" w14:textId="64F98FAB" w:rsidR="00846ED1" w:rsidRDefault="00E506B1" w:rsidP="00EA296F">
            <w:r>
              <w:t>130</w:t>
            </w:r>
          </w:p>
        </w:tc>
        <w:tc>
          <w:tcPr>
            <w:tcW w:w="0" w:type="auto"/>
          </w:tcPr>
          <w:p w14:paraId="5C309CC1" w14:textId="774802C8" w:rsidR="00846ED1" w:rsidRPr="00CE2302" w:rsidRDefault="002E1EF6" w:rsidP="00EA296F">
            <w:r w:rsidRPr="002E1EF6">
              <w:t>45</w:t>
            </w:r>
            <w:r w:rsidR="00FE176F">
              <w:t>~m</w:t>
            </w:r>
            <w:r w:rsidRPr="002E1EF6">
              <w:t>s</w:t>
            </w:r>
          </w:p>
        </w:tc>
        <w:tc>
          <w:tcPr>
            <w:tcW w:w="0" w:type="auto"/>
          </w:tcPr>
          <w:p w14:paraId="4FFA72C7" w14:textId="52ED0BD6" w:rsidR="00846ED1" w:rsidRDefault="005E3423" w:rsidP="00EA296F">
            <w:r>
              <w:t xml:space="preserve">~a: </w:t>
            </w:r>
            <w:r w:rsidR="00FE176F" w:rsidRPr="00FE176F">
              <w:t>8,05</w:t>
            </w:r>
            <w:r w:rsidR="00E956B0">
              <w:t xml:space="preserve"> v</w:t>
            </w:r>
          </w:p>
        </w:tc>
      </w:tr>
      <w:tr w:rsidR="00846ED1" w:rsidRPr="001B6138" w14:paraId="35629BC6" w14:textId="77777777" w:rsidTr="001B6138">
        <w:tc>
          <w:tcPr>
            <w:tcW w:w="0" w:type="auto"/>
          </w:tcPr>
          <w:p w14:paraId="7A524093" w14:textId="71A04E9D" w:rsidR="00846ED1" w:rsidRDefault="00E506B1" w:rsidP="00EA296F">
            <w:r w:rsidRPr="00E506B1">
              <w:lastRenderedPageBreak/>
              <w:t>86</w:t>
            </w:r>
          </w:p>
        </w:tc>
        <w:tc>
          <w:tcPr>
            <w:tcW w:w="0" w:type="auto"/>
          </w:tcPr>
          <w:p w14:paraId="40842EA7" w14:textId="7304BF83" w:rsidR="00846ED1" w:rsidRDefault="00E506B1" w:rsidP="00EA296F">
            <w:r>
              <w:t xml:space="preserve">Rn </w:t>
            </w:r>
            <w:r w:rsidR="00FE176F">
              <w:t>217</w:t>
            </w:r>
          </w:p>
        </w:tc>
        <w:tc>
          <w:tcPr>
            <w:tcW w:w="0" w:type="auto"/>
          </w:tcPr>
          <w:p w14:paraId="29FEA233" w14:textId="5FCDE9FC" w:rsidR="00846ED1" w:rsidRDefault="00E506B1" w:rsidP="00EA296F">
            <w:r>
              <w:t>131</w:t>
            </w:r>
          </w:p>
        </w:tc>
        <w:tc>
          <w:tcPr>
            <w:tcW w:w="0" w:type="auto"/>
          </w:tcPr>
          <w:p w14:paraId="28A136BA" w14:textId="47190210" w:rsidR="00846ED1" w:rsidRPr="00CE2302" w:rsidRDefault="002E1EF6" w:rsidP="00EA296F">
            <w:r w:rsidRPr="002E1EF6">
              <w:t>0,54ms</w:t>
            </w:r>
          </w:p>
        </w:tc>
        <w:tc>
          <w:tcPr>
            <w:tcW w:w="0" w:type="auto"/>
          </w:tcPr>
          <w:p w14:paraId="4BBD39E3" w14:textId="6AEBFFEF" w:rsidR="00846ED1" w:rsidRDefault="005E3423" w:rsidP="00EA296F">
            <w:r>
              <w:t xml:space="preserve">~a: </w:t>
            </w:r>
            <w:r w:rsidR="00FE176F" w:rsidRPr="00FE176F">
              <w:t>7,740</w:t>
            </w:r>
            <w:r w:rsidR="00E956B0">
              <w:t xml:space="preserve"> v</w:t>
            </w:r>
          </w:p>
        </w:tc>
      </w:tr>
      <w:tr w:rsidR="00846ED1" w:rsidRPr="001B6138" w14:paraId="4E0FE691" w14:textId="77777777" w:rsidTr="001B6138">
        <w:tc>
          <w:tcPr>
            <w:tcW w:w="0" w:type="auto"/>
          </w:tcPr>
          <w:p w14:paraId="7DD19C50" w14:textId="3D30057A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6D66A91D" w14:textId="25B75758" w:rsidR="00846ED1" w:rsidRDefault="00E506B1" w:rsidP="00EA296F">
            <w:r>
              <w:t xml:space="preserve">Rn </w:t>
            </w:r>
            <w:r w:rsidR="00FE176F">
              <w:t>218</w:t>
            </w:r>
          </w:p>
        </w:tc>
        <w:tc>
          <w:tcPr>
            <w:tcW w:w="0" w:type="auto"/>
          </w:tcPr>
          <w:p w14:paraId="1672A7B6" w14:textId="65591055" w:rsidR="00846ED1" w:rsidRDefault="00E506B1" w:rsidP="00EA296F">
            <w:r>
              <w:t>132</w:t>
            </w:r>
          </w:p>
        </w:tc>
        <w:tc>
          <w:tcPr>
            <w:tcW w:w="0" w:type="auto"/>
          </w:tcPr>
          <w:p w14:paraId="4798B36E" w14:textId="2570F04A" w:rsidR="00846ED1" w:rsidRPr="00CE2302" w:rsidRDefault="002E1EF6" w:rsidP="00EA296F">
            <w:r w:rsidRPr="002E1EF6">
              <w:t>35ms</w:t>
            </w:r>
          </w:p>
        </w:tc>
        <w:tc>
          <w:tcPr>
            <w:tcW w:w="0" w:type="auto"/>
          </w:tcPr>
          <w:p w14:paraId="48285349" w14:textId="7AC662F1" w:rsidR="00846ED1" w:rsidRDefault="005E3423" w:rsidP="00EA296F">
            <w:r>
              <w:t xml:space="preserve">~a: </w:t>
            </w:r>
            <w:r w:rsidR="00FE176F" w:rsidRPr="00FE176F">
              <w:t>7,133</w:t>
            </w:r>
            <w:r w:rsidR="00E956B0">
              <w:t xml:space="preserve"> v</w:t>
            </w:r>
          </w:p>
        </w:tc>
      </w:tr>
      <w:tr w:rsidR="00846ED1" w:rsidRPr="001B6138" w14:paraId="34F30C09" w14:textId="77777777" w:rsidTr="001B6138">
        <w:tc>
          <w:tcPr>
            <w:tcW w:w="0" w:type="auto"/>
          </w:tcPr>
          <w:p w14:paraId="389C43FD" w14:textId="18C943A4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5DE91906" w14:textId="5594E272" w:rsidR="00846ED1" w:rsidRDefault="00E506B1" w:rsidP="00EA296F">
            <w:r>
              <w:t xml:space="preserve">Rn </w:t>
            </w:r>
            <w:r w:rsidR="00FE176F">
              <w:t>219</w:t>
            </w:r>
          </w:p>
        </w:tc>
        <w:tc>
          <w:tcPr>
            <w:tcW w:w="0" w:type="auto"/>
          </w:tcPr>
          <w:p w14:paraId="5271EC65" w14:textId="6AC0DDE6" w:rsidR="00846ED1" w:rsidRDefault="00E506B1" w:rsidP="00EA296F">
            <w:r>
              <w:t>133</w:t>
            </w:r>
          </w:p>
        </w:tc>
        <w:tc>
          <w:tcPr>
            <w:tcW w:w="0" w:type="auto"/>
          </w:tcPr>
          <w:p w14:paraId="7786CA23" w14:textId="78BEFD81" w:rsidR="00846ED1" w:rsidRPr="00CE2302" w:rsidRDefault="002E1EF6" w:rsidP="00EA296F">
            <w:r w:rsidRPr="002E1EF6">
              <w:t>3,96s</w:t>
            </w:r>
          </w:p>
        </w:tc>
        <w:tc>
          <w:tcPr>
            <w:tcW w:w="0" w:type="auto"/>
          </w:tcPr>
          <w:p w14:paraId="09058CB1" w14:textId="74F5F792" w:rsidR="00846ED1" w:rsidRDefault="005E3423" w:rsidP="00EA296F">
            <w:r>
              <w:t xml:space="preserve">~a: </w:t>
            </w:r>
            <w:r w:rsidR="00FE176F" w:rsidRPr="00FE176F">
              <w:t>6,819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873CE9" w:rsidRPr="00873CE9">
              <w:t>0,271</w:t>
            </w:r>
          </w:p>
        </w:tc>
      </w:tr>
      <w:tr w:rsidR="00846ED1" w:rsidRPr="001B6138" w14:paraId="77F7D815" w14:textId="77777777" w:rsidTr="001B6138">
        <w:tc>
          <w:tcPr>
            <w:tcW w:w="0" w:type="auto"/>
          </w:tcPr>
          <w:p w14:paraId="43DA0D19" w14:textId="371ACFC8" w:rsidR="00846ED1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1F356388" w14:textId="07D0252E" w:rsidR="00846ED1" w:rsidRDefault="00E506B1" w:rsidP="00EA296F">
            <w:r>
              <w:t xml:space="preserve">Rn </w:t>
            </w:r>
            <w:r w:rsidR="00FE176F">
              <w:t>220</w:t>
            </w:r>
          </w:p>
        </w:tc>
        <w:tc>
          <w:tcPr>
            <w:tcW w:w="0" w:type="auto"/>
          </w:tcPr>
          <w:p w14:paraId="5E381E03" w14:textId="576DEE33" w:rsidR="00846ED1" w:rsidRDefault="00E506B1" w:rsidP="00EA296F">
            <w:r>
              <w:t>134</w:t>
            </w:r>
          </w:p>
        </w:tc>
        <w:tc>
          <w:tcPr>
            <w:tcW w:w="0" w:type="auto"/>
          </w:tcPr>
          <w:p w14:paraId="29E44F7A" w14:textId="521027A9" w:rsidR="00846ED1" w:rsidRPr="00CE2302" w:rsidRDefault="002E1EF6" w:rsidP="00EA296F">
            <w:r w:rsidRPr="002E1EF6">
              <w:t>55,6s</w:t>
            </w:r>
          </w:p>
        </w:tc>
        <w:tc>
          <w:tcPr>
            <w:tcW w:w="0" w:type="auto"/>
          </w:tcPr>
          <w:p w14:paraId="36C9D4DC" w14:textId="3CD4623F" w:rsidR="00846ED1" w:rsidRDefault="005E3423" w:rsidP="00EA296F">
            <w:r>
              <w:t xml:space="preserve">~a: </w:t>
            </w:r>
            <w:r w:rsidR="00873CE9" w:rsidRPr="00873CE9">
              <w:t>6,288</w:t>
            </w:r>
            <w:r w:rsidR="00E956B0">
              <w:t xml:space="preserve"> v</w:t>
            </w:r>
          </w:p>
        </w:tc>
      </w:tr>
      <w:tr w:rsidR="005E3423" w:rsidRPr="001B6138" w14:paraId="0247B5F8" w14:textId="77777777" w:rsidTr="001B6138">
        <w:tc>
          <w:tcPr>
            <w:tcW w:w="0" w:type="auto"/>
          </w:tcPr>
          <w:p w14:paraId="5BD7D459" w14:textId="0380BC40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01FA36A6" w14:textId="621ACAD7" w:rsidR="005E3423" w:rsidRDefault="00E506B1" w:rsidP="00EA296F">
            <w:r>
              <w:t xml:space="preserve">Rn </w:t>
            </w:r>
            <w:r w:rsidR="00FE176F">
              <w:t>221</w:t>
            </w:r>
          </w:p>
        </w:tc>
        <w:tc>
          <w:tcPr>
            <w:tcW w:w="0" w:type="auto"/>
          </w:tcPr>
          <w:p w14:paraId="770F2963" w14:textId="3AE4B357" w:rsidR="005E3423" w:rsidRDefault="00E506B1" w:rsidP="00EA296F">
            <w:r>
              <w:t>135</w:t>
            </w:r>
          </w:p>
        </w:tc>
        <w:tc>
          <w:tcPr>
            <w:tcW w:w="0" w:type="auto"/>
          </w:tcPr>
          <w:p w14:paraId="1BB3A5D1" w14:textId="50CE6A84" w:rsidR="005E3423" w:rsidRPr="00CE2302" w:rsidRDefault="002E1EF6" w:rsidP="00EA296F">
            <w:r w:rsidRPr="002E1EF6">
              <w:t>25min</w:t>
            </w:r>
          </w:p>
        </w:tc>
        <w:tc>
          <w:tcPr>
            <w:tcW w:w="0" w:type="auto"/>
          </w:tcPr>
          <w:p w14:paraId="55ED0E3A" w14:textId="7B94E5A8" w:rsidR="005E3423" w:rsidRDefault="005E3423" w:rsidP="00EA296F">
            <w:r>
              <w:t xml:space="preserve">~a: </w:t>
            </w:r>
            <w:r w:rsidR="00873CE9" w:rsidRPr="00873CE9">
              <w:t>6,037</w:t>
            </w:r>
            <w:r w:rsidR="00E956B0">
              <w:t xml:space="preserve"> v</w:t>
            </w:r>
            <w:r w:rsidR="00206850">
              <w:t xml:space="preserve">; </w:t>
            </w:r>
            <w:r>
              <w:t xml:space="preserve">~b^-: </w:t>
            </w:r>
            <w:r w:rsidR="00873CE9">
              <w:t>0,8 v</w:t>
            </w:r>
            <w:r w:rsidR="00206850">
              <w:t xml:space="preserve">; </w:t>
            </w:r>
            <w:r>
              <w:t xml:space="preserve">~c: </w:t>
            </w:r>
            <w:r w:rsidR="00873CE9" w:rsidRPr="00873CE9">
              <w:t>0,186</w:t>
            </w:r>
          </w:p>
        </w:tc>
      </w:tr>
      <w:tr w:rsidR="005E3423" w:rsidRPr="001B6138" w14:paraId="797FE607" w14:textId="77777777" w:rsidTr="001B6138">
        <w:tc>
          <w:tcPr>
            <w:tcW w:w="0" w:type="auto"/>
          </w:tcPr>
          <w:p w14:paraId="6AE73FA6" w14:textId="2F3A29AD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4481A77C" w14:textId="114ADF41" w:rsidR="005E3423" w:rsidRDefault="00E506B1" w:rsidP="00EA296F">
            <w:r>
              <w:t xml:space="preserve">Rn </w:t>
            </w:r>
            <w:r w:rsidR="00FE176F">
              <w:t>222</w:t>
            </w:r>
          </w:p>
        </w:tc>
        <w:tc>
          <w:tcPr>
            <w:tcW w:w="0" w:type="auto"/>
          </w:tcPr>
          <w:p w14:paraId="3D031457" w14:textId="6A40C25E" w:rsidR="005E3423" w:rsidRDefault="00E506B1" w:rsidP="00EA296F">
            <w:r>
              <w:t>136</w:t>
            </w:r>
          </w:p>
        </w:tc>
        <w:tc>
          <w:tcPr>
            <w:tcW w:w="0" w:type="auto"/>
          </w:tcPr>
          <w:p w14:paraId="3A3034B5" w14:textId="19D927EA" w:rsidR="005E3423" w:rsidRPr="00CE2302" w:rsidRDefault="002E1EF6" w:rsidP="00EA296F">
            <w:r w:rsidRPr="002E1EF6">
              <w:t>3,825d</w:t>
            </w:r>
          </w:p>
        </w:tc>
        <w:tc>
          <w:tcPr>
            <w:tcW w:w="0" w:type="auto"/>
          </w:tcPr>
          <w:p w14:paraId="6662DB31" w14:textId="4163ADAD" w:rsidR="005E3423" w:rsidRDefault="005E3423" w:rsidP="00EA296F">
            <w:r>
              <w:t xml:space="preserve">~a: </w:t>
            </w:r>
            <w:r w:rsidR="00873CE9" w:rsidRPr="00873CE9">
              <w:t>5,48948</w:t>
            </w:r>
            <w:r w:rsidR="00E956B0">
              <w:t xml:space="preserve"> v</w:t>
            </w:r>
          </w:p>
        </w:tc>
      </w:tr>
      <w:tr w:rsidR="005E3423" w:rsidRPr="001B6138" w14:paraId="6E42EE9B" w14:textId="77777777" w:rsidTr="001B6138">
        <w:tc>
          <w:tcPr>
            <w:tcW w:w="0" w:type="auto"/>
          </w:tcPr>
          <w:p w14:paraId="0B197CB5" w14:textId="69DA4DA6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6BD1EA64" w14:textId="192D1DAE" w:rsidR="005E3423" w:rsidRDefault="00E506B1" w:rsidP="00EA296F">
            <w:r>
              <w:t xml:space="preserve">Rn </w:t>
            </w:r>
            <w:r w:rsidR="00FE176F">
              <w:t>223</w:t>
            </w:r>
          </w:p>
        </w:tc>
        <w:tc>
          <w:tcPr>
            <w:tcW w:w="0" w:type="auto"/>
          </w:tcPr>
          <w:p w14:paraId="6F19F8D5" w14:textId="7C8381CF" w:rsidR="005E3423" w:rsidRDefault="00E506B1" w:rsidP="00EA296F">
            <w:r>
              <w:t>137</w:t>
            </w:r>
          </w:p>
        </w:tc>
        <w:tc>
          <w:tcPr>
            <w:tcW w:w="0" w:type="auto"/>
          </w:tcPr>
          <w:p w14:paraId="526C02FB" w14:textId="3ADD0D4E" w:rsidR="005E3423" w:rsidRPr="00CE2302" w:rsidRDefault="002E1EF6" w:rsidP="00EA296F">
            <w:r w:rsidRPr="002E1EF6">
              <w:t>23,2min</w:t>
            </w:r>
          </w:p>
        </w:tc>
        <w:tc>
          <w:tcPr>
            <w:tcW w:w="0" w:type="auto"/>
          </w:tcPr>
          <w:p w14:paraId="14BB3DEA" w14:textId="49D27FA4" w:rsidR="005E3423" w:rsidRDefault="005E3423" w:rsidP="00EA296F">
            <w:r>
              <w:t xml:space="preserve">~b^-: </w:t>
            </w:r>
            <w:r w:rsidR="00E956B0">
              <w:t>v</w:t>
            </w:r>
            <w:r w:rsidR="00206850">
              <w:t xml:space="preserve">; </w:t>
            </w:r>
            <w:r>
              <w:t xml:space="preserve">~c: </w:t>
            </w:r>
            <w:r w:rsidR="00873CE9" w:rsidRPr="00873CE9">
              <w:t>0,593</w:t>
            </w:r>
          </w:p>
        </w:tc>
      </w:tr>
      <w:tr w:rsidR="005E3423" w:rsidRPr="001B6138" w14:paraId="65CB7051" w14:textId="77777777" w:rsidTr="001B6138">
        <w:tc>
          <w:tcPr>
            <w:tcW w:w="0" w:type="auto"/>
          </w:tcPr>
          <w:p w14:paraId="3F951331" w14:textId="3E4F30B3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550E1112" w14:textId="78D1A9A0" w:rsidR="005E3423" w:rsidRDefault="00E506B1" w:rsidP="00EA296F">
            <w:r>
              <w:t xml:space="preserve">Rn </w:t>
            </w:r>
            <w:r w:rsidR="00FE176F">
              <w:t>224</w:t>
            </w:r>
          </w:p>
        </w:tc>
        <w:tc>
          <w:tcPr>
            <w:tcW w:w="0" w:type="auto"/>
          </w:tcPr>
          <w:p w14:paraId="17B1CA51" w14:textId="5293F4DB" w:rsidR="005E3423" w:rsidRDefault="00E506B1" w:rsidP="00EA296F">
            <w:r>
              <w:t>138</w:t>
            </w:r>
          </w:p>
        </w:tc>
        <w:tc>
          <w:tcPr>
            <w:tcW w:w="0" w:type="auto"/>
          </w:tcPr>
          <w:p w14:paraId="1AAB32AF" w14:textId="4D54463F" w:rsidR="005E3423" w:rsidRPr="00CE2302" w:rsidRDefault="002E1EF6" w:rsidP="00EA296F">
            <w:r w:rsidRPr="002E1EF6">
              <w:t>1,78h</w:t>
            </w:r>
          </w:p>
        </w:tc>
        <w:tc>
          <w:tcPr>
            <w:tcW w:w="0" w:type="auto"/>
          </w:tcPr>
          <w:p w14:paraId="34C43253" w14:textId="1E924845" w:rsidR="005E3423" w:rsidRDefault="005E3423" w:rsidP="00EA296F">
            <w:r>
              <w:t xml:space="preserve">~b^-: </w:t>
            </w:r>
            <w:r w:rsidR="00E956B0">
              <w:t>v</w:t>
            </w:r>
            <w:r w:rsidR="00206850">
              <w:t xml:space="preserve">; </w:t>
            </w:r>
            <w:r>
              <w:t xml:space="preserve">~c: </w:t>
            </w:r>
            <w:r w:rsidR="00873CE9" w:rsidRPr="00873CE9">
              <w:t>0,261</w:t>
            </w:r>
          </w:p>
        </w:tc>
      </w:tr>
      <w:tr w:rsidR="005E3423" w:rsidRPr="001B6138" w14:paraId="2C71C084" w14:textId="77777777" w:rsidTr="001B6138">
        <w:tc>
          <w:tcPr>
            <w:tcW w:w="0" w:type="auto"/>
          </w:tcPr>
          <w:p w14:paraId="06ECF47C" w14:textId="679CF038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4B6BFA02" w14:textId="2F328BDB" w:rsidR="005E3423" w:rsidRDefault="00E506B1" w:rsidP="00EA296F">
            <w:r>
              <w:t xml:space="preserve">Rn </w:t>
            </w:r>
            <w:r w:rsidR="00FE176F">
              <w:t>225</w:t>
            </w:r>
          </w:p>
        </w:tc>
        <w:tc>
          <w:tcPr>
            <w:tcW w:w="0" w:type="auto"/>
          </w:tcPr>
          <w:p w14:paraId="08630B14" w14:textId="5980502F" w:rsidR="005E3423" w:rsidRDefault="00E506B1" w:rsidP="00EA296F">
            <w:r>
              <w:t>139</w:t>
            </w:r>
          </w:p>
        </w:tc>
        <w:tc>
          <w:tcPr>
            <w:tcW w:w="0" w:type="auto"/>
          </w:tcPr>
          <w:p w14:paraId="5AACA467" w14:textId="3517C1B8" w:rsidR="005E3423" w:rsidRPr="00CE2302" w:rsidRDefault="002E1EF6" w:rsidP="00EA296F">
            <w:r w:rsidRPr="002E1EF6">
              <w:t>4,5min</w:t>
            </w:r>
          </w:p>
        </w:tc>
        <w:tc>
          <w:tcPr>
            <w:tcW w:w="0" w:type="auto"/>
          </w:tcPr>
          <w:p w14:paraId="2C2BEEB8" w14:textId="440B3CF0" w:rsidR="005E3423" w:rsidRDefault="005E3423" w:rsidP="00EA296F">
            <w:r>
              <w:t xml:space="preserve">~b^-: </w:t>
            </w:r>
            <w:r w:rsidR="00E956B0">
              <w:t>v</w:t>
            </w:r>
          </w:p>
        </w:tc>
      </w:tr>
      <w:tr w:rsidR="005E3423" w:rsidRPr="001B6138" w14:paraId="217E1141" w14:textId="77777777" w:rsidTr="001B6138">
        <w:tc>
          <w:tcPr>
            <w:tcW w:w="0" w:type="auto"/>
          </w:tcPr>
          <w:p w14:paraId="071514E9" w14:textId="4F6607B2" w:rsidR="005E3423" w:rsidRDefault="00E506B1" w:rsidP="00EA296F">
            <w:r w:rsidRPr="00E506B1">
              <w:t>86</w:t>
            </w:r>
          </w:p>
        </w:tc>
        <w:tc>
          <w:tcPr>
            <w:tcW w:w="0" w:type="auto"/>
          </w:tcPr>
          <w:p w14:paraId="4ECFD8D4" w14:textId="52052F09" w:rsidR="005E3423" w:rsidRDefault="00E506B1" w:rsidP="00EA296F">
            <w:r>
              <w:t xml:space="preserve">Rn </w:t>
            </w:r>
            <w:r w:rsidR="00FE176F">
              <w:t>226</w:t>
            </w:r>
          </w:p>
        </w:tc>
        <w:tc>
          <w:tcPr>
            <w:tcW w:w="0" w:type="auto"/>
          </w:tcPr>
          <w:p w14:paraId="16BE20F9" w14:textId="22DE4CA6" w:rsidR="005E3423" w:rsidRDefault="00E506B1" w:rsidP="00EA296F">
            <w:r>
              <w:t>140</w:t>
            </w:r>
          </w:p>
        </w:tc>
        <w:tc>
          <w:tcPr>
            <w:tcW w:w="0" w:type="auto"/>
          </w:tcPr>
          <w:p w14:paraId="1703AFC6" w14:textId="6B6F79B9" w:rsidR="005E3423" w:rsidRPr="00CE2302" w:rsidRDefault="002E1EF6" w:rsidP="00EA296F">
            <w:r w:rsidRPr="002E1EF6">
              <w:t>7,4min</w:t>
            </w:r>
          </w:p>
        </w:tc>
        <w:tc>
          <w:tcPr>
            <w:tcW w:w="0" w:type="auto"/>
          </w:tcPr>
          <w:p w14:paraId="037B0511" w14:textId="57D31ADE" w:rsidR="005E3423" w:rsidRDefault="005E3423" w:rsidP="00EA296F">
            <w:r>
              <w:t xml:space="preserve">~b^-: </w:t>
            </w:r>
            <w:r w:rsidR="00E956B0">
              <w:t>v</w:t>
            </w:r>
          </w:p>
        </w:tc>
      </w:tr>
      <w:tr w:rsidR="005E3423" w:rsidRPr="001B6138" w14:paraId="2B91EE07" w14:textId="77777777" w:rsidTr="001B6138">
        <w:tc>
          <w:tcPr>
            <w:tcW w:w="0" w:type="auto"/>
          </w:tcPr>
          <w:p w14:paraId="755FAA11" w14:textId="6EF4E7C0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720C32BA" w14:textId="28EF0421" w:rsidR="005E3423" w:rsidRDefault="00544242" w:rsidP="00EA296F">
            <w:r>
              <w:t>Fr 207</w:t>
            </w:r>
          </w:p>
        </w:tc>
        <w:tc>
          <w:tcPr>
            <w:tcW w:w="0" w:type="auto"/>
          </w:tcPr>
          <w:p w14:paraId="590300C8" w14:textId="7DA0F22C" w:rsidR="005E3423" w:rsidRDefault="00C60267" w:rsidP="00EA296F">
            <w:r>
              <w:t>120</w:t>
            </w:r>
          </w:p>
        </w:tc>
        <w:tc>
          <w:tcPr>
            <w:tcW w:w="0" w:type="auto"/>
          </w:tcPr>
          <w:p w14:paraId="6341D232" w14:textId="6B33E305" w:rsidR="005E3423" w:rsidRPr="00CE2302" w:rsidRDefault="00C60267" w:rsidP="00EA296F">
            <w:r w:rsidRPr="00C60267">
              <w:t>14,8s</w:t>
            </w:r>
          </w:p>
        </w:tc>
        <w:tc>
          <w:tcPr>
            <w:tcW w:w="0" w:type="auto"/>
          </w:tcPr>
          <w:p w14:paraId="6F29A453" w14:textId="7A65DABE" w:rsidR="005E3423" w:rsidRDefault="005E3423" w:rsidP="00EA296F">
            <w:r>
              <w:t xml:space="preserve">~a: </w:t>
            </w:r>
            <w:r w:rsidR="00EA3169" w:rsidRPr="00EA3169">
              <w:t>6,767</w:t>
            </w:r>
            <w:r w:rsidR="00EA3169">
              <w:t xml:space="preserve"> v</w:t>
            </w:r>
          </w:p>
        </w:tc>
      </w:tr>
      <w:tr w:rsidR="005E3423" w:rsidRPr="001B6138" w14:paraId="78641368" w14:textId="77777777" w:rsidTr="001B6138">
        <w:tc>
          <w:tcPr>
            <w:tcW w:w="0" w:type="auto"/>
          </w:tcPr>
          <w:p w14:paraId="5BDCC65F" w14:textId="4E2FB383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3FB31BF4" w14:textId="76800B6B" w:rsidR="005E3423" w:rsidRDefault="00544242" w:rsidP="00EA296F">
            <w:r>
              <w:t>Fr 208</w:t>
            </w:r>
          </w:p>
        </w:tc>
        <w:tc>
          <w:tcPr>
            <w:tcW w:w="0" w:type="auto"/>
          </w:tcPr>
          <w:p w14:paraId="554439A1" w14:textId="3EBE1B75" w:rsidR="005E3423" w:rsidRDefault="00C60267" w:rsidP="00EA296F">
            <w:r>
              <w:t>121</w:t>
            </w:r>
          </w:p>
        </w:tc>
        <w:tc>
          <w:tcPr>
            <w:tcW w:w="0" w:type="auto"/>
          </w:tcPr>
          <w:p w14:paraId="3563B519" w14:textId="40991633" w:rsidR="005E3423" w:rsidRPr="00CE2302" w:rsidRDefault="00C60267" w:rsidP="00EA296F">
            <w:r w:rsidRPr="00C60267">
              <w:t>58,6s</w:t>
            </w:r>
          </w:p>
        </w:tc>
        <w:tc>
          <w:tcPr>
            <w:tcW w:w="0" w:type="auto"/>
          </w:tcPr>
          <w:p w14:paraId="4D27513B" w14:textId="61F81440" w:rsidR="005E3423" w:rsidRDefault="005E3423" w:rsidP="00EA296F">
            <w:r>
              <w:t xml:space="preserve">~a: </w:t>
            </w:r>
            <w:r w:rsidR="00EA3169" w:rsidRPr="00EA3169">
              <w:t>6,636</w:t>
            </w:r>
            <w:r w:rsidR="00EA3169">
              <w:t xml:space="preserve"> v</w:t>
            </w:r>
            <w:r w:rsidR="00206850">
              <w:t xml:space="preserve">; </w:t>
            </w:r>
            <w:r w:rsidR="00D3065D">
              <w:t>~b^+ v</w:t>
            </w:r>
            <w:r w:rsidR="00206850">
              <w:t xml:space="preserve">; </w:t>
            </w:r>
            <w:r>
              <w:t xml:space="preserve">~c: </w:t>
            </w:r>
            <w:r w:rsidR="00EA3169" w:rsidRPr="00EA3169">
              <w:t>0,636</w:t>
            </w:r>
          </w:p>
        </w:tc>
      </w:tr>
      <w:tr w:rsidR="005E3423" w:rsidRPr="001B6138" w14:paraId="0D568305" w14:textId="77777777" w:rsidTr="001B6138">
        <w:tc>
          <w:tcPr>
            <w:tcW w:w="0" w:type="auto"/>
          </w:tcPr>
          <w:p w14:paraId="1870DE0F" w14:textId="17068355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3D039434" w14:textId="4F3BDEF2" w:rsidR="005E3423" w:rsidRDefault="00544242" w:rsidP="00EA296F">
            <w:r>
              <w:t>Fr 209</w:t>
            </w:r>
          </w:p>
        </w:tc>
        <w:tc>
          <w:tcPr>
            <w:tcW w:w="0" w:type="auto"/>
          </w:tcPr>
          <w:p w14:paraId="4D5975EB" w14:textId="075A1918" w:rsidR="005E3423" w:rsidRDefault="00C60267" w:rsidP="00EA296F">
            <w:r>
              <w:t>122</w:t>
            </w:r>
          </w:p>
        </w:tc>
        <w:tc>
          <w:tcPr>
            <w:tcW w:w="0" w:type="auto"/>
          </w:tcPr>
          <w:p w14:paraId="7C0D88D7" w14:textId="4BF58535" w:rsidR="005E3423" w:rsidRPr="00CE2302" w:rsidRDefault="00C60267" w:rsidP="00EA296F">
            <w:r w:rsidRPr="00C60267">
              <w:t>50,0s</w:t>
            </w:r>
          </w:p>
        </w:tc>
        <w:tc>
          <w:tcPr>
            <w:tcW w:w="0" w:type="auto"/>
          </w:tcPr>
          <w:p w14:paraId="2E47A375" w14:textId="10E15081" w:rsidR="005E3423" w:rsidRDefault="005E3423" w:rsidP="00EA296F">
            <w:r>
              <w:t xml:space="preserve">~a: </w:t>
            </w:r>
            <w:r w:rsidR="00EA3169" w:rsidRPr="00EA3169">
              <w:t>6,648</w:t>
            </w:r>
            <w:r w:rsidR="00E27917">
              <w:t xml:space="preserve"> v</w:t>
            </w:r>
            <w:r w:rsidR="00206850">
              <w:t xml:space="preserve">; </w:t>
            </w:r>
            <w:r>
              <w:t>~b^</w:t>
            </w:r>
            <w:r w:rsidR="00D3065D">
              <w:t>+</w:t>
            </w:r>
            <w:r>
              <w:t xml:space="preserve">: </w:t>
            </w:r>
            <w:r w:rsidR="00E27917">
              <w:t>v</w:t>
            </w:r>
          </w:p>
        </w:tc>
      </w:tr>
      <w:tr w:rsidR="005E3423" w:rsidRPr="001B6138" w14:paraId="0BA31457" w14:textId="77777777" w:rsidTr="001B6138">
        <w:tc>
          <w:tcPr>
            <w:tcW w:w="0" w:type="auto"/>
          </w:tcPr>
          <w:p w14:paraId="5C2D5FC4" w14:textId="6FE90614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53BFBB97" w14:textId="2DA07D83" w:rsidR="005E3423" w:rsidRDefault="00544242" w:rsidP="00EA296F">
            <w:r>
              <w:t>Fr 210</w:t>
            </w:r>
          </w:p>
        </w:tc>
        <w:tc>
          <w:tcPr>
            <w:tcW w:w="0" w:type="auto"/>
          </w:tcPr>
          <w:p w14:paraId="7D8C8471" w14:textId="3FA7A0B7" w:rsidR="005E3423" w:rsidRDefault="00C60267" w:rsidP="00EA296F">
            <w:r>
              <w:t>123</w:t>
            </w:r>
          </w:p>
        </w:tc>
        <w:tc>
          <w:tcPr>
            <w:tcW w:w="0" w:type="auto"/>
          </w:tcPr>
          <w:p w14:paraId="12C1D52B" w14:textId="25042490" w:rsidR="005E3423" w:rsidRPr="00CE2302" w:rsidRDefault="00C60267" w:rsidP="00EA296F">
            <w:r w:rsidRPr="00C60267">
              <w:t>3,18min</w:t>
            </w:r>
          </w:p>
        </w:tc>
        <w:tc>
          <w:tcPr>
            <w:tcW w:w="0" w:type="auto"/>
          </w:tcPr>
          <w:p w14:paraId="311B9EAD" w14:textId="6B0A40DA" w:rsidR="005E3423" w:rsidRDefault="00544242" w:rsidP="00EA296F">
            <w:r>
              <w:t xml:space="preserve">~a: </w:t>
            </w:r>
            <w:r w:rsidR="00EA3169" w:rsidRPr="00EA3169">
              <w:t>6,543</w:t>
            </w:r>
            <w:r w:rsidR="00E27917">
              <w:t xml:space="preserve"> v</w:t>
            </w:r>
            <w:r w:rsidR="00206850">
              <w:t xml:space="preserve">; </w:t>
            </w:r>
            <w:r>
              <w:t>~b^</w:t>
            </w:r>
            <w:r w:rsidR="00D3065D">
              <w:t>+</w:t>
            </w:r>
            <w:r>
              <w:t xml:space="preserve">: </w:t>
            </w:r>
            <w:r w:rsidR="00E27917">
              <w:t>v</w:t>
            </w:r>
            <w:r w:rsidR="00206850">
              <w:t xml:space="preserve">; </w:t>
            </w:r>
            <w:r>
              <w:t xml:space="preserve">~c: </w:t>
            </w:r>
            <w:r w:rsidR="00EA3169" w:rsidRPr="00EA3169">
              <w:t>0,644</w:t>
            </w:r>
          </w:p>
        </w:tc>
      </w:tr>
      <w:tr w:rsidR="005E3423" w:rsidRPr="001B6138" w14:paraId="5AD65CFC" w14:textId="77777777" w:rsidTr="001B6138">
        <w:tc>
          <w:tcPr>
            <w:tcW w:w="0" w:type="auto"/>
          </w:tcPr>
          <w:p w14:paraId="192F32FB" w14:textId="599B21EE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42C3739E" w14:textId="1F5935AB" w:rsidR="005E3423" w:rsidRDefault="00544242" w:rsidP="00EA296F">
            <w:r>
              <w:t>Fr 211</w:t>
            </w:r>
          </w:p>
        </w:tc>
        <w:tc>
          <w:tcPr>
            <w:tcW w:w="0" w:type="auto"/>
          </w:tcPr>
          <w:p w14:paraId="5F374339" w14:textId="0F41C818" w:rsidR="005E3423" w:rsidRDefault="00C60267" w:rsidP="00EA296F">
            <w:r>
              <w:t>124</w:t>
            </w:r>
          </w:p>
        </w:tc>
        <w:tc>
          <w:tcPr>
            <w:tcW w:w="0" w:type="auto"/>
          </w:tcPr>
          <w:p w14:paraId="661ABED7" w14:textId="2AFB67C7" w:rsidR="005E3423" w:rsidRPr="00CE2302" w:rsidRDefault="00C60267" w:rsidP="00EA296F">
            <w:r w:rsidRPr="00C60267">
              <w:t>3,10min</w:t>
            </w:r>
          </w:p>
        </w:tc>
        <w:tc>
          <w:tcPr>
            <w:tcW w:w="0" w:type="auto"/>
          </w:tcPr>
          <w:p w14:paraId="2B1835D8" w14:textId="6222B3BD" w:rsidR="005E3423" w:rsidRDefault="00544242" w:rsidP="00EA296F">
            <w:r>
              <w:t xml:space="preserve">~a: </w:t>
            </w:r>
            <w:r w:rsidR="00EA3169" w:rsidRPr="00EA3169">
              <w:t>6,535</w:t>
            </w:r>
            <w:r w:rsidR="00153E7A">
              <w:t xml:space="preserve"> v</w:t>
            </w:r>
            <w:r w:rsidR="00206850">
              <w:t xml:space="preserve">; </w:t>
            </w:r>
            <w:r>
              <w:t>~b^</w:t>
            </w:r>
            <w:r w:rsidR="00D3065D">
              <w:t>+</w:t>
            </w:r>
            <w:r>
              <w:t xml:space="preserve">: </w:t>
            </w:r>
            <w:r w:rsidR="00153E7A">
              <w:t>v</w:t>
            </w:r>
            <w:r w:rsidR="00206850">
              <w:t xml:space="preserve">; </w:t>
            </w:r>
            <w:r>
              <w:t xml:space="preserve">~c: </w:t>
            </w:r>
            <w:r w:rsidR="00EA3169" w:rsidRPr="00EA3169">
              <w:t>0,540</w:t>
            </w:r>
          </w:p>
        </w:tc>
      </w:tr>
      <w:tr w:rsidR="005E3423" w:rsidRPr="001B6138" w14:paraId="6950FF20" w14:textId="77777777" w:rsidTr="001B6138">
        <w:tc>
          <w:tcPr>
            <w:tcW w:w="0" w:type="auto"/>
          </w:tcPr>
          <w:p w14:paraId="0E0E6686" w14:textId="2F717A42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597FD81A" w14:textId="4787D457" w:rsidR="005E3423" w:rsidRDefault="00544242" w:rsidP="00EA296F">
            <w:r>
              <w:t>Fr 212</w:t>
            </w:r>
          </w:p>
        </w:tc>
        <w:tc>
          <w:tcPr>
            <w:tcW w:w="0" w:type="auto"/>
          </w:tcPr>
          <w:p w14:paraId="18925658" w14:textId="7BBE334D" w:rsidR="005E3423" w:rsidRDefault="00C60267" w:rsidP="00EA296F">
            <w:r>
              <w:t>125</w:t>
            </w:r>
          </w:p>
        </w:tc>
        <w:tc>
          <w:tcPr>
            <w:tcW w:w="0" w:type="auto"/>
          </w:tcPr>
          <w:p w14:paraId="4107378C" w14:textId="09C9115E" w:rsidR="005E3423" w:rsidRPr="00CE2302" w:rsidRDefault="00C60267" w:rsidP="00EA296F">
            <w:r w:rsidRPr="00C60267">
              <w:t>20,0min</w:t>
            </w:r>
          </w:p>
        </w:tc>
        <w:tc>
          <w:tcPr>
            <w:tcW w:w="0" w:type="auto"/>
          </w:tcPr>
          <w:p w14:paraId="4CEADDEF" w14:textId="6B5B3E4D" w:rsidR="005E3423" w:rsidRDefault="00544242" w:rsidP="00EA296F">
            <w:r>
              <w:t xml:space="preserve">~a: </w:t>
            </w:r>
            <w:r w:rsidR="00EA3169" w:rsidRPr="00EA3169">
              <w:t>6,262</w:t>
            </w:r>
            <w:r w:rsidR="00153E7A">
              <w:t xml:space="preserve"> v</w:t>
            </w:r>
            <w:r w:rsidR="00206850">
              <w:t xml:space="preserve">; </w:t>
            </w:r>
            <w:r>
              <w:t>~b^</w:t>
            </w:r>
            <w:r w:rsidR="00D3065D">
              <w:t>+</w:t>
            </w:r>
            <w:r>
              <w:t xml:space="preserve">: </w:t>
            </w:r>
            <w:r w:rsidR="00153E7A">
              <w:t>v</w:t>
            </w:r>
            <w:r w:rsidR="00206850">
              <w:t xml:space="preserve">; </w:t>
            </w:r>
            <w:r>
              <w:t xml:space="preserve">~c: </w:t>
            </w:r>
            <w:r w:rsidR="00EA3169" w:rsidRPr="00EA3169">
              <w:t>1,274</w:t>
            </w:r>
          </w:p>
        </w:tc>
      </w:tr>
      <w:tr w:rsidR="005E3423" w:rsidRPr="001B6138" w14:paraId="53A8E276" w14:textId="77777777" w:rsidTr="001B6138">
        <w:tc>
          <w:tcPr>
            <w:tcW w:w="0" w:type="auto"/>
          </w:tcPr>
          <w:p w14:paraId="596DCB7A" w14:textId="2F6C04CD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6423F996" w14:textId="711001FA" w:rsidR="005E3423" w:rsidRDefault="00544242" w:rsidP="00EA296F">
            <w:r>
              <w:t>Fr 213</w:t>
            </w:r>
          </w:p>
        </w:tc>
        <w:tc>
          <w:tcPr>
            <w:tcW w:w="0" w:type="auto"/>
          </w:tcPr>
          <w:p w14:paraId="532AC968" w14:textId="03BD0AE2" w:rsidR="005E3423" w:rsidRDefault="00C60267" w:rsidP="00EA296F">
            <w:r>
              <w:t>126</w:t>
            </w:r>
          </w:p>
        </w:tc>
        <w:tc>
          <w:tcPr>
            <w:tcW w:w="0" w:type="auto"/>
          </w:tcPr>
          <w:p w14:paraId="2B7D736C" w14:textId="01ABEEFC" w:rsidR="005E3423" w:rsidRPr="00CE2302" w:rsidRDefault="00C60267" w:rsidP="00EA296F">
            <w:r w:rsidRPr="00C60267">
              <w:t>34,6s</w:t>
            </w:r>
          </w:p>
        </w:tc>
        <w:tc>
          <w:tcPr>
            <w:tcW w:w="0" w:type="auto"/>
          </w:tcPr>
          <w:p w14:paraId="06C1CB82" w14:textId="0BBF2252" w:rsidR="005E3423" w:rsidRDefault="00544242" w:rsidP="00EA296F">
            <w:r>
              <w:t xml:space="preserve">~a: </w:t>
            </w:r>
            <w:r w:rsidR="00EA3169" w:rsidRPr="00EA3169">
              <w:t>6,775</w:t>
            </w:r>
            <w:r w:rsidR="00153E7A">
              <w:t xml:space="preserve"> v</w:t>
            </w:r>
          </w:p>
        </w:tc>
      </w:tr>
      <w:tr w:rsidR="005E3423" w:rsidRPr="001B6138" w14:paraId="4DEF0482" w14:textId="77777777" w:rsidTr="001B6138">
        <w:tc>
          <w:tcPr>
            <w:tcW w:w="0" w:type="auto"/>
          </w:tcPr>
          <w:p w14:paraId="455CBB96" w14:textId="5E01099B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119546DB" w14:textId="4FBB2B3D" w:rsidR="005E3423" w:rsidRDefault="00544242" w:rsidP="00EA296F">
            <w:r>
              <w:t>Fr 214</w:t>
            </w:r>
          </w:p>
        </w:tc>
        <w:tc>
          <w:tcPr>
            <w:tcW w:w="0" w:type="auto"/>
          </w:tcPr>
          <w:p w14:paraId="26CBFF79" w14:textId="1CF0571B" w:rsidR="005E3423" w:rsidRDefault="00C60267" w:rsidP="00EA296F">
            <w:r>
              <w:t>127</w:t>
            </w:r>
          </w:p>
        </w:tc>
        <w:tc>
          <w:tcPr>
            <w:tcW w:w="0" w:type="auto"/>
          </w:tcPr>
          <w:p w14:paraId="7B149C78" w14:textId="2CAE2F0C" w:rsidR="005E3423" w:rsidRPr="00CE2302" w:rsidRDefault="00C60267" w:rsidP="00EA296F">
            <w:r w:rsidRPr="00C60267">
              <w:t>5,0</w:t>
            </w:r>
            <w:r>
              <w:t>m</w:t>
            </w:r>
            <w:r w:rsidRPr="00C60267">
              <w:t>s</w:t>
            </w:r>
          </w:p>
        </w:tc>
        <w:tc>
          <w:tcPr>
            <w:tcW w:w="0" w:type="auto"/>
          </w:tcPr>
          <w:p w14:paraId="60C3ADCA" w14:textId="3E944EA6" w:rsidR="005E3423" w:rsidRDefault="00544242" w:rsidP="00EA296F">
            <w:r>
              <w:t xml:space="preserve">~a: </w:t>
            </w:r>
            <w:r w:rsidR="00EA3169" w:rsidRPr="00EA3169">
              <w:t>8,426</w:t>
            </w:r>
            <w:r w:rsidR="00153E7A">
              <w:t xml:space="preserve"> v</w:t>
            </w:r>
          </w:p>
        </w:tc>
      </w:tr>
      <w:tr w:rsidR="005E3423" w:rsidRPr="001B6138" w14:paraId="52D91E21" w14:textId="77777777" w:rsidTr="001B6138">
        <w:tc>
          <w:tcPr>
            <w:tcW w:w="0" w:type="auto"/>
          </w:tcPr>
          <w:p w14:paraId="3D90F4F7" w14:textId="68DA770B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7D127ECB" w14:textId="1D866479" w:rsidR="005E3423" w:rsidRDefault="00544242" w:rsidP="00EA296F">
            <w:r>
              <w:t>Fr 215</w:t>
            </w:r>
          </w:p>
        </w:tc>
        <w:tc>
          <w:tcPr>
            <w:tcW w:w="0" w:type="auto"/>
          </w:tcPr>
          <w:p w14:paraId="4997347F" w14:textId="330DEB4D" w:rsidR="005E3423" w:rsidRDefault="00C60267" w:rsidP="00EA296F">
            <w:r>
              <w:t>128</w:t>
            </w:r>
          </w:p>
        </w:tc>
        <w:tc>
          <w:tcPr>
            <w:tcW w:w="0" w:type="auto"/>
          </w:tcPr>
          <w:p w14:paraId="48C5C4A0" w14:textId="08CA28A9" w:rsidR="005E3423" w:rsidRPr="00CE2302" w:rsidRDefault="00C60267" w:rsidP="00EA296F">
            <w:r w:rsidRPr="00C60267">
              <w:t>0,09</w:t>
            </w:r>
            <w:r>
              <w:t>~m</w:t>
            </w:r>
            <w:r w:rsidRPr="00C60267">
              <w:t>s</w:t>
            </w:r>
          </w:p>
        </w:tc>
        <w:tc>
          <w:tcPr>
            <w:tcW w:w="0" w:type="auto"/>
          </w:tcPr>
          <w:p w14:paraId="66151BD1" w14:textId="5A9A0C3F" w:rsidR="005E3423" w:rsidRDefault="00544242" w:rsidP="00EA296F">
            <w:r>
              <w:t xml:space="preserve">~a: </w:t>
            </w:r>
            <w:r w:rsidR="00EA3169" w:rsidRPr="00EA3169">
              <w:t>9,36</w:t>
            </w:r>
            <w:r w:rsidR="00153E7A">
              <w:t xml:space="preserve"> v</w:t>
            </w:r>
          </w:p>
        </w:tc>
      </w:tr>
      <w:tr w:rsidR="005E3423" w:rsidRPr="001B6138" w14:paraId="78255E7D" w14:textId="77777777" w:rsidTr="001B6138">
        <w:tc>
          <w:tcPr>
            <w:tcW w:w="0" w:type="auto"/>
          </w:tcPr>
          <w:p w14:paraId="6E65C5D5" w14:textId="2015C4E1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51636128" w14:textId="40D1C7F5" w:rsidR="005E3423" w:rsidRDefault="00544242" w:rsidP="00EA296F">
            <w:r>
              <w:t>Fr 216</w:t>
            </w:r>
          </w:p>
        </w:tc>
        <w:tc>
          <w:tcPr>
            <w:tcW w:w="0" w:type="auto"/>
          </w:tcPr>
          <w:p w14:paraId="6C932135" w14:textId="49B6E3AE" w:rsidR="005E3423" w:rsidRDefault="00C60267" w:rsidP="00EA296F">
            <w:r>
              <w:t>129</w:t>
            </w:r>
          </w:p>
        </w:tc>
        <w:tc>
          <w:tcPr>
            <w:tcW w:w="0" w:type="auto"/>
          </w:tcPr>
          <w:p w14:paraId="636DDAC0" w14:textId="3399060C" w:rsidR="005E3423" w:rsidRPr="00CE2302" w:rsidRDefault="00C60267" w:rsidP="00EA296F">
            <w:r w:rsidRPr="00C60267">
              <w:t>0,70</w:t>
            </w:r>
            <w:r>
              <w:t>~m</w:t>
            </w:r>
            <w:r w:rsidRPr="00C60267">
              <w:t>s</w:t>
            </w:r>
          </w:p>
        </w:tc>
        <w:tc>
          <w:tcPr>
            <w:tcW w:w="0" w:type="auto"/>
          </w:tcPr>
          <w:p w14:paraId="086DD231" w14:textId="62D4B3D6" w:rsidR="005E3423" w:rsidRDefault="00544242" w:rsidP="00EA296F">
            <w:r>
              <w:t xml:space="preserve">~a: </w:t>
            </w:r>
            <w:r w:rsidR="00EA3169" w:rsidRPr="00EA3169">
              <w:t>9,01</w:t>
            </w:r>
            <w:r w:rsidR="00153E7A">
              <w:t xml:space="preserve"> v</w:t>
            </w:r>
          </w:p>
        </w:tc>
      </w:tr>
      <w:tr w:rsidR="005E3423" w:rsidRPr="001B6138" w14:paraId="483E368C" w14:textId="77777777" w:rsidTr="001B6138">
        <w:tc>
          <w:tcPr>
            <w:tcW w:w="0" w:type="auto"/>
          </w:tcPr>
          <w:p w14:paraId="4CA6E68F" w14:textId="7E2EA415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39E7CD3F" w14:textId="2B50B40A" w:rsidR="005E3423" w:rsidRDefault="00544242" w:rsidP="00EA296F">
            <w:r>
              <w:t>Fr 217</w:t>
            </w:r>
          </w:p>
        </w:tc>
        <w:tc>
          <w:tcPr>
            <w:tcW w:w="0" w:type="auto"/>
          </w:tcPr>
          <w:p w14:paraId="0CB9C6CD" w14:textId="25FF3E8A" w:rsidR="005E3423" w:rsidRDefault="00C60267" w:rsidP="00EA296F">
            <w:r>
              <w:t>130</w:t>
            </w:r>
          </w:p>
        </w:tc>
        <w:tc>
          <w:tcPr>
            <w:tcW w:w="0" w:type="auto"/>
          </w:tcPr>
          <w:p w14:paraId="4E0C62F0" w14:textId="0B79AEE7" w:rsidR="005E3423" w:rsidRPr="00CE2302" w:rsidRDefault="00C60267" w:rsidP="00EA296F">
            <w:r w:rsidRPr="00C60267">
              <w:t>16</w:t>
            </w:r>
            <w:r>
              <w:t>~m</w:t>
            </w:r>
            <w:r w:rsidRPr="00C60267">
              <w:t>s</w:t>
            </w:r>
          </w:p>
        </w:tc>
        <w:tc>
          <w:tcPr>
            <w:tcW w:w="0" w:type="auto"/>
          </w:tcPr>
          <w:p w14:paraId="4C3C816E" w14:textId="1504089D" w:rsidR="005E3423" w:rsidRDefault="00544242" w:rsidP="00EA296F">
            <w:r>
              <w:t xml:space="preserve">~a: </w:t>
            </w:r>
            <w:r w:rsidR="00EA3169" w:rsidRPr="00EA3169">
              <w:t>8,315</w:t>
            </w:r>
            <w:r w:rsidR="00153E7A">
              <w:t xml:space="preserve"> v</w:t>
            </w:r>
          </w:p>
        </w:tc>
      </w:tr>
      <w:tr w:rsidR="005E3423" w:rsidRPr="001B6138" w14:paraId="6A4AC9A3" w14:textId="77777777" w:rsidTr="001B6138">
        <w:tc>
          <w:tcPr>
            <w:tcW w:w="0" w:type="auto"/>
          </w:tcPr>
          <w:p w14:paraId="15BF6DAE" w14:textId="5E59AA3F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6BDF775D" w14:textId="52E555A3" w:rsidR="005E3423" w:rsidRDefault="00544242" w:rsidP="00EA296F">
            <w:r>
              <w:t>Fr 218</w:t>
            </w:r>
          </w:p>
        </w:tc>
        <w:tc>
          <w:tcPr>
            <w:tcW w:w="0" w:type="auto"/>
          </w:tcPr>
          <w:p w14:paraId="76F30BBD" w14:textId="402D2996" w:rsidR="005E3423" w:rsidRDefault="00C60267" w:rsidP="00EA296F">
            <w:r>
              <w:t>131</w:t>
            </w:r>
          </w:p>
        </w:tc>
        <w:tc>
          <w:tcPr>
            <w:tcW w:w="0" w:type="auto"/>
          </w:tcPr>
          <w:p w14:paraId="651653A9" w14:textId="56379BEC" w:rsidR="005E3423" w:rsidRPr="00CE2302" w:rsidRDefault="00C60267" w:rsidP="00EA296F">
            <w:r w:rsidRPr="00C60267">
              <w:t>1,0ms</w:t>
            </w:r>
          </w:p>
        </w:tc>
        <w:tc>
          <w:tcPr>
            <w:tcW w:w="0" w:type="auto"/>
          </w:tcPr>
          <w:p w14:paraId="249459EE" w14:textId="56CB29C7" w:rsidR="005E3423" w:rsidRDefault="00544242" w:rsidP="00EA296F">
            <w:r>
              <w:t xml:space="preserve">~a: </w:t>
            </w:r>
            <w:r w:rsidR="00EA3169" w:rsidRPr="00EA3169">
              <w:t>7,867</w:t>
            </w:r>
            <w:r w:rsidR="00153E7A">
              <w:t xml:space="preserve"> v</w:t>
            </w:r>
          </w:p>
        </w:tc>
      </w:tr>
      <w:tr w:rsidR="005E3423" w:rsidRPr="001B6138" w14:paraId="22C0F07C" w14:textId="77777777" w:rsidTr="001B6138">
        <w:tc>
          <w:tcPr>
            <w:tcW w:w="0" w:type="auto"/>
          </w:tcPr>
          <w:p w14:paraId="52266BAC" w14:textId="30E50D07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26FD902F" w14:textId="62C80B6C" w:rsidR="005E3423" w:rsidRDefault="00544242" w:rsidP="00EA296F">
            <w:r>
              <w:t>Fr 219</w:t>
            </w:r>
          </w:p>
        </w:tc>
        <w:tc>
          <w:tcPr>
            <w:tcW w:w="0" w:type="auto"/>
          </w:tcPr>
          <w:p w14:paraId="689127B9" w14:textId="6B73028A" w:rsidR="005E3423" w:rsidRDefault="00C60267" w:rsidP="00EA296F">
            <w:r>
              <w:t>132</w:t>
            </w:r>
          </w:p>
        </w:tc>
        <w:tc>
          <w:tcPr>
            <w:tcW w:w="0" w:type="auto"/>
          </w:tcPr>
          <w:p w14:paraId="23ADDD71" w14:textId="2E659BEE" w:rsidR="005E3423" w:rsidRPr="00CE2302" w:rsidRDefault="00C60267" w:rsidP="00EA296F">
            <w:r w:rsidRPr="00C60267">
              <w:t>21ms</w:t>
            </w:r>
          </w:p>
        </w:tc>
        <w:tc>
          <w:tcPr>
            <w:tcW w:w="0" w:type="auto"/>
          </w:tcPr>
          <w:p w14:paraId="60150DD8" w14:textId="4B0EA0B7" w:rsidR="005E3423" w:rsidRDefault="00544242" w:rsidP="00EA296F">
            <w:r>
              <w:t xml:space="preserve">~a: </w:t>
            </w:r>
            <w:r w:rsidR="00EA3169" w:rsidRPr="00EA3169">
              <w:t>7,312</w:t>
            </w:r>
            <w:r w:rsidR="00153E7A">
              <w:t xml:space="preserve"> v</w:t>
            </w:r>
          </w:p>
        </w:tc>
      </w:tr>
      <w:tr w:rsidR="005E3423" w:rsidRPr="001B6138" w14:paraId="5CE18743" w14:textId="77777777" w:rsidTr="001B6138">
        <w:tc>
          <w:tcPr>
            <w:tcW w:w="0" w:type="auto"/>
          </w:tcPr>
          <w:p w14:paraId="5ED696CB" w14:textId="5E318CB9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6963CA1A" w14:textId="2D470617" w:rsidR="005E3423" w:rsidRDefault="00544242" w:rsidP="00EA296F">
            <w:r>
              <w:t>Fr 220</w:t>
            </w:r>
          </w:p>
        </w:tc>
        <w:tc>
          <w:tcPr>
            <w:tcW w:w="0" w:type="auto"/>
          </w:tcPr>
          <w:p w14:paraId="344D37EA" w14:textId="1D6ADE08" w:rsidR="005E3423" w:rsidRDefault="00C60267" w:rsidP="00EA296F">
            <w:r>
              <w:t>133</w:t>
            </w:r>
          </w:p>
        </w:tc>
        <w:tc>
          <w:tcPr>
            <w:tcW w:w="0" w:type="auto"/>
          </w:tcPr>
          <w:p w14:paraId="1166D823" w14:textId="0A69FE43" w:rsidR="005E3423" w:rsidRPr="00CE2302" w:rsidRDefault="00C60267" w:rsidP="00EA296F">
            <w:r w:rsidRPr="00C60267">
              <w:t>27,</w:t>
            </w:r>
            <w:r>
              <w:t>4</w:t>
            </w:r>
            <w:r w:rsidRPr="00C60267">
              <w:t>s</w:t>
            </w:r>
          </w:p>
        </w:tc>
        <w:tc>
          <w:tcPr>
            <w:tcW w:w="0" w:type="auto"/>
          </w:tcPr>
          <w:p w14:paraId="317E7F2C" w14:textId="7D26F068" w:rsidR="005E3423" w:rsidRDefault="00544242" w:rsidP="00EA296F">
            <w:r>
              <w:t xml:space="preserve">~a: </w:t>
            </w:r>
            <w:r w:rsidR="00EA3169" w:rsidRPr="00EA3169">
              <w:t>6,68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 w:rsidRPr="00EA3169">
              <w:t>0,045</w:t>
            </w:r>
          </w:p>
        </w:tc>
      </w:tr>
      <w:tr w:rsidR="005E3423" w:rsidRPr="001B6138" w14:paraId="64FF8EC8" w14:textId="77777777" w:rsidTr="001B6138">
        <w:tc>
          <w:tcPr>
            <w:tcW w:w="0" w:type="auto"/>
          </w:tcPr>
          <w:p w14:paraId="530EEBBB" w14:textId="2DF0847A" w:rsidR="005E3423" w:rsidRDefault="00544242" w:rsidP="00EA296F">
            <w:r>
              <w:lastRenderedPageBreak/>
              <w:t>87</w:t>
            </w:r>
          </w:p>
        </w:tc>
        <w:tc>
          <w:tcPr>
            <w:tcW w:w="0" w:type="auto"/>
          </w:tcPr>
          <w:p w14:paraId="7E764F54" w14:textId="5BF4E5D1" w:rsidR="005E3423" w:rsidRDefault="00544242" w:rsidP="00EA296F">
            <w:r>
              <w:t>Fr 221</w:t>
            </w:r>
          </w:p>
        </w:tc>
        <w:tc>
          <w:tcPr>
            <w:tcW w:w="0" w:type="auto"/>
          </w:tcPr>
          <w:p w14:paraId="1BCE4706" w14:textId="619FE0FA" w:rsidR="005E3423" w:rsidRDefault="00C60267" w:rsidP="00EA296F">
            <w:r>
              <w:t>134</w:t>
            </w:r>
          </w:p>
        </w:tc>
        <w:tc>
          <w:tcPr>
            <w:tcW w:w="0" w:type="auto"/>
          </w:tcPr>
          <w:p w14:paraId="53876E3F" w14:textId="11C0F9DE" w:rsidR="005E3423" w:rsidRPr="00CE2302" w:rsidRDefault="00C60267" w:rsidP="00EA296F">
            <w:r>
              <w:t>4,9min</w:t>
            </w:r>
          </w:p>
        </w:tc>
        <w:tc>
          <w:tcPr>
            <w:tcW w:w="0" w:type="auto"/>
          </w:tcPr>
          <w:p w14:paraId="0D9D4227" w14:textId="77325B4B" w:rsidR="005E3423" w:rsidRDefault="00544242" w:rsidP="00EA296F">
            <w:r>
              <w:t xml:space="preserve">~a: </w:t>
            </w:r>
            <w:r w:rsidR="00EA3169">
              <w:t>6,341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>
              <w:t>0,218</w:t>
            </w:r>
          </w:p>
        </w:tc>
      </w:tr>
      <w:tr w:rsidR="005E3423" w:rsidRPr="001B6138" w14:paraId="37F9B834" w14:textId="77777777" w:rsidTr="001B6138">
        <w:tc>
          <w:tcPr>
            <w:tcW w:w="0" w:type="auto"/>
          </w:tcPr>
          <w:p w14:paraId="3B158CD6" w14:textId="7F170C0A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44C8C316" w14:textId="696D3628" w:rsidR="005E3423" w:rsidRDefault="00544242" w:rsidP="00EA296F">
            <w:r>
              <w:t>Fr 222</w:t>
            </w:r>
          </w:p>
        </w:tc>
        <w:tc>
          <w:tcPr>
            <w:tcW w:w="0" w:type="auto"/>
          </w:tcPr>
          <w:p w14:paraId="64F0F88F" w14:textId="7B38AF4C" w:rsidR="005E3423" w:rsidRDefault="00C60267" w:rsidP="00EA296F">
            <w:r>
              <w:t>135</w:t>
            </w:r>
          </w:p>
        </w:tc>
        <w:tc>
          <w:tcPr>
            <w:tcW w:w="0" w:type="auto"/>
          </w:tcPr>
          <w:p w14:paraId="0B7C706D" w14:textId="1A9D84AB" w:rsidR="005E3423" w:rsidRPr="00CE2302" w:rsidRDefault="00C60267" w:rsidP="00EA296F">
            <w:r>
              <w:t>14,2min</w:t>
            </w:r>
          </w:p>
        </w:tc>
        <w:tc>
          <w:tcPr>
            <w:tcW w:w="0" w:type="auto"/>
          </w:tcPr>
          <w:p w14:paraId="3FF1BD58" w14:textId="730CE36E" w:rsidR="005E3423" w:rsidRDefault="00544242" w:rsidP="00EA296F">
            <w:r>
              <w:t xml:space="preserve">~b^-: </w:t>
            </w:r>
            <w:r w:rsidR="00EA3169">
              <w:t>1,8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>
              <w:t>0,206</w:t>
            </w:r>
          </w:p>
        </w:tc>
      </w:tr>
      <w:tr w:rsidR="005E3423" w:rsidRPr="001B6138" w14:paraId="3A4FB604" w14:textId="77777777" w:rsidTr="001B6138">
        <w:tc>
          <w:tcPr>
            <w:tcW w:w="0" w:type="auto"/>
          </w:tcPr>
          <w:p w14:paraId="021C7790" w14:textId="3235E607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19238C88" w14:textId="55562062" w:rsidR="005E3423" w:rsidRDefault="00544242" w:rsidP="00EA296F">
            <w:r>
              <w:t>Fr 223</w:t>
            </w:r>
          </w:p>
        </w:tc>
        <w:tc>
          <w:tcPr>
            <w:tcW w:w="0" w:type="auto"/>
          </w:tcPr>
          <w:p w14:paraId="03D30040" w14:textId="76ADF4AB" w:rsidR="005E3423" w:rsidRDefault="00C60267" w:rsidP="00EA296F">
            <w:r>
              <w:t>136</w:t>
            </w:r>
          </w:p>
        </w:tc>
        <w:tc>
          <w:tcPr>
            <w:tcW w:w="0" w:type="auto"/>
          </w:tcPr>
          <w:p w14:paraId="50BD3C44" w14:textId="6F5D1793" w:rsidR="005E3423" w:rsidRPr="00CE2302" w:rsidRDefault="00C60267" w:rsidP="00EA296F">
            <w:r>
              <w:t>21,8min</w:t>
            </w:r>
          </w:p>
        </w:tc>
        <w:tc>
          <w:tcPr>
            <w:tcW w:w="0" w:type="auto"/>
          </w:tcPr>
          <w:p w14:paraId="06BDCC35" w14:textId="3E51662F" w:rsidR="005E3423" w:rsidRDefault="00544242" w:rsidP="00EA296F">
            <w:r>
              <w:t xml:space="preserve">~a: </w:t>
            </w:r>
            <w:r w:rsidR="00EA3169">
              <w:t>5,34</w:t>
            </w:r>
            <w:r w:rsidR="00206850">
              <w:t xml:space="preserve">; </w:t>
            </w:r>
            <w:r>
              <w:t xml:space="preserve">~b^-: </w:t>
            </w:r>
            <w:r w:rsidR="00EA3169">
              <w:t>1,1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>
              <w:t>0,05</w:t>
            </w:r>
          </w:p>
        </w:tc>
      </w:tr>
      <w:tr w:rsidR="005E3423" w:rsidRPr="001B6138" w14:paraId="0EC4746C" w14:textId="77777777" w:rsidTr="001B6138">
        <w:tc>
          <w:tcPr>
            <w:tcW w:w="0" w:type="auto"/>
          </w:tcPr>
          <w:p w14:paraId="1F068A1A" w14:textId="58C660E6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58ECC855" w14:textId="4BE8F7F8" w:rsidR="005E3423" w:rsidRDefault="00544242" w:rsidP="00EA296F">
            <w:r>
              <w:t>Fr 224</w:t>
            </w:r>
          </w:p>
        </w:tc>
        <w:tc>
          <w:tcPr>
            <w:tcW w:w="0" w:type="auto"/>
          </w:tcPr>
          <w:p w14:paraId="0ECE4A43" w14:textId="5C20BD01" w:rsidR="005E3423" w:rsidRDefault="00C60267" w:rsidP="00EA296F">
            <w:r>
              <w:t>137</w:t>
            </w:r>
          </w:p>
        </w:tc>
        <w:tc>
          <w:tcPr>
            <w:tcW w:w="0" w:type="auto"/>
          </w:tcPr>
          <w:p w14:paraId="1B03969A" w14:textId="3201D8C8" w:rsidR="005E3423" w:rsidRPr="00CE2302" w:rsidRDefault="00C60267" w:rsidP="00EA296F">
            <w:r>
              <w:t>3,3min</w:t>
            </w:r>
          </w:p>
        </w:tc>
        <w:tc>
          <w:tcPr>
            <w:tcW w:w="0" w:type="auto"/>
          </w:tcPr>
          <w:p w14:paraId="73B55680" w14:textId="33E50391" w:rsidR="005E3423" w:rsidRDefault="00544242" w:rsidP="00EA296F">
            <w:r>
              <w:t xml:space="preserve">~b^-: </w:t>
            </w:r>
            <w:r w:rsidR="00EA3169">
              <w:t>2,6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>
              <w:t>0,216</w:t>
            </w:r>
          </w:p>
        </w:tc>
      </w:tr>
      <w:tr w:rsidR="005E3423" w:rsidRPr="001B6138" w14:paraId="23442570" w14:textId="77777777" w:rsidTr="001B6138">
        <w:tc>
          <w:tcPr>
            <w:tcW w:w="0" w:type="auto"/>
          </w:tcPr>
          <w:p w14:paraId="21B319E5" w14:textId="4D8046E6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6EF524AE" w14:textId="6C2DC187" w:rsidR="005E3423" w:rsidRDefault="00544242" w:rsidP="00EA296F">
            <w:r>
              <w:t>Fr 225</w:t>
            </w:r>
          </w:p>
        </w:tc>
        <w:tc>
          <w:tcPr>
            <w:tcW w:w="0" w:type="auto"/>
          </w:tcPr>
          <w:p w14:paraId="4D8D13C8" w14:textId="3393AA4A" w:rsidR="005E3423" w:rsidRDefault="00C60267" w:rsidP="00EA296F">
            <w:r>
              <w:t>138</w:t>
            </w:r>
          </w:p>
        </w:tc>
        <w:tc>
          <w:tcPr>
            <w:tcW w:w="0" w:type="auto"/>
          </w:tcPr>
          <w:p w14:paraId="383CC124" w14:textId="16CFE7FB" w:rsidR="005E3423" w:rsidRPr="00CE2302" w:rsidRDefault="00C60267" w:rsidP="00EA296F">
            <w:r>
              <w:t>4,0min</w:t>
            </w:r>
          </w:p>
        </w:tc>
        <w:tc>
          <w:tcPr>
            <w:tcW w:w="0" w:type="auto"/>
          </w:tcPr>
          <w:p w14:paraId="0DCA419F" w14:textId="3E375C98" w:rsidR="005E3423" w:rsidRDefault="00544242" w:rsidP="00EA296F">
            <w:r>
              <w:t xml:space="preserve">~b^-: </w:t>
            </w:r>
            <w:r w:rsidR="00EA3169">
              <w:t>1,6</w:t>
            </w:r>
            <w:r w:rsidR="00153E7A">
              <w:t xml:space="preserve"> v</w:t>
            </w:r>
            <w:r w:rsidR="00206850">
              <w:t xml:space="preserve">; </w:t>
            </w:r>
            <w:r>
              <w:t xml:space="preserve">~c: </w:t>
            </w:r>
            <w:r w:rsidR="00EA3169">
              <w:t>0,182</w:t>
            </w:r>
          </w:p>
        </w:tc>
      </w:tr>
      <w:tr w:rsidR="005E3423" w:rsidRPr="001B6138" w14:paraId="1BE924AD" w14:textId="77777777" w:rsidTr="001B6138">
        <w:tc>
          <w:tcPr>
            <w:tcW w:w="0" w:type="auto"/>
          </w:tcPr>
          <w:p w14:paraId="085D07C4" w14:textId="4D2CBC3F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73FFA804" w14:textId="05CAAB4D" w:rsidR="005E3423" w:rsidRDefault="00544242" w:rsidP="00EA296F">
            <w:r>
              <w:t>Fr 226</w:t>
            </w:r>
          </w:p>
        </w:tc>
        <w:tc>
          <w:tcPr>
            <w:tcW w:w="0" w:type="auto"/>
          </w:tcPr>
          <w:p w14:paraId="31DD9C09" w14:textId="6114A4E9" w:rsidR="005E3423" w:rsidRDefault="00C60267" w:rsidP="00EA296F">
            <w:r>
              <w:t>139</w:t>
            </w:r>
          </w:p>
        </w:tc>
        <w:tc>
          <w:tcPr>
            <w:tcW w:w="0" w:type="auto"/>
          </w:tcPr>
          <w:p w14:paraId="1DB7E568" w14:textId="06D395CD" w:rsidR="005E3423" w:rsidRPr="00CE2302" w:rsidRDefault="00C60267" w:rsidP="00EA296F">
            <w:r>
              <w:t>48s</w:t>
            </w:r>
          </w:p>
        </w:tc>
        <w:tc>
          <w:tcPr>
            <w:tcW w:w="0" w:type="auto"/>
          </w:tcPr>
          <w:p w14:paraId="32E87BFB" w14:textId="157AB806" w:rsidR="005E3423" w:rsidRDefault="00544242" w:rsidP="00EA296F">
            <w:r w:rsidRPr="00544242">
              <w:t xml:space="preserve">~b^-: </w:t>
            </w:r>
            <w:r w:rsidR="00EA3169">
              <w:t>3,2</w:t>
            </w:r>
            <w:r w:rsidR="00153E7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EA3169">
              <w:t>0,254</w:t>
            </w:r>
          </w:p>
        </w:tc>
      </w:tr>
      <w:tr w:rsidR="005E3423" w:rsidRPr="001B6138" w14:paraId="3627FBEC" w14:textId="77777777" w:rsidTr="001B6138">
        <w:tc>
          <w:tcPr>
            <w:tcW w:w="0" w:type="auto"/>
          </w:tcPr>
          <w:p w14:paraId="5A30C82E" w14:textId="483E9CCB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1C7C638E" w14:textId="0EABF79A" w:rsidR="005E3423" w:rsidRDefault="00544242" w:rsidP="00EA296F">
            <w:r>
              <w:t>Fr 227</w:t>
            </w:r>
          </w:p>
        </w:tc>
        <w:tc>
          <w:tcPr>
            <w:tcW w:w="0" w:type="auto"/>
          </w:tcPr>
          <w:p w14:paraId="6B040611" w14:textId="579F081F" w:rsidR="005E3423" w:rsidRDefault="00C60267" w:rsidP="00EA296F">
            <w:r>
              <w:t>140</w:t>
            </w:r>
          </w:p>
        </w:tc>
        <w:tc>
          <w:tcPr>
            <w:tcW w:w="0" w:type="auto"/>
          </w:tcPr>
          <w:p w14:paraId="14699EF5" w14:textId="5972F5D5" w:rsidR="005E3423" w:rsidRPr="00CE2302" w:rsidRDefault="00C60267" w:rsidP="00EA296F">
            <w:r>
              <w:t>2,47min</w:t>
            </w:r>
          </w:p>
        </w:tc>
        <w:tc>
          <w:tcPr>
            <w:tcW w:w="0" w:type="auto"/>
          </w:tcPr>
          <w:p w14:paraId="3303DC52" w14:textId="4251290C" w:rsidR="005E3423" w:rsidRDefault="00544242" w:rsidP="00EA296F">
            <w:r w:rsidRPr="00544242">
              <w:t xml:space="preserve">~b^-: </w:t>
            </w:r>
            <w:r w:rsidR="00EA3169">
              <w:t>1,8</w:t>
            </w:r>
            <w:r w:rsidR="00153E7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EA3169">
              <w:t>0,090</w:t>
            </w:r>
          </w:p>
        </w:tc>
      </w:tr>
      <w:tr w:rsidR="005E3423" w:rsidRPr="001B6138" w14:paraId="6909603D" w14:textId="77777777" w:rsidTr="001B6138">
        <w:tc>
          <w:tcPr>
            <w:tcW w:w="0" w:type="auto"/>
          </w:tcPr>
          <w:p w14:paraId="36F8672C" w14:textId="251204C5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729AE609" w14:textId="5B86C5E1" w:rsidR="005E3423" w:rsidRDefault="00544242" w:rsidP="00EA296F">
            <w:r>
              <w:t>Fr 228</w:t>
            </w:r>
          </w:p>
        </w:tc>
        <w:tc>
          <w:tcPr>
            <w:tcW w:w="0" w:type="auto"/>
          </w:tcPr>
          <w:p w14:paraId="3B77EC6B" w14:textId="713AB485" w:rsidR="005E3423" w:rsidRDefault="00C60267" w:rsidP="00EA296F">
            <w:r>
              <w:t>141</w:t>
            </w:r>
          </w:p>
        </w:tc>
        <w:tc>
          <w:tcPr>
            <w:tcW w:w="0" w:type="auto"/>
          </w:tcPr>
          <w:p w14:paraId="02B5962C" w14:textId="36434B68" w:rsidR="005E3423" w:rsidRPr="00CE2302" w:rsidRDefault="00C60267" w:rsidP="00EA296F">
            <w:r>
              <w:t>39s</w:t>
            </w:r>
          </w:p>
        </w:tc>
        <w:tc>
          <w:tcPr>
            <w:tcW w:w="0" w:type="auto"/>
          </w:tcPr>
          <w:p w14:paraId="0B4ECC89" w14:textId="76731632" w:rsidR="005E3423" w:rsidRDefault="00544242" w:rsidP="00EA296F">
            <w:r w:rsidRPr="00544242">
              <w:t xml:space="preserve">~b^-: </w:t>
            </w:r>
            <w:r w:rsidR="00153E7A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EA3169">
              <w:t>0,474</w:t>
            </w:r>
          </w:p>
        </w:tc>
      </w:tr>
      <w:tr w:rsidR="005E3423" w:rsidRPr="001B6138" w14:paraId="452DF315" w14:textId="77777777" w:rsidTr="001B6138">
        <w:tc>
          <w:tcPr>
            <w:tcW w:w="0" w:type="auto"/>
          </w:tcPr>
          <w:p w14:paraId="27BDE509" w14:textId="3F4DB80F" w:rsidR="005E3423" w:rsidRDefault="00544242" w:rsidP="00EA296F">
            <w:r>
              <w:t>87</w:t>
            </w:r>
          </w:p>
        </w:tc>
        <w:tc>
          <w:tcPr>
            <w:tcW w:w="0" w:type="auto"/>
          </w:tcPr>
          <w:p w14:paraId="3B084F81" w14:textId="54C75093" w:rsidR="005E3423" w:rsidRDefault="00544242" w:rsidP="00EA296F">
            <w:r>
              <w:t>Fr 229</w:t>
            </w:r>
          </w:p>
        </w:tc>
        <w:tc>
          <w:tcPr>
            <w:tcW w:w="0" w:type="auto"/>
          </w:tcPr>
          <w:p w14:paraId="48DEDB68" w14:textId="39371627" w:rsidR="005E3423" w:rsidRDefault="00C60267" w:rsidP="00EA296F">
            <w:r>
              <w:t>142</w:t>
            </w:r>
          </w:p>
        </w:tc>
        <w:tc>
          <w:tcPr>
            <w:tcW w:w="0" w:type="auto"/>
          </w:tcPr>
          <w:p w14:paraId="289412ED" w14:textId="06B1B9DC" w:rsidR="005E3423" w:rsidRPr="00CE2302" w:rsidRDefault="00C60267" w:rsidP="00EA296F">
            <w:r>
              <w:t>50,2s</w:t>
            </w:r>
          </w:p>
        </w:tc>
        <w:tc>
          <w:tcPr>
            <w:tcW w:w="0" w:type="auto"/>
          </w:tcPr>
          <w:p w14:paraId="53A6E863" w14:textId="51EA2FC4" w:rsidR="005E3423" w:rsidRDefault="00544242" w:rsidP="00EA296F">
            <w:r w:rsidRPr="00544242">
              <w:t xml:space="preserve">~b^-: </w:t>
            </w:r>
            <w:r w:rsidR="00153E7A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EA3169">
              <w:t>0,310</w:t>
            </w:r>
          </w:p>
        </w:tc>
      </w:tr>
      <w:tr w:rsidR="005E3423" w:rsidRPr="001B6138" w14:paraId="629251A1" w14:textId="77777777" w:rsidTr="001B6138">
        <w:tc>
          <w:tcPr>
            <w:tcW w:w="0" w:type="auto"/>
          </w:tcPr>
          <w:p w14:paraId="0ED353A9" w14:textId="1FCF2A67" w:rsidR="005E3423" w:rsidRDefault="00760EAA" w:rsidP="00EA296F">
            <w:r>
              <w:t>88</w:t>
            </w:r>
          </w:p>
        </w:tc>
        <w:tc>
          <w:tcPr>
            <w:tcW w:w="0" w:type="auto"/>
          </w:tcPr>
          <w:p w14:paraId="5C3D2481" w14:textId="021F9481" w:rsidR="005E3423" w:rsidRDefault="00760EAA" w:rsidP="00EA296F">
            <w:r>
              <w:t>Ra 208</w:t>
            </w:r>
          </w:p>
        </w:tc>
        <w:tc>
          <w:tcPr>
            <w:tcW w:w="0" w:type="auto"/>
          </w:tcPr>
          <w:p w14:paraId="30AE45DA" w14:textId="2A776BA3" w:rsidR="005E3423" w:rsidRDefault="00FA662C" w:rsidP="00EA296F">
            <w:r>
              <w:t>120</w:t>
            </w:r>
          </w:p>
        </w:tc>
        <w:tc>
          <w:tcPr>
            <w:tcW w:w="0" w:type="auto"/>
          </w:tcPr>
          <w:p w14:paraId="28BA7FA2" w14:textId="5511B2F4" w:rsidR="005E3423" w:rsidRPr="00CE2302" w:rsidRDefault="00E542DE" w:rsidP="00EA296F">
            <w:r w:rsidRPr="00E542DE">
              <w:t>1,3s</w:t>
            </w:r>
          </w:p>
        </w:tc>
        <w:tc>
          <w:tcPr>
            <w:tcW w:w="0" w:type="auto"/>
          </w:tcPr>
          <w:p w14:paraId="15BF2F9D" w14:textId="770B5053" w:rsidR="005E3423" w:rsidRDefault="00544242" w:rsidP="00EA296F">
            <w:r w:rsidRPr="00544242">
              <w:t xml:space="preserve">~a: </w:t>
            </w:r>
            <w:r w:rsidR="0007422E" w:rsidRPr="0007422E">
              <w:t>7,133</w:t>
            </w:r>
            <w:r w:rsidR="0007422E">
              <w:t xml:space="preserve"> v</w:t>
            </w:r>
          </w:p>
        </w:tc>
      </w:tr>
      <w:tr w:rsidR="00B178A4" w:rsidRPr="001B6138" w14:paraId="25EB2087" w14:textId="77777777" w:rsidTr="001B6138">
        <w:tc>
          <w:tcPr>
            <w:tcW w:w="0" w:type="auto"/>
          </w:tcPr>
          <w:p w14:paraId="709A7B67" w14:textId="390F0B27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717D0059" w14:textId="4A91D054" w:rsidR="00B178A4" w:rsidRDefault="00760EAA" w:rsidP="00EA296F">
            <w:r>
              <w:t>Ra 209</w:t>
            </w:r>
          </w:p>
        </w:tc>
        <w:tc>
          <w:tcPr>
            <w:tcW w:w="0" w:type="auto"/>
          </w:tcPr>
          <w:p w14:paraId="63833FC1" w14:textId="51F2ADC8" w:rsidR="00B178A4" w:rsidRDefault="00FA662C" w:rsidP="00EA296F">
            <w:r>
              <w:t>121</w:t>
            </w:r>
          </w:p>
        </w:tc>
        <w:tc>
          <w:tcPr>
            <w:tcW w:w="0" w:type="auto"/>
          </w:tcPr>
          <w:p w14:paraId="3D31BED5" w14:textId="230B1767" w:rsidR="00B178A4" w:rsidRPr="00CE2302" w:rsidRDefault="00E542DE" w:rsidP="00EA296F">
            <w:r w:rsidRPr="00E542DE">
              <w:t>4,6s</w:t>
            </w:r>
          </w:p>
        </w:tc>
        <w:tc>
          <w:tcPr>
            <w:tcW w:w="0" w:type="auto"/>
          </w:tcPr>
          <w:p w14:paraId="3872C48D" w14:textId="0A8F184E" w:rsidR="00B178A4" w:rsidRPr="00544242" w:rsidRDefault="00B178A4" w:rsidP="00EA296F">
            <w:r w:rsidRPr="00544242">
              <w:t xml:space="preserve">~a: </w:t>
            </w:r>
            <w:r w:rsidR="0007422E" w:rsidRPr="0007422E">
              <w:t>7,143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07422E">
              <w:t>v</w:t>
            </w:r>
          </w:p>
        </w:tc>
      </w:tr>
      <w:tr w:rsidR="00B178A4" w:rsidRPr="001B6138" w14:paraId="459B5289" w14:textId="77777777" w:rsidTr="001B6138">
        <w:tc>
          <w:tcPr>
            <w:tcW w:w="0" w:type="auto"/>
          </w:tcPr>
          <w:p w14:paraId="22528527" w14:textId="112BA5D9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52CADFB7" w14:textId="607A5F38" w:rsidR="00B178A4" w:rsidRDefault="00760EAA" w:rsidP="00EA296F">
            <w:r>
              <w:t>Ra 210</w:t>
            </w:r>
          </w:p>
        </w:tc>
        <w:tc>
          <w:tcPr>
            <w:tcW w:w="0" w:type="auto"/>
          </w:tcPr>
          <w:p w14:paraId="4BF5524F" w14:textId="289FFB2A" w:rsidR="00B178A4" w:rsidRDefault="00FA662C" w:rsidP="00EA296F">
            <w:r>
              <w:t>122</w:t>
            </w:r>
          </w:p>
        </w:tc>
        <w:tc>
          <w:tcPr>
            <w:tcW w:w="0" w:type="auto"/>
          </w:tcPr>
          <w:p w14:paraId="1D6390F2" w14:textId="7B8D9F4F" w:rsidR="00B178A4" w:rsidRPr="00CE2302" w:rsidRDefault="00E542DE" w:rsidP="00EA296F">
            <w:r w:rsidRPr="00E542DE">
              <w:t>3,7s</w:t>
            </w:r>
          </w:p>
        </w:tc>
        <w:tc>
          <w:tcPr>
            <w:tcW w:w="0" w:type="auto"/>
          </w:tcPr>
          <w:p w14:paraId="0FBC4B24" w14:textId="0DD60DD6" w:rsidR="00B178A4" w:rsidRDefault="00B178A4" w:rsidP="00EA296F">
            <w:r w:rsidRPr="00544242">
              <w:t xml:space="preserve">~a: </w:t>
            </w:r>
            <w:r w:rsidR="0007422E" w:rsidRPr="0007422E">
              <w:t>7,151</w:t>
            </w:r>
            <w:r w:rsidR="0007422E">
              <w:t xml:space="preserve"> v</w:t>
            </w:r>
          </w:p>
        </w:tc>
      </w:tr>
      <w:tr w:rsidR="00B178A4" w:rsidRPr="001B6138" w14:paraId="24124B2C" w14:textId="77777777" w:rsidTr="001B6138">
        <w:tc>
          <w:tcPr>
            <w:tcW w:w="0" w:type="auto"/>
          </w:tcPr>
          <w:p w14:paraId="72BA1CEB" w14:textId="52861EAB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68F46AB0" w14:textId="680AD42E" w:rsidR="00B178A4" w:rsidRDefault="00760EAA" w:rsidP="00EA296F">
            <w:r>
              <w:t>Ra 211</w:t>
            </w:r>
          </w:p>
        </w:tc>
        <w:tc>
          <w:tcPr>
            <w:tcW w:w="0" w:type="auto"/>
          </w:tcPr>
          <w:p w14:paraId="03ADE3F1" w14:textId="65DE1528" w:rsidR="00B178A4" w:rsidRDefault="00FA662C" w:rsidP="00EA296F">
            <w:r>
              <w:t>123</w:t>
            </w:r>
          </w:p>
        </w:tc>
        <w:tc>
          <w:tcPr>
            <w:tcW w:w="0" w:type="auto"/>
          </w:tcPr>
          <w:p w14:paraId="410E4DA5" w14:textId="03259230" w:rsidR="00B178A4" w:rsidRPr="00CE2302" w:rsidRDefault="00E542DE" w:rsidP="00EA296F">
            <w:r w:rsidRPr="00E542DE">
              <w:t>13s</w:t>
            </w:r>
          </w:p>
        </w:tc>
        <w:tc>
          <w:tcPr>
            <w:tcW w:w="0" w:type="auto"/>
          </w:tcPr>
          <w:p w14:paraId="5CC59C84" w14:textId="3DEEDD0D" w:rsidR="00B178A4" w:rsidRDefault="00B178A4" w:rsidP="00EA296F">
            <w:r w:rsidRPr="00544242">
              <w:t xml:space="preserve">~a: </w:t>
            </w:r>
            <w:r w:rsidR="0007422E" w:rsidRPr="0007422E">
              <w:t>6,907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07422E">
              <w:t>v</w:t>
            </w:r>
          </w:p>
        </w:tc>
      </w:tr>
      <w:tr w:rsidR="00B178A4" w:rsidRPr="001B6138" w14:paraId="569536C6" w14:textId="77777777" w:rsidTr="001B6138">
        <w:tc>
          <w:tcPr>
            <w:tcW w:w="0" w:type="auto"/>
          </w:tcPr>
          <w:p w14:paraId="2CC28F04" w14:textId="7E535FBB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3EF5525D" w14:textId="37FC9194" w:rsidR="00B178A4" w:rsidRDefault="00760EAA" w:rsidP="00EA296F">
            <w:r>
              <w:t>Ra 212</w:t>
            </w:r>
          </w:p>
        </w:tc>
        <w:tc>
          <w:tcPr>
            <w:tcW w:w="0" w:type="auto"/>
          </w:tcPr>
          <w:p w14:paraId="64657F51" w14:textId="1BEAE0B3" w:rsidR="00B178A4" w:rsidRDefault="00FA662C" w:rsidP="00EA296F">
            <w:r>
              <w:t>124</w:t>
            </w:r>
          </w:p>
        </w:tc>
        <w:tc>
          <w:tcPr>
            <w:tcW w:w="0" w:type="auto"/>
          </w:tcPr>
          <w:p w14:paraId="24D235D9" w14:textId="5365F1E9" w:rsidR="00B178A4" w:rsidRPr="00CE2302" w:rsidRDefault="00E542DE" w:rsidP="00EA296F">
            <w:r w:rsidRPr="00E542DE">
              <w:t>13,0s</w:t>
            </w:r>
          </w:p>
        </w:tc>
        <w:tc>
          <w:tcPr>
            <w:tcW w:w="0" w:type="auto"/>
          </w:tcPr>
          <w:p w14:paraId="2F687D21" w14:textId="2B6D772F" w:rsidR="00B178A4" w:rsidRDefault="00B178A4" w:rsidP="00EA296F">
            <w:r w:rsidRPr="00544242">
              <w:t xml:space="preserve">~a: </w:t>
            </w:r>
            <w:r w:rsidR="0007422E" w:rsidRPr="0007422E">
              <w:t>6,899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07422E">
              <w:t>v</w:t>
            </w:r>
          </w:p>
        </w:tc>
      </w:tr>
      <w:tr w:rsidR="00B178A4" w:rsidRPr="001B6138" w14:paraId="4F3ED442" w14:textId="77777777" w:rsidTr="001B6138">
        <w:tc>
          <w:tcPr>
            <w:tcW w:w="0" w:type="auto"/>
          </w:tcPr>
          <w:p w14:paraId="37D54177" w14:textId="5F8C926D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0B3D4F4C" w14:textId="71D327F0" w:rsidR="00B178A4" w:rsidRDefault="00760EAA" w:rsidP="00EA296F">
            <w:r>
              <w:t>Ra 213</w:t>
            </w:r>
          </w:p>
        </w:tc>
        <w:tc>
          <w:tcPr>
            <w:tcW w:w="0" w:type="auto"/>
          </w:tcPr>
          <w:p w14:paraId="4A17BAA6" w14:textId="3BD1EA4D" w:rsidR="00B178A4" w:rsidRDefault="00FA662C" w:rsidP="00EA296F">
            <w:r>
              <w:t>125</w:t>
            </w:r>
          </w:p>
        </w:tc>
        <w:tc>
          <w:tcPr>
            <w:tcW w:w="0" w:type="auto"/>
          </w:tcPr>
          <w:p w14:paraId="0B605A4F" w14:textId="08FE5383" w:rsidR="00B178A4" w:rsidRPr="00CE2302" w:rsidRDefault="00E542DE" w:rsidP="00EA296F">
            <w:r w:rsidRPr="00E542DE">
              <w:t>2,74min</w:t>
            </w:r>
          </w:p>
        </w:tc>
        <w:tc>
          <w:tcPr>
            <w:tcW w:w="0" w:type="auto"/>
          </w:tcPr>
          <w:p w14:paraId="0A7540AD" w14:textId="6C9E8D89" w:rsidR="00B178A4" w:rsidRDefault="00B178A4" w:rsidP="00EA296F">
            <w:r w:rsidRPr="00544242">
              <w:t xml:space="preserve">~a: </w:t>
            </w:r>
            <w:r w:rsidR="0007422E" w:rsidRPr="0007422E">
              <w:t>6,624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07422E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0,110</w:t>
            </w:r>
          </w:p>
        </w:tc>
      </w:tr>
      <w:tr w:rsidR="00B178A4" w:rsidRPr="001B6138" w14:paraId="464C878F" w14:textId="77777777" w:rsidTr="001B6138">
        <w:tc>
          <w:tcPr>
            <w:tcW w:w="0" w:type="auto"/>
          </w:tcPr>
          <w:p w14:paraId="3861D6A5" w14:textId="2EDA456D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1C745CA6" w14:textId="1EFB5BA5" w:rsidR="00B178A4" w:rsidRDefault="00760EAA" w:rsidP="00EA296F">
            <w:r>
              <w:t>Ra 214</w:t>
            </w:r>
          </w:p>
        </w:tc>
        <w:tc>
          <w:tcPr>
            <w:tcW w:w="0" w:type="auto"/>
          </w:tcPr>
          <w:p w14:paraId="37130494" w14:textId="00EE89D6" w:rsidR="00B178A4" w:rsidRDefault="00FA662C" w:rsidP="00EA296F">
            <w:r>
              <w:t>126</w:t>
            </w:r>
          </w:p>
        </w:tc>
        <w:tc>
          <w:tcPr>
            <w:tcW w:w="0" w:type="auto"/>
          </w:tcPr>
          <w:p w14:paraId="6FA3650C" w14:textId="1FD6873B" w:rsidR="00B178A4" w:rsidRPr="00CE2302" w:rsidRDefault="00E542DE" w:rsidP="00EA296F">
            <w:r w:rsidRPr="00E542DE">
              <w:t>2,46s</w:t>
            </w:r>
          </w:p>
        </w:tc>
        <w:tc>
          <w:tcPr>
            <w:tcW w:w="0" w:type="auto"/>
          </w:tcPr>
          <w:p w14:paraId="6A6881E8" w14:textId="5265CF4A" w:rsidR="00B178A4" w:rsidRDefault="00B178A4" w:rsidP="00EA296F">
            <w:r w:rsidRPr="00544242">
              <w:t xml:space="preserve">~a: </w:t>
            </w:r>
            <w:r w:rsidR="0007422E" w:rsidRPr="0007422E">
              <w:t>7,137</w:t>
            </w:r>
            <w:r w:rsidR="0007422E">
              <w:t xml:space="preserve"> v</w:t>
            </w:r>
          </w:p>
        </w:tc>
      </w:tr>
      <w:tr w:rsidR="00B178A4" w:rsidRPr="001B6138" w14:paraId="7E3F8B39" w14:textId="77777777" w:rsidTr="001B6138">
        <w:tc>
          <w:tcPr>
            <w:tcW w:w="0" w:type="auto"/>
          </w:tcPr>
          <w:p w14:paraId="00F95078" w14:textId="06A63AAC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7790C510" w14:textId="0BCE2230" w:rsidR="00B178A4" w:rsidRDefault="00760EAA" w:rsidP="00EA296F">
            <w:r>
              <w:t>Ra 215</w:t>
            </w:r>
          </w:p>
        </w:tc>
        <w:tc>
          <w:tcPr>
            <w:tcW w:w="0" w:type="auto"/>
          </w:tcPr>
          <w:p w14:paraId="07E4DCDF" w14:textId="4577CFF8" w:rsidR="00B178A4" w:rsidRDefault="00FA662C" w:rsidP="00EA296F">
            <w:r>
              <w:t>127</w:t>
            </w:r>
          </w:p>
        </w:tc>
        <w:tc>
          <w:tcPr>
            <w:tcW w:w="0" w:type="auto"/>
          </w:tcPr>
          <w:p w14:paraId="71F9FECC" w14:textId="040EB695" w:rsidR="00B178A4" w:rsidRPr="00CE2302" w:rsidRDefault="00E542DE" w:rsidP="00EA296F">
            <w:r w:rsidRPr="00E542DE">
              <w:t>1,67ms</w:t>
            </w:r>
          </w:p>
        </w:tc>
        <w:tc>
          <w:tcPr>
            <w:tcW w:w="0" w:type="auto"/>
          </w:tcPr>
          <w:p w14:paraId="1EB0C342" w14:textId="00DDD34D" w:rsidR="00B178A4" w:rsidRDefault="00B178A4" w:rsidP="00EA296F">
            <w:r w:rsidRPr="00544242">
              <w:t xml:space="preserve">~a: </w:t>
            </w:r>
            <w:r w:rsidR="0007422E" w:rsidRPr="0007422E">
              <w:t>8,700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0,834</w:t>
            </w:r>
          </w:p>
        </w:tc>
      </w:tr>
      <w:tr w:rsidR="00544242" w:rsidRPr="001B6138" w14:paraId="0868FBA0" w14:textId="77777777" w:rsidTr="001B6138">
        <w:tc>
          <w:tcPr>
            <w:tcW w:w="0" w:type="auto"/>
          </w:tcPr>
          <w:p w14:paraId="66CCF826" w14:textId="32258452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6058C01D" w14:textId="438BF708" w:rsidR="00544242" w:rsidRDefault="00760EAA" w:rsidP="00EA296F">
            <w:r>
              <w:t>Ra 216</w:t>
            </w:r>
          </w:p>
        </w:tc>
        <w:tc>
          <w:tcPr>
            <w:tcW w:w="0" w:type="auto"/>
          </w:tcPr>
          <w:p w14:paraId="47CF1178" w14:textId="29DADA8B" w:rsidR="00544242" w:rsidRDefault="00FA662C" w:rsidP="00EA296F">
            <w:r>
              <w:t>128</w:t>
            </w:r>
          </w:p>
        </w:tc>
        <w:tc>
          <w:tcPr>
            <w:tcW w:w="0" w:type="auto"/>
          </w:tcPr>
          <w:p w14:paraId="6DDE08E0" w14:textId="48B4A8A3" w:rsidR="00544242" w:rsidRPr="00CE2302" w:rsidRDefault="00E542DE" w:rsidP="00EA296F">
            <w:r w:rsidRPr="00E542DE">
              <w:t>0,18</w:t>
            </w:r>
            <w:r w:rsidR="00944170">
              <w:t>~m</w:t>
            </w:r>
            <w:r w:rsidRPr="00E542DE">
              <w:t>s</w:t>
            </w:r>
          </w:p>
        </w:tc>
        <w:tc>
          <w:tcPr>
            <w:tcW w:w="0" w:type="auto"/>
          </w:tcPr>
          <w:p w14:paraId="7A0762DF" w14:textId="3B95F8FA" w:rsidR="00544242" w:rsidRDefault="00B178A4" w:rsidP="00EA296F">
            <w:r w:rsidRPr="00544242">
              <w:t xml:space="preserve">~a: </w:t>
            </w:r>
            <w:r w:rsidR="0007422E" w:rsidRPr="0007422E">
              <w:t>9,349</w:t>
            </w:r>
            <w:r w:rsidR="0007422E">
              <w:t xml:space="preserve"> v</w:t>
            </w:r>
          </w:p>
        </w:tc>
      </w:tr>
      <w:tr w:rsidR="00544242" w:rsidRPr="001B6138" w14:paraId="19EA69C1" w14:textId="77777777" w:rsidTr="001B6138">
        <w:tc>
          <w:tcPr>
            <w:tcW w:w="0" w:type="auto"/>
          </w:tcPr>
          <w:p w14:paraId="3E89F148" w14:textId="6451FB3A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4CFA2DEC" w14:textId="66D8D37C" w:rsidR="00544242" w:rsidRDefault="00760EAA" w:rsidP="00EA296F">
            <w:r>
              <w:t>Ra 217</w:t>
            </w:r>
          </w:p>
        </w:tc>
        <w:tc>
          <w:tcPr>
            <w:tcW w:w="0" w:type="auto"/>
          </w:tcPr>
          <w:p w14:paraId="34C09D9D" w14:textId="587AAE6C" w:rsidR="00544242" w:rsidRDefault="00FA662C" w:rsidP="00EA296F">
            <w:r>
              <w:t>129</w:t>
            </w:r>
          </w:p>
        </w:tc>
        <w:tc>
          <w:tcPr>
            <w:tcW w:w="0" w:type="auto"/>
          </w:tcPr>
          <w:p w14:paraId="5C6B5292" w14:textId="41BCFEE4" w:rsidR="00544242" w:rsidRPr="00CE2302" w:rsidRDefault="00E542DE" w:rsidP="00EA296F">
            <w:r w:rsidRPr="00E542DE">
              <w:t>1,6</w:t>
            </w:r>
            <w:r w:rsidR="00944170">
              <w:t>~m</w:t>
            </w:r>
            <w:r w:rsidRPr="00E542DE">
              <w:t>s</w:t>
            </w:r>
          </w:p>
        </w:tc>
        <w:tc>
          <w:tcPr>
            <w:tcW w:w="0" w:type="auto"/>
          </w:tcPr>
          <w:p w14:paraId="1C4B9045" w14:textId="7EFC57DA" w:rsidR="00544242" w:rsidRDefault="00B178A4" w:rsidP="00EA296F">
            <w:r w:rsidRPr="00544242">
              <w:t xml:space="preserve">~a: </w:t>
            </w:r>
            <w:r w:rsidR="0007422E" w:rsidRPr="0007422E">
              <w:t>8,99</w:t>
            </w:r>
            <w:r w:rsidR="0007422E">
              <w:t xml:space="preserve"> v</w:t>
            </w:r>
          </w:p>
        </w:tc>
      </w:tr>
      <w:tr w:rsidR="00544242" w:rsidRPr="001B6138" w14:paraId="04F22F41" w14:textId="77777777" w:rsidTr="001B6138">
        <w:tc>
          <w:tcPr>
            <w:tcW w:w="0" w:type="auto"/>
          </w:tcPr>
          <w:p w14:paraId="50E7DDEA" w14:textId="381FDE2D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6A393AD0" w14:textId="054366CB" w:rsidR="00544242" w:rsidRDefault="00760EAA" w:rsidP="00EA296F">
            <w:r>
              <w:t>Ra 218</w:t>
            </w:r>
          </w:p>
        </w:tc>
        <w:tc>
          <w:tcPr>
            <w:tcW w:w="0" w:type="auto"/>
          </w:tcPr>
          <w:p w14:paraId="3092317A" w14:textId="19940CFE" w:rsidR="00544242" w:rsidRDefault="00FA662C" w:rsidP="00EA296F">
            <w:r>
              <w:t>130</w:t>
            </w:r>
          </w:p>
        </w:tc>
        <w:tc>
          <w:tcPr>
            <w:tcW w:w="0" w:type="auto"/>
          </w:tcPr>
          <w:p w14:paraId="7380EF15" w14:textId="1E360B0E" w:rsidR="00544242" w:rsidRPr="00CE2302" w:rsidRDefault="00E542DE" w:rsidP="00EA296F">
            <w:r w:rsidRPr="00E542DE">
              <w:t>25,6</w:t>
            </w:r>
            <w:r w:rsidR="00944170">
              <w:t>~m</w:t>
            </w:r>
            <w:r w:rsidRPr="00E542DE">
              <w:t>s</w:t>
            </w:r>
          </w:p>
        </w:tc>
        <w:tc>
          <w:tcPr>
            <w:tcW w:w="0" w:type="auto"/>
          </w:tcPr>
          <w:p w14:paraId="3460E9B2" w14:textId="31C354A3" w:rsidR="00544242" w:rsidRDefault="00B178A4" w:rsidP="00EA296F">
            <w:r w:rsidRPr="00544242">
              <w:t xml:space="preserve">~a: </w:t>
            </w:r>
            <w:r w:rsidR="0007422E" w:rsidRPr="0007422E">
              <w:t>8,39</w:t>
            </w:r>
            <w:r w:rsidR="0007422E">
              <w:t xml:space="preserve"> v</w:t>
            </w:r>
          </w:p>
        </w:tc>
      </w:tr>
      <w:tr w:rsidR="00544242" w:rsidRPr="001B6138" w14:paraId="5AE49F91" w14:textId="77777777" w:rsidTr="001B6138">
        <w:tc>
          <w:tcPr>
            <w:tcW w:w="0" w:type="auto"/>
          </w:tcPr>
          <w:p w14:paraId="5A0B7F11" w14:textId="399B32B9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0616A0B2" w14:textId="586210F3" w:rsidR="00544242" w:rsidRDefault="00760EAA" w:rsidP="00EA296F">
            <w:r>
              <w:t>Ra 219</w:t>
            </w:r>
          </w:p>
        </w:tc>
        <w:tc>
          <w:tcPr>
            <w:tcW w:w="0" w:type="auto"/>
          </w:tcPr>
          <w:p w14:paraId="2D1F8742" w14:textId="39E5FCF4" w:rsidR="00544242" w:rsidRDefault="00FA662C" w:rsidP="00EA296F">
            <w:r>
              <w:t>131</w:t>
            </w:r>
          </w:p>
        </w:tc>
        <w:tc>
          <w:tcPr>
            <w:tcW w:w="0" w:type="auto"/>
          </w:tcPr>
          <w:p w14:paraId="2D94CA77" w14:textId="221C3DCE" w:rsidR="00544242" w:rsidRPr="00CE2302" w:rsidRDefault="00E542DE" w:rsidP="00EA296F">
            <w:r w:rsidRPr="00E542DE">
              <w:t>10ms</w:t>
            </w:r>
          </w:p>
        </w:tc>
        <w:tc>
          <w:tcPr>
            <w:tcW w:w="0" w:type="auto"/>
          </w:tcPr>
          <w:p w14:paraId="402808C1" w14:textId="66B63AB2" w:rsidR="00544242" w:rsidRDefault="00B178A4" w:rsidP="00EA296F">
            <w:r w:rsidRPr="00544242">
              <w:t xml:space="preserve">~a: </w:t>
            </w:r>
            <w:r w:rsidR="0007422E" w:rsidRPr="0007422E">
              <w:t>7,679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0,316</w:t>
            </w:r>
          </w:p>
        </w:tc>
      </w:tr>
      <w:tr w:rsidR="00544242" w:rsidRPr="001B6138" w14:paraId="59B22791" w14:textId="77777777" w:rsidTr="001B6138">
        <w:tc>
          <w:tcPr>
            <w:tcW w:w="0" w:type="auto"/>
          </w:tcPr>
          <w:p w14:paraId="0FCA5425" w14:textId="11F5BCE6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600ADA71" w14:textId="26E073F3" w:rsidR="00544242" w:rsidRDefault="00760EAA" w:rsidP="00EA296F">
            <w:r>
              <w:t>Ra 220</w:t>
            </w:r>
          </w:p>
        </w:tc>
        <w:tc>
          <w:tcPr>
            <w:tcW w:w="0" w:type="auto"/>
          </w:tcPr>
          <w:p w14:paraId="1B6B1A70" w14:textId="4B9E9109" w:rsidR="00544242" w:rsidRDefault="00FA662C" w:rsidP="00EA296F">
            <w:r>
              <w:t>132</w:t>
            </w:r>
          </w:p>
        </w:tc>
        <w:tc>
          <w:tcPr>
            <w:tcW w:w="0" w:type="auto"/>
          </w:tcPr>
          <w:p w14:paraId="76E1F80D" w14:textId="307BCCEC" w:rsidR="00544242" w:rsidRPr="00CE2302" w:rsidRDefault="00E542DE" w:rsidP="00EA296F">
            <w:r w:rsidRPr="00E542DE">
              <w:t>23ms</w:t>
            </w:r>
          </w:p>
        </w:tc>
        <w:tc>
          <w:tcPr>
            <w:tcW w:w="0" w:type="auto"/>
          </w:tcPr>
          <w:p w14:paraId="55F601DC" w14:textId="43F9735B" w:rsidR="00544242" w:rsidRDefault="00B178A4" w:rsidP="00EA296F">
            <w:r w:rsidRPr="00544242">
              <w:t xml:space="preserve">~a: </w:t>
            </w:r>
            <w:r w:rsidR="0007422E" w:rsidRPr="0007422E">
              <w:t>7,46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0,465</w:t>
            </w:r>
          </w:p>
        </w:tc>
      </w:tr>
      <w:tr w:rsidR="00544242" w:rsidRPr="001B6138" w14:paraId="3BBEFA76" w14:textId="77777777" w:rsidTr="001B6138">
        <w:tc>
          <w:tcPr>
            <w:tcW w:w="0" w:type="auto"/>
          </w:tcPr>
          <w:p w14:paraId="22A4CCEE" w14:textId="1B5C874B" w:rsidR="00544242" w:rsidRDefault="00760EAA" w:rsidP="00EA296F">
            <w:r>
              <w:t>88</w:t>
            </w:r>
          </w:p>
        </w:tc>
        <w:tc>
          <w:tcPr>
            <w:tcW w:w="0" w:type="auto"/>
          </w:tcPr>
          <w:p w14:paraId="2756857A" w14:textId="595653F1" w:rsidR="00544242" w:rsidRDefault="00760EAA" w:rsidP="00EA296F">
            <w:r>
              <w:t>Ra 221</w:t>
            </w:r>
          </w:p>
        </w:tc>
        <w:tc>
          <w:tcPr>
            <w:tcW w:w="0" w:type="auto"/>
          </w:tcPr>
          <w:p w14:paraId="3D4B69F2" w14:textId="4B350AC8" w:rsidR="00544242" w:rsidRDefault="00FA662C" w:rsidP="00EA296F">
            <w:r>
              <w:t>133</w:t>
            </w:r>
          </w:p>
        </w:tc>
        <w:tc>
          <w:tcPr>
            <w:tcW w:w="0" w:type="auto"/>
          </w:tcPr>
          <w:p w14:paraId="112C2D7A" w14:textId="18713F58" w:rsidR="00544242" w:rsidRPr="00CE2302" w:rsidRDefault="00E542DE" w:rsidP="00EA296F">
            <w:r w:rsidRPr="00E542DE">
              <w:t>28s</w:t>
            </w:r>
          </w:p>
        </w:tc>
        <w:tc>
          <w:tcPr>
            <w:tcW w:w="0" w:type="auto"/>
          </w:tcPr>
          <w:p w14:paraId="66D95C83" w14:textId="23392259" w:rsidR="00544242" w:rsidRDefault="00B178A4" w:rsidP="00EA296F">
            <w:r w:rsidRPr="00544242">
              <w:t xml:space="preserve">~a: </w:t>
            </w:r>
            <w:r w:rsidR="0007422E" w:rsidRPr="0007422E">
              <w:t>6,613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0,149</w:t>
            </w:r>
          </w:p>
        </w:tc>
      </w:tr>
      <w:tr w:rsidR="00B178A4" w:rsidRPr="001B6138" w14:paraId="753DB11C" w14:textId="77777777" w:rsidTr="001B6138">
        <w:tc>
          <w:tcPr>
            <w:tcW w:w="0" w:type="auto"/>
          </w:tcPr>
          <w:p w14:paraId="639E02D7" w14:textId="47BF0384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3FDFEEA3" w14:textId="62308900" w:rsidR="00B178A4" w:rsidRDefault="00760EAA" w:rsidP="00EA296F">
            <w:r>
              <w:t>Ra 222</w:t>
            </w:r>
          </w:p>
        </w:tc>
        <w:tc>
          <w:tcPr>
            <w:tcW w:w="0" w:type="auto"/>
          </w:tcPr>
          <w:p w14:paraId="0CD2B8B6" w14:textId="1CF4F627" w:rsidR="00B178A4" w:rsidRDefault="00FA662C" w:rsidP="00EA296F">
            <w:r>
              <w:t>134</w:t>
            </w:r>
          </w:p>
        </w:tc>
        <w:tc>
          <w:tcPr>
            <w:tcW w:w="0" w:type="auto"/>
          </w:tcPr>
          <w:p w14:paraId="0B04DB43" w14:textId="4B97E2FE" w:rsidR="00B178A4" w:rsidRPr="00CE2302" w:rsidRDefault="00E542DE" w:rsidP="00EA296F">
            <w:r w:rsidRPr="00E542DE">
              <w:t>38s</w:t>
            </w:r>
          </w:p>
        </w:tc>
        <w:tc>
          <w:tcPr>
            <w:tcW w:w="0" w:type="auto"/>
          </w:tcPr>
          <w:p w14:paraId="545C5535" w14:textId="57FF87D1" w:rsidR="00B178A4" w:rsidRDefault="00B178A4" w:rsidP="00EA296F">
            <w:r w:rsidRPr="00544242">
              <w:t xml:space="preserve">~a: </w:t>
            </w:r>
            <w:r w:rsidR="0007422E" w:rsidRPr="0007422E">
              <w:t>6,559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0,324</w:t>
            </w:r>
          </w:p>
        </w:tc>
      </w:tr>
      <w:tr w:rsidR="00B178A4" w:rsidRPr="001B6138" w14:paraId="00337850" w14:textId="77777777" w:rsidTr="001B6138">
        <w:tc>
          <w:tcPr>
            <w:tcW w:w="0" w:type="auto"/>
          </w:tcPr>
          <w:p w14:paraId="5AC07DB9" w14:textId="05F6AC6F" w:rsidR="00B178A4" w:rsidRDefault="00760EAA" w:rsidP="00EA296F">
            <w:r>
              <w:lastRenderedPageBreak/>
              <w:t>88</w:t>
            </w:r>
          </w:p>
        </w:tc>
        <w:tc>
          <w:tcPr>
            <w:tcW w:w="0" w:type="auto"/>
          </w:tcPr>
          <w:p w14:paraId="25A41A78" w14:textId="63275BD8" w:rsidR="00B178A4" w:rsidRDefault="00760EAA" w:rsidP="00EA296F">
            <w:r>
              <w:t>Ra 223</w:t>
            </w:r>
          </w:p>
        </w:tc>
        <w:tc>
          <w:tcPr>
            <w:tcW w:w="0" w:type="auto"/>
          </w:tcPr>
          <w:p w14:paraId="23983587" w14:textId="6084CE15" w:rsidR="00B178A4" w:rsidRDefault="00FA662C" w:rsidP="00EA296F">
            <w:r>
              <w:t>135</w:t>
            </w:r>
          </w:p>
        </w:tc>
        <w:tc>
          <w:tcPr>
            <w:tcW w:w="0" w:type="auto"/>
          </w:tcPr>
          <w:p w14:paraId="214A3DE8" w14:textId="1CEC03D1" w:rsidR="00B178A4" w:rsidRPr="00CE2302" w:rsidRDefault="00E542DE" w:rsidP="00EA296F">
            <w:r w:rsidRPr="00E542DE">
              <w:t>11,43d</w:t>
            </w:r>
          </w:p>
        </w:tc>
        <w:tc>
          <w:tcPr>
            <w:tcW w:w="0" w:type="auto"/>
          </w:tcPr>
          <w:p w14:paraId="3835BA29" w14:textId="010A87C1" w:rsidR="00B178A4" w:rsidRDefault="00B178A4" w:rsidP="00EA296F">
            <w:r w:rsidRPr="00544242">
              <w:t xml:space="preserve">~a: </w:t>
            </w:r>
            <w:r w:rsidR="0007422E" w:rsidRPr="0007422E">
              <w:t>5,7162</w:t>
            </w:r>
            <w:r w:rsidR="0007422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07422E" w:rsidRPr="0007422E">
              <w:t>0,269</w:t>
            </w:r>
          </w:p>
        </w:tc>
      </w:tr>
      <w:tr w:rsidR="00B178A4" w:rsidRPr="001B6138" w14:paraId="54F05F2F" w14:textId="77777777" w:rsidTr="001B6138">
        <w:tc>
          <w:tcPr>
            <w:tcW w:w="0" w:type="auto"/>
          </w:tcPr>
          <w:p w14:paraId="519B3821" w14:textId="6341CAC1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4AC52421" w14:textId="271D928E" w:rsidR="00B178A4" w:rsidRDefault="00760EAA" w:rsidP="00EA296F">
            <w:r>
              <w:t>Ra 224</w:t>
            </w:r>
          </w:p>
        </w:tc>
        <w:tc>
          <w:tcPr>
            <w:tcW w:w="0" w:type="auto"/>
          </w:tcPr>
          <w:p w14:paraId="0807DB8F" w14:textId="6C319754" w:rsidR="00B178A4" w:rsidRDefault="00FA662C" w:rsidP="00EA296F">
            <w:r>
              <w:t>136</w:t>
            </w:r>
          </w:p>
        </w:tc>
        <w:tc>
          <w:tcPr>
            <w:tcW w:w="0" w:type="auto"/>
          </w:tcPr>
          <w:p w14:paraId="307EC10F" w14:textId="255B1EBA" w:rsidR="00B178A4" w:rsidRPr="00CE2302" w:rsidRDefault="00E542DE" w:rsidP="00EA296F">
            <w:r w:rsidRPr="00E542DE">
              <w:t>3,66d</w:t>
            </w:r>
          </w:p>
        </w:tc>
        <w:tc>
          <w:tcPr>
            <w:tcW w:w="0" w:type="auto"/>
          </w:tcPr>
          <w:p w14:paraId="09C13A90" w14:textId="1C03FCF7" w:rsidR="00B178A4" w:rsidRDefault="00B178A4" w:rsidP="00EA296F">
            <w:r w:rsidRPr="00544242">
              <w:t xml:space="preserve">~a: </w:t>
            </w:r>
            <w:r w:rsidR="009F214E" w:rsidRPr="009F214E">
              <w:t>5,6854</w:t>
            </w:r>
            <w:r w:rsidR="009F214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9F214E" w:rsidRPr="009F214E">
              <w:t>0,241</w:t>
            </w:r>
          </w:p>
        </w:tc>
      </w:tr>
      <w:tr w:rsidR="00B178A4" w:rsidRPr="001B6138" w14:paraId="7C07F817" w14:textId="77777777" w:rsidTr="001B6138">
        <w:tc>
          <w:tcPr>
            <w:tcW w:w="0" w:type="auto"/>
          </w:tcPr>
          <w:p w14:paraId="248062BF" w14:textId="6E0C434C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6C58F69A" w14:textId="1B451E75" w:rsidR="00B178A4" w:rsidRDefault="00760EAA" w:rsidP="00EA296F">
            <w:r>
              <w:t>Ra 225</w:t>
            </w:r>
          </w:p>
        </w:tc>
        <w:tc>
          <w:tcPr>
            <w:tcW w:w="0" w:type="auto"/>
          </w:tcPr>
          <w:p w14:paraId="2BF95B25" w14:textId="4E9FDD57" w:rsidR="00B178A4" w:rsidRDefault="00FA662C" w:rsidP="00EA296F">
            <w:r>
              <w:t>137</w:t>
            </w:r>
          </w:p>
        </w:tc>
        <w:tc>
          <w:tcPr>
            <w:tcW w:w="0" w:type="auto"/>
          </w:tcPr>
          <w:p w14:paraId="182A752F" w14:textId="33B68915" w:rsidR="00B178A4" w:rsidRPr="00CE2302" w:rsidRDefault="00E542DE" w:rsidP="00EA296F">
            <w:r w:rsidRPr="00E542DE">
              <w:t>14,8d</w:t>
            </w:r>
          </w:p>
        </w:tc>
        <w:tc>
          <w:tcPr>
            <w:tcW w:w="0" w:type="auto"/>
          </w:tcPr>
          <w:p w14:paraId="2FDE3E47" w14:textId="0BBC7711" w:rsidR="00B178A4" w:rsidRDefault="00B178A4" w:rsidP="00EA296F">
            <w:r w:rsidRPr="00544242">
              <w:t xml:space="preserve">~b^-: </w:t>
            </w:r>
            <w:r w:rsidR="009F214E" w:rsidRPr="009F214E">
              <w:t>0,3</w:t>
            </w:r>
            <w:r w:rsidR="009F214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9F214E" w:rsidRPr="009F214E">
              <w:t>0,040</w:t>
            </w:r>
          </w:p>
        </w:tc>
      </w:tr>
      <w:tr w:rsidR="00B178A4" w:rsidRPr="001B6138" w14:paraId="3C3D6B48" w14:textId="77777777" w:rsidTr="001B6138">
        <w:tc>
          <w:tcPr>
            <w:tcW w:w="0" w:type="auto"/>
          </w:tcPr>
          <w:p w14:paraId="58C58370" w14:textId="677EBE1B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2C504DE9" w14:textId="25D3711A" w:rsidR="00B178A4" w:rsidRDefault="00760EAA" w:rsidP="00EA296F">
            <w:r>
              <w:t>Ra 226</w:t>
            </w:r>
          </w:p>
        </w:tc>
        <w:tc>
          <w:tcPr>
            <w:tcW w:w="0" w:type="auto"/>
          </w:tcPr>
          <w:p w14:paraId="1FC99E8A" w14:textId="5CB31EC0" w:rsidR="00B178A4" w:rsidRDefault="00FA662C" w:rsidP="00EA296F">
            <w:r>
              <w:t>138</w:t>
            </w:r>
          </w:p>
        </w:tc>
        <w:tc>
          <w:tcPr>
            <w:tcW w:w="0" w:type="auto"/>
          </w:tcPr>
          <w:p w14:paraId="14D3E522" w14:textId="7CB5B75A" w:rsidR="00B178A4" w:rsidRPr="00CE2302" w:rsidRDefault="00E542DE" w:rsidP="00EA296F">
            <w:r w:rsidRPr="00E542DE">
              <w:t>1600a</w:t>
            </w:r>
          </w:p>
        </w:tc>
        <w:tc>
          <w:tcPr>
            <w:tcW w:w="0" w:type="auto"/>
          </w:tcPr>
          <w:p w14:paraId="200A0A64" w14:textId="0E83C6C3" w:rsidR="00B178A4" w:rsidRDefault="00B178A4" w:rsidP="00EA296F">
            <w:r w:rsidRPr="00544242">
              <w:t xml:space="preserve">~a: </w:t>
            </w:r>
            <w:r w:rsidR="009F214E" w:rsidRPr="009F214E">
              <w:t>4,7843</w:t>
            </w:r>
            <w:r w:rsidR="009F214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9F214E" w:rsidRPr="009F214E">
              <w:t>0,186</w:t>
            </w:r>
          </w:p>
        </w:tc>
      </w:tr>
      <w:tr w:rsidR="00B178A4" w:rsidRPr="001B6138" w14:paraId="7FDC99E0" w14:textId="77777777" w:rsidTr="001B6138">
        <w:tc>
          <w:tcPr>
            <w:tcW w:w="0" w:type="auto"/>
          </w:tcPr>
          <w:p w14:paraId="1B49718A" w14:textId="0450099F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6B958070" w14:textId="45D25738" w:rsidR="00B178A4" w:rsidRDefault="00760EAA" w:rsidP="00EA296F">
            <w:r>
              <w:t>Ra 227</w:t>
            </w:r>
          </w:p>
        </w:tc>
        <w:tc>
          <w:tcPr>
            <w:tcW w:w="0" w:type="auto"/>
          </w:tcPr>
          <w:p w14:paraId="616D4990" w14:textId="4E2E5427" w:rsidR="00B178A4" w:rsidRDefault="00FA662C" w:rsidP="00EA296F">
            <w:r>
              <w:t>139</w:t>
            </w:r>
          </w:p>
        </w:tc>
        <w:tc>
          <w:tcPr>
            <w:tcW w:w="0" w:type="auto"/>
          </w:tcPr>
          <w:p w14:paraId="38AC0356" w14:textId="6247F7E5" w:rsidR="00B178A4" w:rsidRPr="00CE2302" w:rsidRDefault="00E542DE" w:rsidP="00EA296F">
            <w:r w:rsidRPr="00E542DE">
              <w:t>42,2min</w:t>
            </w:r>
          </w:p>
        </w:tc>
        <w:tc>
          <w:tcPr>
            <w:tcW w:w="0" w:type="auto"/>
          </w:tcPr>
          <w:p w14:paraId="3A08D4E8" w14:textId="4C759741" w:rsidR="00B178A4" w:rsidRDefault="00B178A4" w:rsidP="00EA296F">
            <w:r w:rsidRPr="00544242">
              <w:t xml:space="preserve">~b^-: </w:t>
            </w:r>
            <w:r w:rsidR="009F214E" w:rsidRPr="009F214E">
              <w:t>1,3</w:t>
            </w:r>
            <w:r w:rsidR="009F214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9F214E" w:rsidRPr="009F214E">
              <w:t>0,027</w:t>
            </w:r>
          </w:p>
        </w:tc>
      </w:tr>
      <w:tr w:rsidR="00B178A4" w:rsidRPr="001B6138" w14:paraId="77487C48" w14:textId="77777777" w:rsidTr="001B6138">
        <w:tc>
          <w:tcPr>
            <w:tcW w:w="0" w:type="auto"/>
          </w:tcPr>
          <w:p w14:paraId="4D081F29" w14:textId="0D8DDD40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4BA03A3E" w14:textId="5B79F0E0" w:rsidR="00B178A4" w:rsidRDefault="00760EAA" w:rsidP="00EA296F">
            <w:r>
              <w:t>Ra 228</w:t>
            </w:r>
          </w:p>
        </w:tc>
        <w:tc>
          <w:tcPr>
            <w:tcW w:w="0" w:type="auto"/>
          </w:tcPr>
          <w:p w14:paraId="5CE727E6" w14:textId="0B935CFF" w:rsidR="00B178A4" w:rsidRDefault="00FA662C" w:rsidP="00EA296F">
            <w:r>
              <w:t>140</w:t>
            </w:r>
          </w:p>
        </w:tc>
        <w:tc>
          <w:tcPr>
            <w:tcW w:w="0" w:type="auto"/>
          </w:tcPr>
          <w:p w14:paraId="2AF2986B" w14:textId="7DFE044C" w:rsidR="00B178A4" w:rsidRPr="00CE2302" w:rsidRDefault="00E542DE" w:rsidP="00EA296F">
            <w:r w:rsidRPr="00E542DE">
              <w:t>5,75a</w:t>
            </w:r>
          </w:p>
        </w:tc>
        <w:tc>
          <w:tcPr>
            <w:tcW w:w="0" w:type="auto"/>
          </w:tcPr>
          <w:p w14:paraId="37CE0FFF" w14:textId="3D507743" w:rsidR="00B178A4" w:rsidRDefault="00B178A4" w:rsidP="00EA296F">
            <w:r w:rsidRPr="00544242">
              <w:t xml:space="preserve">~b^-: </w:t>
            </w:r>
            <w:r w:rsidR="009F214E" w:rsidRPr="009F214E">
              <w:t>0,04</w:t>
            </w:r>
            <w:r w:rsidR="009F214E">
              <w:t xml:space="preserve"> v</w:t>
            </w:r>
          </w:p>
        </w:tc>
      </w:tr>
      <w:tr w:rsidR="00B178A4" w:rsidRPr="001B6138" w14:paraId="28969F12" w14:textId="77777777" w:rsidTr="001B6138">
        <w:tc>
          <w:tcPr>
            <w:tcW w:w="0" w:type="auto"/>
          </w:tcPr>
          <w:p w14:paraId="32D4BD69" w14:textId="166D947A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26732450" w14:textId="12C518BA" w:rsidR="00B178A4" w:rsidRDefault="00760EAA" w:rsidP="00EA296F">
            <w:r>
              <w:t>Ra 229</w:t>
            </w:r>
          </w:p>
        </w:tc>
        <w:tc>
          <w:tcPr>
            <w:tcW w:w="0" w:type="auto"/>
          </w:tcPr>
          <w:p w14:paraId="2A44C943" w14:textId="28871E53" w:rsidR="00B178A4" w:rsidRDefault="00FA662C" w:rsidP="00EA296F">
            <w:r>
              <w:t>141</w:t>
            </w:r>
          </w:p>
        </w:tc>
        <w:tc>
          <w:tcPr>
            <w:tcW w:w="0" w:type="auto"/>
          </w:tcPr>
          <w:p w14:paraId="2BE9CBA9" w14:textId="14F7DE55" w:rsidR="00B178A4" w:rsidRPr="00CE2302" w:rsidRDefault="00E542DE" w:rsidP="00EA296F">
            <w:r w:rsidRPr="00E542DE">
              <w:t>4,0min</w:t>
            </w:r>
          </w:p>
        </w:tc>
        <w:tc>
          <w:tcPr>
            <w:tcW w:w="0" w:type="auto"/>
          </w:tcPr>
          <w:p w14:paraId="4336CE56" w14:textId="681CB83B" w:rsidR="00B178A4" w:rsidRDefault="00B178A4" w:rsidP="00EA296F">
            <w:r w:rsidRPr="00544242">
              <w:t xml:space="preserve">~b^-: </w:t>
            </w:r>
            <w:r w:rsidR="009F214E" w:rsidRPr="009F214E">
              <w:t>1,8</w:t>
            </w:r>
            <w:r w:rsidR="009F214E">
              <w:t xml:space="preserve"> v</w:t>
            </w:r>
          </w:p>
        </w:tc>
      </w:tr>
      <w:tr w:rsidR="00B178A4" w:rsidRPr="001B6138" w14:paraId="0CE98E03" w14:textId="77777777" w:rsidTr="001B6138">
        <w:tc>
          <w:tcPr>
            <w:tcW w:w="0" w:type="auto"/>
          </w:tcPr>
          <w:p w14:paraId="3561499C" w14:textId="04E5D6F4" w:rsidR="00B178A4" w:rsidRDefault="00760EAA" w:rsidP="00EA296F">
            <w:r>
              <w:t>88</w:t>
            </w:r>
          </w:p>
        </w:tc>
        <w:tc>
          <w:tcPr>
            <w:tcW w:w="0" w:type="auto"/>
          </w:tcPr>
          <w:p w14:paraId="7051B7DE" w14:textId="53216468" w:rsidR="00B178A4" w:rsidRDefault="00760EAA" w:rsidP="00EA296F">
            <w:r>
              <w:t>Ra 230</w:t>
            </w:r>
          </w:p>
        </w:tc>
        <w:tc>
          <w:tcPr>
            <w:tcW w:w="0" w:type="auto"/>
          </w:tcPr>
          <w:p w14:paraId="0A07A375" w14:textId="2C5EEEB2" w:rsidR="00B178A4" w:rsidRDefault="00FA662C" w:rsidP="00EA296F">
            <w:r>
              <w:t>142</w:t>
            </w:r>
          </w:p>
        </w:tc>
        <w:tc>
          <w:tcPr>
            <w:tcW w:w="0" w:type="auto"/>
          </w:tcPr>
          <w:p w14:paraId="621670E1" w14:textId="04192D23" w:rsidR="00B178A4" w:rsidRPr="00CE2302" w:rsidRDefault="00E542DE" w:rsidP="00EA296F">
            <w:r w:rsidRPr="00E542DE">
              <w:t>93min</w:t>
            </w:r>
          </w:p>
        </w:tc>
        <w:tc>
          <w:tcPr>
            <w:tcW w:w="0" w:type="auto"/>
          </w:tcPr>
          <w:p w14:paraId="11F55C7B" w14:textId="675013CE" w:rsidR="00B178A4" w:rsidRDefault="00B178A4" w:rsidP="00EA296F">
            <w:r w:rsidRPr="00544242">
              <w:t xml:space="preserve">~b^-: </w:t>
            </w:r>
            <w:r w:rsidR="009F214E" w:rsidRPr="009F214E">
              <w:t>0,8</w:t>
            </w:r>
            <w:r w:rsidR="009F214E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9F214E" w:rsidRPr="009F214E">
              <w:t>0,072</w:t>
            </w:r>
          </w:p>
        </w:tc>
      </w:tr>
      <w:tr w:rsidR="00B178A4" w:rsidRPr="001B6138" w14:paraId="46930A25" w14:textId="77777777" w:rsidTr="001B6138">
        <w:tc>
          <w:tcPr>
            <w:tcW w:w="0" w:type="auto"/>
          </w:tcPr>
          <w:p w14:paraId="76F9CCD2" w14:textId="7425267F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68339C48" w14:textId="4F682B07" w:rsidR="00B178A4" w:rsidRDefault="00A909B0" w:rsidP="00EA296F">
            <w:r>
              <w:t xml:space="preserve">Ac </w:t>
            </w:r>
            <w:r w:rsidR="004A4403">
              <w:t>209</w:t>
            </w:r>
          </w:p>
        </w:tc>
        <w:tc>
          <w:tcPr>
            <w:tcW w:w="0" w:type="auto"/>
          </w:tcPr>
          <w:p w14:paraId="1EFF6A13" w14:textId="41956096" w:rsidR="00B178A4" w:rsidRDefault="00A909B0" w:rsidP="00EA296F">
            <w:r>
              <w:t>120</w:t>
            </w:r>
          </w:p>
        </w:tc>
        <w:tc>
          <w:tcPr>
            <w:tcW w:w="0" w:type="auto"/>
          </w:tcPr>
          <w:p w14:paraId="47950E4E" w14:textId="1068F428" w:rsidR="00B178A4" w:rsidRPr="00CE2302" w:rsidRDefault="00944170" w:rsidP="00EA296F">
            <w:r w:rsidRPr="00944170">
              <w:t>90ms</w:t>
            </w:r>
          </w:p>
        </w:tc>
        <w:tc>
          <w:tcPr>
            <w:tcW w:w="0" w:type="auto"/>
          </w:tcPr>
          <w:p w14:paraId="3C52910A" w14:textId="763A4ACF" w:rsidR="00B178A4" w:rsidRDefault="00B178A4" w:rsidP="00EA296F">
            <w:r w:rsidRPr="00544242">
              <w:t xml:space="preserve">~a: </w:t>
            </w:r>
            <w:r w:rsidR="00DD4CB4" w:rsidRPr="00DD4CB4">
              <w:t>7,59</w:t>
            </w:r>
            <w:r w:rsidR="00DD4CB4">
              <w:t xml:space="preserve"> v</w:t>
            </w:r>
          </w:p>
        </w:tc>
      </w:tr>
      <w:tr w:rsidR="00B178A4" w:rsidRPr="001B6138" w14:paraId="5D46C1A1" w14:textId="77777777" w:rsidTr="001B6138">
        <w:tc>
          <w:tcPr>
            <w:tcW w:w="0" w:type="auto"/>
          </w:tcPr>
          <w:p w14:paraId="11F8FB4C" w14:textId="703A9361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17CD3B86" w14:textId="56026EBF" w:rsidR="00B178A4" w:rsidRDefault="00A909B0" w:rsidP="00EA296F">
            <w:r>
              <w:t xml:space="preserve">Ac </w:t>
            </w:r>
            <w:r w:rsidR="004A4403">
              <w:t>210</w:t>
            </w:r>
          </w:p>
        </w:tc>
        <w:tc>
          <w:tcPr>
            <w:tcW w:w="0" w:type="auto"/>
          </w:tcPr>
          <w:p w14:paraId="37713DE6" w14:textId="632AFABB" w:rsidR="00B178A4" w:rsidRDefault="00A909B0" w:rsidP="00EA296F">
            <w:r>
              <w:t>121</w:t>
            </w:r>
          </w:p>
        </w:tc>
        <w:tc>
          <w:tcPr>
            <w:tcW w:w="0" w:type="auto"/>
          </w:tcPr>
          <w:p w14:paraId="0E607F91" w14:textId="256B6AEA" w:rsidR="00B178A4" w:rsidRPr="00CE2302" w:rsidRDefault="00944170" w:rsidP="00EA296F">
            <w:r w:rsidRPr="00944170">
              <w:t>0,35s</w:t>
            </w:r>
          </w:p>
        </w:tc>
        <w:tc>
          <w:tcPr>
            <w:tcW w:w="0" w:type="auto"/>
          </w:tcPr>
          <w:p w14:paraId="270A9D71" w14:textId="3554D1E6" w:rsidR="00B178A4" w:rsidRDefault="00B178A4" w:rsidP="00EA296F">
            <w:r w:rsidRPr="00544242">
              <w:t xml:space="preserve">~a: </w:t>
            </w:r>
            <w:r w:rsidR="00DD4CB4" w:rsidRPr="00DD4CB4">
              <w:t>7,46</w:t>
            </w:r>
            <w:r w:rsidR="00DD4CB4">
              <w:t xml:space="preserve"> v</w:t>
            </w:r>
          </w:p>
        </w:tc>
      </w:tr>
      <w:tr w:rsidR="00B178A4" w:rsidRPr="001B6138" w14:paraId="276A4FE3" w14:textId="77777777" w:rsidTr="001B6138">
        <w:tc>
          <w:tcPr>
            <w:tcW w:w="0" w:type="auto"/>
          </w:tcPr>
          <w:p w14:paraId="7E7F258F" w14:textId="1234D71E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6ED0EA9D" w14:textId="20F7A825" w:rsidR="00B178A4" w:rsidRDefault="00A909B0" w:rsidP="00EA296F">
            <w:r>
              <w:t xml:space="preserve">Ac </w:t>
            </w:r>
            <w:r w:rsidR="004A4403">
              <w:t>211</w:t>
            </w:r>
          </w:p>
        </w:tc>
        <w:tc>
          <w:tcPr>
            <w:tcW w:w="0" w:type="auto"/>
          </w:tcPr>
          <w:p w14:paraId="5FC5790D" w14:textId="4848F931" w:rsidR="00B178A4" w:rsidRDefault="00A909B0" w:rsidP="00EA296F">
            <w:r>
              <w:t>122</w:t>
            </w:r>
          </w:p>
        </w:tc>
        <w:tc>
          <w:tcPr>
            <w:tcW w:w="0" w:type="auto"/>
          </w:tcPr>
          <w:p w14:paraId="35C1D6D8" w14:textId="24F15852" w:rsidR="00B178A4" w:rsidRPr="00CE2302" w:rsidRDefault="00944170" w:rsidP="00EA296F">
            <w:r w:rsidRPr="00944170">
              <w:t>0,25s</w:t>
            </w:r>
          </w:p>
        </w:tc>
        <w:tc>
          <w:tcPr>
            <w:tcW w:w="0" w:type="auto"/>
          </w:tcPr>
          <w:p w14:paraId="685BDE41" w14:textId="12053136" w:rsidR="00B178A4" w:rsidRDefault="00A909B0" w:rsidP="00EA296F">
            <w:r w:rsidRPr="00544242">
              <w:t xml:space="preserve">~a: </w:t>
            </w:r>
            <w:r w:rsidR="00DD4CB4" w:rsidRPr="00DD4CB4">
              <w:t>7,481</w:t>
            </w:r>
            <w:r w:rsidR="00DD4CB4">
              <w:t xml:space="preserve"> v</w:t>
            </w:r>
          </w:p>
        </w:tc>
      </w:tr>
      <w:tr w:rsidR="00B178A4" w:rsidRPr="001B6138" w14:paraId="7A55EE91" w14:textId="77777777" w:rsidTr="001B6138">
        <w:tc>
          <w:tcPr>
            <w:tcW w:w="0" w:type="auto"/>
          </w:tcPr>
          <w:p w14:paraId="34877D00" w14:textId="102D5C83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4CD3320E" w14:textId="1A4121F0" w:rsidR="00B178A4" w:rsidRDefault="00A909B0" w:rsidP="00EA296F">
            <w:r>
              <w:t xml:space="preserve">Ac </w:t>
            </w:r>
            <w:r w:rsidR="004A4403">
              <w:t>212</w:t>
            </w:r>
          </w:p>
        </w:tc>
        <w:tc>
          <w:tcPr>
            <w:tcW w:w="0" w:type="auto"/>
          </w:tcPr>
          <w:p w14:paraId="5D3420BF" w14:textId="1790A4F8" w:rsidR="00B178A4" w:rsidRDefault="00A909B0" w:rsidP="00EA296F">
            <w:r>
              <w:t>123</w:t>
            </w:r>
          </w:p>
        </w:tc>
        <w:tc>
          <w:tcPr>
            <w:tcW w:w="0" w:type="auto"/>
          </w:tcPr>
          <w:p w14:paraId="33D91B2D" w14:textId="59D5F5F0" w:rsidR="00B178A4" w:rsidRPr="00CE2302" w:rsidRDefault="00944170" w:rsidP="00EA296F">
            <w:r w:rsidRPr="00944170">
              <w:t>0,93s</w:t>
            </w:r>
          </w:p>
        </w:tc>
        <w:tc>
          <w:tcPr>
            <w:tcW w:w="0" w:type="auto"/>
          </w:tcPr>
          <w:p w14:paraId="2AF45462" w14:textId="6C3D911F" w:rsidR="00B178A4" w:rsidRDefault="00A909B0" w:rsidP="00EA296F">
            <w:r w:rsidRPr="00544242">
              <w:t xml:space="preserve">~a: </w:t>
            </w:r>
            <w:r w:rsidR="00DD4CB4" w:rsidRPr="00DD4CB4">
              <w:t>7,38</w:t>
            </w:r>
            <w:r w:rsidR="00DD4CB4">
              <w:t xml:space="preserve"> v</w:t>
            </w:r>
          </w:p>
        </w:tc>
      </w:tr>
      <w:tr w:rsidR="00B178A4" w:rsidRPr="001B6138" w14:paraId="61C6D1EB" w14:textId="77777777" w:rsidTr="001B6138">
        <w:tc>
          <w:tcPr>
            <w:tcW w:w="0" w:type="auto"/>
          </w:tcPr>
          <w:p w14:paraId="08B79763" w14:textId="3742D36D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0637602C" w14:textId="2A6F9C0B" w:rsidR="00B178A4" w:rsidRDefault="00A909B0" w:rsidP="00EA296F">
            <w:r>
              <w:t xml:space="preserve">Ac </w:t>
            </w:r>
            <w:r w:rsidR="004A4403">
              <w:t>213</w:t>
            </w:r>
          </w:p>
        </w:tc>
        <w:tc>
          <w:tcPr>
            <w:tcW w:w="0" w:type="auto"/>
          </w:tcPr>
          <w:p w14:paraId="15713C19" w14:textId="1D9B57C6" w:rsidR="00B178A4" w:rsidRDefault="00A909B0" w:rsidP="00EA296F">
            <w:r>
              <w:t>124</w:t>
            </w:r>
          </w:p>
        </w:tc>
        <w:tc>
          <w:tcPr>
            <w:tcW w:w="0" w:type="auto"/>
          </w:tcPr>
          <w:p w14:paraId="341B42D4" w14:textId="0048E237" w:rsidR="00B178A4" w:rsidRPr="00CE2302" w:rsidRDefault="00944170" w:rsidP="00EA296F">
            <w:r w:rsidRPr="00944170">
              <w:t>0,80s</w:t>
            </w:r>
          </w:p>
        </w:tc>
        <w:tc>
          <w:tcPr>
            <w:tcW w:w="0" w:type="auto"/>
          </w:tcPr>
          <w:p w14:paraId="14DF9E41" w14:textId="10F54E6C" w:rsidR="00B178A4" w:rsidRDefault="00A909B0" w:rsidP="00EA296F">
            <w:r w:rsidRPr="00544242">
              <w:t xml:space="preserve">~a: </w:t>
            </w:r>
            <w:r w:rsidR="00DD4CB4" w:rsidRPr="00DD4CB4">
              <w:t>7,36</w:t>
            </w:r>
            <w:r w:rsidR="00DD4CB4">
              <w:t xml:space="preserve"> v</w:t>
            </w:r>
          </w:p>
        </w:tc>
      </w:tr>
      <w:tr w:rsidR="00B178A4" w:rsidRPr="001B6138" w14:paraId="2D5BEED6" w14:textId="77777777" w:rsidTr="001B6138">
        <w:tc>
          <w:tcPr>
            <w:tcW w:w="0" w:type="auto"/>
          </w:tcPr>
          <w:p w14:paraId="237007F4" w14:textId="19B5BB2A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1BEDDE7B" w14:textId="28639C4A" w:rsidR="00B178A4" w:rsidRDefault="00A909B0" w:rsidP="00EA296F">
            <w:r>
              <w:t xml:space="preserve">Ac </w:t>
            </w:r>
            <w:r w:rsidR="004A4403">
              <w:t>214</w:t>
            </w:r>
          </w:p>
        </w:tc>
        <w:tc>
          <w:tcPr>
            <w:tcW w:w="0" w:type="auto"/>
          </w:tcPr>
          <w:p w14:paraId="0F7CC910" w14:textId="2D26FEDC" w:rsidR="00B178A4" w:rsidRDefault="00A909B0" w:rsidP="00EA296F">
            <w:r>
              <w:t>125</w:t>
            </w:r>
          </w:p>
        </w:tc>
        <w:tc>
          <w:tcPr>
            <w:tcW w:w="0" w:type="auto"/>
          </w:tcPr>
          <w:p w14:paraId="413A1D04" w14:textId="071B0C49" w:rsidR="00B178A4" w:rsidRPr="00CE2302" w:rsidRDefault="00944170" w:rsidP="00EA296F">
            <w:r w:rsidRPr="00944170">
              <w:t>8,2s</w:t>
            </w:r>
          </w:p>
        </w:tc>
        <w:tc>
          <w:tcPr>
            <w:tcW w:w="0" w:type="auto"/>
          </w:tcPr>
          <w:p w14:paraId="6D77F0C0" w14:textId="51D276B1" w:rsidR="00B178A4" w:rsidRDefault="00A909B0" w:rsidP="00EA296F">
            <w:r w:rsidRPr="00544242">
              <w:t xml:space="preserve">~a: </w:t>
            </w:r>
            <w:r w:rsidR="00DD4CB4" w:rsidRPr="00DD4CB4">
              <w:t>7,215</w:t>
            </w:r>
            <w:r w:rsidR="00DD4CB4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DD4CB4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DD4CB4" w:rsidRPr="00DD4CB4">
              <w:t>0,139</w:t>
            </w:r>
          </w:p>
        </w:tc>
      </w:tr>
      <w:tr w:rsidR="00B178A4" w:rsidRPr="001B6138" w14:paraId="5CB4FE66" w14:textId="77777777" w:rsidTr="001B6138">
        <w:tc>
          <w:tcPr>
            <w:tcW w:w="0" w:type="auto"/>
          </w:tcPr>
          <w:p w14:paraId="3AE64F99" w14:textId="6BDA076E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308881D7" w14:textId="7DF25208" w:rsidR="00B178A4" w:rsidRDefault="00A909B0" w:rsidP="00EA296F">
            <w:r>
              <w:t xml:space="preserve">Ac </w:t>
            </w:r>
            <w:r w:rsidR="004A4403">
              <w:t>215</w:t>
            </w:r>
          </w:p>
        </w:tc>
        <w:tc>
          <w:tcPr>
            <w:tcW w:w="0" w:type="auto"/>
          </w:tcPr>
          <w:p w14:paraId="7FE9E619" w14:textId="789771D0" w:rsidR="00B178A4" w:rsidRDefault="00A909B0" w:rsidP="00EA296F">
            <w:r>
              <w:t>126</w:t>
            </w:r>
          </w:p>
        </w:tc>
        <w:tc>
          <w:tcPr>
            <w:tcW w:w="0" w:type="auto"/>
          </w:tcPr>
          <w:p w14:paraId="4B2D5AD9" w14:textId="33B2F7C1" w:rsidR="00B178A4" w:rsidRPr="00CE2302" w:rsidRDefault="00944170" w:rsidP="00EA296F">
            <w:r w:rsidRPr="00944170">
              <w:t>0,17s</w:t>
            </w:r>
          </w:p>
        </w:tc>
        <w:tc>
          <w:tcPr>
            <w:tcW w:w="0" w:type="auto"/>
          </w:tcPr>
          <w:p w14:paraId="260303C9" w14:textId="1BA74EDE" w:rsidR="00B178A4" w:rsidRDefault="00A909B0" w:rsidP="00EA296F">
            <w:r w:rsidRPr="00544242">
              <w:t xml:space="preserve">~a: </w:t>
            </w:r>
            <w:r w:rsidR="00DD4CB4" w:rsidRPr="00DD4CB4">
              <w:t>7,600</w:t>
            </w:r>
            <w:r w:rsidR="00DD4CB4">
              <w:t xml:space="preserve"> v</w:t>
            </w:r>
          </w:p>
        </w:tc>
      </w:tr>
      <w:tr w:rsidR="00B178A4" w:rsidRPr="001B6138" w14:paraId="5DD3307B" w14:textId="77777777" w:rsidTr="001B6138">
        <w:tc>
          <w:tcPr>
            <w:tcW w:w="0" w:type="auto"/>
          </w:tcPr>
          <w:p w14:paraId="26907ABB" w14:textId="265C0A9D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0FC10C16" w14:textId="5E8A4514" w:rsidR="00B178A4" w:rsidRDefault="00A909B0" w:rsidP="00EA296F">
            <w:r>
              <w:t xml:space="preserve">Ac </w:t>
            </w:r>
            <w:r w:rsidR="004A4403">
              <w:t>216</w:t>
            </w:r>
          </w:p>
        </w:tc>
        <w:tc>
          <w:tcPr>
            <w:tcW w:w="0" w:type="auto"/>
          </w:tcPr>
          <w:p w14:paraId="7BF96BA6" w14:textId="4404C72C" w:rsidR="00B178A4" w:rsidRDefault="00A909B0" w:rsidP="00EA296F">
            <w:r>
              <w:t>127</w:t>
            </w:r>
          </w:p>
        </w:tc>
        <w:tc>
          <w:tcPr>
            <w:tcW w:w="0" w:type="auto"/>
          </w:tcPr>
          <w:p w14:paraId="2AA3C055" w14:textId="73D787E9" w:rsidR="00B178A4" w:rsidRPr="00CE2302" w:rsidRDefault="00944170" w:rsidP="00EA296F">
            <w:r w:rsidRPr="00944170">
              <w:t>0,44ms</w:t>
            </w:r>
          </w:p>
        </w:tc>
        <w:tc>
          <w:tcPr>
            <w:tcW w:w="0" w:type="auto"/>
          </w:tcPr>
          <w:p w14:paraId="67164EA0" w14:textId="52236B1D" w:rsidR="00B178A4" w:rsidRDefault="00A909B0" w:rsidP="00EA296F">
            <w:r w:rsidRPr="00544242">
              <w:t xml:space="preserve">~a: </w:t>
            </w:r>
            <w:r w:rsidR="00DD4CB4" w:rsidRPr="00DD4CB4">
              <w:t>9,029</w:t>
            </w:r>
            <w:r w:rsidR="00DD4C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4CB4" w:rsidRPr="00DD4CB4">
              <w:t>0,083</w:t>
            </w:r>
          </w:p>
        </w:tc>
      </w:tr>
      <w:tr w:rsidR="00B178A4" w:rsidRPr="001B6138" w14:paraId="606076F8" w14:textId="77777777" w:rsidTr="001B6138">
        <w:tc>
          <w:tcPr>
            <w:tcW w:w="0" w:type="auto"/>
          </w:tcPr>
          <w:p w14:paraId="09F7CF28" w14:textId="340FE20F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02D2D74D" w14:textId="5663E1C6" w:rsidR="00B178A4" w:rsidRDefault="00A909B0" w:rsidP="00EA296F">
            <w:r>
              <w:t xml:space="preserve">Ac </w:t>
            </w:r>
            <w:r w:rsidR="004A4403">
              <w:t>217</w:t>
            </w:r>
          </w:p>
        </w:tc>
        <w:tc>
          <w:tcPr>
            <w:tcW w:w="0" w:type="auto"/>
          </w:tcPr>
          <w:p w14:paraId="6D9A4710" w14:textId="29B9FC76" w:rsidR="00B178A4" w:rsidRDefault="00A909B0" w:rsidP="00EA296F">
            <w:r>
              <w:t>128</w:t>
            </w:r>
          </w:p>
        </w:tc>
        <w:tc>
          <w:tcPr>
            <w:tcW w:w="0" w:type="auto"/>
          </w:tcPr>
          <w:p w14:paraId="52A52374" w14:textId="5E3E3D85" w:rsidR="00B178A4" w:rsidRPr="00CE2302" w:rsidRDefault="00944170" w:rsidP="00EA296F">
            <w:r w:rsidRPr="00944170">
              <w:t>69</w:t>
            </w:r>
            <w:r>
              <w:t>n</w:t>
            </w:r>
            <w:r w:rsidRPr="00944170">
              <w:t>s</w:t>
            </w:r>
          </w:p>
        </w:tc>
        <w:tc>
          <w:tcPr>
            <w:tcW w:w="0" w:type="auto"/>
          </w:tcPr>
          <w:p w14:paraId="244E069D" w14:textId="3DF96B98" w:rsidR="00B178A4" w:rsidRDefault="00A909B0" w:rsidP="00EA296F">
            <w:r w:rsidRPr="00544242">
              <w:t xml:space="preserve">~a: </w:t>
            </w:r>
            <w:r w:rsidR="00DD4CB4" w:rsidRPr="00DD4CB4">
              <w:t>9,65</w:t>
            </w:r>
            <w:r w:rsidR="00DD4CB4">
              <w:t xml:space="preserve"> v</w:t>
            </w:r>
          </w:p>
        </w:tc>
      </w:tr>
      <w:tr w:rsidR="00B178A4" w:rsidRPr="001B6138" w14:paraId="6B742B41" w14:textId="77777777" w:rsidTr="001B6138">
        <w:tc>
          <w:tcPr>
            <w:tcW w:w="0" w:type="auto"/>
          </w:tcPr>
          <w:p w14:paraId="6FC1024D" w14:textId="606015B1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5A8227A0" w14:textId="0D48B3C5" w:rsidR="00B178A4" w:rsidRDefault="00A909B0" w:rsidP="00EA296F">
            <w:r>
              <w:t xml:space="preserve">Ac </w:t>
            </w:r>
            <w:r w:rsidR="004A4403">
              <w:t>218</w:t>
            </w:r>
          </w:p>
        </w:tc>
        <w:tc>
          <w:tcPr>
            <w:tcW w:w="0" w:type="auto"/>
          </w:tcPr>
          <w:p w14:paraId="4E371571" w14:textId="5D1D41B4" w:rsidR="00B178A4" w:rsidRDefault="00A909B0" w:rsidP="00EA296F">
            <w:r>
              <w:t>129</w:t>
            </w:r>
          </w:p>
        </w:tc>
        <w:tc>
          <w:tcPr>
            <w:tcW w:w="0" w:type="auto"/>
          </w:tcPr>
          <w:p w14:paraId="323E749B" w14:textId="1616F3D1" w:rsidR="00B178A4" w:rsidRPr="00CE2302" w:rsidRDefault="00944170" w:rsidP="00EA296F">
            <w:r w:rsidRPr="00944170">
              <w:t>1,1</w:t>
            </w:r>
            <w:r>
              <w:t>~m</w:t>
            </w:r>
            <w:r w:rsidRPr="00944170">
              <w:t>s</w:t>
            </w:r>
          </w:p>
        </w:tc>
        <w:tc>
          <w:tcPr>
            <w:tcW w:w="0" w:type="auto"/>
          </w:tcPr>
          <w:p w14:paraId="210C2F02" w14:textId="24A18082" w:rsidR="00B178A4" w:rsidRDefault="00A909B0" w:rsidP="00EA296F">
            <w:r w:rsidRPr="00544242">
              <w:t xml:space="preserve">~a: </w:t>
            </w:r>
            <w:r w:rsidR="00DD4CB4" w:rsidRPr="00DD4CB4">
              <w:t>9,205</w:t>
            </w:r>
            <w:r w:rsidR="00DD4CB4">
              <w:t xml:space="preserve"> v</w:t>
            </w:r>
          </w:p>
        </w:tc>
      </w:tr>
      <w:tr w:rsidR="00B178A4" w:rsidRPr="001B6138" w14:paraId="3F6CF146" w14:textId="77777777" w:rsidTr="001B6138">
        <w:tc>
          <w:tcPr>
            <w:tcW w:w="0" w:type="auto"/>
          </w:tcPr>
          <w:p w14:paraId="62AC3A0C" w14:textId="612D02A3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043BCBAF" w14:textId="276CED7D" w:rsidR="00B178A4" w:rsidRDefault="00A909B0" w:rsidP="00EA296F">
            <w:r>
              <w:t xml:space="preserve">Ac </w:t>
            </w:r>
            <w:r w:rsidR="004A4403">
              <w:t>219</w:t>
            </w:r>
          </w:p>
        </w:tc>
        <w:tc>
          <w:tcPr>
            <w:tcW w:w="0" w:type="auto"/>
          </w:tcPr>
          <w:p w14:paraId="0501AC94" w14:textId="6A38472F" w:rsidR="00B178A4" w:rsidRDefault="00A909B0" w:rsidP="00EA296F">
            <w:r>
              <w:t>130</w:t>
            </w:r>
          </w:p>
        </w:tc>
        <w:tc>
          <w:tcPr>
            <w:tcW w:w="0" w:type="auto"/>
          </w:tcPr>
          <w:p w14:paraId="2C465F7E" w14:textId="2FBD68C4" w:rsidR="00B178A4" w:rsidRPr="00CE2302" w:rsidRDefault="00944170" w:rsidP="00EA296F">
            <w:r w:rsidRPr="00944170">
              <w:t>11,8</w:t>
            </w:r>
            <w:r>
              <w:t>~m</w:t>
            </w:r>
            <w:r w:rsidRPr="00944170">
              <w:t>s</w:t>
            </w:r>
          </w:p>
        </w:tc>
        <w:tc>
          <w:tcPr>
            <w:tcW w:w="0" w:type="auto"/>
          </w:tcPr>
          <w:p w14:paraId="22CA2151" w14:textId="62CBD058" w:rsidR="00B178A4" w:rsidRDefault="00A909B0" w:rsidP="00EA296F">
            <w:r w:rsidRPr="00544242">
              <w:t xml:space="preserve">~a: </w:t>
            </w:r>
            <w:r w:rsidR="00DD4CB4" w:rsidRPr="00DD4CB4">
              <w:t>8,664</w:t>
            </w:r>
            <w:r w:rsidR="00DD4CB4">
              <w:t xml:space="preserve"> v</w:t>
            </w:r>
          </w:p>
        </w:tc>
      </w:tr>
      <w:tr w:rsidR="00B178A4" w:rsidRPr="001B6138" w14:paraId="6C68A680" w14:textId="77777777" w:rsidTr="001B6138">
        <w:tc>
          <w:tcPr>
            <w:tcW w:w="0" w:type="auto"/>
          </w:tcPr>
          <w:p w14:paraId="5170E3E5" w14:textId="16CB112B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72E39D62" w14:textId="27DBCCE9" w:rsidR="00B178A4" w:rsidRDefault="00A909B0" w:rsidP="00EA296F">
            <w:r>
              <w:t xml:space="preserve">Ac </w:t>
            </w:r>
            <w:r w:rsidR="004A4403">
              <w:t>220</w:t>
            </w:r>
          </w:p>
        </w:tc>
        <w:tc>
          <w:tcPr>
            <w:tcW w:w="0" w:type="auto"/>
          </w:tcPr>
          <w:p w14:paraId="2119A699" w14:textId="4ADDB253" w:rsidR="00B178A4" w:rsidRDefault="00A909B0" w:rsidP="00EA296F">
            <w:r>
              <w:t>131</w:t>
            </w:r>
          </w:p>
        </w:tc>
        <w:tc>
          <w:tcPr>
            <w:tcW w:w="0" w:type="auto"/>
          </w:tcPr>
          <w:p w14:paraId="701907EE" w14:textId="2E85DA50" w:rsidR="00B178A4" w:rsidRPr="00CE2302" w:rsidRDefault="00944170" w:rsidP="00EA296F">
            <w:r w:rsidRPr="00944170">
              <w:t>26ms</w:t>
            </w:r>
          </w:p>
        </w:tc>
        <w:tc>
          <w:tcPr>
            <w:tcW w:w="0" w:type="auto"/>
          </w:tcPr>
          <w:p w14:paraId="0B523930" w14:textId="3D8715EF" w:rsidR="00B178A4" w:rsidRDefault="00A909B0" w:rsidP="00EA296F">
            <w:r w:rsidRPr="00544242">
              <w:t xml:space="preserve">~a: </w:t>
            </w:r>
            <w:r w:rsidR="00DD4CB4" w:rsidRPr="00DD4CB4">
              <w:t>7,85</w:t>
            </w:r>
            <w:r w:rsidR="00DD4C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4CB4" w:rsidRPr="00DD4CB4">
              <w:t>0,134</w:t>
            </w:r>
          </w:p>
        </w:tc>
      </w:tr>
      <w:tr w:rsidR="00B178A4" w:rsidRPr="001B6138" w14:paraId="5D16CC90" w14:textId="77777777" w:rsidTr="001B6138">
        <w:tc>
          <w:tcPr>
            <w:tcW w:w="0" w:type="auto"/>
          </w:tcPr>
          <w:p w14:paraId="05C861F5" w14:textId="075E4BF5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7362A561" w14:textId="74788429" w:rsidR="00B178A4" w:rsidRDefault="00A909B0" w:rsidP="00EA296F">
            <w:r>
              <w:t xml:space="preserve">Ac </w:t>
            </w:r>
            <w:r w:rsidR="004A4403">
              <w:t>221</w:t>
            </w:r>
          </w:p>
        </w:tc>
        <w:tc>
          <w:tcPr>
            <w:tcW w:w="0" w:type="auto"/>
          </w:tcPr>
          <w:p w14:paraId="2A6F6EFA" w14:textId="5E2A8CC2" w:rsidR="00B178A4" w:rsidRDefault="00A909B0" w:rsidP="00EA296F">
            <w:r>
              <w:t>132</w:t>
            </w:r>
          </w:p>
        </w:tc>
        <w:tc>
          <w:tcPr>
            <w:tcW w:w="0" w:type="auto"/>
          </w:tcPr>
          <w:p w14:paraId="100146AA" w14:textId="6014F711" w:rsidR="00B178A4" w:rsidRPr="00CE2302" w:rsidRDefault="00944170" w:rsidP="00EA296F">
            <w:r w:rsidRPr="00944170">
              <w:t>52ms</w:t>
            </w:r>
          </w:p>
        </w:tc>
        <w:tc>
          <w:tcPr>
            <w:tcW w:w="0" w:type="auto"/>
          </w:tcPr>
          <w:p w14:paraId="1C009312" w14:textId="0D87551D" w:rsidR="00B178A4" w:rsidRDefault="00A909B0" w:rsidP="00EA296F">
            <w:r w:rsidRPr="00544242">
              <w:t xml:space="preserve">~a: </w:t>
            </w:r>
            <w:r w:rsidR="00DD4CB4" w:rsidRPr="00DD4CB4">
              <w:t>7,65</w:t>
            </w:r>
            <w:r w:rsidR="00DD4CB4">
              <w:t xml:space="preserve"> v</w:t>
            </w:r>
          </w:p>
        </w:tc>
      </w:tr>
      <w:tr w:rsidR="00B178A4" w:rsidRPr="001B6138" w14:paraId="1A37CCB6" w14:textId="77777777" w:rsidTr="001B6138">
        <w:tc>
          <w:tcPr>
            <w:tcW w:w="0" w:type="auto"/>
          </w:tcPr>
          <w:p w14:paraId="4EB2A4E6" w14:textId="4794A55C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366CFDAC" w14:textId="39DBFB25" w:rsidR="00B178A4" w:rsidRDefault="00A909B0" w:rsidP="00EA296F">
            <w:r>
              <w:t xml:space="preserve">Ac </w:t>
            </w:r>
            <w:r w:rsidR="004A4403">
              <w:t>222</w:t>
            </w:r>
          </w:p>
        </w:tc>
        <w:tc>
          <w:tcPr>
            <w:tcW w:w="0" w:type="auto"/>
          </w:tcPr>
          <w:p w14:paraId="0E4C7B77" w14:textId="2B8E3BD7" w:rsidR="00B178A4" w:rsidRDefault="00A909B0" w:rsidP="00EA296F">
            <w:r>
              <w:t>133</w:t>
            </w:r>
          </w:p>
        </w:tc>
        <w:tc>
          <w:tcPr>
            <w:tcW w:w="0" w:type="auto"/>
          </w:tcPr>
          <w:p w14:paraId="27293EC0" w14:textId="1F57365F" w:rsidR="00B178A4" w:rsidRPr="00CE2302" w:rsidRDefault="00944170" w:rsidP="00EA296F">
            <w:r w:rsidRPr="00944170">
              <w:t>5,0s</w:t>
            </w:r>
          </w:p>
        </w:tc>
        <w:tc>
          <w:tcPr>
            <w:tcW w:w="0" w:type="auto"/>
          </w:tcPr>
          <w:p w14:paraId="74592044" w14:textId="1BD8F029" w:rsidR="00B178A4" w:rsidRDefault="00A909B0" w:rsidP="00EA296F">
            <w:r w:rsidRPr="00544242">
              <w:t xml:space="preserve">~a: </w:t>
            </w:r>
            <w:r w:rsidR="00DD4CB4" w:rsidRPr="00DD4CB4">
              <w:t>7,009</w:t>
            </w:r>
            <w:r w:rsidR="00DD4CB4">
              <w:t xml:space="preserve"> v</w:t>
            </w:r>
          </w:p>
        </w:tc>
      </w:tr>
      <w:tr w:rsidR="00B178A4" w:rsidRPr="001B6138" w14:paraId="59672928" w14:textId="77777777" w:rsidTr="001B6138">
        <w:tc>
          <w:tcPr>
            <w:tcW w:w="0" w:type="auto"/>
          </w:tcPr>
          <w:p w14:paraId="69B52D45" w14:textId="2C988C78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66969106" w14:textId="47E95B91" w:rsidR="00B178A4" w:rsidRDefault="00A909B0" w:rsidP="00EA296F">
            <w:r>
              <w:t xml:space="preserve">Ac </w:t>
            </w:r>
            <w:r w:rsidR="004A4403">
              <w:t>223</w:t>
            </w:r>
          </w:p>
        </w:tc>
        <w:tc>
          <w:tcPr>
            <w:tcW w:w="0" w:type="auto"/>
          </w:tcPr>
          <w:p w14:paraId="39466EAB" w14:textId="7F1F8289" w:rsidR="00B178A4" w:rsidRDefault="00A909B0" w:rsidP="00EA296F">
            <w:r>
              <w:t>134</w:t>
            </w:r>
          </w:p>
        </w:tc>
        <w:tc>
          <w:tcPr>
            <w:tcW w:w="0" w:type="auto"/>
          </w:tcPr>
          <w:p w14:paraId="5E1067A4" w14:textId="6FCDA344" w:rsidR="00B178A4" w:rsidRPr="00CE2302" w:rsidRDefault="00944170" w:rsidP="00EA296F">
            <w:r w:rsidRPr="00944170">
              <w:t>2,10min</w:t>
            </w:r>
          </w:p>
        </w:tc>
        <w:tc>
          <w:tcPr>
            <w:tcW w:w="0" w:type="auto"/>
          </w:tcPr>
          <w:p w14:paraId="3664F065" w14:textId="6C821854" w:rsidR="00B178A4" w:rsidRDefault="00A909B0" w:rsidP="00EA296F">
            <w:r w:rsidRPr="00544242">
              <w:t xml:space="preserve">~a: </w:t>
            </w:r>
            <w:r w:rsidR="00DD2CA9" w:rsidRPr="00DD2CA9">
              <w:t>6,647</w:t>
            </w:r>
            <w:r w:rsidR="00DD2CA9">
              <w:t xml:space="preserve"> v</w:t>
            </w:r>
          </w:p>
        </w:tc>
      </w:tr>
      <w:tr w:rsidR="00B178A4" w:rsidRPr="001B6138" w14:paraId="1B171A94" w14:textId="77777777" w:rsidTr="001B6138">
        <w:tc>
          <w:tcPr>
            <w:tcW w:w="0" w:type="auto"/>
          </w:tcPr>
          <w:p w14:paraId="65A2D4E5" w14:textId="7351AD75" w:rsidR="00B178A4" w:rsidRDefault="00A909B0" w:rsidP="00EA296F">
            <w:r>
              <w:t>89</w:t>
            </w:r>
          </w:p>
        </w:tc>
        <w:tc>
          <w:tcPr>
            <w:tcW w:w="0" w:type="auto"/>
          </w:tcPr>
          <w:p w14:paraId="32CE4E94" w14:textId="4C13A13D" w:rsidR="00B178A4" w:rsidRDefault="00A909B0" w:rsidP="00EA296F">
            <w:r>
              <w:t xml:space="preserve">Ac </w:t>
            </w:r>
            <w:r w:rsidR="004A4403">
              <w:t>224</w:t>
            </w:r>
          </w:p>
        </w:tc>
        <w:tc>
          <w:tcPr>
            <w:tcW w:w="0" w:type="auto"/>
          </w:tcPr>
          <w:p w14:paraId="2FA94122" w14:textId="1F86CA40" w:rsidR="00B178A4" w:rsidRDefault="00A909B0" w:rsidP="00EA296F">
            <w:r>
              <w:t>135</w:t>
            </w:r>
          </w:p>
        </w:tc>
        <w:tc>
          <w:tcPr>
            <w:tcW w:w="0" w:type="auto"/>
          </w:tcPr>
          <w:p w14:paraId="0B348621" w14:textId="3EFD4FDB" w:rsidR="00B178A4" w:rsidRPr="00CE2302" w:rsidRDefault="00944170" w:rsidP="00EA296F">
            <w:r w:rsidRPr="00944170">
              <w:t>2,9h</w:t>
            </w:r>
          </w:p>
        </w:tc>
        <w:tc>
          <w:tcPr>
            <w:tcW w:w="0" w:type="auto"/>
          </w:tcPr>
          <w:p w14:paraId="790A4C1E" w14:textId="124ED098" w:rsidR="00B178A4" w:rsidRDefault="00A909B0" w:rsidP="00EA296F">
            <w:r w:rsidRPr="00544242">
              <w:t xml:space="preserve">~a: </w:t>
            </w:r>
            <w:r w:rsidR="00DD2CA9" w:rsidRPr="00DD2CA9">
              <w:t>6,142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DD2CA9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0,216</w:t>
            </w:r>
          </w:p>
        </w:tc>
      </w:tr>
      <w:tr w:rsidR="00B178A4" w:rsidRPr="001B6138" w14:paraId="060A8CB5" w14:textId="77777777" w:rsidTr="001B6138">
        <w:tc>
          <w:tcPr>
            <w:tcW w:w="0" w:type="auto"/>
          </w:tcPr>
          <w:p w14:paraId="60636705" w14:textId="1F7867DA" w:rsidR="00B178A4" w:rsidRDefault="00A909B0" w:rsidP="00EA296F">
            <w:r>
              <w:lastRenderedPageBreak/>
              <w:t>89</w:t>
            </w:r>
          </w:p>
        </w:tc>
        <w:tc>
          <w:tcPr>
            <w:tcW w:w="0" w:type="auto"/>
          </w:tcPr>
          <w:p w14:paraId="6074210D" w14:textId="5F338F82" w:rsidR="00B178A4" w:rsidRDefault="00A909B0" w:rsidP="00EA296F">
            <w:r>
              <w:t xml:space="preserve">Ac </w:t>
            </w:r>
            <w:r w:rsidR="004A4403">
              <w:t>225</w:t>
            </w:r>
          </w:p>
        </w:tc>
        <w:tc>
          <w:tcPr>
            <w:tcW w:w="0" w:type="auto"/>
          </w:tcPr>
          <w:p w14:paraId="6224E1B0" w14:textId="7D72DCBE" w:rsidR="00B178A4" w:rsidRDefault="00A909B0" w:rsidP="00EA296F">
            <w:r>
              <w:t>136</w:t>
            </w:r>
          </w:p>
        </w:tc>
        <w:tc>
          <w:tcPr>
            <w:tcW w:w="0" w:type="auto"/>
          </w:tcPr>
          <w:p w14:paraId="3BF30158" w14:textId="16ED4A9F" w:rsidR="00B178A4" w:rsidRPr="00CE2302" w:rsidRDefault="00944170" w:rsidP="00EA296F">
            <w:r w:rsidRPr="00944170">
              <w:t>10,0d</w:t>
            </w:r>
          </w:p>
        </w:tc>
        <w:tc>
          <w:tcPr>
            <w:tcW w:w="0" w:type="auto"/>
          </w:tcPr>
          <w:p w14:paraId="74874FBA" w14:textId="1B3FBF93" w:rsidR="00B178A4" w:rsidRDefault="00A909B0" w:rsidP="00EA296F">
            <w:r w:rsidRPr="00544242">
              <w:t xml:space="preserve">~a: </w:t>
            </w:r>
            <w:r w:rsidR="00DD2CA9" w:rsidRPr="00DD2CA9">
              <w:t>5,830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0,100</w:t>
            </w:r>
          </w:p>
        </w:tc>
      </w:tr>
      <w:tr w:rsidR="00544242" w:rsidRPr="001B6138" w14:paraId="203DA939" w14:textId="77777777" w:rsidTr="001B6138">
        <w:tc>
          <w:tcPr>
            <w:tcW w:w="0" w:type="auto"/>
          </w:tcPr>
          <w:p w14:paraId="289B57C9" w14:textId="6934E3E5" w:rsidR="00544242" w:rsidRDefault="00A909B0" w:rsidP="00EA296F">
            <w:r>
              <w:t>89</w:t>
            </w:r>
          </w:p>
        </w:tc>
        <w:tc>
          <w:tcPr>
            <w:tcW w:w="0" w:type="auto"/>
          </w:tcPr>
          <w:p w14:paraId="6A838878" w14:textId="7738304F" w:rsidR="00544242" w:rsidRDefault="00A909B0" w:rsidP="00EA296F">
            <w:r>
              <w:t xml:space="preserve">Ac </w:t>
            </w:r>
            <w:r w:rsidR="004A4403">
              <w:t>226</w:t>
            </w:r>
          </w:p>
        </w:tc>
        <w:tc>
          <w:tcPr>
            <w:tcW w:w="0" w:type="auto"/>
          </w:tcPr>
          <w:p w14:paraId="53174440" w14:textId="2FECB3A5" w:rsidR="00544242" w:rsidRDefault="00A909B0" w:rsidP="00EA296F">
            <w:r>
              <w:t>137</w:t>
            </w:r>
          </w:p>
        </w:tc>
        <w:tc>
          <w:tcPr>
            <w:tcW w:w="0" w:type="auto"/>
          </w:tcPr>
          <w:p w14:paraId="3EA2313A" w14:textId="285462DF" w:rsidR="00544242" w:rsidRPr="00CE2302" w:rsidRDefault="00944170" w:rsidP="00EA296F">
            <w:r w:rsidRPr="00944170">
              <w:t>29h</w:t>
            </w:r>
          </w:p>
        </w:tc>
        <w:tc>
          <w:tcPr>
            <w:tcW w:w="0" w:type="auto"/>
          </w:tcPr>
          <w:p w14:paraId="6F476013" w14:textId="740D9F6F" w:rsidR="00544242" w:rsidRDefault="00A909B0" w:rsidP="00EA296F">
            <w:r w:rsidRPr="00544242">
              <w:t xml:space="preserve">~a: </w:t>
            </w:r>
            <w:r w:rsidR="00DD2CA9" w:rsidRPr="00DD2CA9">
              <w:t>5,34</w:t>
            </w:r>
            <w:r w:rsidR="00206850">
              <w:t xml:space="preserve">; </w:t>
            </w:r>
            <w:r w:rsidRPr="00544242">
              <w:t xml:space="preserve">~b^-: </w:t>
            </w:r>
            <w:r w:rsidR="00DD2CA9" w:rsidRPr="00DD2CA9">
              <w:t>0,9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DD2CA9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0,230</w:t>
            </w:r>
          </w:p>
        </w:tc>
      </w:tr>
      <w:tr w:rsidR="00544242" w:rsidRPr="001B6138" w14:paraId="0916CE74" w14:textId="77777777" w:rsidTr="001B6138">
        <w:tc>
          <w:tcPr>
            <w:tcW w:w="0" w:type="auto"/>
          </w:tcPr>
          <w:p w14:paraId="7891ADF8" w14:textId="2D17AFE5" w:rsidR="00544242" w:rsidRDefault="00A909B0" w:rsidP="00EA296F">
            <w:r>
              <w:t>89</w:t>
            </w:r>
          </w:p>
        </w:tc>
        <w:tc>
          <w:tcPr>
            <w:tcW w:w="0" w:type="auto"/>
          </w:tcPr>
          <w:p w14:paraId="07CC0120" w14:textId="76C9B373" w:rsidR="00544242" w:rsidRDefault="00A909B0" w:rsidP="00EA296F">
            <w:r>
              <w:t xml:space="preserve">Ac </w:t>
            </w:r>
            <w:r w:rsidR="004A4403">
              <w:t>227</w:t>
            </w:r>
          </w:p>
        </w:tc>
        <w:tc>
          <w:tcPr>
            <w:tcW w:w="0" w:type="auto"/>
          </w:tcPr>
          <w:p w14:paraId="3853F02F" w14:textId="1A8A3A36" w:rsidR="00544242" w:rsidRDefault="00A909B0" w:rsidP="00EA296F">
            <w:r>
              <w:t>138</w:t>
            </w:r>
          </w:p>
        </w:tc>
        <w:tc>
          <w:tcPr>
            <w:tcW w:w="0" w:type="auto"/>
          </w:tcPr>
          <w:p w14:paraId="07320076" w14:textId="4861C5D3" w:rsidR="00544242" w:rsidRPr="00CE2302" w:rsidRDefault="00944170" w:rsidP="00EA296F">
            <w:r w:rsidRPr="00944170">
              <w:t>21,773a</w:t>
            </w:r>
          </w:p>
        </w:tc>
        <w:tc>
          <w:tcPr>
            <w:tcW w:w="0" w:type="auto"/>
          </w:tcPr>
          <w:p w14:paraId="244869FD" w14:textId="6CA0D515" w:rsidR="00544242" w:rsidRDefault="00A909B0" w:rsidP="00EA296F">
            <w:r w:rsidRPr="00544242">
              <w:t xml:space="preserve">~a: </w:t>
            </w:r>
            <w:r w:rsidR="00DD2CA9" w:rsidRPr="00DD2CA9">
              <w:t>4,953</w:t>
            </w:r>
            <w:r w:rsidR="00206850">
              <w:t xml:space="preserve">; </w:t>
            </w:r>
            <w:r w:rsidRPr="00544242">
              <w:t xml:space="preserve">~b^-: </w:t>
            </w:r>
            <w:r w:rsidR="00DD2CA9" w:rsidRPr="00DD2CA9">
              <w:t>0,04</w:t>
            </w:r>
            <w:r w:rsidR="00DD2CA9">
              <w:t xml:space="preserve"> v</w:t>
            </w:r>
          </w:p>
        </w:tc>
      </w:tr>
      <w:tr w:rsidR="00544242" w:rsidRPr="001B6138" w14:paraId="56784CC8" w14:textId="77777777" w:rsidTr="001B6138">
        <w:tc>
          <w:tcPr>
            <w:tcW w:w="0" w:type="auto"/>
          </w:tcPr>
          <w:p w14:paraId="4AFAECD1" w14:textId="00C3A6A8" w:rsidR="00544242" w:rsidRDefault="00A909B0" w:rsidP="00EA296F">
            <w:r>
              <w:t>89</w:t>
            </w:r>
          </w:p>
        </w:tc>
        <w:tc>
          <w:tcPr>
            <w:tcW w:w="0" w:type="auto"/>
          </w:tcPr>
          <w:p w14:paraId="175BDC01" w14:textId="11025781" w:rsidR="00544242" w:rsidRDefault="00A909B0" w:rsidP="00EA296F">
            <w:r>
              <w:t xml:space="preserve">Ac </w:t>
            </w:r>
            <w:r w:rsidR="004A4403">
              <w:t>228</w:t>
            </w:r>
          </w:p>
        </w:tc>
        <w:tc>
          <w:tcPr>
            <w:tcW w:w="0" w:type="auto"/>
          </w:tcPr>
          <w:p w14:paraId="3A13D02E" w14:textId="7F97AA3F" w:rsidR="00544242" w:rsidRDefault="00A909B0" w:rsidP="00EA296F">
            <w:r>
              <w:t>139</w:t>
            </w:r>
          </w:p>
        </w:tc>
        <w:tc>
          <w:tcPr>
            <w:tcW w:w="0" w:type="auto"/>
          </w:tcPr>
          <w:p w14:paraId="252648EF" w14:textId="69EF0E0F" w:rsidR="00544242" w:rsidRPr="00CE2302" w:rsidRDefault="00944170" w:rsidP="00EA296F">
            <w:r w:rsidRPr="00944170">
              <w:t>6,13h</w:t>
            </w:r>
          </w:p>
        </w:tc>
        <w:tc>
          <w:tcPr>
            <w:tcW w:w="0" w:type="auto"/>
          </w:tcPr>
          <w:p w14:paraId="48C8B298" w14:textId="0A0E0676" w:rsidR="00544242" w:rsidRDefault="00A909B0" w:rsidP="00EA296F">
            <w:r w:rsidRPr="00544242">
              <w:t xml:space="preserve">~b^-: </w:t>
            </w:r>
            <w:r w:rsidR="00DD2CA9" w:rsidRPr="00DD2CA9">
              <w:t>1,2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0,911</w:t>
            </w:r>
          </w:p>
        </w:tc>
      </w:tr>
      <w:tr w:rsidR="00A909B0" w:rsidRPr="001B6138" w14:paraId="7C0E9216" w14:textId="77777777" w:rsidTr="001B6138">
        <w:tc>
          <w:tcPr>
            <w:tcW w:w="0" w:type="auto"/>
          </w:tcPr>
          <w:p w14:paraId="09CC2458" w14:textId="6CDD32ED" w:rsidR="00A909B0" w:rsidRDefault="00A909B0" w:rsidP="00EA296F">
            <w:r>
              <w:t>89</w:t>
            </w:r>
          </w:p>
        </w:tc>
        <w:tc>
          <w:tcPr>
            <w:tcW w:w="0" w:type="auto"/>
          </w:tcPr>
          <w:p w14:paraId="779AEC21" w14:textId="5E6CD199" w:rsidR="00A909B0" w:rsidRDefault="00A909B0" w:rsidP="00EA296F">
            <w:r>
              <w:t xml:space="preserve">Ac </w:t>
            </w:r>
            <w:r w:rsidR="004A4403">
              <w:t>229</w:t>
            </w:r>
          </w:p>
        </w:tc>
        <w:tc>
          <w:tcPr>
            <w:tcW w:w="0" w:type="auto"/>
          </w:tcPr>
          <w:p w14:paraId="0D61959E" w14:textId="6C2D803F" w:rsidR="00A909B0" w:rsidRDefault="00A909B0" w:rsidP="00EA296F">
            <w:r>
              <w:t>140</w:t>
            </w:r>
          </w:p>
        </w:tc>
        <w:tc>
          <w:tcPr>
            <w:tcW w:w="0" w:type="auto"/>
          </w:tcPr>
          <w:p w14:paraId="73B589F7" w14:textId="12FB508F" w:rsidR="00A909B0" w:rsidRPr="00CE2302" w:rsidRDefault="00944170" w:rsidP="00EA296F">
            <w:r w:rsidRPr="00944170">
              <w:t>62,7min</w:t>
            </w:r>
          </w:p>
        </w:tc>
        <w:tc>
          <w:tcPr>
            <w:tcW w:w="0" w:type="auto"/>
          </w:tcPr>
          <w:p w14:paraId="167AB215" w14:textId="09136DCB" w:rsidR="00A909B0" w:rsidRDefault="00A909B0" w:rsidP="00EA296F">
            <w:r w:rsidRPr="00544242">
              <w:t xml:space="preserve">~b^-: </w:t>
            </w:r>
            <w:r w:rsidR="00DD2CA9" w:rsidRPr="00DD2CA9">
              <w:t>1,1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0,165</w:t>
            </w:r>
          </w:p>
        </w:tc>
      </w:tr>
      <w:tr w:rsidR="00A909B0" w:rsidRPr="001B6138" w14:paraId="46D2472A" w14:textId="77777777" w:rsidTr="001B6138">
        <w:tc>
          <w:tcPr>
            <w:tcW w:w="0" w:type="auto"/>
          </w:tcPr>
          <w:p w14:paraId="56075A9D" w14:textId="7CF79B44" w:rsidR="00A909B0" w:rsidRDefault="00A909B0" w:rsidP="00EA296F">
            <w:r>
              <w:t>89</w:t>
            </w:r>
          </w:p>
        </w:tc>
        <w:tc>
          <w:tcPr>
            <w:tcW w:w="0" w:type="auto"/>
          </w:tcPr>
          <w:p w14:paraId="732C265A" w14:textId="32A938A8" w:rsidR="00A909B0" w:rsidRDefault="00A909B0" w:rsidP="00EA296F">
            <w:r>
              <w:t xml:space="preserve">Ac </w:t>
            </w:r>
            <w:r w:rsidR="004A4403">
              <w:t>230</w:t>
            </w:r>
          </w:p>
        </w:tc>
        <w:tc>
          <w:tcPr>
            <w:tcW w:w="0" w:type="auto"/>
          </w:tcPr>
          <w:p w14:paraId="7FC84B6B" w14:textId="23CC42A6" w:rsidR="00A909B0" w:rsidRDefault="00A909B0" w:rsidP="00EA296F">
            <w:r>
              <w:t>141</w:t>
            </w:r>
          </w:p>
        </w:tc>
        <w:tc>
          <w:tcPr>
            <w:tcW w:w="0" w:type="auto"/>
          </w:tcPr>
          <w:p w14:paraId="42024A79" w14:textId="4E4E4222" w:rsidR="00A909B0" w:rsidRPr="00CE2302" w:rsidRDefault="00944170" w:rsidP="00EA296F">
            <w:r w:rsidRPr="00944170">
              <w:t>122s</w:t>
            </w:r>
          </w:p>
        </w:tc>
        <w:tc>
          <w:tcPr>
            <w:tcW w:w="0" w:type="auto"/>
          </w:tcPr>
          <w:p w14:paraId="6CEFCE82" w14:textId="5DA79CB9" w:rsidR="00A909B0" w:rsidRDefault="00A909B0" w:rsidP="00EA296F">
            <w:r w:rsidRPr="00544242">
              <w:t xml:space="preserve">~b^-: </w:t>
            </w:r>
            <w:r w:rsidR="00DD2CA9" w:rsidRPr="00DD2CA9">
              <w:t>2,7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0,455</w:t>
            </w:r>
          </w:p>
        </w:tc>
      </w:tr>
      <w:tr w:rsidR="00A909B0" w:rsidRPr="001B6138" w14:paraId="215E0CA4" w14:textId="77777777" w:rsidTr="001B6138">
        <w:tc>
          <w:tcPr>
            <w:tcW w:w="0" w:type="auto"/>
          </w:tcPr>
          <w:p w14:paraId="0C00EC81" w14:textId="420C7E1B" w:rsidR="00A909B0" w:rsidRDefault="00A909B0" w:rsidP="00EA296F">
            <w:r>
              <w:t>89</w:t>
            </w:r>
          </w:p>
        </w:tc>
        <w:tc>
          <w:tcPr>
            <w:tcW w:w="0" w:type="auto"/>
          </w:tcPr>
          <w:p w14:paraId="1A7DC6F7" w14:textId="672EF2D4" w:rsidR="00A909B0" w:rsidRDefault="00A909B0" w:rsidP="00EA296F">
            <w:r>
              <w:t xml:space="preserve">Ac </w:t>
            </w:r>
            <w:r w:rsidR="004A4403">
              <w:t>231</w:t>
            </w:r>
          </w:p>
        </w:tc>
        <w:tc>
          <w:tcPr>
            <w:tcW w:w="0" w:type="auto"/>
          </w:tcPr>
          <w:p w14:paraId="6646AAC0" w14:textId="05A32FC6" w:rsidR="00A909B0" w:rsidRDefault="00A909B0" w:rsidP="00EA296F">
            <w:r>
              <w:t>142</w:t>
            </w:r>
          </w:p>
        </w:tc>
        <w:tc>
          <w:tcPr>
            <w:tcW w:w="0" w:type="auto"/>
          </w:tcPr>
          <w:p w14:paraId="40116A5B" w14:textId="2B4BF76E" w:rsidR="00A909B0" w:rsidRPr="00CE2302" w:rsidRDefault="00944170" w:rsidP="00EA296F">
            <w:r w:rsidRPr="00944170">
              <w:t>7,5min</w:t>
            </w:r>
          </w:p>
        </w:tc>
        <w:tc>
          <w:tcPr>
            <w:tcW w:w="0" w:type="auto"/>
          </w:tcPr>
          <w:p w14:paraId="772A0065" w14:textId="72FB7AB9" w:rsidR="00A909B0" w:rsidRDefault="00A909B0" w:rsidP="00EA296F">
            <w:r w:rsidRPr="00544242">
              <w:t xml:space="preserve">~b^-: </w:t>
            </w:r>
            <w:r w:rsidR="00DD2CA9" w:rsidRPr="00DD2CA9">
              <w:t>1,947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0,282</w:t>
            </w:r>
          </w:p>
        </w:tc>
      </w:tr>
      <w:tr w:rsidR="00A909B0" w:rsidRPr="001B6138" w14:paraId="4D11188C" w14:textId="77777777" w:rsidTr="001B6138">
        <w:tc>
          <w:tcPr>
            <w:tcW w:w="0" w:type="auto"/>
          </w:tcPr>
          <w:p w14:paraId="3017C36D" w14:textId="744EBC21" w:rsidR="00A909B0" w:rsidRDefault="00A909B0" w:rsidP="00EA296F">
            <w:r>
              <w:t>89</w:t>
            </w:r>
          </w:p>
        </w:tc>
        <w:tc>
          <w:tcPr>
            <w:tcW w:w="0" w:type="auto"/>
          </w:tcPr>
          <w:p w14:paraId="1AB0E9E4" w14:textId="2F50482B" w:rsidR="00A909B0" w:rsidRDefault="00A909B0" w:rsidP="00EA296F">
            <w:r>
              <w:t xml:space="preserve">Ac </w:t>
            </w:r>
            <w:r w:rsidR="004A4403">
              <w:t>232</w:t>
            </w:r>
          </w:p>
        </w:tc>
        <w:tc>
          <w:tcPr>
            <w:tcW w:w="0" w:type="auto"/>
          </w:tcPr>
          <w:p w14:paraId="100999A3" w14:textId="5395635B" w:rsidR="00A909B0" w:rsidRDefault="00A909B0" w:rsidP="00EA296F">
            <w:r>
              <w:t>143</w:t>
            </w:r>
          </w:p>
        </w:tc>
        <w:tc>
          <w:tcPr>
            <w:tcW w:w="0" w:type="auto"/>
          </w:tcPr>
          <w:p w14:paraId="5B57B278" w14:textId="1C601214" w:rsidR="00A909B0" w:rsidRPr="00CE2302" w:rsidRDefault="00944170" w:rsidP="00EA296F">
            <w:r w:rsidRPr="00944170">
              <w:t>119s</w:t>
            </w:r>
          </w:p>
        </w:tc>
        <w:tc>
          <w:tcPr>
            <w:tcW w:w="0" w:type="auto"/>
          </w:tcPr>
          <w:p w14:paraId="4E667E88" w14:textId="7095ED87" w:rsidR="00A909B0" w:rsidRDefault="00A909B0" w:rsidP="00EA296F">
            <w:r w:rsidRPr="00544242">
              <w:t xml:space="preserve">~b^-: </w:t>
            </w:r>
            <w:r w:rsidR="00DD2CA9" w:rsidRPr="00DD2CA9">
              <w:t>3,708</w:t>
            </w:r>
            <w:r w:rsidR="00DD2CA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DD2CA9" w:rsidRPr="00DD2CA9">
              <w:t>0,665</w:t>
            </w:r>
          </w:p>
        </w:tc>
      </w:tr>
      <w:tr w:rsidR="00A909B0" w:rsidRPr="001B6138" w14:paraId="636FC76F" w14:textId="77777777" w:rsidTr="001B6138">
        <w:tc>
          <w:tcPr>
            <w:tcW w:w="0" w:type="auto"/>
          </w:tcPr>
          <w:p w14:paraId="23E79757" w14:textId="181CDE6F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06A5AE57" w14:textId="4AE60881" w:rsidR="00A909B0" w:rsidRDefault="00041528" w:rsidP="00EA296F">
            <w:r>
              <w:t xml:space="preserve">Th </w:t>
            </w:r>
            <w:r w:rsidR="00092BBC">
              <w:t>213</w:t>
            </w:r>
          </w:p>
        </w:tc>
        <w:tc>
          <w:tcPr>
            <w:tcW w:w="0" w:type="auto"/>
          </w:tcPr>
          <w:p w14:paraId="1D1DE8E5" w14:textId="5B79BC59" w:rsidR="00A909B0" w:rsidRDefault="00A03DEF" w:rsidP="00EA296F">
            <w:r>
              <w:t>123</w:t>
            </w:r>
          </w:p>
        </w:tc>
        <w:tc>
          <w:tcPr>
            <w:tcW w:w="0" w:type="auto"/>
          </w:tcPr>
          <w:p w14:paraId="1F7C4FE4" w14:textId="4AACD3BD" w:rsidR="00A909B0" w:rsidRPr="00CE2302" w:rsidRDefault="00155550" w:rsidP="00EA296F">
            <w:r w:rsidRPr="00155550">
              <w:t>0,14s</w:t>
            </w:r>
          </w:p>
        </w:tc>
        <w:tc>
          <w:tcPr>
            <w:tcW w:w="0" w:type="auto"/>
          </w:tcPr>
          <w:p w14:paraId="7F11A83A" w14:textId="4A9D2154" w:rsidR="00A909B0" w:rsidRDefault="00A909B0" w:rsidP="00EA296F">
            <w:r w:rsidRPr="00544242">
              <w:t xml:space="preserve">~a: </w:t>
            </w:r>
            <w:r w:rsidR="00155550" w:rsidRPr="00155550">
              <w:t>7,69</w:t>
            </w:r>
            <w:r w:rsidR="00155550">
              <w:t xml:space="preserve"> v</w:t>
            </w:r>
          </w:p>
        </w:tc>
      </w:tr>
      <w:tr w:rsidR="00A909B0" w:rsidRPr="001B6138" w14:paraId="0FF4DD48" w14:textId="77777777" w:rsidTr="001B6138">
        <w:tc>
          <w:tcPr>
            <w:tcW w:w="0" w:type="auto"/>
          </w:tcPr>
          <w:p w14:paraId="5242CBA8" w14:textId="1B2E0E19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678BE02B" w14:textId="6411FC0C" w:rsidR="00A909B0" w:rsidRDefault="00041528" w:rsidP="00EA296F">
            <w:r>
              <w:t xml:space="preserve">Th </w:t>
            </w:r>
            <w:r w:rsidR="00092BBC">
              <w:t>214</w:t>
            </w:r>
          </w:p>
        </w:tc>
        <w:tc>
          <w:tcPr>
            <w:tcW w:w="0" w:type="auto"/>
          </w:tcPr>
          <w:p w14:paraId="7C23C049" w14:textId="761FE7F1" w:rsidR="00A909B0" w:rsidRDefault="00A03DEF" w:rsidP="00EA296F">
            <w:r>
              <w:t>124</w:t>
            </w:r>
          </w:p>
        </w:tc>
        <w:tc>
          <w:tcPr>
            <w:tcW w:w="0" w:type="auto"/>
          </w:tcPr>
          <w:p w14:paraId="0294BB97" w14:textId="6343D239" w:rsidR="00A909B0" w:rsidRPr="00CE2302" w:rsidRDefault="00155550" w:rsidP="00EA296F">
            <w:r w:rsidRPr="00155550">
              <w:t>0,10s</w:t>
            </w:r>
          </w:p>
        </w:tc>
        <w:tc>
          <w:tcPr>
            <w:tcW w:w="0" w:type="auto"/>
          </w:tcPr>
          <w:p w14:paraId="1EED4821" w14:textId="09146411" w:rsidR="00A909B0" w:rsidRDefault="00A909B0" w:rsidP="00EA296F">
            <w:r w:rsidRPr="00544242">
              <w:t xml:space="preserve">~a: </w:t>
            </w:r>
            <w:r w:rsidR="00155550" w:rsidRPr="00155550">
              <w:t>7,68</w:t>
            </w:r>
            <w:r w:rsidR="00155550">
              <w:t xml:space="preserve"> v</w:t>
            </w:r>
          </w:p>
        </w:tc>
      </w:tr>
      <w:tr w:rsidR="00A909B0" w:rsidRPr="001B6138" w14:paraId="793B65BB" w14:textId="77777777" w:rsidTr="001B6138">
        <w:tc>
          <w:tcPr>
            <w:tcW w:w="0" w:type="auto"/>
          </w:tcPr>
          <w:p w14:paraId="3FD9BB9E" w14:textId="50DF9FB6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1EFF7989" w14:textId="2CF01817" w:rsidR="00A909B0" w:rsidRDefault="00041528" w:rsidP="00EA296F">
            <w:r>
              <w:t xml:space="preserve">Th </w:t>
            </w:r>
            <w:r w:rsidR="00092BBC">
              <w:t>215</w:t>
            </w:r>
          </w:p>
        </w:tc>
        <w:tc>
          <w:tcPr>
            <w:tcW w:w="0" w:type="auto"/>
          </w:tcPr>
          <w:p w14:paraId="49E64E24" w14:textId="029BFED0" w:rsidR="00A909B0" w:rsidRDefault="00A03DEF" w:rsidP="00EA296F">
            <w:r>
              <w:t>125</w:t>
            </w:r>
          </w:p>
        </w:tc>
        <w:tc>
          <w:tcPr>
            <w:tcW w:w="0" w:type="auto"/>
          </w:tcPr>
          <w:p w14:paraId="23509EF6" w14:textId="3BE4C95F" w:rsidR="00A909B0" w:rsidRPr="00CE2302" w:rsidRDefault="00155550" w:rsidP="00EA296F">
            <w:r w:rsidRPr="00155550">
              <w:t>1,2s</w:t>
            </w:r>
          </w:p>
        </w:tc>
        <w:tc>
          <w:tcPr>
            <w:tcW w:w="0" w:type="auto"/>
          </w:tcPr>
          <w:p w14:paraId="66EEFBB6" w14:textId="73736463" w:rsidR="00A909B0" w:rsidRDefault="00A909B0" w:rsidP="00EA296F">
            <w:r w:rsidRPr="00544242">
              <w:t xml:space="preserve">~a: </w:t>
            </w:r>
            <w:r w:rsidR="00155550" w:rsidRPr="00155550">
              <w:t>7,392</w:t>
            </w:r>
            <w:r w:rsidR="00155550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155550" w:rsidRPr="00155550">
              <w:t>0,134</w:t>
            </w:r>
          </w:p>
        </w:tc>
      </w:tr>
      <w:tr w:rsidR="00A909B0" w:rsidRPr="001B6138" w14:paraId="1B8665F6" w14:textId="77777777" w:rsidTr="001B6138">
        <w:tc>
          <w:tcPr>
            <w:tcW w:w="0" w:type="auto"/>
          </w:tcPr>
          <w:p w14:paraId="76BAB75C" w14:textId="2DFEDFA9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74192B25" w14:textId="4A2007F2" w:rsidR="00A909B0" w:rsidRDefault="00041528" w:rsidP="00EA296F">
            <w:r>
              <w:t xml:space="preserve">Th </w:t>
            </w:r>
            <w:r w:rsidR="00092BBC">
              <w:t>216</w:t>
            </w:r>
          </w:p>
        </w:tc>
        <w:tc>
          <w:tcPr>
            <w:tcW w:w="0" w:type="auto"/>
          </w:tcPr>
          <w:p w14:paraId="04992BD9" w14:textId="5EB3115C" w:rsidR="00A909B0" w:rsidRDefault="00A03DEF" w:rsidP="00EA296F">
            <w:r>
              <w:t>126</w:t>
            </w:r>
          </w:p>
        </w:tc>
        <w:tc>
          <w:tcPr>
            <w:tcW w:w="0" w:type="auto"/>
          </w:tcPr>
          <w:p w14:paraId="0333CB9F" w14:textId="530E143B" w:rsidR="00A909B0" w:rsidRPr="00CE2302" w:rsidRDefault="00155550" w:rsidP="00EA296F">
            <w:r w:rsidRPr="00155550">
              <w:t>26,0ms</w:t>
            </w:r>
          </w:p>
        </w:tc>
        <w:tc>
          <w:tcPr>
            <w:tcW w:w="0" w:type="auto"/>
          </w:tcPr>
          <w:p w14:paraId="7517578B" w14:textId="289C8668" w:rsidR="00A909B0" w:rsidRDefault="00A909B0" w:rsidP="00EA296F">
            <w:r w:rsidRPr="00544242">
              <w:t xml:space="preserve">~a: </w:t>
            </w:r>
            <w:r w:rsidR="00155550" w:rsidRPr="00155550">
              <w:t>7,923</w:t>
            </w:r>
            <w:r w:rsidR="00155550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155550" w:rsidRPr="00155550">
              <w:t>0,629</w:t>
            </w:r>
          </w:p>
        </w:tc>
      </w:tr>
      <w:tr w:rsidR="00A909B0" w:rsidRPr="001B6138" w14:paraId="14CD08ED" w14:textId="77777777" w:rsidTr="001B6138">
        <w:tc>
          <w:tcPr>
            <w:tcW w:w="0" w:type="auto"/>
          </w:tcPr>
          <w:p w14:paraId="0E025F85" w14:textId="25D7285E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0C1719EE" w14:textId="7652C96B" w:rsidR="00A909B0" w:rsidRDefault="00041528" w:rsidP="00EA296F">
            <w:r>
              <w:t xml:space="preserve">Th </w:t>
            </w:r>
            <w:r w:rsidR="00092BBC">
              <w:t>217</w:t>
            </w:r>
          </w:p>
        </w:tc>
        <w:tc>
          <w:tcPr>
            <w:tcW w:w="0" w:type="auto"/>
          </w:tcPr>
          <w:p w14:paraId="6D4A842B" w14:textId="665D67CE" w:rsidR="00A909B0" w:rsidRDefault="00A03DEF" w:rsidP="00EA296F">
            <w:r>
              <w:t>127</w:t>
            </w:r>
          </w:p>
        </w:tc>
        <w:tc>
          <w:tcPr>
            <w:tcW w:w="0" w:type="auto"/>
          </w:tcPr>
          <w:p w14:paraId="5EBD551D" w14:textId="5E2B09A7" w:rsidR="00A909B0" w:rsidRPr="00CE2302" w:rsidRDefault="00155550" w:rsidP="00EA296F">
            <w:r w:rsidRPr="00155550">
              <w:t>252</w:t>
            </w:r>
            <w:r w:rsidR="00212569">
              <w:t>~m</w:t>
            </w:r>
            <w:r w:rsidRPr="00155550">
              <w:t>s</w:t>
            </w:r>
          </w:p>
        </w:tc>
        <w:tc>
          <w:tcPr>
            <w:tcW w:w="0" w:type="auto"/>
          </w:tcPr>
          <w:p w14:paraId="20771E2B" w14:textId="53841F32" w:rsidR="00A909B0" w:rsidRDefault="00041528" w:rsidP="00EA296F">
            <w:r w:rsidRPr="00544242">
              <w:t xml:space="preserve">~a: </w:t>
            </w:r>
            <w:r w:rsidR="00155550" w:rsidRPr="00155550">
              <w:t>9,261</w:t>
            </w:r>
            <w:r w:rsidR="00155550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155550" w:rsidRPr="00155550">
              <w:t>0,822</w:t>
            </w:r>
          </w:p>
        </w:tc>
      </w:tr>
      <w:tr w:rsidR="00A909B0" w:rsidRPr="001B6138" w14:paraId="0B80A936" w14:textId="77777777" w:rsidTr="001B6138">
        <w:tc>
          <w:tcPr>
            <w:tcW w:w="0" w:type="auto"/>
          </w:tcPr>
          <w:p w14:paraId="18DC3382" w14:textId="4A346D0C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52B0B9AC" w14:textId="2DB76BB3" w:rsidR="00A909B0" w:rsidRDefault="00041528" w:rsidP="00EA296F">
            <w:r>
              <w:t xml:space="preserve">Th </w:t>
            </w:r>
            <w:r w:rsidR="00092BBC">
              <w:t>218</w:t>
            </w:r>
          </w:p>
        </w:tc>
        <w:tc>
          <w:tcPr>
            <w:tcW w:w="0" w:type="auto"/>
          </w:tcPr>
          <w:p w14:paraId="60CFE535" w14:textId="465A303A" w:rsidR="00A909B0" w:rsidRDefault="00A03DEF" w:rsidP="00EA296F">
            <w:r>
              <w:t>128</w:t>
            </w:r>
          </w:p>
        </w:tc>
        <w:tc>
          <w:tcPr>
            <w:tcW w:w="0" w:type="auto"/>
          </w:tcPr>
          <w:p w14:paraId="22990769" w14:textId="38D58041" w:rsidR="00A909B0" w:rsidRPr="00CE2302" w:rsidRDefault="00155550" w:rsidP="00EA296F">
            <w:r w:rsidRPr="00155550">
              <w:t>0,1</w:t>
            </w:r>
            <w:r w:rsidR="00212569">
              <w:t>~m</w:t>
            </w:r>
            <w:r w:rsidR="008B6ACE">
              <w:t>s</w:t>
            </w:r>
          </w:p>
        </w:tc>
        <w:tc>
          <w:tcPr>
            <w:tcW w:w="0" w:type="auto"/>
          </w:tcPr>
          <w:p w14:paraId="63BE02DC" w14:textId="112EE79E" w:rsidR="00A909B0" w:rsidRDefault="00041528" w:rsidP="00EA296F">
            <w:r w:rsidRPr="00544242">
              <w:t xml:space="preserve">~a: </w:t>
            </w:r>
            <w:r w:rsidR="00155550" w:rsidRPr="00155550">
              <w:t>9,67</w:t>
            </w:r>
            <w:r w:rsidR="00155550">
              <w:t xml:space="preserve"> v</w:t>
            </w:r>
          </w:p>
        </w:tc>
      </w:tr>
      <w:tr w:rsidR="00A909B0" w:rsidRPr="001B6138" w14:paraId="30191AFE" w14:textId="77777777" w:rsidTr="001B6138">
        <w:tc>
          <w:tcPr>
            <w:tcW w:w="0" w:type="auto"/>
          </w:tcPr>
          <w:p w14:paraId="61E836AF" w14:textId="58484976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2486CF03" w14:textId="3D993671" w:rsidR="00A909B0" w:rsidRDefault="00041528" w:rsidP="00EA296F">
            <w:r>
              <w:t xml:space="preserve">Th </w:t>
            </w:r>
            <w:r w:rsidR="00092BBC">
              <w:t>219</w:t>
            </w:r>
          </w:p>
        </w:tc>
        <w:tc>
          <w:tcPr>
            <w:tcW w:w="0" w:type="auto"/>
          </w:tcPr>
          <w:p w14:paraId="62C06E18" w14:textId="445C335A" w:rsidR="00A909B0" w:rsidRDefault="00A03DEF" w:rsidP="00EA296F">
            <w:r>
              <w:t>129</w:t>
            </w:r>
          </w:p>
        </w:tc>
        <w:tc>
          <w:tcPr>
            <w:tcW w:w="0" w:type="auto"/>
          </w:tcPr>
          <w:p w14:paraId="0B4C7DEA" w14:textId="04AE5119" w:rsidR="00A909B0" w:rsidRPr="00CE2302" w:rsidRDefault="00155550" w:rsidP="00EA296F">
            <w:r w:rsidRPr="00155550">
              <w:t>1,05</w:t>
            </w:r>
            <w:r w:rsidR="00212569">
              <w:t>~m</w:t>
            </w:r>
            <w:r w:rsidRPr="00155550">
              <w:t>s</w:t>
            </w:r>
          </w:p>
        </w:tc>
        <w:tc>
          <w:tcPr>
            <w:tcW w:w="0" w:type="auto"/>
          </w:tcPr>
          <w:p w14:paraId="108742C4" w14:textId="55319FFA" w:rsidR="00A909B0" w:rsidRDefault="00041528" w:rsidP="00EA296F">
            <w:r w:rsidRPr="00544242">
              <w:t xml:space="preserve">~a: </w:t>
            </w:r>
            <w:r w:rsidR="00155550" w:rsidRPr="00155550">
              <w:t>9,34</w:t>
            </w:r>
            <w:r w:rsidR="00155550">
              <w:t xml:space="preserve"> v</w:t>
            </w:r>
          </w:p>
        </w:tc>
      </w:tr>
      <w:tr w:rsidR="00A909B0" w:rsidRPr="001B6138" w14:paraId="4B7402BD" w14:textId="77777777" w:rsidTr="001B6138">
        <w:tc>
          <w:tcPr>
            <w:tcW w:w="0" w:type="auto"/>
          </w:tcPr>
          <w:p w14:paraId="4E2D482E" w14:textId="6837277B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3A36F89C" w14:textId="4E04F904" w:rsidR="00A909B0" w:rsidRDefault="00041528" w:rsidP="00EA296F">
            <w:r>
              <w:t xml:space="preserve">Th </w:t>
            </w:r>
            <w:r w:rsidR="00092BBC">
              <w:t>220</w:t>
            </w:r>
          </w:p>
        </w:tc>
        <w:tc>
          <w:tcPr>
            <w:tcW w:w="0" w:type="auto"/>
          </w:tcPr>
          <w:p w14:paraId="69EC41BA" w14:textId="4297E00F" w:rsidR="00A909B0" w:rsidRDefault="00A03DEF" w:rsidP="00EA296F">
            <w:r>
              <w:t>130</w:t>
            </w:r>
          </w:p>
        </w:tc>
        <w:tc>
          <w:tcPr>
            <w:tcW w:w="0" w:type="auto"/>
          </w:tcPr>
          <w:p w14:paraId="27A25A3C" w14:textId="2E69ED1F" w:rsidR="00A909B0" w:rsidRPr="00CE2302" w:rsidRDefault="00155550" w:rsidP="00EA296F">
            <w:r w:rsidRPr="00155550">
              <w:t>9,7</w:t>
            </w:r>
            <w:r w:rsidR="00212569">
              <w:t>~m</w:t>
            </w:r>
            <w:r w:rsidRPr="00155550">
              <w:t>s</w:t>
            </w:r>
          </w:p>
        </w:tc>
        <w:tc>
          <w:tcPr>
            <w:tcW w:w="0" w:type="auto"/>
          </w:tcPr>
          <w:p w14:paraId="1A6C6539" w14:textId="6BD31DFF" w:rsidR="00A909B0" w:rsidRDefault="00041528" w:rsidP="00EA296F">
            <w:r w:rsidRPr="00544242">
              <w:t xml:space="preserve">~a: </w:t>
            </w:r>
            <w:r w:rsidR="00155550" w:rsidRPr="00155550">
              <w:t>8,79</w:t>
            </w:r>
            <w:r w:rsidR="00155550">
              <w:t xml:space="preserve"> v</w:t>
            </w:r>
          </w:p>
        </w:tc>
      </w:tr>
      <w:tr w:rsidR="00A909B0" w:rsidRPr="001B6138" w14:paraId="5E54E60A" w14:textId="77777777" w:rsidTr="001B6138">
        <w:tc>
          <w:tcPr>
            <w:tcW w:w="0" w:type="auto"/>
          </w:tcPr>
          <w:p w14:paraId="3C99EDFE" w14:textId="26F27DF1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784C013C" w14:textId="1776BD56" w:rsidR="00A909B0" w:rsidRDefault="00041528" w:rsidP="00EA296F">
            <w:r>
              <w:t xml:space="preserve">Th </w:t>
            </w:r>
            <w:r w:rsidR="00092BBC">
              <w:t>221</w:t>
            </w:r>
          </w:p>
        </w:tc>
        <w:tc>
          <w:tcPr>
            <w:tcW w:w="0" w:type="auto"/>
          </w:tcPr>
          <w:p w14:paraId="16D86471" w14:textId="0CEDF0FA" w:rsidR="00A909B0" w:rsidRDefault="00A03DEF" w:rsidP="00EA296F">
            <w:r>
              <w:t>131</w:t>
            </w:r>
          </w:p>
        </w:tc>
        <w:tc>
          <w:tcPr>
            <w:tcW w:w="0" w:type="auto"/>
          </w:tcPr>
          <w:p w14:paraId="06921075" w14:textId="30BA8B37" w:rsidR="00A909B0" w:rsidRPr="00CE2302" w:rsidRDefault="00155550" w:rsidP="00EA296F">
            <w:r w:rsidRPr="00155550">
              <w:t>1,68ms</w:t>
            </w:r>
          </w:p>
        </w:tc>
        <w:tc>
          <w:tcPr>
            <w:tcW w:w="0" w:type="auto"/>
          </w:tcPr>
          <w:p w14:paraId="2C8DFDF8" w14:textId="1D32BA39" w:rsidR="00A909B0" w:rsidRDefault="00041528" w:rsidP="00EA296F">
            <w:r w:rsidRPr="00544242">
              <w:t xml:space="preserve">~a: </w:t>
            </w:r>
            <w:r w:rsidR="00155550" w:rsidRPr="00155550">
              <w:t>8,15</w:t>
            </w:r>
            <w:r w:rsidR="00155550">
              <w:t xml:space="preserve"> v</w:t>
            </w:r>
          </w:p>
        </w:tc>
      </w:tr>
      <w:tr w:rsidR="00A909B0" w:rsidRPr="001B6138" w14:paraId="36A29D94" w14:textId="77777777" w:rsidTr="001B6138">
        <w:tc>
          <w:tcPr>
            <w:tcW w:w="0" w:type="auto"/>
          </w:tcPr>
          <w:p w14:paraId="7A09EA64" w14:textId="3FD63B60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6971F995" w14:textId="31510833" w:rsidR="00A909B0" w:rsidRDefault="00041528" w:rsidP="00EA296F">
            <w:r>
              <w:t xml:space="preserve">Th </w:t>
            </w:r>
            <w:r w:rsidR="00092BBC">
              <w:t>222</w:t>
            </w:r>
          </w:p>
        </w:tc>
        <w:tc>
          <w:tcPr>
            <w:tcW w:w="0" w:type="auto"/>
          </w:tcPr>
          <w:p w14:paraId="5480C1B0" w14:textId="2878DC81" w:rsidR="00A909B0" w:rsidRDefault="00A03DEF" w:rsidP="00EA296F">
            <w:r>
              <w:t>132</w:t>
            </w:r>
          </w:p>
        </w:tc>
        <w:tc>
          <w:tcPr>
            <w:tcW w:w="0" w:type="auto"/>
          </w:tcPr>
          <w:p w14:paraId="6A9360BD" w14:textId="7F7B855C" w:rsidR="00A909B0" w:rsidRPr="00CE2302" w:rsidRDefault="00155550" w:rsidP="00EA296F">
            <w:r w:rsidRPr="00155550">
              <w:t>2,24ms</w:t>
            </w:r>
          </w:p>
        </w:tc>
        <w:tc>
          <w:tcPr>
            <w:tcW w:w="0" w:type="auto"/>
          </w:tcPr>
          <w:p w14:paraId="32F330C4" w14:textId="31B66C20" w:rsidR="00A909B0" w:rsidRDefault="00041528" w:rsidP="00EA296F">
            <w:r w:rsidRPr="00544242">
              <w:t xml:space="preserve">~a: </w:t>
            </w:r>
            <w:r w:rsidR="00212569" w:rsidRPr="00212569">
              <w:t>7,980</w:t>
            </w:r>
            <w:r w:rsidR="0021256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212569" w:rsidRPr="00212569">
              <w:t>0,390</w:t>
            </w:r>
          </w:p>
        </w:tc>
      </w:tr>
      <w:tr w:rsidR="00A909B0" w:rsidRPr="001B6138" w14:paraId="325EA2B0" w14:textId="77777777" w:rsidTr="001B6138">
        <w:tc>
          <w:tcPr>
            <w:tcW w:w="0" w:type="auto"/>
          </w:tcPr>
          <w:p w14:paraId="17841075" w14:textId="18B0ADE4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40781C3D" w14:textId="0264E8D9" w:rsidR="00A909B0" w:rsidRDefault="00041528" w:rsidP="00EA296F">
            <w:r>
              <w:t xml:space="preserve">Th </w:t>
            </w:r>
            <w:r w:rsidR="00092BBC">
              <w:t>223</w:t>
            </w:r>
          </w:p>
        </w:tc>
        <w:tc>
          <w:tcPr>
            <w:tcW w:w="0" w:type="auto"/>
          </w:tcPr>
          <w:p w14:paraId="5AE031CA" w14:textId="0C2A1961" w:rsidR="00A909B0" w:rsidRDefault="00A03DEF" w:rsidP="00EA296F">
            <w:r>
              <w:t>133</w:t>
            </w:r>
          </w:p>
        </w:tc>
        <w:tc>
          <w:tcPr>
            <w:tcW w:w="0" w:type="auto"/>
          </w:tcPr>
          <w:p w14:paraId="65E30638" w14:textId="40B80618" w:rsidR="00A909B0" w:rsidRPr="00CE2302" w:rsidRDefault="00155550" w:rsidP="00EA296F">
            <w:r w:rsidRPr="00155550">
              <w:t>0,66s</w:t>
            </w:r>
          </w:p>
        </w:tc>
        <w:tc>
          <w:tcPr>
            <w:tcW w:w="0" w:type="auto"/>
          </w:tcPr>
          <w:p w14:paraId="51728B81" w14:textId="776A2185" w:rsidR="00A909B0" w:rsidRDefault="00041528" w:rsidP="00EA296F">
            <w:r w:rsidRPr="00544242">
              <w:t xml:space="preserve">~a: </w:t>
            </w:r>
            <w:r w:rsidR="00212569" w:rsidRPr="00212569">
              <w:t>7,324</w:t>
            </w:r>
            <w:r w:rsidR="00212569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212569" w:rsidRPr="00212569">
              <w:t>0,140</w:t>
            </w:r>
          </w:p>
        </w:tc>
      </w:tr>
      <w:tr w:rsidR="00A909B0" w:rsidRPr="001B6138" w14:paraId="0C6696FD" w14:textId="77777777" w:rsidTr="001B6138">
        <w:tc>
          <w:tcPr>
            <w:tcW w:w="0" w:type="auto"/>
          </w:tcPr>
          <w:p w14:paraId="73941712" w14:textId="4D0BB967" w:rsidR="00A909B0" w:rsidRDefault="00041528" w:rsidP="00EA296F">
            <w:r>
              <w:t>90</w:t>
            </w:r>
          </w:p>
        </w:tc>
        <w:tc>
          <w:tcPr>
            <w:tcW w:w="0" w:type="auto"/>
          </w:tcPr>
          <w:p w14:paraId="13460547" w14:textId="0D2816C9" w:rsidR="00A909B0" w:rsidRDefault="00041528" w:rsidP="00EA296F">
            <w:r>
              <w:t xml:space="preserve">Th </w:t>
            </w:r>
            <w:r w:rsidR="00092BBC">
              <w:t>224</w:t>
            </w:r>
          </w:p>
        </w:tc>
        <w:tc>
          <w:tcPr>
            <w:tcW w:w="0" w:type="auto"/>
          </w:tcPr>
          <w:p w14:paraId="00453277" w14:textId="13DB416C" w:rsidR="00A909B0" w:rsidRDefault="00A03DEF" w:rsidP="00EA296F">
            <w:r>
              <w:t>134</w:t>
            </w:r>
          </w:p>
        </w:tc>
        <w:tc>
          <w:tcPr>
            <w:tcW w:w="0" w:type="auto"/>
          </w:tcPr>
          <w:p w14:paraId="79AD9F26" w14:textId="6ECEA14E" w:rsidR="00A909B0" w:rsidRPr="00CE2302" w:rsidRDefault="00212569" w:rsidP="00EA296F">
            <w:r w:rsidRPr="00212569">
              <w:t>1,04s</w:t>
            </w:r>
          </w:p>
        </w:tc>
        <w:tc>
          <w:tcPr>
            <w:tcW w:w="0" w:type="auto"/>
          </w:tcPr>
          <w:p w14:paraId="14BF5D2F" w14:textId="14509418" w:rsidR="00A909B0" w:rsidRDefault="00041528" w:rsidP="00EA296F">
            <w:r w:rsidRPr="00544242">
              <w:t xml:space="preserve">~a: </w:t>
            </w:r>
            <w:r w:rsidR="00212569">
              <w:t>7,17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0,177</w:t>
            </w:r>
          </w:p>
        </w:tc>
      </w:tr>
      <w:tr w:rsidR="00041528" w:rsidRPr="001B6138" w14:paraId="549A93B6" w14:textId="77777777" w:rsidTr="001B6138">
        <w:tc>
          <w:tcPr>
            <w:tcW w:w="0" w:type="auto"/>
          </w:tcPr>
          <w:p w14:paraId="2796F5EF" w14:textId="55D47963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65658B38" w14:textId="0A2A92AD" w:rsidR="00041528" w:rsidRDefault="00041528" w:rsidP="00EA296F">
            <w:r>
              <w:t xml:space="preserve">Th </w:t>
            </w:r>
            <w:r w:rsidR="00092BBC">
              <w:t>225</w:t>
            </w:r>
          </w:p>
        </w:tc>
        <w:tc>
          <w:tcPr>
            <w:tcW w:w="0" w:type="auto"/>
          </w:tcPr>
          <w:p w14:paraId="039AC26F" w14:textId="5DBE4806" w:rsidR="00041528" w:rsidRDefault="00A03DEF" w:rsidP="00EA296F">
            <w:r>
              <w:t>135</w:t>
            </w:r>
          </w:p>
        </w:tc>
        <w:tc>
          <w:tcPr>
            <w:tcW w:w="0" w:type="auto"/>
          </w:tcPr>
          <w:p w14:paraId="6321BCB1" w14:textId="080F1E55" w:rsidR="00041528" w:rsidRPr="00CE2302" w:rsidRDefault="00212569" w:rsidP="00EA296F">
            <w:r w:rsidRPr="00212569">
              <w:t>8,72min</w:t>
            </w:r>
          </w:p>
        </w:tc>
        <w:tc>
          <w:tcPr>
            <w:tcW w:w="0" w:type="auto"/>
          </w:tcPr>
          <w:p w14:paraId="2050BE20" w14:textId="7393B174" w:rsidR="00041528" w:rsidRDefault="00041528" w:rsidP="00EA296F">
            <w:r w:rsidRPr="00544242">
              <w:t xml:space="preserve">~a: </w:t>
            </w:r>
            <w:r w:rsidR="0037122A" w:rsidRPr="0037122A">
              <w:t>6,482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37122A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0,321</w:t>
            </w:r>
          </w:p>
        </w:tc>
      </w:tr>
      <w:tr w:rsidR="00041528" w:rsidRPr="001B6138" w14:paraId="1A5F85E8" w14:textId="77777777" w:rsidTr="001B6138">
        <w:tc>
          <w:tcPr>
            <w:tcW w:w="0" w:type="auto"/>
          </w:tcPr>
          <w:p w14:paraId="49218EE6" w14:textId="5341A40E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2773E8F8" w14:textId="7DCD7564" w:rsidR="00041528" w:rsidRDefault="00041528" w:rsidP="00EA296F">
            <w:r>
              <w:t xml:space="preserve">Th </w:t>
            </w:r>
            <w:r w:rsidR="00092BBC">
              <w:t>226</w:t>
            </w:r>
          </w:p>
        </w:tc>
        <w:tc>
          <w:tcPr>
            <w:tcW w:w="0" w:type="auto"/>
          </w:tcPr>
          <w:p w14:paraId="24BD3CA6" w14:textId="7579C102" w:rsidR="00041528" w:rsidRDefault="00A03DEF" w:rsidP="00EA296F">
            <w:r>
              <w:t>136</w:t>
            </w:r>
          </w:p>
        </w:tc>
        <w:tc>
          <w:tcPr>
            <w:tcW w:w="0" w:type="auto"/>
          </w:tcPr>
          <w:p w14:paraId="0ACC7BE2" w14:textId="470B530F" w:rsidR="00041528" w:rsidRPr="00CE2302" w:rsidRDefault="00212569" w:rsidP="00EA296F">
            <w:r w:rsidRPr="00212569">
              <w:t>31min</w:t>
            </w:r>
          </w:p>
        </w:tc>
        <w:tc>
          <w:tcPr>
            <w:tcW w:w="0" w:type="auto"/>
          </w:tcPr>
          <w:p w14:paraId="61B93CD4" w14:textId="7F055205" w:rsidR="00041528" w:rsidRDefault="00041528" w:rsidP="00EA296F">
            <w:r w:rsidRPr="00544242">
              <w:t xml:space="preserve">~a: </w:t>
            </w:r>
            <w:r w:rsidR="0037122A" w:rsidRPr="0037122A">
              <w:t>6,336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0,111</w:t>
            </w:r>
          </w:p>
        </w:tc>
      </w:tr>
      <w:tr w:rsidR="00041528" w:rsidRPr="001B6138" w14:paraId="4C46C948" w14:textId="77777777" w:rsidTr="001B6138">
        <w:tc>
          <w:tcPr>
            <w:tcW w:w="0" w:type="auto"/>
          </w:tcPr>
          <w:p w14:paraId="5DA0D68B" w14:textId="183F85CE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7E537459" w14:textId="572B170F" w:rsidR="00041528" w:rsidRDefault="00041528" w:rsidP="00EA296F">
            <w:r>
              <w:t xml:space="preserve">Th </w:t>
            </w:r>
            <w:r w:rsidR="00092BBC">
              <w:t>227</w:t>
            </w:r>
          </w:p>
        </w:tc>
        <w:tc>
          <w:tcPr>
            <w:tcW w:w="0" w:type="auto"/>
          </w:tcPr>
          <w:p w14:paraId="62A38313" w14:textId="3E765595" w:rsidR="00041528" w:rsidRDefault="00A03DEF" w:rsidP="00EA296F">
            <w:r>
              <w:t>137</w:t>
            </w:r>
          </w:p>
        </w:tc>
        <w:tc>
          <w:tcPr>
            <w:tcW w:w="0" w:type="auto"/>
          </w:tcPr>
          <w:p w14:paraId="35E85CC6" w14:textId="187E386C" w:rsidR="00041528" w:rsidRPr="00CE2302" w:rsidRDefault="00212569" w:rsidP="00EA296F">
            <w:r w:rsidRPr="00212569">
              <w:t>18,72d</w:t>
            </w:r>
          </w:p>
        </w:tc>
        <w:tc>
          <w:tcPr>
            <w:tcW w:w="0" w:type="auto"/>
          </w:tcPr>
          <w:p w14:paraId="2E3BEED9" w14:textId="7BD7AC92" w:rsidR="00041528" w:rsidRDefault="00041528" w:rsidP="00EA296F">
            <w:r w:rsidRPr="00544242">
              <w:t xml:space="preserve">~a: </w:t>
            </w:r>
            <w:r w:rsidR="0037122A" w:rsidRPr="0037122A">
              <w:t>6,038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0,236</w:t>
            </w:r>
          </w:p>
        </w:tc>
      </w:tr>
      <w:tr w:rsidR="00041528" w:rsidRPr="001B6138" w14:paraId="24937592" w14:textId="77777777" w:rsidTr="001B6138">
        <w:tc>
          <w:tcPr>
            <w:tcW w:w="0" w:type="auto"/>
          </w:tcPr>
          <w:p w14:paraId="52A4AFD0" w14:textId="57FCE5B5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12F9A48B" w14:textId="4B0B5555" w:rsidR="00041528" w:rsidRDefault="00041528" w:rsidP="00EA296F">
            <w:r>
              <w:t xml:space="preserve">Th </w:t>
            </w:r>
            <w:r w:rsidR="00092BBC">
              <w:t>228</w:t>
            </w:r>
          </w:p>
        </w:tc>
        <w:tc>
          <w:tcPr>
            <w:tcW w:w="0" w:type="auto"/>
          </w:tcPr>
          <w:p w14:paraId="0E2A2424" w14:textId="18A3AB69" w:rsidR="00041528" w:rsidRDefault="00A03DEF" w:rsidP="00EA296F">
            <w:r>
              <w:t>138</w:t>
            </w:r>
          </w:p>
        </w:tc>
        <w:tc>
          <w:tcPr>
            <w:tcW w:w="0" w:type="auto"/>
          </w:tcPr>
          <w:p w14:paraId="01B94309" w14:textId="3D475622" w:rsidR="00041528" w:rsidRPr="00CE2302" w:rsidRDefault="00212569" w:rsidP="00EA296F">
            <w:r w:rsidRPr="00212569">
              <w:t>1,913a</w:t>
            </w:r>
          </w:p>
        </w:tc>
        <w:tc>
          <w:tcPr>
            <w:tcW w:w="0" w:type="auto"/>
          </w:tcPr>
          <w:p w14:paraId="3B4D6E76" w14:textId="462647EA" w:rsidR="00041528" w:rsidRDefault="00041528" w:rsidP="00EA296F">
            <w:r w:rsidRPr="00544242">
              <w:t xml:space="preserve">~a: </w:t>
            </w:r>
            <w:r w:rsidR="0037122A" w:rsidRPr="0037122A">
              <w:t>5,423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0,084</w:t>
            </w:r>
          </w:p>
        </w:tc>
      </w:tr>
      <w:tr w:rsidR="00041528" w:rsidRPr="001B6138" w14:paraId="3E3B8B3F" w14:textId="77777777" w:rsidTr="001B6138">
        <w:tc>
          <w:tcPr>
            <w:tcW w:w="0" w:type="auto"/>
          </w:tcPr>
          <w:p w14:paraId="48121E35" w14:textId="1C054199" w:rsidR="00041528" w:rsidRDefault="00041528" w:rsidP="00EA296F">
            <w:r>
              <w:lastRenderedPageBreak/>
              <w:t>90</w:t>
            </w:r>
          </w:p>
        </w:tc>
        <w:tc>
          <w:tcPr>
            <w:tcW w:w="0" w:type="auto"/>
          </w:tcPr>
          <w:p w14:paraId="7A1DAB9F" w14:textId="26532904" w:rsidR="00041528" w:rsidRDefault="00041528" w:rsidP="00EA296F">
            <w:r>
              <w:t xml:space="preserve">Th </w:t>
            </w:r>
            <w:r w:rsidR="00092BBC">
              <w:t>229</w:t>
            </w:r>
          </w:p>
        </w:tc>
        <w:tc>
          <w:tcPr>
            <w:tcW w:w="0" w:type="auto"/>
          </w:tcPr>
          <w:p w14:paraId="5F4DE0D4" w14:textId="1C4DA307" w:rsidR="00041528" w:rsidRDefault="00A03DEF" w:rsidP="00EA296F">
            <w:r>
              <w:t>139</w:t>
            </w:r>
          </w:p>
        </w:tc>
        <w:tc>
          <w:tcPr>
            <w:tcW w:w="0" w:type="auto"/>
          </w:tcPr>
          <w:p w14:paraId="49B71EC6" w14:textId="74C03A74" w:rsidR="00041528" w:rsidRPr="00CE2302" w:rsidRDefault="00212569" w:rsidP="00EA296F">
            <w:r w:rsidRPr="00212569">
              <w:t>7880a</w:t>
            </w:r>
          </w:p>
        </w:tc>
        <w:tc>
          <w:tcPr>
            <w:tcW w:w="0" w:type="auto"/>
          </w:tcPr>
          <w:p w14:paraId="11247224" w14:textId="10263580" w:rsidR="00041528" w:rsidRDefault="00041528" w:rsidP="00EA296F">
            <w:r w:rsidRPr="00544242">
              <w:t xml:space="preserve">~a: </w:t>
            </w:r>
            <w:r w:rsidR="0037122A" w:rsidRPr="0037122A">
              <w:t>4,845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0,194</w:t>
            </w:r>
          </w:p>
        </w:tc>
      </w:tr>
      <w:tr w:rsidR="00041528" w:rsidRPr="001B6138" w14:paraId="5AE33A07" w14:textId="77777777" w:rsidTr="001B6138">
        <w:tc>
          <w:tcPr>
            <w:tcW w:w="0" w:type="auto"/>
          </w:tcPr>
          <w:p w14:paraId="0D59C442" w14:textId="10B25331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47CADFAF" w14:textId="5998F90E" w:rsidR="00041528" w:rsidRDefault="00041528" w:rsidP="00EA296F">
            <w:r>
              <w:t xml:space="preserve">Th </w:t>
            </w:r>
            <w:r w:rsidR="00092BBC">
              <w:t>230</w:t>
            </w:r>
          </w:p>
        </w:tc>
        <w:tc>
          <w:tcPr>
            <w:tcW w:w="0" w:type="auto"/>
          </w:tcPr>
          <w:p w14:paraId="4CF40FE5" w14:textId="22D61286" w:rsidR="00041528" w:rsidRDefault="00A03DEF" w:rsidP="00EA296F">
            <w:r>
              <w:t>140</w:t>
            </w:r>
          </w:p>
        </w:tc>
        <w:tc>
          <w:tcPr>
            <w:tcW w:w="0" w:type="auto"/>
          </w:tcPr>
          <w:p w14:paraId="4A129D6E" w14:textId="0D8F67C2" w:rsidR="00041528" w:rsidRPr="00CE2302" w:rsidRDefault="00212569" w:rsidP="00EA296F">
            <w:r w:rsidRPr="00212569">
              <w:t>7,54E4a</w:t>
            </w:r>
          </w:p>
        </w:tc>
        <w:tc>
          <w:tcPr>
            <w:tcW w:w="0" w:type="auto"/>
          </w:tcPr>
          <w:p w14:paraId="472E6B9D" w14:textId="0D3C345C" w:rsidR="00041528" w:rsidRDefault="00041528" w:rsidP="00EA296F">
            <w:r w:rsidRPr="00544242">
              <w:t xml:space="preserve">~a: </w:t>
            </w:r>
            <w:r w:rsidR="0037122A" w:rsidRPr="0037122A">
              <w:t>4,687</w:t>
            </w:r>
            <w:r w:rsidR="0037122A">
              <w:t xml:space="preserve"> v</w:t>
            </w:r>
          </w:p>
        </w:tc>
      </w:tr>
      <w:tr w:rsidR="00041528" w:rsidRPr="001B6138" w14:paraId="5EF7B912" w14:textId="77777777" w:rsidTr="001B6138">
        <w:tc>
          <w:tcPr>
            <w:tcW w:w="0" w:type="auto"/>
          </w:tcPr>
          <w:p w14:paraId="5A361022" w14:textId="242E32A7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6715D046" w14:textId="2469F75E" w:rsidR="00041528" w:rsidRDefault="00041528" w:rsidP="00EA296F">
            <w:r>
              <w:t xml:space="preserve">Th </w:t>
            </w:r>
            <w:r w:rsidR="00092BBC">
              <w:t>231</w:t>
            </w:r>
          </w:p>
        </w:tc>
        <w:tc>
          <w:tcPr>
            <w:tcW w:w="0" w:type="auto"/>
          </w:tcPr>
          <w:p w14:paraId="4AE40B29" w14:textId="6711E1D6" w:rsidR="00041528" w:rsidRDefault="00A03DEF" w:rsidP="00EA296F">
            <w:r>
              <w:t>141</w:t>
            </w:r>
          </w:p>
        </w:tc>
        <w:tc>
          <w:tcPr>
            <w:tcW w:w="0" w:type="auto"/>
          </w:tcPr>
          <w:p w14:paraId="298CF5CB" w14:textId="518C3B71" w:rsidR="00041528" w:rsidRPr="00CE2302" w:rsidRDefault="00212569" w:rsidP="00EA296F">
            <w:r w:rsidRPr="00212569">
              <w:t>25,5h</w:t>
            </w:r>
          </w:p>
        </w:tc>
        <w:tc>
          <w:tcPr>
            <w:tcW w:w="0" w:type="auto"/>
          </w:tcPr>
          <w:p w14:paraId="1FBE34AE" w14:textId="1B5D6561" w:rsidR="00041528" w:rsidRDefault="00041528" w:rsidP="00EA296F">
            <w:r w:rsidRPr="00544242">
              <w:t xml:space="preserve">~b^-: </w:t>
            </w:r>
            <w:r w:rsidR="0037122A" w:rsidRPr="0037122A">
              <w:t>0,3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0,026</w:t>
            </w:r>
          </w:p>
        </w:tc>
      </w:tr>
      <w:tr w:rsidR="00041528" w:rsidRPr="001B6138" w14:paraId="69B1D13D" w14:textId="77777777" w:rsidTr="001B6138">
        <w:tc>
          <w:tcPr>
            <w:tcW w:w="0" w:type="auto"/>
          </w:tcPr>
          <w:p w14:paraId="6083DAC7" w14:textId="1B59FED2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3D6CEC12" w14:textId="1046EB80" w:rsidR="00041528" w:rsidRDefault="00041528" w:rsidP="00EA296F">
            <w:r>
              <w:t xml:space="preserve">Th </w:t>
            </w:r>
            <w:r w:rsidR="00092BBC">
              <w:t>232</w:t>
            </w:r>
          </w:p>
        </w:tc>
        <w:tc>
          <w:tcPr>
            <w:tcW w:w="0" w:type="auto"/>
          </w:tcPr>
          <w:p w14:paraId="16A937F9" w14:textId="063EB792" w:rsidR="00041528" w:rsidRDefault="00A03DEF" w:rsidP="00EA296F">
            <w:r>
              <w:t>142</w:t>
            </w:r>
          </w:p>
        </w:tc>
        <w:tc>
          <w:tcPr>
            <w:tcW w:w="0" w:type="auto"/>
          </w:tcPr>
          <w:p w14:paraId="74D4FF3B" w14:textId="00F9B08B" w:rsidR="00041528" w:rsidRPr="00CE2302" w:rsidRDefault="00212569" w:rsidP="00EA296F">
            <w:r>
              <w:t>stabil</w:t>
            </w:r>
            <w:r w:rsidR="00206850">
              <w:t xml:space="preserve">; </w:t>
            </w:r>
            <w:r>
              <w:t>1,41E10a</w:t>
            </w:r>
          </w:p>
        </w:tc>
        <w:tc>
          <w:tcPr>
            <w:tcW w:w="0" w:type="auto"/>
          </w:tcPr>
          <w:p w14:paraId="2A5067FB" w14:textId="6465D37F" w:rsidR="00041528" w:rsidRDefault="00041528" w:rsidP="00EA296F">
            <w:r w:rsidRPr="00544242">
              <w:t xml:space="preserve">~a: </w:t>
            </w:r>
            <w:r w:rsidR="0037122A" w:rsidRPr="0037122A">
              <w:t>4,013</w:t>
            </w:r>
            <w:r w:rsidR="0037122A">
              <w:t xml:space="preserve"> v</w:t>
            </w:r>
          </w:p>
        </w:tc>
      </w:tr>
      <w:tr w:rsidR="00041528" w:rsidRPr="001B6138" w14:paraId="262928E5" w14:textId="77777777" w:rsidTr="001B6138">
        <w:tc>
          <w:tcPr>
            <w:tcW w:w="0" w:type="auto"/>
          </w:tcPr>
          <w:p w14:paraId="08CCD83D" w14:textId="66918312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35904320" w14:textId="53CF3F0B" w:rsidR="00041528" w:rsidRDefault="00041528" w:rsidP="00EA296F">
            <w:r>
              <w:t xml:space="preserve">Th </w:t>
            </w:r>
            <w:r w:rsidR="00092BBC">
              <w:t>233</w:t>
            </w:r>
          </w:p>
        </w:tc>
        <w:tc>
          <w:tcPr>
            <w:tcW w:w="0" w:type="auto"/>
          </w:tcPr>
          <w:p w14:paraId="7A6BE77B" w14:textId="71F7F1E5" w:rsidR="00041528" w:rsidRDefault="00A03DEF" w:rsidP="00EA296F">
            <w:r>
              <w:t>143</w:t>
            </w:r>
          </w:p>
        </w:tc>
        <w:tc>
          <w:tcPr>
            <w:tcW w:w="0" w:type="auto"/>
          </w:tcPr>
          <w:p w14:paraId="189C571E" w14:textId="0BD14036" w:rsidR="00041528" w:rsidRPr="00CE2302" w:rsidRDefault="00212569" w:rsidP="00EA296F">
            <w:r w:rsidRPr="00212569">
              <w:t>22,3min</w:t>
            </w:r>
          </w:p>
        </w:tc>
        <w:tc>
          <w:tcPr>
            <w:tcW w:w="0" w:type="auto"/>
          </w:tcPr>
          <w:p w14:paraId="40C6D012" w14:textId="062DB646" w:rsidR="00041528" w:rsidRDefault="00041528" w:rsidP="00EA296F">
            <w:r w:rsidRPr="00544242">
              <w:t xml:space="preserve">~b^-: </w:t>
            </w:r>
            <w:r w:rsidR="0037122A" w:rsidRPr="0037122A">
              <w:t>1,2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0,087</w:t>
            </w:r>
          </w:p>
        </w:tc>
      </w:tr>
      <w:tr w:rsidR="00041528" w:rsidRPr="001B6138" w14:paraId="21D3F797" w14:textId="77777777" w:rsidTr="001B6138">
        <w:tc>
          <w:tcPr>
            <w:tcW w:w="0" w:type="auto"/>
          </w:tcPr>
          <w:p w14:paraId="14129151" w14:textId="775E3FFF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275D85C7" w14:textId="4C1CCB3C" w:rsidR="00041528" w:rsidRDefault="00041528" w:rsidP="00EA296F">
            <w:r>
              <w:t xml:space="preserve">Th </w:t>
            </w:r>
            <w:r w:rsidR="00092BBC">
              <w:t>234</w:t>
            </w:r>
          </w:p>
        </w:tc>
        <w:tc>
          <w:tcPr>
            <w:tcW w:w="0" w:type="auto"/>
          </w:tcPr>
          <w:p w14:paraId="49E1E35B" w14:textId="3D18DD96" w:rsidR="00041528" w:rsidRDefault="00A03DEF" w:rsidP="00EA296F">
            <w:r>
              <w:t>144</w:t>
            </w:r>
          </w:p>
        </w:tc>
        <w:tc>
          <w:tcPr>
            <w:tcW w:w="0" w:type="auto"/>
          </w:tcPr>
          <w:p w14:paraId="79DBFF82" w14:textId="75990924" w:rsidR="00041528" w:rsidRPr="00CE2302" w:rsidRDefault="00212569" w:rsidP="00EA296F">
            <w:r w:rsidRPr="00212569">
              <w:t>24,10d</w:t>
            </w:r>
          </w:p>
        </w:tc>
        <w:tc>
          <w:tcPr>
            <w:tcW w:w="0" w:type="auto"/>
          </w:tcPr>
          <w:p w14:paraId="07E61C2F" w14:textId="37DE1130" w:rsidR="00041528" w:rsidRDefault="00041528" w:rsidP="00EA296F">
            <w:r w:rsidRPr="00544242">
              <w:t xml:space="preserve">~b^-: </w:t>
            </w:r>
            <w:r w:rsidR="0037122A" w:rsidRPr="0037122A">
              <w:t>0,2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0,063</w:t>
            </w:r>
          </w:p>
        </w:tc>
      </w:tr>
      <w:tr w:rsidR="00041528" w:rsidRPr="001B6138" w14:paraId="07731AE5" w14:textId="77777777" w:rsidTr="001B6138">
        <w:tc>
          <w:tcPr>
            <w:tcW w:w="0" w:type="auto"/>
          </w:tcPr>
          <w:p w14:paraId="5BCE1E64" w14:textId="75CA2081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0D70C78F" w14:textId="239ABC74" w:rsidR="00041528" w:rsidRDefault="00041528" w:rsidP="00EA296F">
            <w:r>
              <w:t xml:space="preserve">Th </w:t>
            </w:r>
            <w:r w:rsidR="00092BBC">
              <w:t>235</w:t>
            </w:r>
          </w:p>
        </w:tc>
        <w:tc>
          <w:tcPr>
            <w:tcW w:w="0" w:type="auto"/>
          </w:tcPr>
          <w:p w14:paraId="3AA47BA3" w14:textId="1863E9A2" w:rsidR="00041528" w:rsidRDefault="00A03DEF" w:rsidP="00EA296F">
            <w:r>
              <w:t>145</w:t>
            </w:r>
          </w:p>
        </w:tc>
        <w:tc>
          <w:tcPr>
            <w:tcW w:w="0" w:type="auto"/>
          </w:tcPr>
          <w:p w14:paraId="5327E904" w14:textId="0B00ACC2" w:rsidR="00041528" w:rsidRPr="00CE2302" w:rsidRDefault="00212569" w:rsidP="00EA296F">
            <w:r w:rsidRPr="00212569">
              <w:t>7,1min</w:t>
            </w:r>
          </w:p>
        </w:tc>
        <w:tc>
          <w:tcPr>
            <w:tcW w:w="0" w:type="auto"/>
          </w:tcPr>
          <w:p w14:paraId="3D231F43" w14:textId="2C977358" w:rsidR="00041528" w:rsidRDefault="00041528" w:rsidP="00EA296F">
            <w:r w:rsidRPr="00544242">
              <w:t xml:space="preserve">~b^-: </w:t>
            </w:r>
            <w:r w:rsidR="0037122A" w:rsidRPr="0037122A">
              <w:t>1,4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0,417</w:t>
            </w:r>
          </w:p>
        </w:tc>
      </w:tr>
      <w:tr w:rsidR="00041528" w:rsidRPr="001B6138" w14:paraId="1F822269" w14:textId="77777777" w:rsidTr="001B6138">
        <w:tc>
          <w:tcPr>
            <w:tcW w:w="0" w:type="auto"/>
          </w:tcPr>
          <w:p w14:paraId="65DB7697" w14:textId="664DF344" w:rsidR="00041528" w:rsidRDefault="00041528" w:rsidP="00EA296F">
            <w:r>
              <w:t>90</w:t>
            </w:r>
          </w:p>
        </w:tc>
        <w:tc>
          <w:tcPr>
            <w:tcW w:w="0" w:type="auto"/>
          </w:tcPr>
          <w:p w14:paraId="2F616FEC" w14:textId="0BD497DE" w:rsidR="00041528" w:rsidRDefault="00041528" w:rsidP="00EA296F">
            <w:r>
              <w:t xml:space="preserve">Th </w:t>
            </w:r>
            <w:r w:rsidR="00092BBC">
              <w:t>236</w:t>
            </w:r>
          </w:p>
        </w:tc>
        <w:tc>
          <w:tcPr>
            <w:tcW w:w="0" w:type="auto"/>
          </w:tcPr>
          <w:p w14:paraId="480F8E3F" w14:textId="64926298" w:rsidR="00041528" w:rsidRDefault="00A03DEF" w:rsidP="00EA296F">
            <w:r>
              <w:t>146</w:t>
            </w:r>
          </w:p>
        </w:tc>
        <w:tc>
          <w:tcPr>
            <w:tcW w:w="0" w:type="auto"/>
          </w:tcPr>
          <w:p w14:paraId="17D0D4BD" w14:textId="33F03990" w:rsidR="00041528" w:rsidRPr="00CE2302" w:rsidRDefault="00212569" w:rsidP="00EA296F">
            <w:r w:rsidRPr="00212569">
              <w:t>37,5min</w:t>
            </w:r>
          </w:p>
        </w:tc>
        <w:tc>
          <w:tcPr>
            <w:tcW w:w="0" w:type="auto"/>
          </w:tcPr>
          <w:p w14:paraId="417E25EF" w14:textId="7E240802" w:rsidR="00041528" w:rsidRDefault="00041528" w:rsidP="00EA296F">
            <w:r w:rsidRPr="00544242">
              <w:t xml:space="preserve">~b^-: </w:t>
            </w:r>
            <w:r w:rsidR="0037122A" w:rsidRPr="0037122A">
              <w:t>1,0</w:t>
            </w:r>
            <w:r w:rsidR="0037122A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122A" w:rsidRPr="0037122A">
              <w:t>0,111</w:t>
            </w:r>
          </w:p>
        </w:tc>
      </w:tr>
      <w:tr w:rsidR="00041528" w:rsidRPr="001B6138" w14:paraId="129F69C0" w14:textId="77777777" w:rsidTr="001B6138">
        <w:tc>
          <w:tcPr>
            <w:tcW w:w="0" w:type="auto"/>
          </w:tcPr>
          <w:p w14:paraId="5E6ECECA" w14:textId="1B95E184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5C000182" w14:textId="739B154A" w:rsidR="00041528" w:rsidRDefault="00CF4AC9" w:rsidP="00EA296F">
            <w:r>
              <w:t>Pa 216</w:t>
            </w:r>
          </w:p>
        </w:tc>
        <w:tc>
          <w:tcPr>
            <w:tcW w:w="0" w:type="auto"/>
          </w:tcPr>
          <w:p w14:paraId="0746C82C" w14:textId="721F853C" w:rsidR="00041528" w:rsidRDefault="003B6C19" w:rsidP="00EA296F">
            <w:r>
              <w:t>12</w:t>
            </w:r>
            <w:r w:rsidR="00641B28">
              <w:t>5</w:t>
            </w:r>
          </w:p>
        </w:tc>
        <w:tc>
          <w:tcPr>
            <w:tcW w:w="0" w:type="auto"/>
          </w:tcPr>
          <w:p w14:paraId="417A01B2" w14:textId="7B541D1B" w:rsidR="00041528" w:rsidRPr="00CE2302" w:rsidRDefault="00D11B8A" w:rsidP="00EA296F">
            <w:r w:rsidRPr="00D11B8A">
              <w:t>105ms</w:t>
            </w:r>
          </w:p>
        </w:tc>
        <w:tc>
          <w:tcPr>
            <w:tcW w:w="0" w:type="auto"/>
          </w:tcPr>
          <w:p w14:paraId="009FEEF9" w14:textId="1976AA97" w:rsidR="00041528" w:rsidRDefault="00041528" w:rsidP="00EA296F">
            <w:r w:rsidRPr="00544242">
              <w:t xml:space="preserve">~a: </w:t>
            </w:r>
            <w:r w:rsidR="006D60E3" w:rsidRPr="006D60E3">
              <w:t>7,948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0,134</w:t>
            </w:r>
          </w:p>
        </w:tc>
      </w:tr>
      <w:tr w:rsidR="00041528" w:rsidRPr="001B6138" w14:paraId="466EED6B" w14:textId="77777777" w:rsidTr="001B6138">
        <w:tc>
          <w:tcPr>
            <w:tcW w:w="0" w:type="auto"/>
          </w:tcPr>
          <w:p w14:paraId="08A8B36F" w14:textId="6B310EE6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4AF86FA5" w14:textId="650D5DE5" w:rsidR="00041528" w:rsidRDefault="00CF4AC9" w:rsidP="00EA296F">
            <w:r>
              <w:t>Pa 217</w:t>
            </w:r>
          </w:p>
        </w:tc>
        <w:tc>
          <w:tcPr>
            <w:tcW w:w="0" w:type="auto"/>
          </w:tcPr>
          <w:p w14:paraId="37DFE59F" w14:textId="512FDEDA" w:rsidR="00041528" w:rsidRDefault="003B6C19" w:rsidP="00EA296F">
            <w:r>
              <w:t>12</w:t>
            </w:r>
            <w:r w:rsidR="00641B28">
              <w:t>6</w:t>
            </w:r>
          </w:p>
        </w:tc>
        <w:tc>
          <w:tcPr>
            <w:tcW w:w="0" w:type="auto"/>
          </w:tcPr>
          <w:p w14:paraId="2378CA4C" w14:textId="64ED8F9D" w:rsidR="00041528" w:rsidRPr="00CE2302" w:rsidRDefault="00D11B8A" w:rsidP="00EA296F">
            <w:r w:rsidRPr="00D11B8A">
              <w:t>3,8ms</w:t>
            </w:r>
          </w:p>
        </w:tc>
        <w:tc>
          <w:tcPr>
            <w:tcW w:w="0" w:type="auto"/>
          </w:tcPr>
          <w:p w14:paraId="6BF58EA9" w14:textId="61160E94" w:rsidR="00041528" w:rsidRDefault="00041528" w:rsidP="00EA296F">
            <w:r w:rsidRPr="00544242">
              <w:t xml:space="preserve">~a: </w:t>
            </w:r>
            <w:r w:rsidR="006D60E3" w:rsidRPr="006D60E3">
              <w:t>8,337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0,466</w:t>
            </w:r>
          </w:p>
        </w:tc>
      </w:tr>
      <w:tr w:rsidR="00041528" w:rsidRPr="001B6138" w14:paraId="08DFF5F5" w14:textId="77777777" w:rsidTr="001B6138">
        <w:tc>
          <w:tcPr>
            <w:tcW w:w="0" w:type="auto"/>
          </w:tcPr>
          <w:p w14:paraId="2896FDCF" w14:textId="54157195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4393C32B" w14:textId="5852D748" w:rsidR="00041528" w:rsidRDefault="00CF4AC9" w:rsidP="00EA296F">
            <w:r>
              <w:t>Pa 218</w:t>
            </w:r>
          </w:p>
        </w:tc>
        <w:tc>
          <w:tcPr>
            <w:tcW w:w="0" w:type="auto"/>
          </w:tcPr>
          <w:p w14:paraId="16B321B7" w14:textId="74B3DFB9" w:rsidR="00041528" w:rsidRDefault="003B6C19" w:rsidP="00EA296F">
            <w:r>
              <w:t>12</w:t>
            </w:r>
            <w:r w:rsidR="00641B28">
              <w:t>7</w:t>
            </w:r>
          </w:p>
        </w:tc>
        <w:tc>
          <w:tcPr>
            <w:tcW w:w="0" w:type="auto"/>
          </w:tcPr>
          <w:p w14:paraId="71211BD4" w14:textId="08AB6F27" w:rsidR="00041528" w:rsidRPr="00CE2302" w:rsidRDefault="00D11B8A" w:rsidP="00EA296F">
            <w:r w:rsidRPr="00D11B8A">
              <w:t>113</w:t>
            </w:r>
            <w:r w:rsidR="007B3106">
              <w:t>~m</w:t>
            </w:r>
            <w:r w:rsidRPr="00D11B8A">
              <w:t>s</w:t>
            </w:r>
          </w:p>
        </w:tc>
        <w:tc>
          <w:tcPr>
            <w:tcW w:w="0" w:type="auto"/>
          </w:tcPr>
          <w:p w14:paraId="1E35969E" w14:textId="70335C41" w:rsidR="00041528" w:rsidRDefault="000E1A69" w:rsidP="00EA296F">
            <w:r w:rsidRPr="00544242">
              <w:t xml:space="preserve">~a: </w:t>
            </w:r>
            <w:r w:rsidR="006D60E3" w:rsidRPr="006D60E3">
              <w:t>9,616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0, 92</w:t>
            </w:r>
          </w:p>
        </w:tc>
      </w:tr>
      <w:tr w:rsidR="00041528" w:rsidRPr="001B6138" w14:paraId="4E1CFBB1" w14:textId="77777777" w:rsidTr="001B6138">
        <w:tc>
          <w:tcPr>
            <w:tcW w:w="0" w:type="auto"/>
          </w:tcPr>
          <w:p w14:paraId="12EB6138" w14:textId="55B34DD9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6AFD5112" w14:textId="5AB191C0" w:rsidR="00041528" w:rsidRDefault="00CF4AC9" w:rsidP="00EA296F">
            <w:r>
              <w:t>Pa 219</w:t>
            </w:r>
          </w:p>
        </w:tc>
        <w:tc>
          <w:tcPr>
            <w:tcW w:w="0" w:type="auto"/>
          </w:tcPr>
          <w:p w14:paraId="131C146E" w14:textId="607AD911" w:rsidR="00041528" w:rsidRDefault="003B6C19" w:rsidP="00EA296F">
            <w:r>
              <w:t>1</w:t>
            </w:r>
            <w:r w:rsidR="00641B28">
              <w:t>28</w:t>
            </w:r>
          </w:p>
        </w:tc>
        <w:tc>
          <w:tcPr>
            <w:tcW w:w="0" w:type="auto"/>
          </w:tcPr>
          <w:p w14:paraId="37488139" w14:textId="33D3DAF9" w:rsidR="00041528" w:rsidRPr="00CE2302" w:rsidRDefault="00D11B8A" w:rsidP="00EA296F">
            <w:r w:rsidRPr="00D11B8A">
              <w:t>53ns</w:t>
            </w:r>
          </w:p>
        </w:tc>
        <w:tc>
          <w:tcPr>
            <w:tcW w:w="0" w:type="auto"/>
          </w:tcPr>
          <w:p w14:paraId="73924990" w14:textId="304D93A1" w:rsidR="00041528" w:rsidRDefault="000E1A69" w:rsidP="00EA296F">
            <w:r w:rsidRPr="00544242">
              <w:t xml:space="preserve">~a: </w:t>
            </w:r>
            <w:r w:rsidR="006D60E3" w:rsidRPr="006D60E3">
              <w:t>9,90</w:t>
            </w:r>
            <w:r w:rsidR="006D60E3">
              <w:t xml:space="preserve"> v</w:t>
            </w:r>
          </w:p>
        </w:tc>
      </w:tr>
      <w:tr w:rsidR="00041528" w:rsidRPr="001B6138" w14:paraId="1A0C4FF2" w14:textId="77777777" w:rsidTr="001B6138">
        <w:tc>
          <w:tcPr>
            <w:tcW w:w="0" w:type="auto"/>
          </w:tcPr>
          <w:p w14:paraId="511D4B91" w14:textId="5ABE6D2D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6BE8E9FE" w14:textId="23F6EF1B" w:rsidR="00041528" w:rsidRDefault="00CF4AC9" w:rsidP="00EA296F">
            <w:r>
              <w:t>Pa 220</w:t>
            </w:r>
          </w:p>
        </w:tc>
        <w:tc>
          <w:tcPr>
            <w:tcW w:w="0" w:type="auto"/>
          </w:tcPr>
          <w:p w14:paraId="616599D3" w14:textId="16A8E0A2" w:rsidR="00041528" w:rsidRDefault="003B6C19" w:rsidP="00EA296F">
            <w:r>
              <w:t>1</w:t>
            </w:r>
            <w:r w:rsidR="00641B28">
              <w:t>29</w:t>
            </w:r>
          </w:p>
        </w:tc>
        <w:tc>
          <w:tcPr>
            <w:tcW w:w="0" w:type="auto"/>
          </w:tcPr>
          <w:p w14:paraId="11CB2ADE" w14:textId="618457F3" w:rsidR="00041528" w:rsidRPr="00CE2302" w:rsidRDefault="00D11B8A" w:rsidP="00EA296F">
            <w:r w:rsidRPr="00D11B8A">
              <w:t>0,78</w:t>
            </w:r>
            <w:r w:rsidR="007B3106">
              <w:t>~m</w:t>
            </w:r>
            <w:r w:rsidRPr="00D11B8A">
              <w:t>s</w:t>
            </w:r>
          </w:p>
        </w:tc>
        <w:tc>
          <w:tcPr>
            <w:tcW w:w="0" w:type="auto"/>
          </w:tcPr>
          <w:p w14:paraId="3A3839C0" w14:textId="4FEC150A" w:rsidR="00041528" w:rsidRDefault="000E1A69" w:rsidP="00EA296F">
            <w:r w:rsidRPr="00544242">
              <w:t xml:space="preserve">~a: </w:t>
            </w:r>
            <w:r w:rsidR="006D60E3" w:rsidRPr="006D60E3">
              <w:t>9,65</w:t>
            </w:r>
            <w:r w:rsidR="006D60E3">
              <w:t xml:space="preserve"> v</w:t>
            </w:r>
          </w:p>
        </w:tc>
      </w:tr>
      <w:tr w:rsidR="00041528" w:rsidRPr="001B6138" w14:paraId="33315149" w14:textId="77777777" w:rsidTr="001B6138">
        <w:tc>
          <w:tcPr>
            <w:tcW w:w="0" w:type="auto"/>
          </w:tcPr>
          <w:p w14:paraId="6563BE8B" w14:textId="566F2E0A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3E91CD36" w14:textId="1982CF82" w:rsidR="00041528" w:rsidRDefault="00CF4AC9" w:rsidP="00EA296F">
            <w:r>
              <w:t>Pa 221</w:t>
            </w:r>
          </w:p>
        </w:tc>
        <w:tc>
          <w:tcPr>
            <w:tcW w:w="0" w:type="auto"/>
          </w:tcPr>
          <w:p w14:paraId="7A7A6DF9" w14:textId="0F4DFB27" w:rsidR="00041528" w:rsidRDefault="003B6C19" w:rsidP="00EA296F">
            <w:r>
              <w:t>13</w:t>
            </w:r>
            <w:r w:rsidR="00641B28">
              <w:t>0</w:t>
            </w:r>
          </w:p>
        </w:tc>
        <w:tc>
          <w:tcPr>
            <w:tcW w:w="0" w:type="auto"/>
          </w:tcPr>
          <w:p w14:paraId="45D9F619" w14:textId="2D2EE8C9" w:rsidR="00041528" w:rsidRPr="00CE2302" w:rsidRDefault="00D11B8A" w:rsidP="00EA296F">
            <w:r w:rsidRPr="00D11B8A">
              <w:t>5,9</w:t>
            </w:r>
            <w:r w:rsidR="007B3106">
              <w:t>~m</w:t>
            </w:r>
            <w:r w:rsidRPr="00D11B8A">
              <w:t>s</w:t>
            </w:r>
          </w:p>
        </w:tc>
        <w:tc>
          <w:tcPr>
            <w:tcW w:w="0" w:type="auto"/>
          </w:tcPr>
          <w:p w14:paraId="55C2F4AC" w14:textId="2EEFF048" w:rsidR="00041528" w:rsidRDefault="000E1A69" w:rsidP="00EA296F">
            <w:r w:rsidRPr="00544242">
              <w:t xml:space="preserve">~a: </w:t>
            </w:r>
            <w:r w:rsidR="006D60E3" w:rsidRPr="006D60E3">
              <w:t>9,08</w:t>
            </w:r>
            <w:r w:rsidR="006D60E3">
              <w:t xml:space="preserve"> v</w:t>
            </w:r>
          </w:p>
        </w:tc>
      </w:tr>
      <w:tr w:rsidR="00041528" w:rsidRPr="001B6138" w14:paraId="034AFF13" w14:textId="77777777" w:rsidTr="001B6138">
        <w:tc>
          <w:tcPr>
            <w:tcW w:w="0" w:type="auto"/>
          </w:tcPr>
          <w:p w14:paraId="06083F74" w14:textId="0246158C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05770821" w14:textId="4A0795B9" w:rsidR="00041528" w:rsidRDefault="00CF4AC9" w:rsidP="00EA296F">
            <w:r>
              <w:t>Pa 222</w:t>
            </w:r>
          </w:p>
        </w:tc>
        <w:tc>
          <w:tcPr>
            <w:tcW w:w="0" w:type="auto"/>
          </w:tcPr>
          <w:p w14:paraId="427F9C4D" w14:textId="0E3DCFE8" w:rsidR="00041528" w:rsidRDefault="003B6C19" w:rsidP="00EA296F">
            <w:r>
              <w:t>13</w:t>
            </w:r>
            <w:r w:rsidR="00641B28">
              <w:t>1</w:t>
            </w:r>
          </w:p>
        </w:tc>
        <w:tc>
          <w:tcPr>
            <w:tcW w:w="0" w:type="auto"/>
          </w:tcPr>
          <w:p w14:paraId="349C064C" w14:textId="7BA522E2" w:rsidR="00041528" w:rsidRPr="00CE2302" w:rsidRDefault="00D11B8A" w:rsidP="00EA296F">
            <w:r w:rsidRPr="00D11B8A">
              <w:t>4,3ms</w:t>
            </w:r>
          </w:p>
        </w:tc>
        <w:tc>
          <w:tcPr>
            <w:tcW w:w="0" w:type="auto"/>
          </w:tcPr>
          <w:p w14:paraId="60AA60A8" w14:textId="45E1D738" w:rsidR="00041528" w:rsidRDefault="000E1A69" w:rsidP="00EA296F">
            <w:r w:rsidRPr="00544242">
              <w:t xml:space="preserve">~a: </w:t>
            </w:r>
            <w:r w:rsidR="006D60E3" w:rsidRPr="006D60E3">
              <w:t>8,21</w:t>
            </w:r>
            <w:r w:rsidR="006D60E3">
              <w:t xml:space="preserve"> v</w:t>
            </w:r>
          </w:p>
        </w:tc>
      </w:tr>
      <w:tr w:rsidR="00041528" w:rsidRPr="001B6138" w14:paraId="30D91E42" w14:textId="77777777" w:rsidTr="001B6138">
        <w:tc>
          <w:tcPr>
            <w:tcW w:w="0" w:type="auto"/>
          </w:tcPr>
          <w:p w14:paraId="6F2840E9" w14:textId="55B53C27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764F0FA6" w14:textId="11B309D3" w:rsidR="00041528" w:rsidRDefault="00CF4AC9" w:rsidP="00EA296F">
            <w:r>
              <w:t>Pa 223</w:t>
            </w:r>
          </w:p>
        </w:tc>
        <w:tc>
          <w:tcPr>
            <w:tcW w:w="0" w:type="auto"/>
          </w:tcPr>
          <w:p w14:paraId="52183E87" w14:textId="4BE1FE51" w:rsidR="00041528" w:rsidRDefault="003B6C19" w:rsidP="00EA296F">
            <w:r>
              <w:t>13</w:t>
            </w:r>
            <w:r w:rsidR="00641B28">
              <w:t>2</w:t>
            </w:r>
          </w:p>
        </w:tc>
        <w:tc>
          <w:tcPr>
            <w:tcW w:w="0" w:type="auto"/>
          </w:tcPr>
          <w:p w14:paraId="07239830" w14:textId="09383D54" w:rsidR="00041528" w:rsidRPr="00CE2302" w:rsidRDefault="00D11B8A" w:rsidP="00EA296F">
            <w:r w:rsidRPr="00D11B8A">
              <w:t>6,5ms</w:t>
            </w:r>
          </w:p>
        </w:tc>
        <w:tc>
          <w:tcPr>
            <w:tcW w:w="0" w:type="auto"/>
          </w:tcPr>
          <w:p w14:paraId="7B92266D" w14:textId="040A49C0" w:rsidR="00041528" w:rsidRDefault="000E1A69" w:rsidP="00EA296F">
            <w:r w:rsidRPr="00544242">
              <w:t xml:space="preserve">~a: </w:t>
            </w:r>
            <w:r w:rsidR="006D60E3" w:rsidRPr="006D60E3">
              <w:t>8,01</w:t>
            </w:r>
            <w:r w:rsidR="006D60E3">
              <w:t xml:space="preserve"> v</w:t>
            </w:r>
          </w:p>
        </w:tc>
      </w:tr>
      <w:tr w:rsidR="00041528" w:rsidRPr="001B6138" w14:paraId="0805CEBF" w14:textId="77777777" w:rsidTr="001B6138">
        <w:tc>
          <w:tcPr>
            <w:tcW w:w="0" w:type="auto"/>
          </w:tcPr>
          <w:p w14:paraId="146A8ACB" w14:textId="24D18907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565B45CB" w14:textId="70255766" w:rsidR="00041528" w:rsidRDefault="00CF4AC9" w:rsidP="00EA296F">
            <w:r>
              <w:t>Pa 224</w:t>
            </w:r>
          </w:p>
        </w:tc>
        <w:tc>
          <w:tcPr>
            <w:tcW w:w="0" w:type="auto"/>
          </w:tcPr>
          <w:p w14:paraId="0691517E" w14:textId="17255F96" w:rsidR="00041528" w:rsidRDefault="003B6C19" w:rsidP="00EA296F">
            <w:r>
              <w:t>13</w:t>
            </w:r>
            <w:r w:rsidR="00641B28">
              <w:t>3</w:t>
            </w:r>
          </w:p>
        </w:tc>
        <w:tc>
          <w:tcPr>
            <w:tcW w:w="0" w:type="auto"/>
          </w:tcPr>
          <w:p w14:paraId="0FF012F6" w14:textId="4D95717E" w:rsidR="00041528" w:rsidRPr="00CE2302" w:rsidRDefault="00D11B8A" w:rsidP="00EA296F">
            <w:r w:rsidRPr="00D11B8A">
              <w:t>0,95s</w:t>
            </w:r>
          </w:p>
        </w:tc>
        <w:tc>
          <w:tcPr>
            <w:tcW w:w="0" w:type="auto"/>
          </w:tcPr>
          <w:p w14:paraId="08142616" w14:textId="19BC0C64" w:rsidR="00041528" w:rsidRDefault="000E1A69" w:rsidP="00EA296F">
            <w:r w:rsidRPr="00544242">
              <w:t xml:space="preserve">~a: </w:t>
            </w:r>
            <w:r w:rsidR="006D60E3" w:rsidRPr="006D60E3">
              <w:t>7,555</w:t>
            </w:r>
            <w:r w:rsidR="006D60E3">
              <w:t xml:space="preserve"> v</w:t>
            </w:r>
          </w:p>
        </w:tc>
      </w:tr>
      <w:tr w:rsidR="00041528" w:rsidRPr="001B6138" w14:paraId="370E5B97" w14:textId="77777777" w:rsidTr="001B6138">
        <w:tc>
          <w:tcPr>
            <w:tcW w:w="0" w:type="auto"/>
          </w:tcPr>
          <w:p w14:paraId="61D92411" w14:textId="15828865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6249803B" w14:textId="1B74888D" w:rsidR="00041528" w:rsidRDefault="00CF4AC9" w:rsidP="00EA296F">
            <w:r>
              <w:t>Pa 225</w:t>
            </w:r>
          </w:p>
        </w:tc>
        <w:tc>
          <w:tcPr>
            <w:tcW w:w="0" w:type="auto"/>
          </w:tcPr>
          <w:p w14:paraId="38C95264" w14:textId="54F6A232" w:rsidR="00041528" w:rsidRDefault="003B6C19" w:rsidP="00EA296F">
            <w:r>
              <w:t>13</w:t>
            </w:r>
            <w:r w:rsidR="00641B28">
              <w:t>4</w:t>
            </w:r>
          </w:p>
        </w:tc>
        <w:tc>
          <w:tcPr>
            <w:tcW w:w="0" w:type="auto"/>
          </w:tcPr>
          <w:p w14:paraId="1E6AA2F1" w14:textId="792FCE87" w:rsidR="00041528" w:rsidRPr="00CE2302" w:rsidRDefault="00D11B8A" w:rsidP="00EA296F">
            <w:r w:rsidRPr="00D11B8A">
              <w:t>1,8s</w:t>
            </w:r>
          </w:p>
        </w:tc>
        <w:tc>
          <w:tcPr>
            <w:tcW w:w="0" w:type="auto"/>
          </w:tcPr>
          <w:p w14:paraId="7BF9BE81" w14:textId="5E34104C" w:rsidR="00041528" w:rsidRDefault="000E1A69" w:rsidP="00EA296F">
            <w:r w:rsidRPr="00544242">
              <w:t xml:space="preserve">~a: </w:t>
            </w:r>
            <w:r w:rsidR="006D60E3" w:rsidRPr="006D60E3">
              <w:t>7,25</w:t>
            </w:r>
            <w:r w:rsidR="006D60E3">
              <w:t xml:space="preserve"> v</w:t>
            </w:r>
          </w:p>
        </w:tc>
      </w:tr>
      <w:tr w:rsidR="00041528" w:rsidRPr="001B6138" w14:paraId="6EB3CD8F" w14:textId="77777777" w:rsidTr="001B6138">
        <w:tc>
          <w:tcPr>
            <w:tcW w:w="0" w:type="auto"/>
          </w:tcPr>
          <w:p w14:paraId="3CDC8C18" w14:textId="4BB73CAB" w:rsidR="00041528" w:rsidRDefault="00CF4AC9" w:rsidP="00EA296F">
            <w:r>
              <w:t>91</w:t>
            </w:r>
          </w:p>
        </w:tc>
        <w:tc>
          <w:tcPr>
            <w:tcW w:w="0" w:type="auto"/>
          </w:tcPr>
          <w:p w14:paraId="73F73F32" w14:textId="33C63967" w:rsidR="00041528" w:rsidRDefault="00CF4AC9" w:rsidP="00EA296F">
            <w:r>
              <w:t>Pa 226</w:t>
            </w:r>
          </w:p>
        </w:tc>
        <w:tc>
          <w:tcPr>
            <w:tcW w:w="0" w:type="auto"/>
          </w:tcPr>
          <w:p w14:paraId="6F405021" w14:textId="1FF99F73" w:rsidR="00041528" w:rsidRDefault="003B6C19" w:rsidP="00EA296F">
            <w:r>
              <w:t>13</w:t>
            </w:r>
            <w:r w:rsidR="00641B28">
              <w:t>5</w:t>
            </w:r>
          </w:p>
        </w:tc>
        <w:tc>
          <w:tcPr>
            <w:tcW w:w="0" w:type="auto"/>
          </w:tcPr>
          <w:p w14:paraId="114F02A5" w14:textId="3A13167E" w:rsidR="00041528" w:rsidRPr="00CE2302" w:rsidRDefault="00D11B8A" w:rsidP="00EA296F">
            <w:r w:rsidRPr="00D11B8A">
              <w:t>1,8min</w:t>
            </w:r>
          </w:p>
        </w:tc>
        <w:tc>
          <w:tcPr>
            <w:tcW w:w="0" w:type="auto"/>
          </w:tcPr>
          <w:p w14:paraId="1F2522C6" w14:textId="28B9C237" w:rsidR="00041528" w:rsidRDefault="000E1A69" w:rsidP="00EA296F">
            <w:r w:rsidRPr="00544242">
              <w:t xml:space="preserve">~a: </w:t>
            </w:r>
            <w:r w:rsidR="006D60E3" w:rsidRPr="006D60E3">
              <w:t>6,86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6D60E3">
              <w:t>v</w:t>
            </w:r>
          </w:p>
        </w:tc>
      </w:tr>
      <w:tr w:rsidR="000E1A69" w:rsidRPr="001B6138" w14:paraId="69D505C2" w14:textId="77777777" w:rsidTr="001B6138">
        <w:tc>
          <w:tcPr>
            <w:tcW w:w="0" w:type="auto"/>
          </w:tcPr>
          <w:p w14:paraId="75BB3137" w14:textId="4F9F4BE1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295BF89A" w14:textId="7930FC7C" w:rsidR="000E1A69" w:rsidRDefault="00CF4AC9" w:rsidP="00EA296F">
            <w:r>
              <w:t>Pa 227</w:t>
            </w:r>
          </w:p>
        </w:tc>
        <w:tc>
          <w:tcPr>
            <w:tcW w:w="0" w:type="auto"/>
          </w:tcPr>
          <w:p w14:paraId="485CFBE5" w14:textId="71A541AC" w:rsidR="000E1A69" w:rsidRDefault="003B6C19" w:rsidP="00EA296F">
            <w:r>
              <w:t>13</w:t>
            </w:r>
            <w:r w:rsidR="00641B28">
              <w:t>6</w:t>
            </w:r>
          </w:p>
        </w:tc>
        <w:tc>
          <w:tcPr>
            <w:tcW w:w="0" w:type="auto"/>
          </w:tcPr>
          <w:p w14:paraId="323852C3" w14:textId="0952A696" w:rsidR="000E1A69" w:rsidRPr="00CE2302" w:rsidRDefault="00D11B8A" w:rsidP="00EA296F">
            <w:r w:rsidRPr="00D11B8A">
              <w:t>38,3min</w:t>
            </w:r>
          </w:p>
        </w:tc>
        <w:tc>
          <w:tcPr>
            <w:tcW w:w="0" w:type="auto"/>
          </w:tcPr>
          <w:p w14:paraId="35CBE320" w14:textId="0393AB5C" w:rsidR="000E1A69" w:rsidRDefault="000E1A69" w:rsidP="00EA296F">
            <w:r w:rsidRPr="00544242">
              <w:t xml:space="preserve">~a: </w:t>
            </w:r>
            <w:r w:rsidR="006D60E3" w:rsidRPr="006D60E3">
              <w:t>6,465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6D60E3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0,065</w:t>
            </w:r>
          </w:p>
        </w:tc>
      </w:tr>
      <w:tr w:rsidR="000E1A69" w:rsidRPr="001B6138" w14:paraId="19071112" w14:textId="77777777" w:rsidTr="001B6138">
        <w:tc>
          <w:tcPr>
            <w:tcW w:w="0" w:type="auto"/>
          </w:tcPr>
          <w:p w14:paraId="2C4ADA17" w14:textId="2D2ED5D3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4E9D6C70" w14:textId="05B6D5F0" w:rsidR="000E1A69" w:rsidRDefault="00CF4AC9" w:rsidP="00EA296F">
            <w:r>
              <w:t>Pa 228</w:t>
            </w:r>
          </w:p>
        </w:tc>
        <w:tc>
          <w:tcPr>
            <w:tcW w:w="0" w:type="auto"/>
          </w:tcPr>
          <w:p w14:paraId="0855D47D" w14:textId="73333622" w:rsidR="000E1A69" w:rsidRDefault="003B6C19" w:rsidP="00EA296F">
            <w:r>
              <w:t>13</w:t>
            </w:r>
            <w:r w:rsidR="00641B28">
              <w:t>7</w:t>
            </w:r>
          </w:p>
        </w:tc>
        <w:tc>
          <w:tcPr>
            <w:tcW w:w="0" w:type="auto"/>
          </w:tcPr>
          <w:p w14:paraId="5FC5840B" w14:textId="42CD6E8E" w:rsidR="000E1A69" w:rsidRPr="00CE2302" w:rsidRDefault="00D11B8A" w:rsidP="00EA296F">
            <w:r w:rsidRPr="00D11B8A">
              <w:t>22h</w:t>
            </w:r>
          </w:p>
        </w:tc>
        <w:tc>
          <w:tcPr>
            <w:tcW w:w="0" w:type="auto"/>
          </w:tcPr>
          <w:p w14:paraId="37678286" w14:textId="1C481C89" w:rsidR="000E1A69" w:rsidRDefault="000E1A69" w:rsidP="00EA296F">
            <w:r w:rsidRPr="00544242">
              <w:t xml:space="preserve">~a: </w:t>
            </w:r>
            <w:r w:rsidR="006D60E3" w:rsidRPr="006D60E3">
              <w:t>6,078</w:t>
            </w:r>
            <w:r w:rsidR="00206850">
              <w:t xml:space="preserve">; </w:t>
            </w:r>
            <w:r w:rsidRPr="00544242">
              <w:t xml:space="preserve">~b^+: </w:t>
            </w:r>
            <w:r w:rsidR="006D60E3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0,911</w:t>
            </w:r>
          </w:p>
        </w:tc>
      </w:tr>
      <w:tr w:rsidR="000E1A69" w:rsidRPr="001B6138" w14:paraId="7B2C1CE3" w14:textId="77777777" w:rsidTr="001B6138">
        <w:tc>
          <w:tcPr>
            <w:tcW w:w="0" w:type="auto"/>
          </w:tcPr>
          <w:p w14:paraId="3F269078" w14:textId="78CDC662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45811686" w14:textId="532A73CC" w:rsidR="000E1A69" w:rsidRDefault="00CF4AC9" w:rsidP="00EA296F">
            <w:r>
              <w:t>Pa 229</w:t>
            </w:r>
          </w:p>
        </w:tc>
        <w:tc>
          <w:tcPr>
            <w:tcW w:w="0" w:type="auto"/>
          </w:tcPr>
          <w:p w14:paraId="0449DEBC" w14:textId="6766E222" w:rsidR="000E1A69" w:rsidRDefault="003B6C19" w:rsidP="00EA296F">
            <w:r>
              <w:t>1</w:t>
            </w:r>
            <w:r w:rsidR="00641B28">
              <w:t>38</w:t>
            </w:r>
          </w:p>
        </w:tc>
        <w:tc>
          <w:tcPr>
            <w:tcW w:w="0" w:type="auto"/>
          </w:tcPr>
          <w:p w14:paraId="20F293C9" w14:textId="5E1721EA" w:rsidR="000E1A69" w:rsidRPr="00CE2302" w:rsidRDefault="00D11B8A" w:rsidP="00EA296F">
            <w:r w:rsidRPr="00D11B8A">
              <w:t>1,50d</w:t>
            </w:r>
          </w:p>
        </w:tc>
        <w:tc>
          <w:tcPr>
            <w:tcW w:w="0" w:type="auto"/>
          </w:tcPr>
          <w:p w14:paraId="151C566C" w14:textId="0C1F570B" w:rsidR="000E1A69" w:rsidRDefault="000E1A69" w:rsidP="00EA296F">
            <w:r w:rsidRPr="00544242">
              <w:t xml:space="preserve">~a: </w:t>
            </w:r>
            <w:r w:rsidR="006D60E3" w:rsidRPr="006D60E3">
              <w:t>5,580</w:t>
            </w:r>
            <w:r w:rsidR="00206850">
              <w:t xml:space="preserve">; </w:t>
            </w:r>
            <w:r w:rsidRPr="00544242">
              <w:t xml:space="preserve">~b^+: </w:t>
            </w:r>
            <w:r w:rsidR="006D60E3">
              <w:t>v</w:t>
            </w:r>
          </w:p>
        </w:tc>
      </w:tr>
      <w:tr w:rsidR="000E1A69" w:rsidRPr="001B6138" w14:paraId="15C2A983" w14:textId="77777777" w:rsidTr="001B6138">
        <w:tc>
          <w:tcPr>
            <w:tcW w:w="0" w:type="auto"/>
          </w:tcPr>
          <w:p w14:paraId="665D1E62" w14:textId="0940896D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1D63816D" w14:textId="79DF75CF" w:rsidR="000E1A69" w:rsidRDefault="00CF4AC9" w:rsidP="00EA296F">
            <w:r>
              <w:t>Pa 230</w:t>
            </w:r>
          </w:p>
        </w:tc>
        <w:tc>
          <w:tcPr>
            <w:tcW w:w="0" w:type="auto"/>
          </w:tcPr>
          <w:p w14:paraId="0D68F4B0" w14:textId="1249A2EB" w:rsidR="000E1A69" w:rsidRDefault="003B6C19" w:rsidP="00EA296F">
            <w:r>
              <w:t>1</w:t>
            </w:r>
            <w:r w:rsidR="00641B28">
              <w:t>39</w:t>
            </w:r>
          </w:p>
        </w:tc>
        <w:tc>
          <w:tcPr>
            <w:tcW w:w="0" w:type="auto"/>
          </w:tcPr>
          <w:p w14:paraId="0E7FBF5C" w14:textId="387CF02A" w:rsidR="000E1A69" w:rsidRPr="00CE2302" w:rsidRDefault="00D11B8A" w:rsidP="00EA296F">
            <w:r w:rsidRPr="00D11B8A">
              <w:t>17,4d</w:t>
            </w:r>
          </w:p>
        </w:tc>
        <w:tc>
          <w:tcPr>
            <w:tcW w:w="0" w:type="auto"/>
          </w:tcPr>
          <w:p w14:paraId="55DCE178" w14:textId="571FF3AF" w:rsidR="000E1A69" w:rsidRDefault="000E1A69" w:rsidP="00EA296F">
            <w:r w:rsidRPr="00544242">
              <w:t xml:space="preserve">~a: </w:t>
            </w:r>
            <w:r w:rsidR="006D60E3" w:rsidRPr="006D60E3">
              <w:t>5,345</w:t>
            </w:r>
            <w:r w:rsidR="00206850">
              <w:t xml:space="preserve">; </w:t>
            </w:r>
            <w:r w:rsidRPr="00544242">
              <w:t xml:space="preserve">~b^-: </w:t>
            </w:r>
            <w:r w:rsidR="006D60E3" w:rsidRPr="006D60E3">
              <w:t>0,5</w:t>
            </w:r>
            <w:r w:rsidR="006D60E3">
              <w:t xml:space="preserve"> v</w:t>
            </w:r>
            <w:r w:rsidR="00206850">
              <w:t xml:space="preserve">; </w:t>
            </w:r>
            <w:r w:rsidRPr="00544242">
              <w:t xml:space="preserve">~b^+: </w:t>
            </w:r>
            <w:r w:rsidR="006D60E3">
              <w:t>v</w:t>
            </w:r>
            <w:r w:rsidR="00206850">
              <w:t xml:space="preserve">; </w:t>
            </w:r>
            <w:r w:rsidRPr="00544242">
              <w:t xml:space="preserve">~c: </w:t>
            </w:r>
            <w:r w:rsidR="006D60E3" w:rsidRPr="006D60E3">
              <w:t>0,952</w:t>
            </w:r>
          </w:p>
        </w:tc>
      </w:tr>
      <w:tr w:rsidR="000E1A69" w:rsidRPr="001B6138" w14:paraId="7F6FB4A8" w14:textId="77777777" w:rsidTr="001B6138">
        <w:tc>
          <w:tcPr>
            <w:tcW w:w="0" w:type="auto"/>
          </w:tcPr>
          <w:p w14:paraId="67EDD629" w14:textId="0BE4DCC3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2A3DDF5A" w14:textId="3DF29F43" w:rsidR="000E1A69" w:rsidRDefault="00CF4AC9" w:rsidP="00EA296F">
            <w:r>
              <w:t>Pa 231</w:t>
            </w:r>
          </w:p>
        </w:tc>
        <w:tc>
          <w:tcPr>
            <w:tcW w:w="0" w:type="auto"/>
          </w:tcPr>
          <w:p w14:paraId="22AE4E39" w14:textId="32985E04" w:rsidR="000E1A69" w:rsidRDefault="003B6C19" w:rsidP="00EA296F">
            <w:r>
              <w:t>14</w:t>
            </w:r>
            <w:r w:rsidR="00641B28">
              <w:t>0</w:t>
            </w:r>
          </w:p>
        </w:tc>
        <w:tc>
          <w:tcPr>
            <w:tcW w:w="0" w:type="auto"/>
          </w:tcPr>
          <w:p w14:paraId="13FBA1F9" w14:textId="7669FABF" w:rsidR="000E1A69" w:rsidRPr="00CE2302" w:rsidRDefault="00D11B8A" w:rsidP="00EA296F">
            <w:r w:rsidRPr="00D11B8A">
              <w:t>3,28E4</w:t>
            </w:r>
            <w:r>
              <w:t>a</w:t>
            </w:r>
          </w:p>
        </w:tc>
        <w:tc>
          <w:tcPr>
            <w:tcW w:w="0" w:type="auto"/>
          </w:tcPr>
          <w:p w14:paraId="378188F3" w14:textId="46270643" w:rsidR="000E1A69" w:rsidRDefault="000E1A69" w:rsidP="00EA296F">
            <w:r w:rsidRPr="00544242">
              <w:t xml:space="preserve">~a: </w:t>
            </w:r>
            <w:r w:rsidR="004470B4" w:rsidRPr="004470B4">
              <w:t>5,014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0,027</w:t>
            </w:r>
          </w:p>
        </w:tc>
      </w:tr>
      <w:tr w:rsidR="000E1A69" w:rsidRPr="001B6138" w14:paraId="6DF98306" w14:textId="77777777" w:rsidTr="001B6138">
        <w:tc>
          <w:tcPr>
            <w:tcW w:w="0" w:type="auto"/>
          </w:tcPr>
          <w:p w14:paraId="7B727DD3" w14:textId="65F5E739" w:rsidR="000E1A69" w:rsidRDefault="00CF4AC9" w:rsidP="00EA296F">
            <w:r>
              <w:lastRenderedPageBreak/>
              <w:t>91</w:t>
            </w:r>
          </w:p>
        </w:tc>
        <w:tc>
          <w:tcPr>
            <w:tcW w:w="0" w:type="auto"/>
          </w:tcPr>
          <w:p w14:paraId="7251FDF6" w14:textId="58F1643E" w:rsidR="000E1A69" w:rsidRDefault="00CF4AC9" w:rsidP="00EA296F">
            <w:r>
              <w:t>Pa 232</w:t>
            </w:r>
          </w:p>
        </w:tc>
        <w:tc>
          <w:tcPr>
            <w:tcW w:w="0" w:type="auto"/>
          </w:tcPr>
          <w:p w14:paraId="4E88BF60" w14:textId="47486197" w:rsidR="000E1A69" w:rsidRDefault="003B6C19" w:rsidP="00EA296F">
            <w:r>
              <w:t>14</w:t>
            </w:r>
            <w:r w:rsidR="00641B28">
              <w:t>1</w:t>
            </w:r>
          </w:p>
        </w:tc>
        <w:tc>
          <w:tcPr>
            <w:tcW w:w="0" w:type="auto"/>
          </w:tcPr>
          <w:p w14:paraId="6F22AD33" w14:textId="2C165326" w:rsidR="000E1A69" w:rsidRPr="00CE2302" w:rsidRDefault="00D11B8A" w:rsidP="00EA296F">
            <w:r w:rsidRPr="00D11B8A">
              <w:t>1,31d</w:t>
            </w:r>
          </w:p>
        </w:tc>
        <w:tc>
          <w:tcPr>
            <w:tcW w:w="0" w:type="auto"/>
          </w:tcPr>
          <w:p w14:paraId="205B69E0" w14:textId="795906B7" w:rsidR="000E1A69" w:rsidRDefault="000E1A69" w:rsidP="00EA296F">
            <w:r w:rsidRPr="00544242">
              <w:t xml:space="preserve">~b^-: </w:t>
            </w:r>
            <w:r w:rsidR="004470B4" w:rsidRPr="004470B4">
              <w:t>0,3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0,969</w:t>
            </w:r>
          </w:p>
        </w:tc>
      </w:tr>
      <w:tr w:rsidR="000E1A69" w:rsidRPr="001B6138" w14:paraId="5DEF612B" w14:textId="77777777" w:rsidTr="001B6138">
        <w:tc>
          <w:tcPr>
            <w:tcW w:w="0" w:type="auto"/>
          </w:tcPr>
          <w:p w14:paraId="1824766B" w14:textId="25B4735D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49DF9673" w14:textId="55A8B118" w:rsidR="000E1A69" w:rsidRDefault="00CF4AC9" w:rsidP="00EA296F">
            <w:r>
              <w:t>Pa 233</w:t>
            </w:r>
          </w:p>
        </w:tc>
        <w:tc>
          <w:tcPr>
            <w:tcW w:w="0" w:type="auto"/>
          </w:tcPr>
          <w:p w14:paraId="219BA0BB" w14:textId="01E875B8" w:rsidR="000E1A69" w:rsidRDefault="003B6C19" w:rsidP="00EA296F">
            <w:r>
              <w:t>14</w:t>
            </w:r>
            <w:r w:rsidR="00641B28">
              <w:t>2</w:t>
            </w:r>
          </w:p>
        </w:tc>
        <w:tc>
          <w:tcPr>
            <w:tcW w:w="0" w:type="auto"/>
          </w:tcPr>
          <w:p w14:paraId="6A71EF70" w14:textId="6F80B51D" w:rsidR="000E1A69" w:rsidRPr="00CE2302" w:rsidRDefault="00D11B8A" w:rsidP="00EA296F">
            <w:r w:rsidRPr="00D11B8A">
              <w:t>27,0d</w:t>
            </w:r>
          </w:p>
        </w:tc>
        <w:tc>
          <w:tcPr>
            <w:tcW w:w="0" w:type="auto"/>
          </w:tcPr>
          <w:p w14:paraId="2FFB7CCC" w14:textId="5466BAC3" w:rsidR="000E1A69" w:rsidRDefault="000E1A69" w:rsidP="00EA296F">
            <w:r w:rsidRPr="00544242">
              <w:t xml:space="preserve">~b^-: </w:t>
            </w:r>
            <w:r w:rsidR="004470B4" w:rsidRPr="004470B4">
              <w:t>0,3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0,312</w:t>
            </w:r>
          </w:p>
        </w:tc>
      </w:tr>
      <w:tr w:rsidR="000E1A69" w:rsidRPr="001B6138" w14:paraId="36460006" w14:textId="77777777" w:rsidTr="001B6138">
        <w:tc>
          <w:tcPr>
            <w:tcW w:w="0" w:type="auto"/>
          </w:tcPr>
          <w:p w14:paraId="436F9E44" w14:textId="16BA81B7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2C1762E8" w14:textId="16A3151F" w:rsidR="000E1A69" w:rsidRDefault="00CF4AC9" w:rsidP="00EA296F">
            <w:r>
              <w:t>Pa 234</w:t>
            </w:r>
          </w:p>
        </w:tc>
        <w:tc>
          <w:tcPr>
            <w:tcW w:w="0" w:type="auto"/>
          </w:tcPr>
          <w:p w14:paraId="183A2DB5" w14:textId="3ACE8679" w:rsidR="000E1A69" w:rsidRDefault="003B6C19" w:rsidP="00EA296F">
            <w:r>
              <w:t>14</w:t>
            </w:r>
            <w:r w:rsidR="00641B28">
              <w:t>3</w:t>
            </w:r>
          </w:p>
        </w:tc>
        <w:tc>
          <w:tcPr>
            <w:tcW w:w="0" w:type="auto"/>
          </w:tcPr>
          <w:p w14:paraId="0AF840EA" w14:textId="37B11159" w:rsidR="000E1A69" w:rsidRPr="00CE2302" w:rsidRDefault="00D11B8A" w:rsidP="00EA296F">
            <w:r w:rsidRPr="00D11B8A">
              <w:t>1,17min</w:t>
            </w:r>
          </w:p>
        </w:tc>
        <w:tc>
          <w:tcPr>
            <w:tcW w:w="0" w:type="auto"/>
          </w:tcPr>
          <w:p w14:paraId="70DF0169" w14:textId="677BE232" w:rsidR="000E1A69" w:rsidRDefault="000E1A69" w:rsidP="00EA296F">
            <w:r w:rsidRPr="00544242">
              <w:t xml:space="preserve">~b^-: </w:t>
            </w:r>
            <w:r w:rsidR="004470B4" w:rsidRPr="004470B4">
              <w:t>2,3</w:t>
            </w:r>
            <w:r w:rsidR="004470B4">
              <w:t xml:space="preserve"> v</w:t>
            </w:r>
          </w:p>
        </w:tc>
      </w:tr>
      <w:tr w:rsidR="000E1A69" w:rsidRPr="001B6138" w14:paraId="4B8160A3" w14:textId="77777777" w:rsidTr="001B6138">
        <w:tc>
          <w:tcPr>
            <w:tcW w:w="0" w:type="auto"/>
          </w:tcPr>
          <w:p w14:paraId="367BA8CB" w14:textId="0C0F1589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41073994" w14:textId="77019C13" w:rsidR="000E1A69" w:rsidRDefault="00CF4AC9" w:rsidP="00EA296F">
            <w:r>
              <w:t>Pa 235</w:t>
            </w:r>
          </w:p>
        </w:tc>
        <w:tc>
          <w:tcPr>
            <w:tcW w:w="0" w:type="auto"/>
          </w:tcPr>
          <w:p w14:paraId="4D38C7B2" w14:textId="2B4E451B" w:rsidR="000E1A69" w:rsidRDefault="003B6C19" w:rsidP="00EA296F">
            <w:r>
              <w:t>14</w:t>
            </w:r>
            <w:r w:rsidR="00641B28">
              <w:t>4</w:t>
            </w:r>
          </w:p>
        </w:tc>
        <w:tc>
          <w:tcPr>
            <w:tcW w:w="0" w:type="auto"/>
          </w:tcPr>
          <w:p w14:paraId="1651C4D8" w14:textId="1EF347E5" w:rsidR="000E1A69" w:rsidRPr="00CE2302" w:rsidRDefault="00D11B8A" w:rsidP="00EA296F">
            <w:r w:rsidRPr="00D11B8A">
              <w:t>24,2min</w:t>
            </w:r>
          </w:p>
        </w:tc>
        <w:tc>
          <w:tcPr>
            <w:tcW w:w="0" w:type="auto"/>
          </w:tcPr>
          <w:p w14:paraId="59F94964" w14:textId="1901E461" w:rsidR="000E1A69" w:rsidRDefault="000E1A69" w:rsidP="00EA296F">
            <w:r w:rsidRPr="00544242">
              <w:t xml:space="preserve">~b^-: </w:t>
            </w:r>
            <w:r w:rsidR="004470B4" w:rsidRPr="004470B4">
              <w:t>1,4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0,128</w:t>
            </w:r>
          </w:p>
        </w:tc>
      </w:tr>
      <w:tr w:rsidR="000E1A69" w:rsidRPr="001B6138" w14:paraId="347A3EAD" w14:textId="77777777" w:rsidTr="001B6138">
        <w:tc>
          <w:tcPr>
            <w:tcW w:w="0" w:type="auto"/>
          </w:tcPr>
          <w:p w14:paraId="4E12F47B" w14:textId="39B9EA42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4839F66A" w14:textId="19B39CDF" w:rsidR="000E1A69" w:rsidRDefault="00CF4AC9" w:rsidP="00EA296F">
            <w:r>
              <w:t>Pa 236</w:t>
            </w:r>
          </w:p>
        </w:tc>
        <w:tc>
          <w:tcPr>
            <w:tcW w:w="0" w:type="auto"/>
          </w:tcPr>
          <w:p w14:paraId="72AF1147" w14:textId="33E0502E" w:rsidR="000E1A69" w:rsidRDefault="003B6C19" w:rsidP="00EA296F">
            <w:r>
              <w:t>14</w:t>
            </w:r>
            <w:r w:rsidR="00641B28">
              <w:t>5</w:t>
            </w:r>
          </w:p>
        </w:tc>
        <w:tc>
          <w:tcPr>
            <w:tcW w:w="0" w:type="auto"/>
          </w:tcPr>
          <w:p w14:paraId="4136C9A7" w14:textId="7619D762" w:rsidR="000E1A69" w:rsidRPr="00CE2302" w:rsidRDefault="00D11B8A" w:rsidP="00EA296F">
            <w:r w:rsidRPr="00D11B8A">
              <w:t>9,1min</w:t>
            </w:r>
          </w:p>
        </w:tc>
        <w:tc>
          <w:tcPr>
            <w:tcW w:w="0" w:type="auto"/>
          </w:tcPr>
          <w:p w14:paraId="6DE2E50E" w14:textId="438402F7" w:rsidR="000E1A69" w:rsidRDefault="000E1A69" w:rsidP="00EA296F">
            <w:r w:rsidRPr="00544242">
              <w:t xml:space="preserve">~b^-: </w:t>
            </w:r>
            <w:r w:rsidR="004470B4" w:rsidRPr="004470B4">
              <w:t>2,0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0,642</w:t>
            </w:r>
          </w:p>
        </w:tc>
      </w:tr>
      <w:tr w:rsidR="000E1A69" w:rsidRPr="001B6138" w14:paraId="21487B6D" w14:textId="77777777" w:rsidTr="001B6138">
        <w:tc>
          <w:tcPr>
            <w:tcW w:w="0" w:type="auto"/>
          </w:tcPr>
          <w:p w14:paraId="50C33E99" w14:textId="2C5CB660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6D4565EC" w14:textId="4C25CFAD" w:rsidR="000E1A69" w:rsidRDefault="00CF4AC9" w:rsidP="00EA296F">
            <w:r>
              <w:t>Pa 237</w:t>
            </w:r>
          </w:p>
        </w:tc>
        <w:tc>
          <w:tcPr>
            <w:tcW w:w="0" w:type="auto"/>
          </w:tcPr>
          <w:p w14:paraId="1A63EF9F" w14:textId="2676EF5E" w:rsidR="000E1A69" w:rsidRDefault="00641B28" w:rsidP="00EA296F">
            <w:r>
              <w:t>146</w:t>
            </w:r>
          </w:p>
        </w:tc>
        <w:tc>
          <w:tcPr>
            <w:tcW w:w="0" w:type="auto"/>
          </w:tcPr>
          <w:p w14:paraId="06EC54FF" w14:textId="5868B779" w:rsidR="000E1A69" w:rsidRPr="00CE2302" w:rsidRDefault="00D11B8A" w:rsidP="00EA296F">
            <w:r w:rsidRPr="00D11B8A">
              <w:t>8,7min</w:t>
            </w:r>
          </w:p>
        </w:tc>
        <w:tc>
          <w:tcPr>
            <w:tcW w:w="0" w:type="auto"/>
          </w:tcPr>
          <w:p w14:paraId="338570E3" w14:textId="63A513EB" w:rsidR="000E1A69" w:rsidRDefault="000E1A69" w:rsidP="00EA296F">
            <w:r w:rsidRPr="00544242">
              <w:t xml:space="preserve">~b^-: </w:t>
            </w:r>
            <w:r w:rsidR="004470B4" w:rsidRPr="004470B4">
              <w:t>1,4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0,854</w:t>
            </w:r>
          </w:p>
        </w:tc>
      </w:tr>
      <w:tr w:rsidR="000E1A69" w:rsidRPr="001B6138" w14:paraId="50ED7724" w14:textId="77777777" w:rsidTr="001B6138">
        <w:tc>
          <w:tcPr>
            <w:tcW w:w="0" w:type="auto"/>
          </w:tcPr>
          <w:p w14:paraId="74B3B898" w14:textId="7BCD56E4" w:rsidR="000E1A69" w:rsidRDefault="00CF4AC9" w:rsidP="00EA296F">
            <w:r>
              <w:t>91</w:t>
            </w:r>
          </w:p>
        </w:tc>
        <w:tc>
          <w:tcPr>
            <w:tcW w:w="0" w:type="auto"/>
          </w:tcPr>
          <w:p w14:paraId="2DBDA1AC" w14:textId="42054678" w:rsidR="000E1A69" w:rsidRDefault="00CF4AC9" w:rsidP="00EA296F">
            <w:r>
              <w:t>Pa 238</w:t>
            </w:r>
          </w:p>
        </w:tc>
        <w:tc>
          <w:tcPr>
            <w:tcW w:w="0" w:type="auto"/>
          </w:tcPr>
          <w:p w14:paraId="5EF0001A" w14:textId="6F3A1E46" w:rsidR="000E1A69" w:rsidRDefault="00641B28" w:rsidP="00EA296F">
            <w:r>
              <w:t>147</w:t>
            </w:r>
          </w:p>
        </w:tc>
        <w:tc>
          <w:tcPr>
            <w:tcW w:w="0" w:type="auto"/>
          </w:tcPr>
          <w:p w14:paraId="3840BD43" w14:textId="445373F3" w:rsidR="000E1A69" w:rsidRPr="00CE2302" w:rsidRDefault="00D11B8A" w:rsidP="00EA296F">
            <w:r w:rsidRPr="00D11B8A">
              <w:t>2,3min</w:t>
            </w:r>
          </w:p>
        </w:tc>
        <w:tc>
          <w:tcPr>
            <w:tcW w:w="0" w:type="auto"/>
          </w:tcPr>
          <w:p w14:paraId="26A988AF" w14:textId="24893157" w:rsidR="000E1A69" w:rsidRDefault="000E1A69" w:rsidP="00EA296F">
            <w:r w:rsidRPr="00544242">
              <w:t xml:space="preserve">~b^-: </w:t>
            </w:r>
            <w:r w:rsidR="004470B4" w:rsidRPr="004470B4">
              <w:t>1,7</w:t>
            </w:r>
            <w:r w:rsidR="004470B4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4470B4" w:rsidRPr="004470B4">
              <w:t>1,015</w:t>
            </w:r>
          </w:p>
        </w:tc>
      </w:tr>
      <w:tr w:rsidR="000E1A69" w:rsidRPr="001B6138" w14:paraId="35BD6CCB" w14:textId="77777777" w:rsidTr="001B6138">
        <w:tc>
          <w:tcPr>
            <w:tcW w:w="0" w:type="auto"/>
          </w:tcPr>
          <w:p w14:paraId="41008A8D" w14:textId="65CB86CD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4CD02155" w14:textId="019EE6AC" w:rsidR="000E1A69" w:rsidRDefault="009B7B2D" w:rsidP="00EA296F">
            <w:r>
              <w:t>U 226</w:t>
            </w:r>
          </w:p>
        </w:tc>
        <w:tc>
          <w:tcPr>
            <w:tcW w:w="0" w:type="auto"/>
          </w:tcPr>
          <w:p w14:paraId="679B991C" w14:textId="0187E8CD" w:rsidR="000E1A69" w:rsidRDefault="009B7B2D" w:rsidP="00EA296F">
            <w:r>
              <w:t>134</w:t>
            </w:r>
          </w:p>
        </w:tc>
        <w:tc>
          <w:tcPr>
            <w:tcW w:w="0" w:type="auto"/>
          </w:tcPr>
          <w:p w14:paraId="574DC234" w14:textId="63796385" w:rsidR="000E1A69" w:rsidRPr="00CE2302" w:rsidRDefault="0037511F" w:rsidP="00EA296F">
            <w:r w:rsidRPr="0037511F">
              <w:t>0,28s</w:t>
            </w:r>
          </w:p>
        </w:tc>
        <w:tc>
          <w:tcPr>
            <w:tcW w:w="0" w:type="auto"/>
          </w:tcPr>
          <w:p w14:paraId="5D202878" w14:textId="2623CFA1" w:rsidR="000E1A69" w:rsidRDefault="000E1A69" w:rsidP="00EA296F">
            <w:r w:rsidRPr="00544242">
              <w:t xml:space="preserve">~a: </w:t>
            </w:r>
            <w:r w:rsidR="0037511F" w:rsidRPr="0037511F">
              <w:t>7,555</w:t>
            </w:r>
            <w:r w:rsidR="0037511F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511F" w:rsidRPr="0037511F">
              <w:t>0,182</w:t>
            </w:r>
          </w:p>
        </w:tc>
      </w:tr>
      <w:tr w:rsidR="000E1A69" w:rsidRPr="001B6138" w14:paraId="558437C0" w14:textId="77777777" w:rsidTr="001B6138">
        <w:tc>
          <w:tcPr>
            <w:tcW w:w="0" w:type="auto"/>
          </w:tcPr>
          <w:p w14:paraId="3F03827C" w14:textId="6F19F536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04B1A79E" w14:textId="6255D018" w:rsidR="000E1A69" w:rsidRDefault="009B7B2D" w:rsidP="00EA296F">
            <w:r>
              <w:t>U 227</w:t>
            </w:r>
          </w:p>
        </w:tc>
        <w:tc>
          <w:tcPr>
            <w:tcW w:w="0" w:type="auto"/>
          </w:tcPr>
          <w:p w14:paraId="2E780056" w14:textId="6C62D852" w:rsidR="000E1A69" w:rsidRDefault="009B7B2D" w:rsidP="00EA296F">
            <w:r>
              <w:t>135</w:t>
            </w:r>
          </w:p>
        </w:tc>
        <w:tc>
          <w:tcPr>
            <w:tcW w:w="0" w:type="auto"/>
          </w:tcPr>
          <w:p w14:paraId="4CB1B5F6" w14:textId="42EBD901" w:rsidR="000E1A69" w:rsidRPr="00CE2302" w:rsidRDefault="0037511F" w:rsidP="00EA296F">
            <w:r w:rsidRPr="0037511F">
              <w:t>1,1min</w:t>
            </w:r>
          </w:p>
        </w:tc>
        <w:tc>
          <w:tcPr>
            <w:tcW w:w="0" w:type="auto"/>
          </w:tcPr>
          <w:p w14:paraId="589E8C96" w14:textId="4483BF1B" w:rsidR="000E1A69" w:rsidRDefault="000E1A69" w:rsidP="00EA296F">
            <w:r w:rsidRPr="00544242">
              <w:t xml:space="preserve">~a: </w:t>
            </w:r>
            <w:r w:rsidR="0037511F" w:rsidRPr="0037511F">
              <w:t>6,86</w:t>
            </w:r>
            <w:r w:rsidR="0037511F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511F" w:rsidRPr="0037511F">
              <w:t>0,247</w:t>
            </w:r>
          </w:p>
        </w:tc>
      </w:tr>
      <w:tr w:rsidR="000E1A69" w:rsidRPr="001B6138" w14:paraId="4C7689BA" w14:textId="77777777" w:rsidTr="001B6138">
        <w:tc>
          <w:tcPr>
            <w:tcW w:w="0" w:type="auto"/>
          </w:tcPr>
          <w:p w14:paraId="4C5B91BF" w14:textId="51E10962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6FF333C9" w14:textId="01914ADD" w:rsidR="000E1A69" w:rsidRDefault="009B7B2D" w:rsidP="00EA296F">
            <w:r>
              <w:t>U 228</w:t>
            </w:r>
          </w:p>
        </w:tc>
        <w:tc>
          <w:tcPr>
            <w:tcW w:w="0" w:type="auto"/>
          </w:tcPr>
          <w:p w14:paraId="60169955" w14:textId="0ABEE7B8" w:rsidR="000E1A69" w:rsidRDefault="009B7B2D" w:rsidP="00EA296F">
            <w:r>
              <w:t>136</w:t>
            </w:r>
          </w:p>
        </w:tc>
        <w:tc>
          <w:tcPr>
            <w:tcW w:w="0" w:type="auto"/>
          </w:tcPr>
          <w:p w14:paraId="5E0540B2" w14:textId="6CF0E695" w:rsidR="000E1A69" w:rsidRPr="00CE2302" w:rsidRDefault="0037511F" w:rsidP="00EA296F">
            <w:r w:rsidRPr="0037511F">
              <w:t>9,1min</w:t>
            </w:r>
          </w:p>
        </w:tc>
        <w:tc>
          <w:tcPr>
            <w:tcW w:w="0" w:type="auto"/>
          </w:tcPr>
          <w:p w14:paraId="0A8FDF4F" w14:textId="160505BB" w:rsidR="000E1A69" w:rsidRDefault="00245DCC" w:rsidP="00EA296F">
            <w:r w:rsidRPr="00544242">
              <w:t xml:space="preserve">~a: </w:t>
            </w:r>
            <w:r w:rsidR="0037511F" w:rsidRPr="0037511F">
              <w:t>6,68</w:t>
            </w:r>
            <w:r w:rsidR="0037511F">
              <w:t xml:space="preserve"> v</w:t>
            </w:r>
          </w:p>
        </w:tc>
      </w:tr>
      <w:tr w:rsidR="000E1A69" w:rsidRPr="001B6138" w14:paraId="100E2ABE" w14:textId="77777777" w:rsidTr="001B6138">
        <w:tc>
          <w:tcPr>
            <w:tcW w:w="0" w:type="auto"/>
          </w:tcPr>
          <w:p w14:paraId="7A8E8EF7" w14:textId="4131DCAD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4A0F973C" w14:textId="193E99E8" w:rsidR="000E1A69" w:rsidRDefault="009B7B2D" w:rsidP="00EA296F">
            <w:r>
              <w:t>U 229</w:t>
            </w:r>
          </w:p>
        </w:tc>
        <w:tc>
          <w:tcPr>
            <w:tcW w:w="0" w:type="auto"/>
          </w:tcPr>
          <w:p w14:paraId="5329BC3A" w14:textId="1557A662" w:rsidR="000E1A69" w:rsidRDefault="009B7B2D" w:rsidP="00EA296F">
            <w:r>
              <w:t>137</w:t>
            </w:r>
          </w:p>
        </w:tc>
        <w:tc>
          <w:tcPr>
            <w:tcW w:w="0" w:type="auto"/>
          </w:tcPr>
          <w:p w14:paraId="0326D856" w14:textId="70CADF8E" w:rsidR="000E1A69" w:rsidRPr="00CE2302" w:rsidRDefault="0037511F" w:rsidP="00EA296F">
            <w:r w:rsidRPr="0037511F">
              <w:t>58min</w:t>
            </w:r>
          </w:p>
        </w:tc>
        <w:tc>
          <w:tcPr>
            <w:tcW w:w="0" w:type="auto"/>
          </w:tcPr>
          <w:p w14:paraId="044617DD" w14:textId="0038C495" w:rsidR="000E1A69" w:rsidRDefault="00245DCC" w:rsidP="00EA296F">
            <w:r w:rsidRPr="00544242">
              <w:t xml:space="preserve">~a: </w:t>
            </w:r>
            <w:r w:rsidR="0037511F" w:rsidRPr="0037511F">
              <w:t>6,362</w:t>
            </w:r>
            <w:r w:rsidR="0037511F">
              <w:t xml:space="preserve"> v</w:t>
            </w:r>
            <w:r w:rsidR="00206850">
              <w:t xml:space="preserve">; </w:t>
            </w:r>
            <w:r w:rsidRPr="00544242">
              <w:t xml:space="preserve">~c: </w:t>
            </w:r>
            <w:r w:rsidR="0037511F" w:rsidRPr="0037511F">
              <w:t>0,12</w:t>
            </w:r>
            <w:r w:rsidR="0037511F">
              <w:t>3</w:t>
            </w:r>
          </w:p>
        </w:tc>
      </w:tr>
      <w:tr w:rsidR="000E1A69" w:rsidRPr="001B6138" w14:paraId="1B85C0CB" w14:textId="77777777" w:rsidTr="001B6138">
        <w:tc>
          <w:tcPr>
            <w:tcW w:w="0" w:type="auto"/>
          </w:tcPr>
          <w:p w14:paraId="0A8A8100" w14:textId="30EBBE27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7E839A40" w14:textId="6F9D4432" w:rsidR="000E1A69" w:rsidRDefault="009B7B2D" w:rsidP="00EA296F">
            <w:r>
              <w:t>U 230</w:t>
            </w:r>
          </w:p>
        </w:tc>
        <w:tc>
          <w:tcPr>
            <w:tcW w:w="0" w:type="auto"/>
          </w:tcPr>
          <w:p w14:paraId="19C1891E" w14:textId="07FB3329" w:rsidR="000E1A69" w:rsidRDefault="009B7B2D" w:rsidP="00EA296F">
            <w:r>
              <w:t>138</w:t>
            </w:r>
          </w:p>
        </w:tc>
        <w:tc>
          <w:tcPr>
            <w:tcW w:w="0" w:type="auto"/>
          </w:tcPr>
          <w:p w14:paraId="30B60982" w14:textId="31EF4D7D" w:rsidR="000E1A69" w:rsidRPr="00CE2302" w:rsidRDefault="0037511F" w:rsidP="00EA296F">
            <w:r w:rsidRPr="0037511F">
              <w:t>20,8d</w:t>
            </w:r>
          </w:p>
        </w:tc>
        <w:tc>
          <w:tcPr>
            <w:tcW w:w="0" w:type="auto"/>
          </w:tcPr>
          <w:p w14:paraId="52979040" w14:textId="3E83E9DE" w:rsidR="000E1A69" w:rsidRDefault="00245DCC" w:rsidP="00EA296F">
            <w:r w:rsidRPr="00544242">
              <w:t xml:space="preserve">~a: </w:t>
            </w:r>
            <w:r w:rsidR="0037511F" w:rsidRPr="0037511F">
              <w:t>5,888</w:t>
            </w:r>
            <w:r w:rsidR="0037511F">
              <w:t xml:space="preserve"> v</w:t>
            </w:r>
          </w:p>
        </w:tc>
      </w:tr>
      <w:tr w:rsidR="000E1A69" w:rsidRPr="001B6138" w14:paraId="32F84CF8" w14:textId="77777777" w:rsidTr="001B6138">
        <w:tc>
          <w:tcPr>
            <w:tcW w:w="0" w:type="auto"/>
          </w:tcPr>
          <w:p w14:paraId="7541E18B" w14:textId="5EEAA7D2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7B767B5E" w14:textId="7619F6B1" w:rsidR="000E1A69" w:rsidRDefault="009B7B2D" w:rsidP="00EA296F">
            <w:r>
              <w:t>U 231</w:t>
            </w:r>
          </w:p>
        </w:tc>
        <w:tc>
          <w:tcPr>
            <w:tcW w:w="0" w:type="auto"/>
          </w:tcPr>
          <w:p w14:paraId="0B67B851" w14:textId="4F42B451" w:rsidR="000E1A69" w:rsidRDefault="009B7B2D" w:rsidP="00EA296F">
            <w:r>
              <w:t>139</w:t>
            </w:r>
          </w:p>
        </w:tc>
        <w:tc>
          <w:tcPr>
            <w:tcW w:w="0" w:type="auto"/>
          </w:tcPr>
          <w:p w14:paraId="2516B5F2" w14:textId="447C7479" w:rsidR="000E1A69" w:rsidRPr="00CE2302" w:rsidRDefault="0037511F" w:rsidP="00EA296F">
            <w:r w:rsidRPr="0037511F">
              <w:t>4,2d</w:t>
            </w:r>
          </w:p>
        </w:tc>
        <w:tc>
          <w:tcPr>
            <w:tcW w:w="0" w:type="auto"/>
          </w:tcPr>
          <w:p w14:paraId="734ED96E" w14:textId="6381E5CB" w:rsidR="000E1A69" w:rsidRDefault="00245DCC" w:rsidP="00EA296F">
            <w:r w:rsidRPr="00544242">
              <w:t xml:space="preserve">~a: </w:t>
            </w:r>
            <w:r w:rsidR="00C737B2" w:rsidRPr="00C737B2">
              <w:t>5,456</w:t>
            </w:r>
            <w:r w:rsidR="00206850">
              <w:t xml:space="preserve">; </w:t>
            </w:r>
            <w:r w:rsidR="00ED2035">
              <w:t>~b^+ v</w:t>
            </w:r>
            <w:r w:rsidR="00206850">
              <w:t xml:space="preserve">; </w:t>
            </w:r>
            <w:r w:rsidRPr="00544242">
              <w:t xml:space="preserve">~c: </w:t>
            </w:r>
            <w:r w:rsidR="00C737B2" w:rsidRPr="00C737B2">
              <w:t>0,026</w:t>
            </w:r>
          </w:p>
        </w:tc>
      </w:tr>
      <w:tr w:rsidR="000E1A69" w:rsidRPr="001B6138" w14:paraId="440B142E" w14:textId="77777777" w:rsidTr="001B6138">
        <w:tc>
          <w:tcPr>
            <w:tcW w:w="0" w:type="auto"/>
          </w:tcPr>
          <w:p w14:paraId="5B9259E6" w14:textId="6B351255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188FB741" w14:textId="0E9A8776" w:rsidR="000E1A69" w:rsidRDefault="009B7B2D" w:rsidP="00EA296F">
            <w:r>
              <w:t>U 232</w:t>
            </w:r>
          </w:p>
        </w:tc>
        <w:tc>
          <w:tcPr>
            <w:tcW w:w="0" w:type="auto"/>
          </w:tcPr>
          <w:p w14:paraId="5C760543" w14:textId="601E206F" w:rsidR="000E1A69" w:rsidRDefault="009B7B2D" w:rsidP="00EA296F">
            <w:r>
              <w:t>140</w:t>
            </w:r>
          </w:p>
        </w:tc>
        <w:tc>
          <w:tcPr>
            <w:tcW w:w="0" w:type="auto"/>
          </w:tcPr>
          <w:p w14:paraId="36B4D493" w14:textId="758D2B68" w:rsidR="000E1A69" w:rsidRPr="00CE2302" w:rsidRDefault="0037511F" w:rsidP="00EA296F">
            <w:r w:rsidRPr="0037511F">
              <w:t>68,9a</w:t>
            </w:r>
          </w:p>
        </w:tc>
        <w:tc>
          <w:tcPr>
            <w:tcW w:w="0" w:type="auto"/>
          </w:tcPr>
          <w:p w14:paraId="524BE132" w14:textId="12054066" w:rsidR="000E1A69" w:rsidRDefault="009B7B2D" w:rsidP="00EA296F">
            <w:r w:rsidRPr="00544242">
              <w:t xml:space="preserve">~a: </w:t>
            </w:r>
            <w:r w:rsidR="00C737B2" w:rsidRPr="00C737B2">
              <w:t>5,320</w:t>
            </w:r>
            <w:r w:rsidR="00C737B2">
              <w:t xml:space="preserve"> v</w:t>
            </w:r>
          </w:p>
        </w:tc>
      </w:tr>
      <w:tr w:rsidR="000E1A69" w:rsidRPr="001B6138" w14:paraId="4432440D" w14:textId="77777777" w:rsidTr="001B6138">
        <w:tc>
          <w:tcPr>
            <w:tcW w:w="0" w:type="auto"/>
          </w:tcPr>
          <w:p w14:paraId="7811FA74" w14:textId="6E0D280F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64C23ADC" w14:textId="21962021" w:rsidR="000E1A69" w:rsidRDefault="009B7B2D" w:rsidP="00EA296F">
            <w:r>
              <w:t>U 233</w:t>
            </w:r>
          </w:p>
        </w:tc>
        <w:tc>
          <w:tcPr>
            <w:tcW w:w="0" w:type="auto"/>
          </w:tcPr>
          <w:p w14:paraId="0A58FA8B" w14:textId="75E25CD1" w:rsidR="000E1A69" w:rsidRDefault="009B7B2D" w:rsidP="00EA296F">
            <w:r>
              <w:t>141</w:t>
            </w:r>
          </w:p>
        </w:tc>
        <w:tc>
          <w:tcPr>
            <w:tcW w:w="0" w:type="auto"/>
          </w:tcPr>
          <w:p w14:paraId="12905A33" w14:textId="3525F6F5" w:rsidR="000E1A69" w:rsidRPr="00CE2302" w:rsidRDefault="0037511F" w:rsidP="00EA296F">
            <w:r w:rsidRPr="0037511F">
              <w:t>1</w:t>
            </w:r>
            <w:r>
              <w:t>,</w:t>
            </w:r>
            <w:r w:rsidRPr="0037511F">
              <w:t>59E5</w:t>
            </w:r>
            <w:r>
              <w:t>a</w:t>
            </w:r>
          </w:p>
        </w:tc>
        <w:tc>
          <w:tcPr>
            <w:tcW w:w="0" w:type="auto"/>
          </w:tcPr>
          <w:p w14:paraId="46E116BE" w14:textId="6E8439E8" w:rsidR="000E1A69" w:rsidRDefault="009B7B2D" w:rsidP="00EA296F">
            <w:r w:rsidRPr="00544242">
              <w:t xml:space="preserve">~a: </w:t>
            </w:r>
            <w:r w:rsidR="00C737B2" w:rsidRPr="00C737B2">
              <w:t>4,824</w:t>
            </w:r>
            <w:r w:rsidR="00C737B2">
              <w:t xml:space="preserve"> v</w:t>
            </w:r>
          </w:p>
        </w:tc>
      </w:tr>
      <w:tr w:rsidR="000E1A69" w:rsidRPr="001B6138" w14:paraId="1E65236B" w14:textId="77777777" w:rsidTr="001B6138">
        <w:tc>
          <w:tcPr>
            <w:tcW w:w="0" w:type="auto"/>
          </w:tcPr>
          <w:p w14:paraId="57697612" w14:textId="09C6B7EC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03E37818" w14:textId="70AF9B0A" w:rsidR="000E1A69" w:rsidRDefault="009B7B2D" w:rsidP="00EA296F">
            <w:r>
              <w:t>U 234</w:t>
            </w:r>
          </w:p>
        </w:tc>
        <w:tc>
          <w:tcPr>
            <w:tcW w:w="0" w:type="auto"/>
          </w:tcPr>
          <w:p w14:paraId="4882E53E" w14:textId="13E53239" w:rsidR="000E1A69" w:rsidRDefault="009B7B2D" w:rsidP="00EA296F">
            <w:r>
              <w:t>142</w:t>
            </w:r>
          </w:p>
        </w:tc>
        <w:tc>
          <w:tcPr>
            <w:tcW w:w="0" w:type="auto"/>
          </w:tcPr>
          <w:p w14:paraId="60A16206" w14:textId="2121E75F" w:rsidR="000E1A69" w:rsidRPr="00CE2302" w:rsidRDefault="00C737B2" w:rsidP="00EA296F">
            <w:r>
              <w:t>stabil</w:t>
            </w:r>
            <w:r w:rsidR="002C3A2D">
              <w:t xml:space="preserve">; </w:t>
            </w:r>
            <w:r w:rsidR="0037511F" w:rsidRPr="0037511F">
              <w:t>2,46E5a</w:t>
            </w:r>
          </w:p>
        </w:tc>
        <w:tc>
          <w:tcPr>
            <w:tcW w:w="0" w:type="auto"/>
          </w:tcPr>
          <w:p w14:paraId="2A3A6C9A" w14:textId="61AE639A" w:rsidR="000E1A69" w:rsidRDefault="009B7B2D" w:rsidP="00EA296F">
            <w:r w:rsidRPr="00544242">
              <w:t xml:space="preserve">~a: </w:t>
            </w:r>
            <w:r w:rsidR="00C737B2" w:rsidRPr="00C737B2">
              <w:t>4,775</w:t>
            </w:r>
            <w:r w:rsidR="00C737B2">
              <w:t xml:space="preserve"> v</w:t>
            </w:r>
          </w:p>
        </w:tc>
      </w:tr>
      <w:tr w:rsidR="000E1A69" w:rsidRPr="001B6138" w14:paraId="59309FBF" w14:textId="77777777" w:rsidTr="001B6138">
        <w:tc>
          <w:tcPr>
            <w:tcW w:w="0" w:type="auto"/>
          </w:tcPr>
          <w:p w14:paraId="290C80B0" w14:textId="278A7E93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5FB197FB" w14:textId="5FC6FF61" w:rsidR="000E1A69" w:rsidRDefault="009B7B2D" w:rsidP="00EA296F">
            <w:r>
              <w:t>U 235</w:t>
            </w:r>
          </w:p>
        </w:tc>
        <w:tc>
          <w:tcPr>
            <w:tcW w:w="0" w:type="auto"/>
          </w:tcPr>
          <w:p w14:paraId="3B20734B" w14:textId="23A5A40A" w:rsidR="000E1A69" w:rsidRDefault="009B7B2D" w:rsidP="00EA296F">
            <w:r>
              <w:t>143</w:t>
            </w:r>
          </w:p>
        </w:tc>
        <w:tc>
          <w:tcPr>
            <w:tcW w:w="0" w:type="auto"/>
          </w:tcPr>
          <w:p w14:paraId="66F3C86E" w14:textId="5144F2A8" w:rsidR="000E1A69" w:rsidRPr="00CE2302" w:rsidRDefault="00C737B2" w:rsidP="00EA296F">
            <w:r>
              <w:t>stabil</w:t>
            </w:r>
            <w:r w:rsidR="002C3A2D">
              <w:t xml:space="preserve">; </w:t>
            </w:r>
            <w:r w:rsidR="0037511F" w:rsidRPr="0037511F">
              <w:t>7,04E8a</w:t>
            </w:r>
          </w:p>
        </w:tc>
        <w:tc>
          <w:tcPr>
            <w:tcW w:w="0" w:type="auto"/>
          </w:tcPr>
          <w:p w14:paraId="315D090A" w14:textId="2685368B" w:rsidR="000E1A69" w:rsidRDefault="009B7B2D" w:rsidP="00EA296F">
            <w:r w:rsidRPr="00544242">
              <w:t xml:space="preserve">~a: </w:t>
            </w:r>
            <w:r w:rsidR="00C737B2" w:rsidRPr="00C737B2">
              <w:t>4,398</w:t>
            </w:r>
            <w:r w:rsidR="00C737B2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C737B2" w:rsidRPr="00C737B2">
              <w:t>0,186</w:t>
            </w:r>
          </w:p>
        </w:tc>
      </w:tr>
      <w:tr w:rsidR="000E1A69" w:rsidRPr="001B6138" w14:paraId="4F9294B0" w14:textId="77777777" w:rsidTr="001B6138">
        <w:tc>
          <w:tcPr>
            <w:tcW w:w="0" w:type="auto"/>
          </w:tcPr>
          <w:p w14:paraId="396D376E" w14:textId="07269CD5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2DF45705" w14:textId="55FB42B0" w:rsidR="000E1A69" w:rsidRDefault="009B7B2D" w:rsidP="00EA296F">
            <w:r>
              <w:t>U 236</w:t>
            </w:r>
          </w:p>
        </w:tc>
        <w:tc>
          <w:tcPr>
            <w:tcW w:w="0" w:type="auto"/>
          </w:tcPr>
          <w:p w14:paraId="11BB2F6A" w14:textId="67C3F16D" w:rsidR="000E1A69" w:rsidRDefault="009B7B2D" w:rsidP="00EA296F">
            <w:r>
              <w:t>144</w:t>
            </w:r>
          </w:p>
        </w:tc>
        <w:tc>
          <w:tcPr>
            <w:tcW w:w="0" w:type="auto"/>
          </w:tcPr>
          <w:p w14:paraId="5516ABC1" w14:textId="4BF23D2C" w:rsidR="000E1A69" w:rsidRPr="00CE2302" w:rsidRDefault="0037511F" w:rsidP="00EA296F">
            <w:r w:rsidRPr="0037511F">
              <w:t>2,34E7a</w:t>
            </w:r>
          </w:p>
        </w:tc>
        <w:tc>
          <w:tcPr>
            <w:tcW w:w="0" w:type="auto"/>
          </w:tcPr>
          <w:p w14:paraId="61C7F86F" w14:textId="1EB89308" w:rsidR="000E1A69" w:rsidRDefault="009B7B2D" w:rsidP="00EA296F">
            <w:r w:rsidRPr="00544242">
              <w:t xml:space="preserve">~a: </w:t>
            </w:r>
            <w:r w:rsidR="00C737B2" w:rsidRPr="00C737B2">
              <w:t>4,494</w:t>
            </w:r>
            <w:r w:rsidR="00C737B2">
              <w:t xml:space="preserve"> v</w:t>
            </w:r>
          </w:p>
        </w:tc>
      </w:tr>
      <w:tr w:rsidR="000E1A69" w:rsidRPr="001B6138" w14:paraId="58E8E16D" w14:textId="77777777" w:rsidTr="001B6138">
        <w:tc>
          <w:tcPr>
            <w:tcW w:w="0" w:type="auto"/>
          </w:tcPr>
          <w:p w14:paraId="455F0006" w14:textId="6F5B392B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6890C915" w14:textId="61A6BE8A" w:rsidR="000E1A69" w:rsidRDefault="009B7B2D" w:rsidP="00EA296F">
            <w:r>
              <w:t>U 237</w:t>
            </w:r>
          </w:p>
        </w:tc>
        <w:tc>
          <w:tcPr>
            <w:tcW w:w="0" w:type="auto"/>
          </w:tcPr>
          <w:p w14:paraId="157F21D8" w14:textId="73F4D3A2" w:rsidR="000E1A69" w:rsidRDefault="009B7B2D" w:rsidP="00EA296F">
            <w:r>
              <w:t>145</w:t>
            </w:r>
          </w:p>
        </w:tc>
        <w:tc>
          <w:tcPr>
            <w:tcW w:w="0" w:type="auto"/>
          </w:tcPr>
          <w:p w14:paraId="49420E92" w14:textId="2721A9E3" w:rsidR="000E1A69" w:rsidRPr="00CE2302" w:rsidRDefault="0037511F" w:rsidP="00EA296F">
            <w:r w:rsidRPr="0037511F">
              <w:t>6,75d</w:t>
            </w:r>
          </w:p>
        </w:tc>
        <w:tc>
          <w:tcPr>
            <w:tcW w:w="0" w:type="auto"/>
          </w:tcPr>
          <w:p w14:paraId="0635CC3D" w14:textId="792A6339" w:rsidR="000E1A69" w:rsidRDefault="009B7B2D" w:rsidP="00EA296F">
            <w:r w:rsidRPr="00544242">
              <w:t xml:space="preserve">~b^-: </w:t>
            </w:r>
            <w:r w:rsidR="00C737B2" w:rsidRPr="00C737B2">
              <w:t>0,2</w:t>
            </w:r>
            <w:r w:rsidR="00C737B2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C737B2" w:rsidRPr="00C737B2">
              <w:t>0,060</w:t>
            </w:r>
          </w:p>
        </w:tc>
      </w:tr>
      <w:tr w:rsidR="000E1A69" w:rsidRPr="001B6138" w14:paraId="4A1C7E09" w14:textId="77777777" w:rsidTr="001B6138">
        <w:tc>
          <w:tcPr>
            <w:tcW w:w="0" w:type="auto"/>
          </w:tcPr>
          <w:p w14:paraId="791D054F" w14:textId="19AD23C1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6961AB6C" w14:textId="4354A274" w:rsidR="000E1A69" w:rsidRDefault="009B7B2D" w:rsidP="00EA296F">
            <w:r>
              <w:t>U 238</w:t>
            </w:r>
          </w:p>
        </w:tc>
        <w:tc>
          <w:tcPr>
            <w:tcW w:w="0" w:type="auto"/>
          </w:tcPr>
          <w:p w14:paraId="62FA34A9" w14:textId="471A84E2" w:rsidR="000E1A69" w:rsidRDefault="009B7B2D" w:rsidP="00EA296F">
            <w:r>
              <w:t>146</w:t>
            </w:r>
          </w:p>
        </w:tc>
        <w:tc>
          <w:tcPr>
            <w:tcW w:w="0" w:type="auto"/>
          </w:tcPr>
          <w:p w14:paraId="33C31CD9" w14:textId="252660B9" w:rsidR="000E1A69" w:rsidRPr="00CE2302" w:rsidRDefault="00C737B2" w:rsidP="00EA296F">
            <w:r>
              <w:t>stabil</w:t>
            </w:r>
            <w:r w:rsidR="002C3A2D">
              <w:t xml:space="preserve">; </w:t>
            </w:r>
            <w:r w:rsidR="0037511F" w:rsidRPr="0037511F">
              <w:t>4</w:t>
            </w:r>
            <w:r>
              <w:t>,</w:t>
            </w:r>
            <w:r w:rsidR="0037511F" w:rsidRPr="0037511F">
              <w:t>47E9a</w:t>
            </w:r>
          </w:p>
        </w:tc>
        <w:tc>
          <w:tcPr>
            <w:tcW w:w="0" w:type="auto"/>
          </w:tcPr>
          <w:p w14:paraId="5F36886C" w14:textId="49EAD745" w:rsidR="000E1A69" w:rsidRDefault="009B7B2D" w:rsidP="00EA296F">
            <w:r w:rsidRPr="00544242">
              <w:t xml:space="preserve">~a: </w:t>
            </w:r>
            <w:r w:rsidR="00C737B2" w:rsidRPr="00C737B2">
              <w:t>4,198</w:t>
            </w:r>
            <w:r w:rsidR="00C737B2">
              <w:t xml:space="preserve"> v</w:t>
            </w:r>
          </w:p>
        </w:tc>
      </w:tr>
      <w:tr w:rsidR="000E1A69" w:rsidRPr="001B6138" w14:paraId="145E5DD4" w14:textId="77777777" w:rsidTr="001B6138">
        <w:tc>
          <w:tcPr>
            <w:tcW w:w="0" w:type="auto"/>
          </w:tcPr>
          <w:p w14:paraId="421C0133" w14:textId="224163C7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4766EAE0" w14:textId="7C12FB18" w:rsidR="000E1A69" w:rsidRDefault="009B7B2D" w:rsidP="00EA296F">
            <w:r>
              <w:t>U 239</w:t>
            </w:r>
          </w:p>
        </w:tc>
        <w:tc>
          <w:tcPr>
            <w:tcW w:w="0" w:type="auto"/>
          </w:tcPr>
          <w:p w14:paraId="524D7C0D" w14:textId="2181FA20" w:rsidR="000E1A69" w:rsidRDefault="009B7B2D" w:rsidP="00EA296F">
            <w:r>
              <w:t>147</w:t>
            </w:r>
          </w:p>
        </w:tc>
        <w:tc>
          <w:tcPr>
            <w:tcW w:w="0" w:type="auto"/>
          </w:tcPr>
          <w:p w14:paraId="019CCF0D" w14:textId="719E1279" w:rsidR="000E1A69" w:rsidRPr="00CE2302" w:rsidRDefault="0037511F" w:rsidP="00EA296F">
            <w:r w:rsidRPr="0037511F">
              <w:t>23,5min</w:t>
            </w:r>
          </w:p>
        </w:tc>
        <w:tc>
          <w:tcPr>
            <w:tcW w:w="0" w:type="auto"/>
          </w:tcPr>
          <w:p w14:paraId="77BFCE68" w14:textId="0D59CFEC" w:rsidR="000E1A69" w:rsidRDefault="009B7B2D" w:rsidP="00EA296F">
            <w:r w:rsidRPr="00544242">
              <w:t xml:space="preserve">~b^-: </w:t>
            </w:r>
            <w:r w:rsidR="00C737B2" w:rsidRPr="00C737B2">
              <w:t>1,2</w:t>
            </w:r>
            <w:r w:rsidR="00C737B2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C737B2" w:rsidRPr="00C737B2">
              <w:t>0,075</w:t>
            </w:r>
          </w:p>
        </w:tc>
      </w:tr>
      <w:tr w:rsidR="000E1A69" w:rsidRPr="001B6138" w14:paraId="3857B2D7" w14:textId="77777777" w:rsidTr="001B6138">
        <w:tc>
          <w:tcPr>
            <w:tcW w:w="0" w:type="auto"/>
          </w:tcPr>
          <w:p w14:paraId="03423834" w14:textId="419D99C4" w:rsidR="000E1A69" w:rsidRDefault="009B7B2D" w:rsidP="00EA296F">
            <w:r>
              <w:t>92</w:t>
            </w:r>
          </w:p>
        </w:tc>
        <w:tc>
          <w:tcPr>
            <w:tcW w:w="0" w:type="auto"/>
          </w:tcPr>
          <w:p w14:paraId="1E72E07C" w14:textId="210945B6" w:rsidR="000E1A69" w:rsidRDefault="009B7B2D" w:rsidP="00EA296F">
            <w:r>
              <w:t>U 240</w:t>
            </w:r>
          </w:p>
        </w:tc>
        <w:tc>
          <w:tcPr>
            <w:tcW w:w="0" w:type="auto"/>
          </w:tcPr>
          <w:p w14:paraId="381AB45D" w14:textId="02655F6A" w:rsidR="000E1A69" w:rsidRDefault="009B7B2D" w:rsidP="00EA296F">
            <w:r>
              <w:t>148</w:t>
            </w:r>
          </w:p>
        </w:tc>
        <w:tc>
          <w:tcPr>
            <w:tcW w:w="0" w:type="auto"/>
          </w:tcPr>
          <w:p w14:paraId="738630EB" w14:textId="5837B320" w:rsidR="000E1A69" w:rsidRPr="00CE2302" w:rsidRDefault="0037511F" w:rsidP="00EA296F">
            <w:r w:rsidRPr="0037511F">
              <w:t>14,1h</w:t>
            </w:r>
          </w:p>
        </w:tc>
        <w:tc>
          <w:tcPr>
            <w:tcW w:w="0" w:type="auto"/>
          </w:tcPr>
          <w:p w14:paraId="7E0F9F1A" w14:textId="313A015C" w:rsidR="000E1A69" w:rsidRDefault="009B7B2D" w:rsidP="00EA296F">
            <w:r w:rsidRPr="00544242">
              <w:t xml:space="preserve">~b^-: </w:t>
            </w:r>
            <w:r w:rsidR="00C737B2" w:rsidRPr="00C737B2">
              <w:t>0,4</w:t>
            </w:r>
            <w:r w:rsidR="00C737B2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C737B2" w:rsidRPr="00C737B2">
              <w:t>0,044</w:t>
            </w:r>
          </w:p>
        </w:tc>
      </w:tr>
      <w:tr w:rsidR="000E1A69" w:rsidRPr="001B6138" w14:paraId="5A845E6B" w14:textId="77777777" w:rsidTr="001B6138">
        <w:tc>
          <w:tcPr>
            <w:tcW w:w="0" w:type="auto"/>
          </w:tcPr>
          <w:p w14:paraId="655A2242" w14:textId="44A7132A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4DE12AEC" w14:textId="6A6B692B" w:rsidR="000E1A69" w:rsidRDefault="00C715B3" w:rsidP="00EA296F">
            <w:r>
              <w:t>Np 227</w:t>
            </w:r>
          </w:p>
        </w:tc>
        <w:tc>
          <w:tcPr>
            <w:tcW w:w="0" w:type="auto"/>
          </w:tcPr>
          <w:p w14:paraId="52387D9E" w14:textId="29BE02B2" w:rsidR="000E1A69" w:rsidRDefault="00C715B3" w:rsidP="00EA296F">
            <w:r>
              <w:t>134</w:t>
            </w:r>
          </w:p>
        </w:tc>
        <w:tc>
          <w:tcPr>
            <w:tcW w:w="0" w:type="auto"/>
          </w:tcPr>
          <w:p w14:paraId="5C380717" w14:textId="3854FB2A" w:rsidR="000E1A69" w:rsidRPr="00CE2302" w:rsidRDefault="00344EFD" w:rsidP="00EA296F">
            <w:r w:rsidRPr="00344EFD">
              <w:t>51s</w:t>
            </w:r>
          </w:p>
        </w:tc>
        <w:tc>
          <w:tcPr>
            <w:tcW w:w="0" w:type="auto"/>
          </w:tcPr>
          <w:p w14:paraId="6C74DE63" w14:textId="538D7339" w:rsidR="000E1A69" w:rsidRDefault="009B7B2D" w:rsidP="00EA296F">
            <w:r w:rsidRPr="00544242">
              <w:t xml:space="preserve">~a: </w:t>
            </w:r>
            <w:r w:rsidR="001C0A6B" w:rsidRPr="001C0A6B">
              <w:t>7,68</w:t>
            </w:r>
            <w:r w:rsidR="001C0A6B">
              <w:t xml:space="preserve"> v</w:t>
            </w:r>
          </w:p>
        </w:tc>
      </w:tr>
      <w:tr w:rsidR="000E1A69" w:rsidRPr="001B6138" w14:paraId="1F9BA0F1" w14:textId="77777777" w:rsidTr="001B6138">
        <w:tc>
          <w:tcPr>
            <w:tcW w:w="0" w:type="auto"/>
          </w:tcPr>
          <w:p w14:paraId="232722CA" w14:textId="4A18E207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2F6E52C9" w14:textId="6661B199" w:rsidR="000E1A69" w:rsidRDefault="00C715B3" w:rsidP="00EA296F">
            <w:r>
              <w:t>Np 228</w:t>
            </w:r>
          </w:p>
        </w:tc>
        <w:tc>
          <w:tcPr>
            <w:tcW w:w="0" w:type="auto"/>
          </w:tcPr>
          <w:p w14:paraId="366AB3B9" w14:textId="74E4EE24" w:rsidR="000E1A69" w:rsidRDefault="00C715B3" w:rsidP="00EA296F">
            <w:r>
              <w:t>135</w:t>
            </w:r>
          </w:p>
        </w:tc>
        <w:tc>
          <w:tcPr>
            <w:tcW w:w="0" w:type="auto"/>
          </w:tcPr>
          <w:p w14:paraId="367D9DB8" w14:textId="2F344CC2" w:rsidR="000E1A69" w:rsidRPr="00CE2302" w:rsidRDefault="00344EFD" w:rsidP="00EA296F">
            <w:r w:rsidRPr="00344EFD">
              <w:t>61,4s</w:t>
            </w:r>
          </w:p>
        </w:tc>
        <w:tc>
          <w:tcPr>
            <w:tcW w:w="0" w:type="auto"/>
          </w:tcPr>
          <w:p w14:paraId="0C1869B3" w14:textId="15D4B3D4" w:rsidR="000E1A69" w:rsidRDefault="009B7B2D" w:rsidP="00EA296F">
            <w:r w:rsidRPr="00544242">
              <w:t xml:space="preserve">~a: </w:t>
            </w:r>
            <w:r w:rsidR="001C0A6B">
              <w:t>v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0E1A69" w:rsidRPr="001B6138" w14:paraId="58F6C210" w14:textId="77777777" w:rsidTr="001B6138">
        <w:tc>
          <w:tcPr>
            <w:tcW w:w="0" w:type="auto"/>
          </w:tcPr>
          <w:p w14:paraId="3079F7C5" w14:textId="37A3FF55" w:rsidR="000E1A69" w:rsidRDefault="00C715B3" w:rsidP="00EA296F">
            <w:r>
              <w:lastRenderedPageBreak/>
              <w:t>93</w:t>
            </w:r>
          </w:p>
        </w:tc>
        <w:tc>
          <w:tcPr>
            <w:tcW w:w="0" w:type="auto"/>
          </w:tcPr>
          <w:p w14:paraId="52231F93" w14:textId="586A7EF3" w:rsidR="000E1A69" w:rsidRDefault="00C715B3" w:rsidP="00EA296F">
            <w:r>
              <w:t>Np 229</w:t>
            </w:r>
          </w:p>
        </w:tc>
        <w:tc>
          <w:tcPr>
            <w:tcW w:w="0" w:type="auto"/>
          </w:tcPr>
          <w:p w14:paraId="287F3088" w14:textId="16A60DCC" w:rsidR="000E1A69" w:rsidRDefault="00C715B3" w:rsidP="00EA296F">
            <w:r>
              <w:t>136</w:t>
            </w:r>
          </w:p>
        </w:tc>
        <w:tc>
          <w:tcPr>
            <w:tcW w:w="0" w:type="auto"/>
          </w:tcPr>
          <w:p w14:paraId="32759AFD" w14:textId="04716CE5" w:rsidR="000E1A69" w:rsidRPr="00CE2302" w:rsidRDefault="00344EFD" w:rsidP="00EA296F">
            <w:r w:rsidRPr="00344EFD">
              <w:t>4,0min</w:t>
            </w:r>
          </w:p>
        </w:tc>
        <w:tc>
          <w:tcPr>
            <w:tcW w:w="0" w:type="auto"/>
          </w:tcPr>
          <w:p w14:paraId="64C79D9F" w14:textId="2653F879" w:rsidR="000E1A69" w:rsidRDefault="009B7B2D" w:rsidP="00EA296F">
            <w:r w:rsidRPr="00544242">
              <w:t xml:space="preserve">~a: </w:t>
            </w:r>
            <w:r w:rsidR="001C0A6B" w:rsidRPr="001C0A6B">
              <w:t>6,890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0E1A69" w:rsidRPr="001B6138" w14:paraId="63F755CD" w14:textId="77777777" w:rsidTr="001B6138">
        <w:tc>
          <w:tcPr>
            <w:tcW w:w="0" w:type="auto"/>
          </w:tcPr>
          <w:p w14:paraId="0D7FCFD5" w14:textId="29874316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7B54E70E" w14:textId="3B1211B9" w:rsidR="000E1A69" w:rsidRDefault="00C715B3" w:rsidP="00EA296F">
            <w:r>
              <w:t>Np 230</w:t>
            </w:r>
          </w:p>
        </w:tc>
        <w:tc>
          <w:tcPr>
            <w:tcW w:w="0" w:type="auto"/>
          </w:tcPr>
          <w:p w14:paraId="03310BA3" w14:textId="5C0DBC8F" w:rsidR="000E1A69" w:rsidRDefault="00C715B3" w:rsidP="00EA296F">
            <w:r>
              <w:t>137</w:t>
            </w:r>
          </w:p>
        </w:tc>
        <w:tc>
          <w:tcPr>
            <w:tcW w:w="0" w:type="auto"/>
          </w:tcPr>
          <w:p w14:paraId="0B980FF6" w14:textId="0E6B4C6F" w:rsidR="000E1A69" w:rsidRPr="00CE2302" w:rsidRDefault="00344EFD" w:rsidP="00EA296F">
            <w:r w:rsidRPr="00344EFD">
              <w:t>4,6min</w:t>
            </w:r>
          </w:p>
        </w:tc>
        <w:tc>
          <w:tcPr>
            <w:tcW w:w="0" w:type="auto"/>
          </w:tcPr>
          <w:p w14:paraId="63A8F622" w14:textId="29EED980" w:rsidR="000E1A69" w:rsidRDefault="009B7B2D" w:rsidP="00EA296F">
            <w:r w:rsidRPr="00544242">
              <w:t xml:space="preserve">~a: </w:t>
            </w:r>
            <w:r w:rsidR="001C0A6B" w:rsidRPr="001C0A6B">
              <w:t>6,66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0E1A69" w:rsidRPr="001B6138" w14:paraId="48687165" w14:textId="77777777" w:rsidTr="001B6138">
        <w:tc>
          <w:tcPr>
            <w:tcW w:w="0" w:type="auto"/>
          </w:tcPr>
          <w:p w14:paraId="22A373C3" w14:textId="4525695A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739CD4F5" w14:textId="5E90DFA8" w:rsidR="000E1A69" w:rsidRDefault="00C715B3" w:rsidP="00EA296F">
            <w:r>
              <w:t>Np 231</w:t>
            </w:r>
          </w:p>
        </w:tc>
        <w:tc>
          <w:tcPr>
            <w:tcW w:w="0" w:type="auto"/>
          </w:tcPr>
          <w:p w14:paraId="62A2A207" w14:textId="1E3802DE" w:rsidR="000E1A69" w:rsidRDefault="00C715B3" w:rsidP="00EA296F">
            <w:r>
              <w:t>138</w:t>
            </w:r>
          </w:p>
        </w:tc>
        <w:tc>
          <w:tcPr>
            <w:tcW w:w="0" w:type="auto"/>
          </w:tcPr>
          <w:p w14:paraId="142EDD75" w14:textId="455FFD7D" w:rsidR="000E1A69" w:rsidRPr="00CE2302" w:rsidRDefault="00344EFD" w:rsidP="00EA296F">
            <w:r w:rsidRPr="00344EFD">
              <w:t>48,8min</w:t>
            </w:r>
          </w:p>
        </w:tc>
        <w:tc>
          <w:tcPr>
            <w:tcW w:w="0" w:type="auto"/>
          </w:tcPr>
          <w:p w14:paraId="64F28F18" w14:textId="0E104637" w:rsidR="000E1A69" w:rsidRDefault="009B7B2D" w:rsidP="00EA296F">
            <w:r w:rsidRPr="00544242">
              <w:t xml:space="preserve">~a: </w:t>
            </w:r>
            <w:r w:rsidR="001C0A6B" w:rsidRPr="001C0A6B">
              <w:t>6,28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1C0A6B" w:rsidRPr="001C0A6B">
              <w:t>0,371</w:t>
            </w:r>
          </w:p>
        </w:tc>
      </w:tr>
      <w:tr w:rsidR="000E1A69" w:rsidRPr="001B6138" w14:paraId="3EA2BB9D" w14:textId="77777777" w:rsidTr="001B6138">
        <w:tc>
          <w:tcPr>
            <w:tcW w:w="0" w:type="auto"/>
          </w:tcPr>
          <w:p w14:paraId="69D31C2F" w14:textId="47476AAD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62ED37E0" w14:textId="6B3335DF" w:rsidR="000E1A69" w:rsidRDefault="00C715B3" w:rsidP="00EA296F">
            <w:r>
              <w:t>Np 232</w:t>
            </w:r>
          </w:p>
        </w:tc>
        <w:tc>
          <w:tcPr>
            <w:tcW w:w="0" w:type="auto"/>
          </w:tcPr>
          <w:p w14:paraId="41856F6E" w14:textId="599E06D4" w:rsidR="000E1A69" w:rsidRDefault="00C715B3" w:rsidP="00EA296F">
            <w:r>
              <w:t>139</w:t>
            </w:r>
          </w:p>
        </w:tc>
        <w:tc>
          <w:tcPr>
            <w:tcW w:w="0" w:type="auto"/>
          </w:tcPr>
          <w:p w14:paraId="3710ADBF" w14:textId="0E8C82F9" w:rsidR="000E1A69" w:rsidRPr="00CE2302" w:rsidRDefault="00344EFD" w:rsidP="00EA296F">
            <w:r w:rsidRPr="00344EFD">
              <w:t>14,7min</w:t>
            </w:r>
          </w:p>
        </w:tc>
        <w:tc>
          <w:tcPr>
            <w:tcW w:w="0" w:type="auto"/>
          </w:tcPr>
          <w:p w14:paraId="15E6499D" w14:textId="31848BC2" w:rsidR="000E1A69" w:rsidRDefault="009B7B2D" w:rsidP="00EA296F">
            <w:r w:rsidRPr="00544242">
              <w:t xml:space="preserve">~b^+: </w:t>
            </w:r>
            <w:r w:rsidR="001C0A6B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1C0A6B" w:rsidRPr="001C0A6B">
              <w:t>0,327</w:t>
            </w:r>
          </w:p>
        </w:tc>
      </w:tr>
      <w:tr w:rsidR="000E1A69" w:rsidRPr="001B6138" w14:paraId="682A2401" w14:textId="77777777" w:rsidTr="001B6138">
        <w:tc>
          <w:tcPr>
            <w:tcW w:w="0" w:type="auto"/>
          </w:tcPr>
          <w:p w14:paraId="04045CFE" w14:textId="19D4458B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36701F6A" w14:textId="6A00F625" w:rsidR="000E1A69" w:rsidRDefault="00C715B3" w:rsidP="00EA296F">
            <w:r>
              <w:t>Np 233</w:t>
            </w:r>
          </w:p>
        </w:tc>
        <w:tc>
          <w:tcPr>
            <w:tcW w:w="0" w:type="auto"/>
          </w:tcPr>
          <w:p w14:paraId="0672069E" w14:textId="418FF0EB" w:rsidR="000E1A69" w:rsidRDefault="00C715B3" w:rsidP="00EA296F">
            <w:r>
              <w:t>140</w:t>
            </w:r>
          </w:p>
        </w:tc>
        <w:tc>
          <w:tcPr>
            <w:tcW w:w="0" w:type="auto"/>
          </w:tcPr>
          <w:p w14:paraId="5F749E75" w14:textId="3F8946C6" w:rsidR="000E1A69" w:rsidRPr="00CE2302" w:rsidRDefault="00344EFD" w:rsidP="00EA296F">
            <w:r w:rsidRPr="00344EFD">
              <w:t>36,2min</w:t>
            </w:r>
          </w:p>
        </w:tc>
        <w:tc>
          <w:tcPr>
            <w:tcW w:w="0" w:type="auto"/>
          </w:tcPr>
          <w:p w14:paraId="17EFDE26" w14:textId="58C80E81" w:rsidR="000E1A69" w:rsidRDefault="009B7B2D" w:rsidP="00EA296F">
            <w:r w:rsidRPr="00544242">
              <w:t xml:space="preserve">~a: </w:t>
            </w:r>
            <w:r w:rsidR="001C0A6B" w:rsidRPr="001C0A6B">
              <w:t>5,54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0E1A69" w:rsidRPr="001B6138" w14:paraId="6640553F" w14:textId="77777777" w:rsidTr="001B6138">
        <w:tc>
          <w:tcPr>
            <w:tcW w:w="0" w:type="auto"/>
          </w:tcPr>
          <w:p w14:paraId="33B43027" w14:textId="7F7C9F0A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22A81053" w14:textId="5BEFC032" w:rsidR="000E1A69" w:rsidRDefault="00C715B3" w:rsidP="00EA296F">
            <w:r>
              <w:t>Np 234</w:t>
            </w:r>
          </w:p>
        </w:tc>
        <w:tc>
          <w:tcPr>
            <w:tcW w:w="0" w:type="auto"/>
          </w:tcPr>
          <w:p w14:paraId="248716EC" w14:textId="4D7DD2B0" w:rsidR="000E1A69" w:rsidRDefault="00C715B3" w:rsidP="00EA296F">
            <w:r>
              <w:t>141</w:t>
            </w:r>
          </w:p>
        </w:tc>
        <w:tc>
          <w:tcPr>
            <w:tcW w:w="0" w:type="auto"/>
          </w:tcPr>
          <w:p w14:paraId="6D871C3F" w14:textId="106CFC3D" w:rsidR="000E1A69" w:rsidRPr="00CE2302" w:rsidRDefault="00344EFD" w:rsidP="00EA296F">
            <w:r w:rsidRPr="00344EFD">
              <w:t>4,4d</w:t>
            </w:r>
          </w:p>
        </w:tc>
        <w:tc>
          <w:tcPr>
            <w:tcW w:w="0" w:type="auto"/>
          </w:tcPr>
          <w:p w14:paraId="735385C9" w14:textId="51D77F4F" w:rsidR="000E1A69" w:rsidRDefault="009B7B2D" w:rsidP="00EA296F">
            <w:r w:rsidRPr="00544242">
              <w:t xml:space="preserve">~b^+: </w:t>
            </w:r>
            <w:r w:rsidR="001C0A6B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1C0A6B" w:rsidRPr="001C0A6B">
              <w:t>1,559</w:t>
            </w:r>
          </w:p>
        </w:tc>
      </w:tr>
      <w:tr w:rsidR="000E1A69" w:rsidRPr="001B6138" w14:paraId="5E67C301" w14:textId="77777777" w:rsidTr="001B6138">
        <w:tc>
          <w:tcPr>
            <w:tcW w:w="0" w:type="auto"/>
          </w:tcPr>
          <w:p w14:paraId="4D133B03" w14:textId="6AEE2FA7" w:rsidR="000E1A69" w:rsidRDefault="00C715B3" w:rsidP="00EA296F">
            <w:r>
              <w:t>93</w:t>
            </w:r>
          </w:p>
        </w:tc>
        <w:tc>
          <w:tcPr>
            <w:tcW w:w="0" w:type="auto"/>
          </w:tcPr>
          <w:p w14:paraId="75CBB5DB" w14:textId="75BC0C85" w:rsidR="000E1A69" w:rsidRDefault="00C715B3" w:rsidP="00EA296F">
            <w:r>
              <w:t>Np 235</w:t>
            </w:r>
          </w:p>
        </w:tc>
        <w:tc>
          <w:tcPr>
            <w:tcW w:w="0" w:type="auto"/>
          </w:tcPr>
          <w:p w14:paraId="230C959C" w14:textId="0A368B62" w:rsidR="000E1A69" w:rsidRDefault="00C715B3" w:rsidP="00EA296F">
            <w:r>
              <w:t>142</w:t>
            </w:r>
          </w:p>
        </w:tc>
        <w:tc>
          <w:tcPr>
            <w:tcW w:w="0" w:type="auto"/>
          </w:tcPr>
          <w:p w14:paraId="34D44FAC" w14:textId="40156FA0" w:rsidR="000E1A69" w:rsidRPr="00CE2302" w:rsidRDefault="00344EFD" w:rsidP="00EA296F">
            <w:r w:rsidRPr="00344EFD">
              <w:t>396,1d</w:t>
            </w:r>
          </w:p>
        </w:tc>
        <w:tc>
          <w:tcPr>
            <w:tcW w:w="0" w:type="auto"/>
          </w:tcPr>
          <w:p w14:paraId="500156B2" w14:textId="29BDC2BA" w:rsidR="000E1A69" w:rsidRDefault="009B7B2D" w:rsidP="00EA296F">
            <w:r w:rsidRPr="00544242">
              <w:t xml:space="preserve">~a: </w:t>
            </w:r>
            <w:r w:rsidR="001C0A6B" w:rsidRPr="001C0A6B">
              <w:t>5,025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041528" w:rsidRPr="001B6138" w14:paraId="4EEC60C1" w14:textId="77777777" w:rsidTr="001B6138">
        <w:tc>
          <w:tcPr>
            <w:tcW w:w="0" w:type="auto"/>
          </w:tcPr>
          <w:p w14:paraId="02E1D9AB" w14:textId="4EA6FE99" w:rsidR="00041528" w:rsidRDefault="00C715B3" w:rsidP="00EA296F">
            <w:r>
              <w:t>93</w:t>
            </w:r>
          </w:p>
        </w:tc>
        <w:tc>
          <w:tcPr>
            <w:tcW w:w="0" w:type="auto"/>
          </w:tcPr>
          <w:p w14:paraId="2D682C32" w14:textId="5C43CC6A" w:rsidR="00041528" w:rsidRDefault="00C715B3" w:rsidP="00EA296F">
            <w:r>
              <w:t>Np 236</w:t>
            </w:r>
          </w:p>
        </w:tc>
        <w:tc>
          <w:tcPr>
            <w:tcW w:w="0" w:type="auto"/>
          </w:tcPr>
          <w:p w14:paraId="1074410D" w14:textId="2C0C8B8A" w:rsidR="00041528" w:rsidRDefault="00C715B3" w:rsidP="00EA296F">
            <w:r>
              <w:t>143</w:t>
            </w:r>
          </w:p>
        </w:tc>
        <w:tc>
          <w:tcPr>
            <w:tcW w:w="0" w:type="auto"/>
          </w:tcPr>
          <w:p w14:paraId="56F053C2" w14:textId="11682133" w:rsidR="00041528" w:rsidRPr="00CE2302" w:rsidRDefault="00344EFD" w:rsidP="00EA296F">
            <w:r w:rsidRPr="00344EFD">
              <w:t>1,54E5a</w:t>
            </w:r>
          </w:p>
        </w:tc>
        <w:tc>
          <w:tcPr>
            <w:tcW w:w="0" w:type="auto"/>
          </w:tcPr>
          <w:p w14:paraId="5CCA109E" w14:textId="39AC80D8" w:rsidR="00041528" w:rsidRDefault="00344EFD" w:rsidP="00EA296F">
            <w:r w:rsidRPr="00544242">
              <w:t xml:space="preserve">~b^-: </w:t>
            </w:r>
            <w:r w:rsidR="001C0A6B" w:rsidRPr="001C0A6B">
              <w:t>0,481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 xml:space="preserve">~b^+: </w:t>
            </w:r>
            <w:r w:rsidR="001C0A6B">
              <w:t>v</w:t>
            </w:r>
          </w:p>
        </w:tc>
      </w:tr>
      <w:tr w:rsidR="009B7B2D" w:rsidRPr="001B6138" w14:paraId="14A5D443" w14:textId="77777777" w:rsidTr="001B6138">
        <w:tc>
          <w:tcPr>
            <w:tcW w:w="0" w:type="auto"/>
          </w:tcPr>
          <w:p w14:paraId="541E7576" w14:textId="778200D4" w:rsidR="009B7B2D" w:rsidRDefault="00C715B3" w:rsidP="00EA296F">
            <w:r>
              <w:t>93</w:t>
            </w:r>
          </w:p>
        </w:tc>
        <w:tc>
          <w:tcPr>
            <w:tcW w:w="0" w:type="auto"/>
          </w:tcPr>
          <w:p w14:paraId="2F8D2090" w14:textId="6C692FFB" w:rsidR="009B7B2D" w:rsidRDefault="00C715B3" w:rsidP="00EA296F">
            <w:r>
              <w:t>Np 237</w:t>
            </w:r>
          </w:p>
        </w:tc>
        <w:tc>
          <w:tcPr>
            <w:tcW w:w="0" w:type="auto"/>
          </w:tcPr>
          <w:p w14:paraId="542705FC" w14:textId="48CECB18" w:rsidR="009B7B2D" w:rsidRDefault="00C715B3" w:rsidP="00EA296F">
            <w:r>
              <w:t>144</w:t>
            </w:r>
          </w:p>
        </w:tc>
        <w:tc>
          <w:tcPr>
            <w:tcW w:w="0" w:type="auto"/>
          </w:tcPr>
          <w:p w14:paraId="781D6DEF" w14:textId="62CE4D5C" w:rsidR="009B7B2D" w:rsidRPr="00CE2302" w:rsidRDefault="00344EFD" w:rsidP="00EA296F">
            <w:r w:rsidRPr="00344EFD">
              <w:t>2,14E6a</w:t>
            </w:r>
          </w:p>
        </w:tc>
        <w:tc>
          <w:tcPr>
            <w:tcW w:w="0" w:type="auto"/>
          </w:tcPr>
          <w:p w14:paraId="1C0F5E6A" w14:textId="110A47F3" w:rsidR="009B7B2D" w:rsidRDefault="00344EFD" w:rsidP="00EA296F">
            <w:r w:rsidRPr="00544242">
              <w:t xml:space="preserve">~a: </w:t>
            </w:r>
            <w:r w:rsidR="001C0A6B" w:rsidRPr="001C0A6B">
              <w:t>4,790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1C0A6B" w:rsidRPr="001C0A6B">
              <w:t>0,029</w:t>
            </w:r>
          </w:p>
        </w:tc>
      </w:tr>
      <w:tr w:rsidR="009B7B2D" w:rsidRPr="001B6138" w14:paraId="18EE55E7" w14:textId="77777777" w:rsidTr="001B6138">
        <w:tc>
          <w:tcPr>
            <w:tcW w:w="0" w:type="auto"/>
          </w:tcPr>
          <w:p w14:paraId="38CCDA51" w14:textId="5166CFA2" w:rsidR="009B7B2D" w:rsidRDefault="00C715B3" w:rsidP="00EA296F">
            <w:r>
              <w:t>93</w:t>
            </w:r>
          </w:p>
        </w:tc>
        <w:tc>
          <w:tcPr>
            <w:tcW w:w="0" w:type="auto"/>
          </w:tcPr>
          <w:p w14:paraId="25E0364F" w14:textId="06E44766" w:rsidR="009B7B2D" w:rsidRDefault="00C715B3" w:rsidP="00EA296F">
            <w:r>
              <w:t>Np 238</w:t>
            </w:r>
          </w:p>
        </w:tc>
        <w:tc>
          <w:tcPr>
            <w:tcW w:w="0" w:type="auto"/>
          </w:tcPr>
          <w:p w14:paraId="25904938" w14:textId="455ACC99" w:rsidR="009B7B2D" w:rsidRDefault="00C715B3" w:rsidP="00EA296F">
            <w:r>
              <w:t>145</w:t>
            </w:r>
          </w:p>
        </w:tc>
        <w:tc>
          <w:tcPr>
            <w:tcW w:w="0" w:type="auto"/>
          </w:tcPr>
          <w:p w14:paraId="2B55BEFD" w14:textId="1F7AA63B" w:rsidR="009B7B2D" w:rsidRPr="00CE2302" w:rsidRDefault="00344EFD" w:rsidP="00EA296F">
            <w:r w:rsidRPr="00344EFD">
              <w:t>2,117d</w:t>
            </w:r>
          </w:p>
        </w:tc>
        <w:tc>
          <w:tcPr>
            <w:tcW w:w="0" w:type="auto"/>
          </w:tcPr>
          <w:p w14:paraId="138CBAFE" w14:textId="6355EE9A" w:rsidR="009B7B2D" w:rsidRDefault="00344EFD" w:rsidP="00EA296F">
            <w:r w:rsidRPr="00544242">
              <w:t xml:space="preserve">~b^-: </w:t>
            </w:r>
            <w:r w:rsidR="001C0A6B" w:rsidRPr="001C0A6B">
              <w:t>1,2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>~</w:t>
            </w:r>
            <w:r w:rsidR="00ED2035">
              <w:t>c</w:t>
            </w:r>
            <w:r w:rsidRPr="00544242">
              <w:t xml:space="preserve">: </w:t>
            </w:r>
            <w:r w:rsidR="001C0A6B" w:rsidRPr="001C0A6B">
              <w:t>0,984</w:t>
            </w:r>
          </w:p>
        </w:tc>
      </w:tr>
      <w:tr w:rsidR="009B7B2D" w:rsidRPr="001B6138" w14:paraId="203BBC17" w14:textId="77777777" w:rsidTr="001B6138">
        <w:tc>
          <w:tcPr>
            <w:tcW w:w="0" w:type="auto"/>
          </w:tcPr>
          <w:p w14:paraId="0A62382B" w14:textId="70385530" w:rsidR="009B7B2D" w:rsidRDefault="00C715B3" w:rsidP="00EA296F">
            <w:r>
              <w:t>93</w:t>
            </w:r>
          </w:p>
        </w:tc>
        <w:tc>
          <w:tcPr>
            <w:tcW w:w="0" w:type="auto"/>
          </w:tcPr>
          <w:p w14:paraId="75117467" w14:textId="09670753" w:rsidR="009B7B2D" w:rsidRDefault="00C715B3" w:rsidP="00EA296F">
            <w:r>
              <w:t>Np 239</w:t>
            </w:r>
          </w:p>
        </w:tc>
        <w:tc>
          <w:tcPr>
            <w:tcW w:w="0" w:type="auto"/>
          </w:tcPr>
          <w:p w14:paraId="39AB88C2" w14:textId="6F23FCCD" w:rsidR="009B7B2D" w:rsidRDefault="00C715B3" w:rsidP="00EA296F">
            <w:r>
              <w:t>146</w:t>
            </w:r>
          </w:p>
        </w:tc>
        <w:tc>
          <w:tcPr>
            <w:tcW w:w="0" w:type="auto"/>
          </w:tcPr>
          <w:p w14:paraId="04AA3F57" w14:textId="3F47D6D0" w:rsidR="009B7B2D" w:rsidRPr="00CE2302" w:rsidRDefault="00344EFD" w:rsidP="00EA296F">
            <w:r w:rsidRPr="00344EFD">
              <w:t>2,355d</w:t>
            </w:r>
          </w:p>
        </w:tc>
        <w:tc>
          <w:tcPr>
            <w:tcW w:w="0" w:type="auto"/>
          </w:tcPr>
          <w:p w14:paraId="124C9D50" w14:textId="61421FA9" w:rsidR="009B7B2D" w:rsidRDefault="00344EFD" w:rsidP="00EA296F">
            <w:r w:rsidRPr="00544242">
              <w:t xml:space="preserve">~b^-: </w:t>
            </w:r>
            <w:r w:rsidR="001C0A6B" w:rsidRPr="001C0A6B">
              <w:t>0,4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>~</w:t>
            </w:r>
            <w:r w:rsidR="00794B1D">
              <w:t>c</w:t>
            </w:r>
            <w:r w:rsidRPr="00544242">
              <w:t xml:space="preserve">: </w:t>
            </w:r>
            <w:r w:rsidR="001C0A6B" w:rsidRPr="001C0A6B">
              <w:t>0,106</w:t>
            </w:r>
          </w:p>
        </w:tc>
      </w:tr>
      <w:tr w:rsidR="009B7B2D" w:rsidRPr="001B6138" w14:paraId="114E4446" w14:textId="77777777" w:rsidTr="001B6138">
        <w:tc>
          <w:tcPr>
            <w:tcW w:w="0" w:type="auto"/>
          </w:tcPr>
          <w:p w14:paraId="2EAB7069" w14:textId="3C28FC63" w:rsidR="009B7B2D" w:rsidRDefault="00C715B3" w:rsidP="00EA296F">
            <w:r>
              <w:t>93</w:t>
            </w:r>
          </w:p>
        </w:tc>
        <w:tc>
          <w:tcPr>
            <w:tcW w:w="0" w:type="auto"/>
          </w:tcPr>
          <w:p w14:paraId="02042C83" w14:textId="6D00E485" w:rsidR="009B7B2D" w:rsidRDefault="00C715B3" w:rsidP="00EA296F">
            <w:r>
              <w:t>Np 240</w:t>
            </w:r>
          </w:p>
        </w:tc>
        <w:tc>
          <w:tcPr>
            <w:tcW w:w="0" w:type="auto"/>
          </w:tcPr>
          <w:p w14:paraId="752C5230" w14:textId="080C0D01" w:rsidR="009B7B2D" w:rsidRDefault="00C715B3" w:rsidP="00EA296F">
            <w:r>
              <w:t>147</w:t>
            </w:r>
          </w:p>
        </w:tc>
        <w:tc>
          <w:tcPr>
            <w:tcW w:w="0" w:type="auto"/>
          </w:tcPr>
          <w:p w14:paraId="4059E8E9" w14:textId="4208B7F0" w:rsidR="009B7B2D" w:rsidRPr="00CE2302" w:rsidRDefault="00344EFD" w:rsidP="00EA296F">
            <w:r w:rsidRPr="00344EFD">
              <w:t>65min</w:t>
            </w:r>
          </w:p>
        </w:tc>
        <w:tc>
          <w:tcPr>
            <w:tcW w:w="0" w:type="auto"/>
          </w:tcPr>
          <w:p w14:paraId="54490B95" w14:textId="4B05B33B" w:rsidR="009B7B2D" w:rsidRDefault="00344EFD" w:rsidP="00EA296F">
            <w:r w:rsidRPr="00544242">
              <w:t xml:space="preserve">~b^-: </w:t>
            </w:r>
            <w:r w:rsidR="001C0A6B" w:rsidRPr="001C0A6B">
              <w:t>0,9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>~</w:t>
            </w:r>
            <w:r w:rsidR="00794B1D">
              <w:t>c</w:t>
            </w:r>
            <w:r w:rsidRPr="00544242">
              <w:t xml:space="preserve">: </w:t>
            </w:r>
            <w:r w:rsidR="001C0A6B" w:rsidRPr="001C0A6B">
              <w:t>0,566</w:t>
            </w:r>
          </w:p>
        </w:tc>
      </w:tr>
      <w:tr w:rsidR="009B7B2D" w:rsidRPr="001B6138" w14:paraId="228038CF" w14:textId="77777777" w:rsidTr="001B6138">
        <w:tc>
          <w:tcPr>
            <w:tcW w:w="0" w:type="auto"/>
          </w:tcPr>
          <w:p w14:paraId="029DEF8D" w14:textId="0B6735D0" w:rsidR="009B7B2D" w:rsidRDefault="00C715B3" w:rsidP="00EA296F">
            <w:r>
              <w:t>93</w:t>
            </w:r>
          </w:p>
        </w:tc>
        <w:tc>
          <w:tcPr>
            <w:tcW w:w="0" w:type="auto"/>
          </w:tcPr>
          <w:p w14:paraId="7FFB9796" w14:textId="5A594A48" w:rsidR="009B7B2D" w:rsidRDefault="00C715B3" w:rsidP="00EA296F">
            <w:r>
              <w:t>Np 241</w:t>
            </w:r>
          </w:p>
        </w:tc>
        <w:tc>
          <w:tcPr>
            <w:tcW w:w="0" w:type="auto"/>
          </w:tcPr>
          <w:p w14:paraId="71F34B81" w14:textId="7B82BED8" w:rsidR="009B7B2D" w:rsidRDefault="00C715B3" w:rsidP="00EA296F">
            <w:r>
              <w:t>148</w:t>
            </w:r>
          </w:p>
        </w:tc>
        <w:tc>
          <w:tcPr>
            <w:tcW w:w="0" w:type="auto"/>
          </w:tcPr>
          <w:p w14:paraId="1DA487EE" w14:textId="63854BE0" w:rsidR="009B7B2D" w:rsidRPr="00CE2302" w:rsidRDefault="00344EFD" w:rsidP="00EA296F">
            <w:r w:rsidRPr="00344EFD">
              <w:t>13,9min</w:t>
            </w:r>
          </w:p>
        </w:tc>
        <w:tc>
          <w:tcPr>
            <w:tcW w:w="0" w:type="auto"/>
          </w:tcPr>
          <w:p w14:paraId="4BFF76DF" w14:textId="6B891CF8" w:rsidR="009B7B2D" w:rsidRDefault="00344EFD" w:rsidP="00EA296F">
            <w:r w:rsidRPr="00544242">
              <w:t xml:space="preserve">~b^-: </w:t>
            </w:r>
            <w:r w:rsidR="001C0A6B" w:rsidRPr="001C0A6B">
              <w:t>1,3</w:t>
            </w:r>
            <w:r w:rsidR="001C0A6B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1C0A6B" w:rsidRPr="001C0A6B">
              <w:t>0,175</w:t>
            </w:r>
          </w:p>
        </w:tc>
      </w:tr>
      <w:tr w:rsidR="009B7B2D" w:rsidRPr="001B6138" w14:paraId="46EFE6AE" w14:textId="77777777" w:rsidTr="001B6138">
        <w:tc>
          <w:tcPr>
            <w:tcW w:w="0" w:type="auto"/>
          </w:tcPr>
          <w:p w14:paraId="2C1010FA" w14:textId="4C051293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7F680E00" w14:textId="2645C2D5" w:rsidR="009B7B2D" w:rsidRDefault="000A1ADD" w:rsidP="00EA296F">
            <w:r>
              <w:t>Pu 232</w:t>
            </w:r>
          </w:p>
        </w:tc>
        <w:tc>
          <w:tcPr>
            <w:tcW w:w="0" w:type="auto"/>
          </w:tcPr>
          <w:p w14:paraId="55EE0544" w14:textId="55DE29A5" w:rsidR="009B7B2D" w:rsidRDefault="000A1ADD" w:rsidP="00EA296F">
            <w:r>
              <w:t>138</w:t>
            </w:r>
          </w:p>
        </w:tc>
        <w:tc>
          <w:tcPr>
            <w:tcW w:w="0" w:type="auto"/>
          </w:tcPr>
          <w:p w14:paraId="274CF7DE" w14:textId="4A89CD5A" w:rsidR="009B7B2D" w:rsidRPr="00CE2302" w:rsidRDefault="00101E47" w:rsidP="00EA296F">
            <w:r w:rsidRPr="00101E47">
              <w:t>34,1min</w:t>
            </w:r>
          </w:p>
        </w:tc>
        <w:tc>
          <w:tcPr>
            <w:tcW w:w="0" w:type="auto"/>
          </w:tcPr>
          <w:p w14:paraId="4ECDC448" w14:textId="3FA7F51C" w:rsidR="009B7B2D" w:rsidRDefault="00344EFD" w:rsidP="00EA296F">
            <w:r w:rsidRPr="00544242">
              <w:t xml:space="preserve">~a: </w:t>
            </w:r>
            <w:r w:rsidR="00101E47" w:rsidRPr="00101E47">
              <w:t>6,60</w:t>
            </w:r>
            <w:r w:rsidR="00101E47">
              <w:t xml:space="preserve"> v</w:t>
            </w:r>
            <w:r w:rsidR="002C3A2D">
              <w:t xml:space="preserve">; </w:t>
            </w:r>
            <w:r w:rsidRPr="00544242">
              <w:t xml:space="preserve">~b^+: </w:t>
            </w:r>
            <w:r w:rsidR="00101E47">
              <w:t>v</w:t>
            </w:r>
          </w:p>
        </w:tc>
      </w:tr>
      <w:tr w:rsidR="009B7B2D" w:rsidRPr="001B6138" w14:paraId="2368BEA0" w14:textId="77777777" w:rsidTr="001B6138">
        <w:tc>
          <w:tcPr>
            <w:tcW w:w="0" w:type="auto"/>
          </w:tcPr>
          <w:p w14:paraId="7C7189F5" w14:textId="0DAC0695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2AC679A9" w14:textId="1595DBA7" w:rsidR="009B7B2D" w:rsidRDefault="000A1ADD" w:rsidP="00EA296F">
            <w:r>
              <w:t>Pu 233</w:t>
            </w:r>
          </w:p>
        </w:tc>
        <w:tc>
          <w:tcPr>
            <w:tcW w:w="0" w:type="auto"/>
          </w:tcPr>
          <w:p w14:paraId="1B361366" w14:textId="3C611A30" w:rsidR="009B7B2D" w:rsidRDefault="000A1ADD" w:rsidP="00EA296F">
            <w:r>
              <w:t>139</w:t>
            </w:r>
          </w:p>
        </w:tc>
        <w:tc>
          <w:tcPr>
            <w:tcW w:w="0" w:type="auto"/>
          </w:tcPr>
          <w:p w14:paraId="04930314" w14:textId="2397CF50" w:rsidR="009B7B2D" w:rsidRPr="00CE2302" w:rsidRDefault="00101E47" w:rsidP="00EA296F">
            <w:r w:rsidRPr="00101E47">
              <w:t>20,9min</w:t>
            </w:r>
          </w:p>
        </w:tc>
        <w:tc>
          <w:tcPr>
            <w:tcW w:w="0" w:type="auto"/>
          </w:tcPr>
          <w:p w14:paraId="16E9D3A2" w14:textId="2571A90B" w:rsidR="009B7B2D" w:rsidRDefault="00344EFD" w:rsidP="00EA296F">
            <w:r w:rsidRPr="00544242">
              <w:t xml:space="preserve">~a: </w:t>
            </w:r>
            <w:r w:rsidR="00101E47" w:rsidRPr="00101E47">
              <w:t>6,31</w:t>
            </w:r>
            <w:r w:rsidR="002C3A2D">
              <w:t xml:space="preserve">; </w:t>
            </w:r>
            <w:r w:rsidRPr="00544242">
              <w:t xml:space="preserve">~b^+: </w:t>
            </w:r>
            <w:r w:rsidR="00101E47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101E47" w:rsidRPr="00101E47">
              <w:t>0,235</w:t>
            </w:r>
          </w:p>
        </w:tc>
      </w:tr>
      <w:tr w:rsidR="009B7B2D" w:rsidRPr="001B6138" w14:paraId="617485EA" w14:textId="77777777" w:rsidTr="001B6138">
        <w:tc>
          <w:tcPr>
            <w:tcW w:w="0" w:type="auto"/>
          </w:tcPr>
          <w:p w14:paraId="0465D2A0" w14:textId="1B854D96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514DF713" w14:textId="53FF61F4" w:rsidR="009B7B2D" w:rsidRDefault="000A1ADD" w:rsidP="00EA296F">
            <w:r>
              <w:t>Pu 234</w:t>
            </w:r>
          </w:p>
        </w:tc>
        <w:tc>
          <w:tcPr>
            <w:tcW w:w="0" w:type="auto"/>
          </w:tcPr>
          <w:p w14:paraId="370C8186" w14:textId="2033890F" w:rsidR="009B7B2D" w:rsidRDefault="000A1ADD" w:rsidP="00EA296F">
            <w:r>
              <w:t>140</w:t>
            </w:r>
          </w:p>
        </w:tc>
        <w:tc>
          <w:tcPr>
            <w:tcW w:w="0" w:type="auto"/>
          </w:tcPr>
          <w:p w14:paraId="75D1C18D" w14:textId="11F8ECD5" w:rsidR="009B7B2D" w:rsidRPr="00CE2302" w:rsidRDefault="00101E47" w:rsidP="00EA296F">
            <w:r w:rsidRPr="00101E47">
              <w:t>8,8h</w:t>
            </w:r>
          </w:p>
        </w:tc>
        <w:tc>
          <w:tcPr>
            <w:tcW w:w="0" w:type="auto"/>
          </w:tcPr>
          <w:p w14:paraId="0AFB3031" w14:textId="43EF6339" w:rsidR="009B7B2D" w:rsidRDefault="00344EFD" w:rsidP="00EA296F">
            <w:r w:rsidRPr="00544242">
              <w:t xml:space="preserve">~a: </w:t>
            </w:r>
            <w:r w:rsidR="00101E47" w:rsidRPr="00101E47">
              <w:t>6,202</w:t>
            </w:r>
            <w:r w:rsidR="00101E47">
              <w:t xml:space="preserve"> v</w:t>
            </w:r>
            <w:r w:rsidR="002C3A2D">
              <w:t xml:space="preserve">; </w:t>
            </w:r>
            <w:r w:rsidRPr="00544242">
              <w:t xml:space="preserve">~b^+: </w:t>
            </w:r>
            <w:r w:rsidR="00101E47">
              <w:t>v</w:t>
            </w:r>
          </w:p>
        </w:tc>
      </w:tr>
      <w:tr w:rsidR="009B7B2D" w:rsidRPr="001B6138" w14:paraId="39C263A7" w14:textId="77777777" w:rsidTr="001B6138">
        <w:tc>
          <w:tcPr>
            <w:tcW w:w="0" w:type="auto"/>
          </w:tcPr>
          <w:p w14:paraId="4E42521A" w14:textId="63FE2398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61547F18" w14:textId="4E20D47A" w:rsidR="009B7B2D" w:rsidRDefault="000A1ADD" w:rsidP="00EA296F">
            <w:r>
              <w:t>Pu 235</w:t>
            </w:r>
          </w:p>
        </w:tc>
        <w:tc>
          <w:tcPr>
            <w:tcW w:w="0" w:type="auto"/>
          </w:tcPr>
          <w:p w14:paraId="019C98C9" w14:textId="665A4F9B" w:rsidR="009B7B2D" w:rsidRDefault="000A1ADD" w:rsidP="00EA296F">
            <w:r>
              <w:t>141</w:t>
            </w:r>
          </w:p>
        </w:tc>
        <w:tc>
          <w:tcPr>
            <w:tcW w:w="0" w:type="auto"/>
          </w:tcPr>
          <w:p w14:paraId="6F9DFB0F" w14:textId="15A266C5" w:rsidR="009B7B2D" w:rsidRPr="00CE2302" w:rsidRDefault="00101E47" w:rsidP="00EA296F">
            <w:r w:rsidRPr="00101E47">
              <w:t>25,3min</w:t>
            </w:r>
          </w:p>
        </w:tc>
        <w:tc>
          <w:tcPr>
            <w:tcW w:w="0" w:type="auto"/>
          </w:tcPr>
          <w:p w14:paraId="1AB55674" w14:textId="0944BF48" w:rsidR="009B7B2D" w:rsidRDefault="00344EFD" w:rsidP="00EA296F">
            <w:r w:rsidRPr="00544242">
              <w:t xml:space="preserve">~a: </w:t>
            </w:r>
            <w:r w:rsidR="00101E47" w:rsidRPr="00101E47">
              <w:t>5,85</w:t>
            </w:r>
            <w:r w:rsidR="002C3A2D">
              <w:t xml:space="preserve">; </w:t>
            </w:r>
            <w:r w:rsidRPr="00544242">
              <w:t xml:space="preserve">~b^+: </w:t>
            </w:r>
            <w:r w:rsidR="00101E47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101E47" w:rsidRPr="00101E47">
              <w:t>0,049</w:t>
            </w:r>
          </w:p>
        </w:tc>
      </w:tr>
      <w:tr w:rsidR="009B7B2D" w:rsidRPr="001B6138" w14:paraId="737883EE" w14:textId="77777777" w:rsidTr="001B6138">
        <w:tc>
          <w:tcPr>
            <w:tcW w:w="0" w:type="auto"/>
          </w:tcPr>
          <w:p w14:paraId="7175CA64" w14:textId="27A86F96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4EE25E88" w14:textId="0448502F" w:rsidR="009B7B2D" w:rsidRDefault="000A1ADD" w:rsidP="00EA296F">
            <w:r>
              <w:t>Pu 236</w:t>
            </w:r>
          </w:p>
        </w:tc>
        <w:tc>
          <w:tcPr>
            <w:tcW w:w="0" w:type="auto"/>
          </w:tcPr>
          <w:p w14:paraId="5D515927" w14:textId="1084FD68" w:rsidR="009B7B2D" w:rsidRDefault="000A1ADD" w:rsidP="00EA296F">
            <w:r>
              <w:t>142</w:t>
            </w:r>
          </w:p>
        </w:tc>
        <w:tc>
          <w:tcPr>
            <w:tcW w:w="0" w:type="auto"/>
          </w:tcPr>
          <w:p w14:paraId="14D60D87" w14:textId="124D60AC" w:rsidR="009B7B2D" w:rsidRPr="00CE2302" w:rsidRDefault="00101E47" w:rsidP="00EA296F">
            <w:r w:rsidRPr="00101E47">
              <w:t>2,858a</w:t>
            </w:r>
          </w:p>
        </w:tc>
        <w:tc>
          <w:tcPr>
            <w:tcW w:w="0" w:type="auto"/>
          </w:tcPr>
          <w:p w14:paraId="72D1BE25" w14:textId="00054388" w:rsidR="009B7B2D" w:rsidRDefault="00344EFD" w:rsidP="00EA296F">
            <w:r w:rsidRPr="00544242">
              <w:t xml:space="preserve">~a: </w:t>
            </w:r>
            <w:r w:rsidR="00602C2E" w:rsidRPr="00602C2E">
              <w:t>5,768</w:t>
            </w:r>
            <w:r w:rsidR="00602C2E">
              <w:t xml:space="preserve"> v</w:t>
            </w:r>
          </w:p>
        </w:tc>
      </w:tr>
      <w:tr w:rsidR="009B7B2D" w:rsidRPr="001B6138" w14:paraId="52B97431" w14:textId="77777777" w:rsidTr="001B6138">
        <w:tc>
          <w:tcPr>
            <w:tcW w:w="0" w:type="auto"/>
          </w:tcPr>
          <w:p w14:paraId="1DC01CAB" w14:textId="03CDA084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6E188849" w14:textId="53529614" w:rsidR="009B7B2D" w:rsidRDefault="000A1ADD" w:rsidP="00EA296F">
            <w:r>
              <w:t>Pu 237</w:t>
            </w:r>
          </w:p>
        </w:tc>
        <w:tc>
          <w:tcPr>
            <w:tcW w:w="0" w:type="auto"/>
          </w:tcPr>
          <w:p w14:paraId="3E315341" w14:textId="641CD400" w:rsidR="009B7B2D" w:rsidRDefault="000A1ADD" w:rsidP="00EA296F">
            <w:r>
              <w:t>143</w:t>
            </w:r>
          </w:p>
        </w:tc>
        <w:tc>
          <w:tcPr>
            <w:tcW w:w="0" w:type="auto"/>
          </w:tcPr>
          <w:p w14:paraId="0553AC79" w14:textId="3D825670" w:rsidR="009B7B2D" w:rsidRPr="00CE2302" w:rsidRDefault="00101E47" w:rsidP="00EA296F">
            <w:r w:rsidRPr="00101E47">
              <w:t>45,2d</w:t>
            </w:r>
          </w:p>
        </w:tc>
        <w:tc>
          <w:tcPr>
            <w:tcW w:w="0" w:type="auto"/>
          </w:tcPr>
          <w:p w14:paraId="760C58D9" w14:textId="02525EAA" w:rsidR="009B7B2D" w:rsidRDefault="00344EFD" w:rsidP="00EA296F">
            <w:r w:rsidRPr="00544242">
              <w:t xml:space="preserve">~a: </w:t>
            </w:r>
            <w:r w:rsidR="00602C2E" w:rsidRPr="00602C2E">
              <w:t>5,334</w:t>
            </w:r>
            <w:r w:rsidR="002C3A2D">
              <w:t xml:space="preserve">; </w:t>
            </w:r>
            <w:r w:rsidRPr="00544242">
              <w:t xml:space="preserve">~b^+: </w:t>
            </w:r>
            <w:r w:rsidR="00602C2E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602C2E" w:rsidRPr="00602C2E">
              <w:t>0,060</w:t>
            </w:r>
          </w:p>
        </w:tc>
      </w:tr>
      <w:tr w:rsidR="009B7B2D" w:rsidRPr="001B6138" w14:paraId="240A3ECF" w14:textId="77777777" w:rsidTr="001B6138">
        <w:tc>
          <w:tcPr>
            <w:tcW w:w="0" w:type="auto"/>
          </w:tcPr>
          <w:p w14:paraId="2FAB6347" w14:textId="0293A553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5D0C6EB6" w14:textId="6EB05C88" w:rsidR="009B7B2D" w:rsidRDefault="000A1ADD" w:rsidP="00EA296F">
            <w:r>
              <w:t>Pu 238</w:t>
            </w:r>
          </w:p>
        </w:tc>
        <w:tc>
          <w:tcPr>
            <w:tcW w:w="0" w:type="auto"/>
          </w:tcPr>
          <w:p w14:paraId="410026BE" w14:textId="4CD45D34" w:rsidR="009B7B2D" w:rsidRDefault="000A1ADD" w:rsidP="00EA296F">
            <w:r>
              <w:t>144</w:t>
            </w:r>
          </w:p>
        </w:tc>
        <w:tc>
          <w:tcPr>
            <w:tcW w:w="0" w:type="auto"/>
          </w:tcPr>
          <w:p w14:paraId="3DDB0CB5" w14:textId="4C3AEA1E" w:rsidR="009B7B2D" w:rsidRPr="00CE2302" w:rsidRDefault="00101E47" w:rsidP="00EA296F">
            <w:r w:rsidRPr="00101E47">
              <w:t>87,74a</w:t>
            </w:r>
          </w:p>
        </w:tc>
        <w:tc>
          <w:tcPr>
            <w:tcW w:w="0" w:type="auto"/>
          </w:tcPr>
          <w:p w14:paraId="178352C0" w14:textId="0825C477" w:rsidR="009B7B2D" w:rsidRDefault="00344EFD" w:rsidP="00EA296F">
            <w:r w:rsidRPr="00544242">
              <w:t xml:space="preserve">~a: </w:t>
            </w:r>
            <w:r w:rsidR="00602C2E" w:rsidRPr="00602C2E">
              <w:t>5,499</w:t>
            </w:r>
            <w:r w:rsidR="00602C2E">
              <w:t xml:space="preserve"> v</w:t>
            </w:r>
          </w:p>
        </w:tc>
      </w:tr>
      <w:tr w:rsidR="009B7B2D" w:rsidRPr="001B6138" w14:paraId="4ECC6FCC" w14:textId="77777777" w:rsidTr="001B6138">
        <w:tc>
          <w:tcPr>
            <w:tcW w:w="0" w:type="auto"/>
          </w:tcPr>
          <w:p w14:paraId="38184160" w14:textId="753A0B8F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1590BFDE" w14:textId="5B76C984" w:rsidR="009B7B2D" w:rsidRDefault="000A1ADD" w:rsidP="00EA296F">
            <w:r>
              <w:t>Pu 239</w:t>
            </w:r>
          </w:p>
        </w:tc>
        <w:tc>
          <w:tcPr>
            <w:tcW w:w="0" w:type="auto"/>
          </w:tcPr>
          <w:p w14:paraId="6D1D5FC4" w14:textId="21F0643D" w:rsidR="009B7B2D" w:rsidRDefault="000A1ADD" w:rsidP="00EA296F">
            <w:r>
              <w:t>145</w:t>
            </w:r>
          </w:p>
        </w:tc>
        <w:tc>
          <w:tcPr>
            <w:tcW w:w="0" w:type="auto"/>
          </w:tcPr>
          <w:p w14:paraId="1AEFE448" w14:textId="0B345C2A" w:rsidR="009B7B2D" w:rsidRPr="00CE2302" w:rsidRDefault="00101E47" w:rsidP="00EA296F">
            <w:r w:rsidRPr="00101E47">
              <w:t>2,41E4a</w:t>
            </w:r>
          </w:p>
        </w:tc>
        <w:tc>
          <w:tcPr>
            <w:tcW w:w="0" w:type="auto"/>
          </w:tcPr>
          <w:p w14:paraId="00155E39" w14:textId="2BEEC1BA" w:rsidR="009B7B2D" w:rsidRDefault="00344EFD" w:rsidP="00EA296F">
            <w:r w:rsidRPr="00544242">
              <w:t xml:space="preserve">~a: </w:t>
            </w:r>
            <w:r w:rsidR="00602C2E" w:rsidRPr="00602C2E">
              <w:t>5,157</w:t>
            </w:r>
            <w:r w:rsidR="00602C2E">
              <w:t xml:space="preserve"> v</w:t>
            </w:r>
          </w:p>
        </w:tc>
      </w:tr>
      <w:tr w:rsidR="009B7B2D" w:rsidRPr="001B6138" w14:paraId="2B8375EF" w14:textId="77777777" w:rsidTr="001B6138">
        <w:tc>
          <w:tcPr>
            <w:tcW w:w="0" w:type="auto"/>
          </w:tcPr>
          <w:p w14:paraId="13E9BCB4" w14:textId="4EDA65CF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08F91378" w14:textId="0561523A" w:rsidR="009B7B2D" w:rsidRDefault="000A1ADD" w:rsidP="00EA296F">
            <w:r>
              <w:t>Pu 240</w:t>
            </w:r>
          </w:p>
        </w:tc>
        <w:tc>
          <w:tcPr>
            <w:tcW w:w="0" w:type="auto"/>
          </w:tcPr>
          <w:p w14:paraId="566CA069" w14:textId="4265DCC5" w:rsidR="009B7B2D" w:rsidRDefault="000A1ADD" w:rsidP="00EA296F">
            <w:r>
              <w:t>146</w:t>
            </w:r>
          </w:p>
        </w:tc>
        <w:tc>
          <w:tcPr>
            <w:tcW w:w="0" w:type="auto"/>
          </w:tcPr>
          <w:p w14:paraId="2052B05E" w14:textId="72C073DF" w:rsidR="009B7B2D" w:rsidRPr="00CE2302" w:rsidRDefault="00101E47" w:rsidP="00EA296F">
            <w:r w:rsidRPr="00101E47">
              <w:t>6563a</w:t>
            </w:r>
          </w:p>
        </w:tc>
        <w:tc>
          <w:tcPr>
            <w:tcW w:w="0" w:type="auto"/>
          </w:tcPr>
          <w:p w14:paraId="1F44BFEC" w14:textId="018AD4C4" w:rsidR="009B7B2D" w:rsidRDefault="00344EFD" w:rsidP="00EA296F">
            <w:r w:rsidRPr="00544242">
              <w:t xml:space="preserve">~a: </w:t>
            </w:r>
            <w:r w:rsidR="00602C2E" w:rsidRPr="00602C2E">
              <w:t>5,168</w:t>
            </w:r>
            <w:r w:rsidR="00602C2E">
              <w:t xml:space="preserve"> v</w:t>
            </w:r>
          </w:p>
        </w:tc>
      </w:tr>
      <w:tr w:rsidR="009B7B2D" w:rsidRPr="001B6138" w14:paraId="310644D0" w14:textId="77777777" w:rsidTr="001B6138">
        <w:tc>
          <w:tcPr>
            <w:tcW w:w="0" w:type="auto"/>
          </w:tcPr>
          <w:p w14:paraId="6D502A50" w14:textId="2B80A685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37742CC2" w14:textId="05684C0A" w:rsidR="009B7B2D" w:rsidRDefault="000A1ADD" w:rsidP="00EA296F">
            <w:r>
              <w:t>Pu 241</w:t>
            </w:r>
          </w:p>
        </w:tc>
        <w:tc>
          <w:tcPr>
            <w:tcW w:w="0" w:type="auto"/>
          </w:tcPr>
          <w:p w14:paraId="7EE5E551" w14:textId="76B10736" w:rsidR="009B7B2D" w:rsidRDefault="000A1ADD" w:rsidP="00EA296F">
            <w:r>
              <w:t>147</w:t>
            </w:r>
          </w:p>
        </w:tc>
        <w:tc>
          <w:tcPr>
            <w:tcW w:w="0" w:type="auto"/>
          </w:tcPr>
          <w:p w14:paraId="549B4245" w14:textId="5C2A3031" w:rsidR="009B7B2D" w:rsidRPr="00CE2302" w:rsidRDefault="00101E47" w:rsidP="00EA296F">
            <w:r w:rsidRPr="00101E47">
              <w:t>14,35a</w:t>
            </w:r>
          </w:p>
        </w:tc>
        <w:tc>
          <w:tcPr>
            <w:tcW w:w="0" w:type="auto"/>
          </w:tcPr>
          <w:p w14:paraId="634A35FE" w14:textId="2CC9F9B1" w:rsidR="009B7B2D" w:rsidRDefault="00602C2E" w:rsidP="00EA296F">
            <w:r w:rsidRPr="00544242">
              <w:t xml:space="preserve">~a: </w:t>
            </w:r>
            <w:r w:rsidRPr="00602C2E">
              <w:t>4,896</w:t>
            </w:r>
            <w:r w:rsidR="002C3A2D">
              <w:t xml:space="preserve">; </w:t>
            </w:r>
            <w:r w:rsidRPr="00544242">
              <w:t xml:space="preserve">~b^-: </w:t>
            </w:r>
            <w:r w:rsidRPr="00602C2E">
              <w:t>0,02</w:t>
            </w:r>
            <w:r>
              <w:t xml:space="preserve"> v</w:t>
            </w:r>
          </w:p>
        </w:tc>
      </w:tr>
      <w:tr w:rsidR="009B7B2D" w:rsidRPr="001B6138" w14:paraId="635902CC" w14:textId="77777777" w:rsidTr="001B6138">
        <w:tc>
          <w:tcPr>
            <w:tcW w:w="0" w:type="auto"/>
          </w:tcPr>
          <w:p w14:paraId="588ABCD9" w14:textId="0180FA83" w:rsidR="009B7B2D" w:rsidRDefault="000A1ADD" w:rsidP="00EA296F">
            <w:r>
              <w:t>94</w:t>
            </w:r>
          </w:p>
        </w:tc>
        <w:tc>
          <w:tcPr>
            <w:tcW w:w="0" w:type="auto"/>
          </w:tcPr>
          <w:p w14:paraId="5D7BB024" w14:textId="524C6E41" w:rsidR="009B7B2D" w:rsidRDefault="000A1ADD" w:rsidP="00EA296F">
            <w:r>
              <w:t>Pu 242</w:t>
            </w:r>
          </w:p>
        </w:tc>
        <w:tc>
          <w:tcPr>
            <w:tcW w:w="0" w:type="auto"/>
          </w:tcPr>
          <w:p w14:paraId="6D2130B7" w14:textId="38438D27" w:rsidR="009B7B2D" w:rsidRDefault="000A1ADD" w:rsidP="00EA296F">
            <w:r>
              <w:t>148</w:t>
            </w:r>
          </w:p>
        </w:tc>
        <w:tc>
          <w:tcPr>
            <w:tcW w:w="0" w:type="auto"/>
          </w:tcPr>
          <w:p w14:paraId="2D56BBF1" w14:textId="59879D25" w:rsidR="009B7B2D" w:rsidRPr="00CE2302" w:rsidRDefault="00101E47" w:rsidP="00EA296F">
            <w:r w:rsidRPr="00101E47">
              <w:t>3,75E5a</w:t>
            </w:r>
          </w:p>
        </w:tc>
        <w:tc>
          <w:tcPr>
            <w:tcW w:w="0" w:type="auto"/>
          </w:tcPr>
          <w:p w14:paraId="7374CFE9" w14:textId="176C50BA" w:rsidR="009B7B2D" w:rsidRDefault="00602C2E" w:rsidP="00EA296F">
            <w:r w:rsidRPr="00544242">
              <w:t xml:space="preserve">~a: </w:t>
            </w:r>
            <w:r w:rsidRPr="00602C2E">
              <w:t>4,901</w:t>
            </w:r>
            <w:r>
              <w:t xml:space="preserve"> v</w:t>
            </w:r>
          </w:p>
        </w:tc>
      </w:tr>
      <w:tr w:rsidR="009B7B2D" w:rsidRPr="001B6138" w14:paraId="360DD07E" w14:textId="77777777" w:rsidTr="001B6138">
        <w:tc>
          <w:tcPr>
            <w:tcW w:w="0" w:type="auto"/>
          </w:tcPr>
          <w:p w14:paraId="68CD2E57" w14:textId="43B9B2B1" w:rsidR="009B7B2D" w:rsidRDefault="008D3BB5" w:rsidP="00EA296F">
            <w:r>
              <w:lastRenderedPageBreak/>
              <w:t>95</w:t>
            </w:r>
          </w:p>
        </w:tc>
        <w:tc>
          <w:tcPr>
            <w:tcW w:w="0" w:type="auto"/>
          </w:tcPr>
          <w:p w14:paraId="22779E78" w14:textId="4DED3516" w:rsidR="009B7B2D" w:rsidRDefault="008D3BB5" w:rsidP="00EA296F">
            <w:r>
              <w:t>Am 232</w:t>
            </w:r>
          </w:p>
        </w:tc>
        <w:tc>
          <w:tcPr>
            <w:tcW w:w="0" w:type="auto"/>
          </w:tcPr>
          <w:p w14:paraId="6207136B" w14:textId="61EDC3E7" w:rsidR="009B7B2D" w:rsidRDefault="008D3BB5" w:rsidP="00EA296F">
            <w:r>
              <w:t>137</w:t>
            </w:r>
          </w:p>
        </w:tc>
        <w:tc>
          <w:tcPr>
            <w:tcW w:w="0" w:type="auto"/>
          </w:tcPr>
          <w:p w14:paraId="4480E80E" w14:textId="3C275E21" w:rsidR="009B7B2D" w:rsidRPr="00CE2302" w:rsidRDefault="00140F60" w:rsidP="00EA296F">
            <w:r w:rsidRPr="00140F60">
              <w:t>1,31min</w:t>
            </w:r>
          </w:p>
        </w:tc>
        <w:tc>
          <w:tcPr>
            <w:tcW w:w="0" w:type="auto"/>
          </w:tcPr>
          <w:p w14:paraId="2053486A" w14:textId="0876E385" w:rsidR="009B7B2D" w:rsidRDefault="00602C2E" w:rsidP="00EA296F">
            <w:r w:rsidRPr="00544242">
              <w:t xml:space="preserve">~b^+: </w:t>
            </w:r>
            <w:r w:rsidR="00140F60">
              <w:t>v</w:t>
            </w:r>
          </w:p>
        </w:tc>
      </w:tr>
      <w:tr w:rsidR="009B7B2D" w:rsidRPr="001B6138" w14:paraId="50BF25E5" w14:textId="77777777" w:rsidTr="001B6138">
        <w:tc>
          <w:tcPr>
            <w:tcW w:w="0" w:type="auto"/>
          </w:tcPr>
          <w:p w14:paraId="4B043E46" w14:textId="2CD7D4D7" w:rsidR="009B7B2D" w:rsidRDefault="008D3BB5" w:rsidP="00EA296F">
            <w:r>
              <w:t>95</w:t>
            </w:r>
          </w:p>
        </w:tc>
        <w:tc>
          <w:tcPr>
            <w:tcW w:w="0" w:type="auto"/>
          </w:tcPr>
          <w:p w14:paraId="7CD5EEB9" w14:textId="52D82BB4" w:rsidR="009B7B2D" w:rsidRDefault="008D3BB5" w:rsidP="00EA296F">
            <w:r>
              <w:t>Am 234</w:t>
            </w:r>
          </w:p>
        </w:tc>
        <w:tc>
          <w:tcPr>
            <w:tcW w:w="0" w:type="auto"/>
          </w:tcPr>
          <w:p w14:paraId="3634339B" w14:textId="0E632EA5" w:rsidR="009B7B2D" w:rsidRDefault="008D3BB5" w:rsidP="00EA296F">
            <w:r>
              <w:t>139</w:t>
            </w:r>
          </w:p>
        </w:tc>
        <w:tc>
          <w:tcPr>
            <w:tcW w:w="0" w:type="auto"/>
          </w:tcPr>
          <w:p w14:paraId="0BAC99A7" w14:textId="4D52FB7E" w:rsidR="009B7B2D" w:rsidRPr="00CE2302" w:rsidRDefault="00140F60" w:rsidP="00EA296F">
            <w:r w:rsidRPr="00140F60">
              <w:t>2,32min</w:t>
            </w:r>
          </w:p>
        </w:tc>
        <w:tc>
          <w:tcPr>
            <w:tcW w:w="0" w:type="auto"/>
          </w:tcPr>
          <w:p w14:paraId="778F550F" w14:textId="15F7B421" w:rsidR="009B7B2D" w:rsidRDefault="00602C2E" w:rsidP="00EA296F">
            <w:r w:rsidRPr="00544242">
              <w:t xml:space="preserve">~b^+: </w:t>
            </w:r>
            <w:r w:rsidR="00140F60">
              <w:t>v</w:t>
            </w:r>
          </w:p>
        </w:tc>
      </w:tr>
      <w:tr w:rsidR="009B7B2D" w:rsidRPr="001B6138" w14:paraId="53DAB646" w14:textId="77777777" w:rsidTr="001B6138">
        <w:tc>
          <w:tcPr>
            <w:tcW w:w="0" w:type="auto"/>
          </w:tcPr>
          <w:p w14:paraId="501DAF5C" w14:textId="6F0D089B" w:rsidR="009B7B2D" w:rsidRDefault="008D3BB5" w:rsidP="00EA296F">
            <w:r>
              <w:t>95</w:t>
            </w:r>
          </w:p>
        </w:tc>
        <w:tc>
          <w:tcPr>
            <w:tcW w:w="0" w:type="auto"/>
          </w:tcPr>
          <w:p w14:paraId="1DDD4F37" w14:textId="12509A21" w:rsidR="009B7B2D" w:rsidRDefault="008D3BB5" w:rsidP="00EA296F">
            <w:r>
              <w:t>Am 236</w:t>
            </w:r>
          </w:p>
        </w:tc>
        <w:tc>
          <w:tcPr>
            <w:tcW w:w="0" w:type="auto"/>
          </w:tcPr>
          <w:p w14:paraId="4E34AEF2" w14:textId="49289E5B" w:rsidR="009B7B2D" w:rsidRDefault="008D3BB5" w:rsidP="00EA296F">
            <w:r>
              <w:t>141</w:t>
            </w:r>
          </w:p>
        </w:tc>
        <w:tc>
          <w:tcPr>
            <w:tcW w:w="0" w:type="auto"/>
          </w:tcPr>
          <w:p w14:paraId="56285C12" w14:textId="0386F302" w:rsidR="009B7B2D" w:rsidRPr="00CE2302" w:rsidRDefault="00140F60" w:rsidP="00EA296F">
            <w:r w:rsidRPr="00140F60">
              <w:t>3,6min</w:t>
            </w:r>
          </w:p>
        </w:tc>
        <w:tc>
          <w:tcPr>
            <w:tcW w:w="0" w:type="auto"/>
          </w:tcPr>
          <w:p w14:paraId="6560F66E" w14:textId="629D0654" w:rsidR="009B7B2D" w:rsidRDefault="00602C2E" w:rsidP="00EA296F">
            <w:r w:rsidRPr="00544242">
              <w:t>~a:</w:t>
            </w:r>
            <w:r>
              <w:t xml:space="preserve"> </w:t>
            </w:r>
            <w:r w:rsidR="00D14130" w:rsidRPr="00D14130">
              <w:t>6,15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0,719</w:t>
            </w:r>
          </w:p>
        </w:tc>
      </w:tr>
      <w:tr w:rsidR="009B7B2D" w:rsidRPr="001B6138" w14:paraId="332C2883" w14:textId="77777777" w:rsidTr="001B6138">
        <w:tc>
          <w:tcPr>
            <w:tcW w:w="0" w:type="auto"/>
          </w:tcPr>
          <w:p w14:paraId="088F6CE1" w14:textId="62100D9B" w:rsidR="009B7B2D" w:rsidRDefault="008D3BB5" w:rsidP="00EA296F">
            <w:r>
              <w:t>95</w:t>
            </w:r>
          </w:p>
        </w:tc>
        <w:tc>
          <w:tcPr>
            <w:tcW w:w="0" w:type="auto"/>
          </w:tcPr>
          <w:p w14:paraId="0150B83A" w14:textId="713874DF" w:rsidR="009B7B2D" w:rsidRDefault="008D3BB5" w:rsidP="00EA296F">
            <w:r>
              <w:t>Am 237</w:t>
            </w:r>
          </w:p>
        </w:tc>
        <w:tc>
          <w:tcPr>
            <w:tcW w:w="0" w:type="auto"/>
          </w:tcPr>
          <w:p w14:paraId="10B83D4C" w14:textId="774EB5C3" w:rsidR="009B7B2D" w:rsidRDefault="008D3BB5" w:rsidP="00EA296F">
            <w:r>
              <w:t>142</w:t>
            </w:r>
          </w:p>
        </w:tc>
        <w:tc>
          <w:tcPr>
            <w:tcW w:w="0" w:type="auto"/>
          </w:tcPr>
          <w:p w14:paraId="0714573E" w14:textId="6B254C38" w:rsidR="009B7B2D" w:rsidRPr="00CE2302" w:rsidRDefault="00140F60" w:rsidP="00EA296F">
            <w:r w:rsidRPr="00140F60">
              <w:t>73min</w:t>
            </w:r>
          </w:p>
        </w:tc>
        <w:tc>
          <w:tcPr>
            <w:tcW w:w="0" w:type="auto"/>
          </w:tcPr>
          <w:p w14:paraId="3263A134" w14:textId="320FDC2C" w:rsidR="009B7B2D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6,04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0,280</w:t>
            </w:r>
          </w:p>
        </w:tc>
      </w:tr>
      <w:tr w:rsidR="008D3BB5" w:rsidRPr="001B6138" w14:paraId="102555CD" w14:textId="77777777" w:rsidTr="001B6138">
        <w:tc>
          <w:tcPr>
            <w:tcW w:w="0" w:type="auto"/>
          </w:tcPr>
          <w:p w14:paraId="75FDC354" w14:textId="1CE6D159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233B5F09" w14:textId="144057D0" w:rsidR="008D3BB5" w:rsidRDefault="008D3BB5" w:rsidP="00EA296F">
            <w:r>
              <w:t>Am 238</w:t>
            </w:r>
          </w:p>
        </w:tc>
        <w:tc>
          <w:tcPr>
            <w:tcW w:w="0" w:type="auto"/>
          </w:tcPr>
          <w:p w14:paraId="37B996F0" w14:textId="642836D1" w:rsidR="008D3BB5" w:rsidRDefault="008D3BB5" w:rsidP="00EA296F">
            <w:r>
              <w:t>143</w:t>
            </w:r>
          </w:p>
        </w:tc>
        <w:tc>
          <w:tcPr>
            <w:tcW w:w="0" w:type="auto"/>
          </w:tcPr>
          <w:p w14:paraId="65E057A4" w14:textId="10E9FEE7" w:rsidR="008D3BB5" w:rsidRPr="00CE2302" w:rsidRDefault="00140F60" w:rsidP="00EA296F">
            <w:r w:rsidRPr="00140F60">
              <w:t>1,63h</w:t>
            </w:r>
          </w:p>
        </w:tc>
        <w:tc>
          <w:tcPr>
            <w:tcW w:w="0" w:type="auto"/>
          </w:tcPr>
          <w:p w14:paraId="6A8F2257" w14:textId="788EC69A" w:rsidR="008D3BB5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5,94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0,963</w:t>
            </w:r>
          </w:p>
        </w:tc>
      </w:tr>
      <w:tr w:rsidR="008D3BB5" w:rsidRPr="001B6138" w14:paraId="4F2286F0" w14:textId="77777777" w:rsidTr="001B6138">
        <w:tc>
          <w:tcPr>
            <w:tcW w:w="0" w:type="auto"/>
          </w:tcPr>
          <w:p w14:paraId="06F49A95" w14:textId="5DF9F53C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70DAEDC3" w14:textId="07244C4D" w:rsidR="008D3BB5" w:rsidRDefault="008D3BB5" w:rsidP="00EA296F">
            <w:r>
              <w:t>Am 239</w:t>
            </w:r>
          </w:p>
        </w:tc>
        <w:tc>
          <w:tcPr>
            <w:tcW w:w="0" w:type="auto"/>
          </w:tcPr>
          <w:p w14:paraId="19E0556B" w14:textId="1D9850EF" w:rsidR="008D3BB5" w:rsidRDefault="008D3BB5" w:rsidP="00EA296F">
            <w:r>
              <w:t>144</w:t>
            </w:r>
          </w:p>
        </w:tc>
        <w:tc>
          <w:tcPr>
            <w:tcW w:w="0" w:type="auto"/>
          </w:tcPr>
          <w:p w14:paraId="4E399BD9" w14:textId="7BE48F73" w:rsidR="008D3BB5" w:rsidRPr="00CE2302" w:rsidRDefault="00140F60" w:rsidP="00EA296F">
            <w:r w:rsidRPr="00140F60">
              <w:t>11,9h</w:t>
            </w:r>
          </w:p>
        </w:tc>
        <w:tc>
          <w:tcPr>
            <w:tcW w:w="0" w:type="auto"/>
          </w:tcPr>
          <w:p w14:paraId="131CB398" w14:textId="4B0400F6" w:rsidR="008D3BB5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5,774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0,278</w:t>
            </w:r>
          </w:p>
        </w:tc>
      </w:tr>
      <w:tr w:rsidR="008D3BB5" w:rsidRPr="001B6138" w14:paraId="63DFAA43" w14:textId="77777777" w:rsidTr="001B6138">
        <w:tc>
          <w:tcPr>
            <w:tcW w:w="0" w:type="auto"/>
          </w:tcPr>
          <w:p w14:paraId="540AED62" w14:textId="5941D796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4241B2C6" w14:textId="5B653BF0" w:rsidR="008D3BB5" w:rsidRDefault="008D3BB5" w:rsidP="00EA296F">
            <w:r>
              <w:t>Am 240</w:t>
            </w:r>
          </w:p>
        </w:tc>
        <w:tc>
          <w:tcPr>
            <w:tcW w:w="0" w:type="auto"/>
          </w:tcPr>
          <w:p w14:paraId="6D743E87" w14:textId="3B0F6326" w:rsidR="008D3BB5" w:rsidRDefault="008D3BB5" w:rsidP="00EA296F">
            <w:r>
              <w:t>145</w:t>
            </w:r>
          </w:p>
        </w:tc>
        <w:tc>
          <w:tcPr>
            <w:tcW w:w="0" w:type="auto"/>
          </w:tcPr>
          <w:p w14:paraId="1F8FB0C3" w14:textId="0A601D13" w:rsidR="008D3BB5" w:rsidRPr="00CE2302" w:rsidRDefault="00140F60" w:rsidP="00EA296F">
            <w:r w:rsidRPr="00140F60">
              <w:t>50,8h</w:t>
            </w:r>
          </w:p>
        </w:tc>
        <w:tc>
          <w:tcPr>
            <w:tcW w:w="0" w:type="auto"/>
          </w:tcPr>
          <w:p w14:paraId="667CFC15" w14:textId="563D8A5E" w:rsidR="008D3BB5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5,378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0,988</w:t>
            </w:r>
          </w:p>
        </w:tc>
      </w:tr>
      <w:tr w:rsidR="008D3BB5" w:rsidRPr="001B6138" w14:paraId="4B2464BE" w14:textId="77777777" w:rsidTr="001B6138">
        <w:tc>
          <w:tcPr>
            <w:tcW w:w="0" w:type="auto"/>
          </w:tcPr>
          <w:p w14:paraId="3DA1A672" w14:textId="4DF878B2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7D7B45A4" w14:textId="1BB85827" w:rsidR="008D3BB5" w:rsidRDefault="008D3BB5" w:rsidP="00EA296F">
            <w:r>
              <w:t>Am 241</w:t>
            </w:r>
          </w:p>
        </w:tc>
        <w:tc>
          <w:tcPr>
            <w:tcW w:w="0" w:type="auto"/>
          </w:tcPr>
          <w:p w14:paraId="7D2BA9CC" w14:textId="30377BE2" w:rsidR="008D3BB5" w:rsidRDefault="008D3BB5" w:rsidP="00EA296F">
            <w:r>
              <w:t>146</w:t>
            </w:r>
          </w:p>
        </w:tc>
        <w:tc>
          <w:tcPr>
            <w:tcW w:w="0" w:type="auto"/>
          </w:tcPr>
          <w:p w14:paraId="0F1DF5D1" w14:textId="244823C4" w:rsidR="008D3BB5" w:rsidRPr="00CE2302" w:rsidRDefault="00140F60" w:rsidP="00EA296F">
            <w:r w:rsidRPr="00140F60">
              <w:t>432,2a</w:t>
            </w:r>
          </w:p>
        </w:tc>
        <w:tc>
          <w:tcPr>
            <w:tcW w:w="0" w:type="auto"/>
          </w:tcPr>
          <w:p w14:paraId="0B6C0C66" w14:textId="7AFC8F1C" w:rsidR="008D3BB5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5,486</w:t>
            </w:r>
            <w:r w:rsidR="00D14130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0,060</w:t>
            </w:r>
          </w:p>
        </w:tc>
      </w:tr>
      <w:tr w:rsidR="008D3BB5" w:rsidRPr="001B6138" w14:paraId="2868BDB9" w14:textId="77777777" w:rsidTr="001B6138">
        <w:tc>
          <w:tcPr>
            <w:tcW w:w="0" w:type="auto"/>
          </w:tcPr>
          <w:p w14:paraId="472C86B4" w14:textId="503B3162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12388308" w14:textId="07DF2B4A" w:rsidR="008D3BB5" w:rsidRDefault="008D3BB5" w:rsidP="00EA296F">
            <w:r>
              <w:t>Am 242</w:t>
            </w:r>
          </w:p>
        </w:tc>
        <w:tc>
          <w:tcPr>
            <w:tcW w:w="0" w:type="auto"/>
          </w:tcPr>
          <w:p w14:paraId="1D078301" w14:textId="12BB1C4E" w:rsidR="008D3BB5" w:rsidRDefault="008D3BB5" w:rsidP="00EA296F">
            <w:r>
              <w:t>147</w:t>
            </w:r>
          </w:p>
        </w:tc>
        <w:tc>
          <w:tcPr>
            <w:tcW w:w="0" w:type="auto"/>
          </w:tcPr>
          <w:p w14:paraId="44398093" w14:textId="6CD9A8B7" w:rsidR="008D3BB5" w:rsidRPr="00CE2302" w:rsidRDefault="004F750B" w:rsidP="00EA296F">
            <w:r>
              <w:t>1</w:t>
            </w:r>
            <w:r w:rsidR="00F32876">
              <w:t>6</w:t>
            </w:r>
            <w:r>
              <w:t>h</w:t>
            </w:r>
          </w:p>
        </w:tc>
        <w:tc>
          <w:tcPr>
            <w:tcW w:w="0" w:type="auto"/>
          </w:tcPr>
          <w:p w14:paraId="6D065E9E" w14:textId="7FAADAC5" w:rsidR="008D3BB5" w:rsidRDefault="008D3BB5" w:rsidP="00EA296F">
            <w:r w:rsidRPr="00544242">
              <w:t>~a:</w:t>
            </w:r>
            <w:r>
              <w:t xml:space="preserve"> </w:t>
            </w:r>
            <w:r w:rsidR="00D14130">
              <w:t>v</w:t>
            </w:r>
            <w:r w:rsidR="002C3A2D">
              <w:t xml:space="preserve">; </w:t>
            </w:r>
            <w:r w:rsidRPr="00544242">
              <w:t xml:space="preserve">~b^-: </w:t>
            </w:r>
            <w:r w:rsidR="00D14130" w:rsidRPr="00D14130">
              <w:t>0,7</w:t>
            </w:r>
            <w:r w:rsidR="002C3A2D">
              <w:t xml:space="preserve">; </w:t>
            </w:r>
            <w:r w:rsidRPr="00544242">
              <w:t xml:space="preserve">~b^+: </w:t>
            </w:r>
            <w:r w:rsidR="00D14130">
              <w:t>v</w:t>
            </w:r>
          </w:p>
        </w:tc>
      </w:tr>
      <w:tr w:rsidR="008D3BB5" w:rsidRPr="001B6138" w14:paraId="111011F5" w14:textId="77777777" w:rsidTr="001B6138">
        <w:tc>
          <w:tcPr>
            <w:tcW w:w="0" w:type="auto"/>
          </w:tcPr>
          <w:p w14:paraId="55B9E82A" w14:textId="09E26BF3" w:rsidR="008D3BB5" w:rsidRDefault="008D3BB5" w:rsidP="00EA296F">
            <w:r>
              <w:t>95</w:t>
            </w:r>
          </w:p>
        </w:tc>
        <w:tc>
          <w:tcPr>
            <w:tcW w:w="0" w:type="auto"/>
          </w:tcPr>
          <w:p w14:paraId="580C7184" w14:textId="5A81495C" w:rsidR="008D3BB5" w:rsidRDefault="008D3BB5" w:rsidP="00EA296F">
            <w:r>
              <w:t>Am 243</w:t>
            </w:r>
          </w:p>
        </w:tc>
        <w:tc>
          <w:tcPr>
            <w:tcW w:w="0" w:type="auto"/>
          </w:tcPr>
          <w:p w14:paraId="706BC21F" w14:textId="1B808023" w:rsidR="008D3BB5" w:rsidRDefault="008D3BB5" w:rsidP="00EA296F">
            <w:r>
              <w:t>148</w:t>
            </w:r>
          </w:p>
        </w:tc>
        <w:tc>
          <w:tcPr>
            <w:tcW w:w="0" w:type="auto"/>
          </w:tcPr>
          <w:p w14:paraId="7103120D" w14:textId="17645E0B" w:rsidR="008D3BB5" w:rsidRPr="00CE2302" w:rsidRDefault="00140F60" w:rsidP="00EA296F">
            <w:r w:rsidRPr="00140F60">
              <w:t>7370a</w:t>
            </w:r>
          </w:p>
        </w:tc>
        <w:tc>
          <w:tcPr>
            <w:tcW w:w="0" w:type="auto"/>
          </w:tcPr>
          <w:p w14:paraId="1DD8610E" w14:textId="58AE6250" w:rsidR="008D3BB5" w:rsidRDefault="008D3BB5" w:rsidP="00EA296F">
            <w:r w:rsidRPr="00544242">
              <w:t>~a:</w:t>
            </w:r>
            <w:r>
              <w:t xml:space="preserve"> </w:t>
            </w:r>
            <w:r w:rsidR="00D14130" w:rsidRPr="00D14130">
              <w:t>5,275</w:t>
            </w:r>
            <w:r w:rsidR="00D14130">
              <w:t xml:space="preserve"> v</w:t>
            </w:r>
            <w:r w:rsidR="002C3A2D">
              <w:t xml:space="preserve">; </w:t>
            </w:r>
            <w:r w:rsidRPr="00544242">
              <w:t xml:space="preserve">~c: </w:t>
            </w:r>
            <w:r w:rsidR="00D14130" w:rsidRPr="00D14130">
              <w:t>0,075</w:t>
            </w:r>
          </w:p>
        </w:tc>
      </w:tr>
    </w:tbl>
    <w:p w14:paraId="148790A2" w14:textId="20F0C0C8" w:rsidR="00CE2302" w:rsidRDefault="00F977E7" w:rsidP="00F977E7">
      <w:r>
        <w:t>&lt;/Tabelle&gt;</w:t>
      </w:r>
    </w:p>
    <w:p w14:paraId="30586E25" w14:textId="77777777" w:rsidR="006051E7" w:rsidRDefault="006051E7" w:rsidP="00230E36">
      <w:pPr>
        <w:rPr>
          <w:sz w:val="20"/>
          <w:szCs w:val="20"/>
        </w:rPr>
      </w:pPr>
    </w:p>
    <w:p w14:paraId="2DB54589" w14:textId="1AFD574E" w:rsidR="00C737BC" w:rsidRDefault="00C737BC" w:rsidP="00C20ABE">
      <w:pPr>
        <w:pStyle w:val="berschrift3"/>
      </w:pPr>
      <w:r>
        <w:t>Periodensystem der Elemente</w:t>
      </w:r>
    </w:p>
    <w:p w14:paraId="24DFE420" w14:textId="77777777" w:rsidR="00CA596E" w:rsidRDefault="00CA596E" w:rsidP="00CA596E">
      <w:r>
        <w:t>Legende:</w:t>
      </w:r>
    </w:p>
    <w:p w14:paraId="3C3F5D24" w14:textId="4C8A4872" w:rsidR="00CA596E" w:rsidRDefault="00CA596E" w:rsidP="00CA596E">
      <w:pPr>
        <w:pStyle w:val="Liste"/>
      </w:pPr>
      <w:r>
        <w:t>Z: Ordnungszahl</w:t>
      </w:r>
    </w:p>
    <w:p w14:paraId="65E50CC9" w14:textId="77777777" w:rsidR="00CA596E" w:rsidRDefault="00CA596E" w:rsidP="00CA596E">
      <w:pPr>
        <w:pStyle w:val="Liste"/>
      </w:pPr>
      <w:r>
        <w:t>ES: Elementsymbol</w:t>
      </w:r>
    </w:p>
    <w:p w14:paraId="1F286BA4" w14:textId="19F3F7FE" w:rsidR="00CA596E" w:rsidRDefault="00CA596E" w:rsidP="00CA596E">
      <w:pPr>
        <w:pStyle w:val="Liste"/>
      </w:pPr>
      <w:r>
        <w:t xml:space="preserve">m in u: Mittlere relative Atommasse in u (* Atommasse für stabilstes </w:t>
      </w:r>
      <w:r w:rsidR="00142F42">
        <w:t>I</w:t>
      </w:r>
      <w:r>
        <w:t>sotop bei radioaktiven Elementen)</w:t>
      </w:r>
    </w:p>
    <w:p w14:paraId="6CB62647" w14:textId="77777777" w:rsidR="00CA596E" w:rsidRDefault="00CA596E" w:rsidP="00CA596E">
      <w:pPr>
        <w:pStyle w:val="Liste"/>
      </w:pPr>
      <w:r>
        <w:t>eN: Elektronegativität (nach Pauling)</w:t>
      </w:r>
    </w:p>
    <w:p w14:paraId="22E7585F" w14:textId="77777777" w:rsidR="00CA596E" w:rsidRDefault="00CA596E" w:rsidP="00CA596E"/>
    <w:p w14:paraId="2036019D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234"/>
        <w:gridCol w:w="2917"/>
        <w:gridCol w:w="630"/>
        <w:gridCol w:w="1564"/>
        <w:gridCol w:w="674"/>
        <w:gridCol w:w="1246"/>
        <w:gridCol w:w="1260"/>
      </w:tblGrid>
      <w:tr w:rsidR="00CA596E" w:rsidRPr="0031298E" w14:paraId="01BF2166" w14:textId="77777777" w:rsidTr="00A90498">
        <w:tc>
          <w:tcPr>
            <w:tcW w:w="0" w:type="auto"/>
          </w:tcPr>
          <w:p w14:paraId="52E8BA5A" w14:textId="700A29AF" w:rsidR="00CA596E" w:rsidRPr="0031298E" w:rsidRDefault="00CA596E" w:rsidP="00EA296F">
            <w:r w:rsidRPr="0031298E">
              <w:t>Z</w:t>
            </w:r>
          </w:p>
        </w:tc>
        <w:tc>
          <w:tcPr>
            <w:tcW w:w="0" w:type="auto"/>
          </w:tcPr>
          <w:p w14:paraId="4541F220" w14:textId="77777777" w:rsidR="00CA596E" w:rsidRPr="0031298E" w:rsidRDefault="00CA596E" w:rsidP="00EA296F">
            <w:r w:rsidRPr="0031298E">
              <w:t>Name</w:t>
            </w:r>
          </w:p>
        </w:tc>
        <w:tc>
          <w:tcPr>
            <w:tcW w:w="0" w:type="auto"/>
          </w:tcPr>
          <w:p w14:paraId="0DF290E4" w14:textId="77777777" w:rsidR="00CA596E" w:rsidRPr="0031298E" w:rsidRDefault="00CA596E" w:rsidP="00EA296F">
            <w:r w:rsidRPr="0031298E">
              <w:t>ES</w:t>
            </w:r>
          </w:p>
        </w:tc>
        <w:tc>
          <w:tcPr>
            <w:tcW w:w="0" w:type="auto"/>
          </w:tcPr>
          <w:p w14:paraId="2DAD3772" w14:textId="77777777" w:rsidR="00CA596E" w:rsidRPr="0031298E" w:rsidRDefault="00CA596E" w:rsidP="00EA296F">
            <w:r>
              <w:t>m in u</w:t>
            </w:r>
          </w:p>
        </w:tc>
        <w:tc>
          <w:tcPr>
            <w:tcW w:w="0" w:type="auto"/>
          </w:tcPr>
          <w:p w14:paraId="6934E83A" w14:textId="77777777" w:rsidR="00CA596E" w:rsidRPr="00F12D2A" w:rsidRDefault="00CA596E" w:rsidP="00EA296F">
            <w:r w:rsidRPr="00F12D2A">
              <w:t>eN</w:t>
            </w:r>
          </w:p>
        </w:tc>
        <w:tc>
          <w:tcPr>
            <w:tcW w:w="0" w:type="auto"/>
          </w:tcPr>
          <w:p w14:paraId="2DBDF4C7" w14:textId="77777777" w:rsidR="00CA596E" w:rsidRDefault="00CA596E" w:rsidP="00EA296F">
            <w:r>
              <w:t>Gruppe</w:t>
            </w:r>
          </w:p>
        </w:tc>
        <w:tc>
          <w:tcPr>
            <w:tcW w:w="0" w:type="auto"/>
          </w:tcPr>
          <w:p w14:paraId="6B644BDC" w14:textId="77777777" w:rsidR="00CA596E" w:rsidRDefault="00CA596E" w:rsidP="00EA296F">
            <w:r>
              <w:t>Periode</w:t>
            </w:r>
          </w:p>
        </w:tc>
      </w:tr>
      <w:tr w:rsidR="00CA596E" w:rsidRPr="0031298E" w14:paraId="6C650761" w14:textId="77777777" w:rsidTr="00A90498">
        <w:tc>
          <w:tcPr>
            <w:tcW w:w="0" w:type="auto"/>
          </w:tcPr>
          <w:p w14:paraId="1C70FDE1" w14:textId="77777777" w:rsidR="00CA596E" w:rsidRPr="0031298E" w:rsidRDefault="00CA596E" w:rsidP="00EA296F">
            <w:r>
              <w:t>1</w:t>
            </w:r>
          </w:p>
        </w:tc>
        <w:tc>
          <w:tcPr>
            <w:tcW w:w="0" w:type="auto"/>
          </w:tcPr>
          <w:p w14:paraId="35C86095" w14:textId="77777777" w:rsidR="00CA596E" w:rsidRPr="0031298E" w:rsidRDefault="00CA596E" w:rsidP="00EA296F">
            <w:r>
              <w:t>Wasserstoff</w:t>
            </w:r>
          </w:p>
        </w:tc>
        <w:tc>
          <w:tcPr>
            <w:tcW w:w="0" w:type="auto"/>
          </w:tcPr>
          <w:p w14:paraId="632DF551" w14:textId="77777777" w:rsidR="00CA596E" w:rsidRPr="0031298E" w:rsidRDefault="00CA596E" w:rsidP="00EA296F">
            <w:r>
              <w:t>H</w:t>
            </w:r>
          </w:p>
        </w:tc>
        <w:tc>
          <w:tcPr>
            <w:tcW w:w="0" w:type="auto"/>
          </w:tcPr>
          <w:p w14:paraId="7528FF50" w14:textId="77777777" w:rsidR="00CA596E" w:rsidRPr="0031298E" w:rsidRDefault="00CA596E" w:rsidP="00EA296F">
            <w:r>
              <w:t>1,008</w:t>
            </w:r>
          </w:p>
        </w:tc>
        <w:tc>
          <w:tcPr>
            <w:tcW w:w="0" w:type="auto"/>
          </w:tcPr>
          <w:p w14:paraId="40D78691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27522EBC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16D7B5C5" w14:textId="77777777" w:rsidR="00CA596E" w:rsidRDefault="00CA596E" w:rsidP="00EA296F">
            <w:r>
              <w:t>1</w:t>
            </w:r>
          </w:p>
        </w:tc>
      </w:tr>
      <w:tr w:rsidR="00CA596E" w:rsidRPr="0031298E" w14:paraId="4EF72FA1" w14:textId="77777777" w:rsidTr="00A90498">
        <w:tc>
          <w:tcPr>
            <w:tcW w:w="0" w:type="auto"/>
          </w:tcPr>
          <w:p w14:paraId="7AD8F2A5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6FE19F0C" w14:textId="77777777" w:rsidR="00CA596E" w:rsidRDefault="00CA596E" w:rsidP="00EA296F">
            <w:r>
              <w:t>Helium</w:t>
            </w:r>
          </w:p>
        </w:tc>
        <w:tc>
          <w:tcPr>
            <w:tcW w:w="0" w:type="auto"/>
          </w:tcPr>
          <w:p w14:paraId="3D9F79FC" w14:textId="77777777" w:rsidR="00CA596E" w:rsidRDefault="00CA596E" w:rsidP="00EA296F">
            <w:r>
              <w:t>He</w:t>
            </w:r>
          </w:p>
        </w:tc>
        <w:tc>
          <w:tcPr>
            <w:tcW w:w="0" w:type="auto"/>
          </w:tcPr>
          <w:p w14:paraId="2A177E4F" w14:textId="77777777" w:rsidR="00CA596E" w:rsidRDefault="00CA596E" w:rsidP="00EA296F">
            <w:r>
              <w:t>4,003</w:t>
            </w:r>
          </w:p>
        </w:tc>
        <w:tc>
          <w:tcPr>
            <w:tcW w:w="0" w:type="auto"/>
          </w:tcPr>
          <w:p w14:paraId="6255544B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7E8FB8E7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6AB57931" w14:textId="77777777" w:rsidR="00CA596E" w:rsidRDefault="00CA596E" w:rsidP="00EA296F">
            <w:r>
              <w:t>1</w:t>
            </w:r>
          </w:p>
        </w:tc>
      </w:tr>
      <w:tr w:rsidR="00CA596E" w:rsidRPr="0031298E" w14:paraId="1F0A6C37" w14:textId="77777777" w:rsidTr="00A90498">
        <w:tc>
          <w:tcPr>
            <w:tcW w:w="0" w:type="auto"/>
          </w:tcPr>
          <w:p w14:paraId="7BEB23BA" w14:textId="77777777" w:rsidR="00CA596E" w:rsidRDefault="00CA596E" w:rsidP="00EA296F">
            <w:r>
              <w:t>3</w:t>
            </w:r>
          </w:p>
        </w:tc>
        <w:tc>
          <w:tcPr>
            <w:tcW w:w="0" w:type="auto"/>
          </w:tcPr>
          <w:p w14:paraId="06C69A86" w14:textId="77777777" w:rsidR="00CA596E" w:rsidRDefault="00CA596E" w:rsidP="00EA296F">
            <w:r>
              <w:t>Lithium</w:t>
            </w:r>
          </w:p>
        </w:tc>
        <w:tc>
          <w:tcPr>
            <w:tcW w:w="0" w:type="auto"/>
          </w:tcPr>
          <w:p w14:paraId="0C22B537" w14:textId="77777777" w:rsidR="00CA596E" w:rsidRDefault="00CA596E" w:rsidP="00EA296F">
            <w:r>
              <w:t>Li</w:t>
            </w:r>
          </w:p>
        </w:tc>
        <w:tc>
          <w:tcPr>
            <w:tcW w:w="0" w:type="auto"/>
          </w:tcPr>
          <w:p w14:paraId="2A8EAABD" w14:textId="77777777" w:rsidR="00CA596E" w:rsidRDefault="00CA596E" w:rsidP="00EA296F">
            <w:r>
              <w:t>6,94</w:t>
            </w:r>
          </w:p>
        </w:tc>
        <w:tc>
          <w:tcPr>
            <w:tcW w:w="0" w:type="auto"/>
          </w:tcPr>
          <w:p w14:paraId="3E38F17F" w14:textId="77777777" w:rsidR="00CA596E" w:rsidRPr="00F12D2A" w:rsidRDefault="00CA596E" w:rsidP="00EA296F">
            <w:r w:rsidRPr="00F12D2A">
              <w:t>1,0</w:t>
            </w:r>
          </w:p>
        </w:tc>
        <w:tc>
          <w:tcPr>
            <w:tcW w:w="0" w:type="auto"/>
          </w:tcPr>
          <w:p w14:paraId="29957100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651CDB00" w14:textId="77777777" w:rsidR="00CA596E" w:rsidRDefault="00CA596E" w:rsidP="00EA296F">
            <w:r>
              <w:t>2</w:t>
            </w:r>
          </w:p>
        </w:tc>
      </w:tr>
      <w:tr w:rsidR="00CA596E" w:rsidRPr="0031298E" w14:paraId="12A54282" w14:textId="77777777" w:rsidTr="00A90498">
        <w:tc>
          <w:tcPr>
            <w:tcW w:w="0" w:type="auto"/>
          </w:tcPr>
          <w:p w14:paraId="6DE62BF5" w14:textId="77777777" w:rsidR="00CA596E" w:rsidRDefault="00CA596E" w:rsidP="00EA296F">
            <w:r>
              <w:lastRenderedPageBreak/>
              <w:t>4</w:t>
            </w:r>
          </w:p>
        </w:tc>
        <w:tc>
          <w:tcPr>
            <w:tcW w:w="0" w:type="auto"/>
          </w:tcPr>
          <w:p w14:paraId="323135C3" w14:textId="77777777" w:rsidR="00CA596E" w:rsidRDefault="00CA596E" w:rsidP="00EA296F">
            <w:r>
              <w:t>Beryllium</w:t>
            </w:r>
          </w:p>
        </w:tc>
        <w:tc>
          <w:tcPr>
            <w:tcW w:w="0" w:type="auto"/>
          </w:tcPr>
          <w:p w14:paraId="24E85913" w14:textId="77777777" w:rsidR="00CA596E" w:rsidRDefault="00CA596E" w:rsidP="00EA296F">
            <w:r>
              <w:t>Be</w:t>
            </w:r>
          </w:p>
        </w:tc>
        <w:tc>
          <w:tcPr>
            <w:tcW w:w="0" w:type="auto"/>
          </w:tcPr>
          <w:p w14:paraId="00AE0293" w14:textId="77777777" w:rsidR="00CA596E" w:rsidRDefault="00CA596E" w:rsidP="00EA296F">
            <w:r>
              <w:t>9,012</w:t>
            </w:r>
          </w:p>
        </w:tc>
        <w:tc>
          <w:tcPr>
            <w:tcW w:w="0" w:type="auto"/>
          </w:tcPr>
          <w:p w14:paraId="2EA57E9F" w14:textId="77777777" w:rsidR="00CA596E" w:rsidRPr="00F12D2A" w:rsidRDefault="00CA596E" w:rsidP="00EA296F">
            <w:r w:rsidRPr="00F12D2A">
              <w:t>1,6</w:t>
            </w:r>
          </w:p>
        </w:tc>
        <w:tc>
          <w:tcPr>
            <w:tcW w:w="0" w:type="auto"/>
          </w:tcPr>
          <w:p w14:paraId="1DF75C9A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35A83FD3" w14:textId="77777777" w:rsidR="00CA596E" w:rsidRDefault="00CA596E" w:rsidP="00EA296F">
            <w:r>
              <w:t>2</w:t>
            </w:r>
          </w:p>
        </w:tc>
      </w:tr>
      <w:tr w:rsidR="00CA596E" w:rsidRPr="0031298E" w14:paraId="0D0F24BA" w14:textId="77777777" w:rsidTr="00A90498">
        <w:tc>
          <w:tcPr>
            <w:tcW w:w="0" w:type="auto"/>
          </w:tcPr>
          <w:p w14:paraId="68F51D89" w14:textId="77777777" w:rsidR="00CA596E" w:rsidRDefault="00CA596E" w:rsidP="00EA296F">
            <w:r>
              <w:t>5</w:t>
            </w:r>
          </w:p>
        </w:tc>
        <w:tc>
          <w:tcPr>
            <w:tcW w:w="0" w:type="auto"/>
          </w:tcPr>
          <w:p w14:paraId="1E7B0656" w14:textId="77777777" w:rsidR="00CA596E" w:rsidRDefault="00CA596E" w:rsidP="00EA296F">
            <w:r>
              <w:t>Bor</w:t>
            </w:r>
          </w:p>
        </w:tc>
        <w:tc>
          <w:tcPr>
            <w:tcW w:w="0" w:type="auto"/>
          </w:tcPr>
          <w:p w14:paraId="70AEC47E" w14:textId="77777777" w:rsidR="00CA596E" w:rsidRDefault="00CA596E" w:rsidP="00EA296F">
            <w:r>
              <w:t>B</w:t>
            </w:r>
          </w:p>
        </w:tc>
        <w:tc>
          <w:tcPr>
            <w:tcW w:w="0" w:type="auto"/>
          </w:tcPr>
          <w:p w14:paraId="7BB4F8E6" w14:textId="77777777" w:rsidR="00CA596E" w:rsidRDefault="00CA596E" w:rsidP="00EA296F">
            <w:r>
              <w:t>10,811</w:t>
            </w:r>
          </w:p>
        </w:tc>
        <w:tc>
          <w:tcPr>
            <w:tcW w:w="0" w:type="auto"/>
          </w:tcPr>
          <w:p w14:paraId="68BD9BBE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4D0CC288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7D8FB491" w14:textId="77777777" w:rsidR="00CA596E" w:rsidRDefault="00CA596E" w:rsidP="00EA296F">
            <w:r>
              <w:t>2</w:t>
            </w:r>
          </w:p>
        </w:tc>
      </w:tr>
      <w:tr w:rsidR="00CA596E" w:rsidRPr="0031298E" w14:paraId="1931B916" w14:textId="77777777" w:rsidTr="00A90498">
        <w:tc>
          <w:tcPr>
            <w:tcW w:w="0" w:type="auto"/>
          </w:tcPr>
          <w:p w14:paraId="1900A566" w14:textId="77777777" w:rsidR="00CA596E" w:rsidRDefault="00CA596E" w:rsidP="00EA296F">
            <w:r>
              <w:t>6</w:t>
            </w:r>
          </w:p>
        </w:tc>
        <w:tc>
          <w:tcPr>
            <w:tcW w:w="0" w:type="auto"/>
          </w:tcPr>
          <w:p w14:paraId="48D60BE0" w14:textId="77777777" w:rsidR="00CA596E" w:rsidRDefault="00CA596E" w:rsidP="00EA296F">
            <w:r>
              <w:t>Kohlenstoff</w:t>
            </w:r>
          </w:p>
        </w:tc>
        <w:tc>
          <w:tcPr>
            <w:tcW w:w="0" w:type="auto"/>
          </w:tcPr>
          <w:p w14:paraId="569277B3" w14:textId="77777777" w:rsidR="00CA596E" w:rsidRDefault="00CA596E" w:rsidP="00EA296F">
            <w:r>
              <w:t>C</w:t>
            </w:r>
          </w:p>
        </w:tc>
        <w:tc>
          <w:tcPr>
            <w:tcW w:w="0" w:type="auto"/>
          </w:tcPr>
          <w:p w14:paraId="4C06FA60" w14:textId="77777777" w:rsidR="00CA596E" w:rsidRDefault="00CA596E" w:rsidP="00EA296F">
            <w:r>
              <w:t>12,011</w:t>
            </w:r>
          </w:p>
        </w:tc>
        <w:tc>
          <w:tcPr>
            <w:tcW w:w="0" w:type="auto"/>
          </w:tcPr>
          <w:p w14:paraId="42C00160" w14:textId="77777777" w:rsidR="00CA596E" w:rsidRPr="00F12D2A" w:rsidRDefault="00CA596E" w:rsidP="00EA296F">
            <w:r w:rsidRPr="00F12D2A">
              <w:t>2,6</w:t>
            </w:r>
          </w:p>
        </w:tc>
        <w:tc>
          <w:tcPr>
            <w:tcW w:w="0" w:type="auto"/>
          </w:tcPr>
          <w:p w14:paraId="5B01AB2C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6A109504" w14:textId="77777777" w:rsidR="00CA596E" w:rsidRDefault="00CA596E" w:rsidP="00EA296F">
            <w:r>
              <w:t>2</w:t>
            </w:r>
          </w:p>
        </w:tc>
      </w:tr>
      <w:tr w:rsidR="00CA596E" w:rsidRPr="0031298E" w14:paraId="78980E53" w14:textId="77777777" w:rsidTr="00A90498">
        <w:tc>
          <w:tcPr>
            <w:tcW w:w="0" w:type="auto"/>
          </w:tcPr>
          <w:p w14:paraId="2396336C" w14:textId="77777777" w:rsidR="00CA596E" w:rsidRDefault="00CA596E" w:rsidP="00EA296F">
            <w:r>
              <w:t>7</w:t>
            </w:r>
          </w:p>
        </w:tc>
        <w:tc>
          <w:tcPr>
            <w:tcW w:w="0" w:type="auto"/>
          </w:tcPr>
          <w:p w14:paraId="543F7313" w14:textId="77777777" w:rsidR="00CA596E" w:rsidRDefault="00CA596E" w:rsidP="00EA296F">
            <w:r>
              <w:t>Stickstoff</w:t>
            </w:r>
          </w:p>
        </w:tc>
        <w:tc>
          <w:tcPr>
            <w:tcW w:w="0" w:type="auto"/>
          </w:tcPr>
          <w:p w14:paraId="212E8CA0" w14:textId="77777777" w:rsidR="00CA596E" w:rsidRDefault="00CA596E" w:rsidP="00EA296F">
            <w:r>
              <w:t>N</w:t>
            </w:r>
          </w:p>
        </w:tc>
        <w:tc>
          <w:tcPr>
            <w:tcW w:w="0" w:type="auto"/>
          </w:tcPr>
          <w:p w14:paraId="11D59F1C" w14:textId="77777777" w:rsidR="00CA596E" w:rsidRDefault="00CA596E" w:rsidP="00EA296F">
            <w:r>
              <w:t>14,007</w:t>
            </w:r>
          </w:p>
        </w:tc>
        <w:tc>
          <w:tcPr>
            <w:tcW w:w="0" w:type="auto"/>
          </w:tcPr>
          <w:p w14:paraId="4B45A580" w14:textId="77777777" w:rsidR="00CA596E" w:rsidRPr="00F12D2A" w:rsidRDefault="00CA596E" w:rsidP="00EA296F">
            <w:r w:rsidRPr="00F12D2A">
              <w:t>3,0</w:t>
            </w:r>
          </w:p>
        </w:tc>
        <w:tc>
          <w:tcPr>
            <w:tcW w:w="0" w:type="auto"/>
          </w:tcPr>
          <w:p w14:paraId="49EAFF68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575525CD" w14:textId="77777777" w:rsidR="00CA596E" w:rsidRDefault="00CA596E" w:rsidP="00EA296F">
            <w:r>
              <w:t>2</w:t>
            </w:r>
          </w:p>
        </w:tc>
      </w:tr>
      <w:tr w:rsidR="00CA596E" w:rsidRPr="0031298E" w14:paraId="20135115" w14:textId="77777777" w:rsidTr="00A90498">
        <w:tc>
          <w:tcPr>
            <w:tcW w:w="0" w:type="auto"/>
          </w:tcPr>
          <w:p w14:paraId="7C6A72B8" w14:textId="77777777" w:rsidR="00CA596E" w:rsidRDefault="00CA596E" w:rsidP="00EA296F">
            <w:r>
              <w:t>8</w:t>
            </w:r>
          </w:p>
        </w:tc>
        <w:tc>
          <w:tcPr>
            <w:tcW w:w="0" w:type="auto"/>
          </w:tcPr>
          <w:p w14:paraId="1AC004B1" w14:textId="77777777" w:rsidR="00CA596E" w:rsidRDefault="00CA596E" w:rsidP="00EA296F">
            <w:r>
              <w:t>Sauerstoff</w:t>
            </w:r>
          </w:p>
        </w:tc>
        <w:tc>
          <w:tcPr>
            <w:tcW w:w="0" w:type="auto"/>
          </w:tcPr>
          <w:p w14:paraId="5380B9EA" w14:textId="77777777" w:rsidR="00CA596E" w:rsidRDefault="00CA596E" w:rsidP="00EA296F">
            <w:r>
              <w:t>O</w:t>
            </w:r>
          </w:p>
        </w:tc>
        <w:tc>
          <w:tcPr>
            <w:tcW w:w="0" w:type="auto"/>
          </w:tcPr>
          <w:p w14:paraId="0C692804" w14:textId="77777777" w:rsidR="00CA596E" w:rsidRDefault="00CA596E" w:rsidP="00EA296F">
            <w:r>
              <w:t>15,999</w:t>
            </w:r>
          </w:p>
        </w:tc>
        <w:tc>
          <w:tcPr>
            <w:tcW w:w="0" w:type="auto"/>
          </w:tcPr>
          <w:p w14:paraId="3930EB68" w14:textId="77777777" w:rsidR="00CA596E" w:rsidRPr="00F12D2A" w:rsidRDefault="00CA596E" w:rsidP="00EA296F">
            <w:r w:rsidRPr="00F12D2A">
              <w:t>3,4</w:t>
            </w:r>
          </w:p>
        </w:tc>
        <w:tc>
          <w:tcPr>
            <w:tcW w:w="0" w:type="auto"/>
          </w:tcPr>
          <w:p w14:paraId="24C3D956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087588F2" w14:textId="77777777" w:rsidR="00CA596E" w:rsidRDefault="00CA596E" w:rsidP="00EA296F">
            <w:r>
              <w:t>2</w:t>
            </w:r>
          </w:p>
        </w:tc>
      </w:tr>
      <w:tr w:rsidR="00CA596E" w:rsidRPr="0031298E" w14:paraId="0B306EC0" w14:textId="77777777" w:rsidTr="00A90498">
        <w:tc>
          <w:tcPr>
            <w:tcW w:w="0" w:type="auto"/>
          </w:tcPr>
          <w:p w14:paraId="201A49B4" w14:textId="77777777" w:rsidR="00CA596E" w:rsidRDefault="00CA596E" w:rsidP="00EA296F">
            <w:r>
              <w:t>9</w:t>
            </w:r>
          </w:p>
        </w:tc>
        <w:tc>
          <w:tcPr>
            <w:tcW w:w="0" w:type="auto"/>
          </w:tcPr>
          <w:p w14:paraId="2B8A4546" w14:textId="77777777" w:rsidR="00CA596E" w:rsidRDefault="00CA596E" w:rsidP="00EA296F">
            <w:r>
              <w:t>Fluor</w:t>
            </w:r>
          </w:p>
        </w:tc>
        <w:tc>
          <w:tcPr>
            <w:tcW w:w="0" w:type="auto"/>
          </w:tcPr>
          <w:p w14:paraId="729061D2" w14:textId="77777777" w:rsidR="00CA596E" w:rsidRDefault="00CA596E" w:rsidP="00EA296F">
            <w:r>
              <w:t>F</w:t>
            </w:r>
          </w:p>
        </w:tc>
        <w:tc>
          <w:tcPr>
            <w:tcW w:w="0" w:type="auto"/>
          </w:tcPr>
          <w:p w14:paraId="2805BBDD" w14:textId="77777777" w:rsidR="00CA596E" w:rsidRDefault="00CA596E" w:rsidP="00EA296F">
            <w:r>
              <w:t>18,998</w:t>
            </w:r>
          </w:p>
        </w:tc>
        <w:tc>
          <w:tcPr>
            <w:tcW w:w="0" w:type="auto"/>
          </w:tcPr>
          <w:p w14:paraId="7F04C973" w14:textId="77777777" w:rsidR="00CA596E" w:rsidRPr="00F12D2A" w:rsidRDefault="00CA596E" w:rsidP="00EA296F">
            <w:r w:rsidRPr="00F12D2A">
              <w:t>4,0</w:t>
            </w:r>
          </w:p>
        </w:tc>
        <w:tc>
          <w:tcPr>
            <w:tcW w:w="0" w:type="auto"/>
          </w:tcPr>
          <w:p w14:paraId="75B13B82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2B44D873" w14:textId="77777777" w:rsidR="00CA596E" w:rsidRDefault="00CA596E" w:rsidP="00EA296F">
            <w:r>
              <w:t>2</w:t>
            </w:r>
          </w:p>
        </w:tc>
      </w:tr>
      <w:tr w:rsidR="00CA596E" w:rsidRPr="0031298E" w14:paraId="740A23DD" w14:textId="77777777" w:rsidTr="00A90498">
        <w:tc>
          <w:tcPr>
            <w:tcW w:w="0" w:type="auto"/>
          </w:tcPr>
          <w:p w14:paraId="5C156D5A" w14:textId="77777777" w:rsidR="00CA596E" w:rsidRDefault="00CA596E" w:rsidP="00EA296F">
            <w:r>
              <w:t>10</w:t>
            </w:r>
          </w:p>
        </w:tc>
        <w:tc>
          <w:tcPr>
            <w:tcW w:w="0" w:type="auto"/>
          </w:tcPr>
          <w:p w14:paraId="3D10F8FA" w14:textId="77777777" w:rsidR="00CA596E" w:rsidRDefault="00CA596E" w:rsidP="00EA296F">
            <w:r>
              <w:t>Neon</w:t>
            </w:r>
          </w:p>
        </w:tc>
        <w:tc>
          <w:tcPr>
            <w:tcW w:w="0" w:type="auto"/>
          </w:tcPr>
          <w:p w14:paraId="4F2C5C25" w14:textId="77777777" w:rsidR="00CA596E" w:rsidRDefault="00CA596E" w:rsidP="00EA296F">
            <w:r>
              <w:t>Ne</w:t>
            </w:r>
          </w:p>
        </w:tc>
        <w:tc>
          <w:tcPr>
            <w:tcW w:w="0" w:type="auto"/>
          </w:tcPr>
          <w:p w14:paraId="73D7E2A9" w14:textId="77777777" w:rsidR="00CA596E" w:rsidRDefault="00CA596E" w:rsidP="00EA296F">
            <w:r>
              <w:t>20,180</w:t>
            </w:r>
          </w:p>
        </w:tc>
        <w:tc>
          <w:tcPr>
            <w:tcW w:w="0" w:type="auto"/>
          </w:tcPr>
          <w:p w14:paraId="3C1F6AD3" w14:textId="77777777" w:rsidR="00CA596E" w:rsidRPr="00F12D2A" w:rsidRDefault="00CA596E" w:rsidP="00EA296F">
            <w:r w:rsidRPr="00F12D2A">
              <w:t>3,2</w:t>
            </w:r>
          </w:p>
        </w:tc>
        <w:tc>
          <w:tcPr>
            <w:tcW w:w="0" w:type="auto"/>
          </w:tcPr>
          <w:p w14:paraId="1C51FD31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106B00CB" w14:textId="77777777" w:rsidR="00CA596E" w:rsidRDefault="00CA596E" w:rsidP="00EA296F">
            <w:r>
              <w:t>2</w:t>
            </w:r>
          </w:p>
        </w:tc>
      </w:tr>
      <w:tr w:rsidR="00CA596E" w:rsidRPr="0031298E" w14:paraId="1B14069C" w14:textId="77777777" w:rsidTr="00A90498">
        <w:tc>
          <w:tcPr>
            <w:tcW w:w="0" w:type="auto"/>
          </w:tcPr>
          <w:p w14:paraId="440ED75C" w14:textId="77777777" w:rsidR="00CA596E" w:rsidRDefault="00CA596E" w:rsidP="00EA296F">
            <w:r>
              <w:t>11</w:t>
            </w:r>
          </w:p>
        </w:tc>
        <w:tc>
          <w:tcPr>
            <w:tcW w:w="0" w:type="auto"/>
          </w:tcPr>
          <w:p w14:paraId="0868CADA" w14:textId="77777777" w:rsidR="00CA596E" w:rsidRDefault="00CA596E" w:rsidP="00EA296F">
            <w:r>
              <w:t>Natrium</w:t>
            </w:r>
          </w:p>
        </w:tc>
        <w:tc>
          <w:tcPr>
            <w:tcW w:w="0" w:type="auto"/>
          </w:tcPr>
          <w:p w14:paraId="373ACC49" w14:textId="77777777" w:rsidR="00CA596E" w:rsidRDefault="00CA596E" w:rsidP="00EA296F">
            <w:r>
              <w:t>Na</w:t>
            </w:r>
          </w:p>
        </w:tc>
        <w:tc>
          <w:tcPr>
            <w:tcW w:w="0" w:type="auto"/>
          </w:tcPr>
          <w:p w14:paraId="65BBE41C" w14:textId="77777777" w:rsidR="00CA596E" w:rsidRDefault="00CA596E" w:rsidP="00EA296F">
            <w:r>
              <w:t>22,990</w:t>
            </w:r>
          </w:p>
        </w:tc>
        <w:tc>
          <w:tcPr>
            <w:tcW w:w="0" w:type="auto"/>
          </w:tcPr>
          <w:p w14:paraId="742AECF8" w14:textId="1D220640" w:rsidR="00CA596E" w:rsidRPr="00F12D2A" w:rsidRDefault="00CA596E" w:rsidP="00EA296F">
            <w:r w:rsidRPr="00F12D2A">
              <w:t>0</w:t>
            </w:r>
            <w:r w:rsidR="00230D09">
              <w:t>,</w:t>
            </w:r>
            <w:r w:rsidRPr="00F12D2A">
              <w:t>9</w:t>
            </w:r>
          </w:p>
        </w:tc>
        <w:tc>
          <w:tcPr>
            <w:tcW w:w="0" w:type="auto"/>
          </w:tcPr>
          <w:p w14:paraId="2DD1EE64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69B33563" w14:textId="77777777" w:rsidR="00CA596E" w:rsidRDefault="00CA596E" w:rsidP="00EA296F">
            <w:r>
              <w:t>3</w:t>
            </w:r>
          </w:p>
        </w:tc>
      </w:tr>
      <w:tr w:rsidR="00CA596E" w:rsidRPr="0031298E" w14:paraId="23FA3D26" w14:textId="77777777" w:rsidTr="00A90498">
        <w:tc>
          <w:tcPr>
            <w:tcW w:w="0" w:type="auto"/>
          </w:tcPr>
          <w:p w14:paraId="6A4E5ADF" w14:textId="77777777" w:rsidR="00CA596E" w:rsidRDefault="00CA596E" w:rsidP="00EA296F">
            <w:r>
              <w:t>12</w:t>
            </w:r>
          </w:p>
        </w:tc>
        <w:tc>
          <w:tcPr>
            <w:tcW w:w="0" w:type="auto"/>
          </w:tcPr>
          <w:p w14:paraId="5B0112CC" w14:textId="77777777" w:rsidR="00CA596E" w:rsidRDefault="00CA596E" w:rsidP="00EA296F">
            <w:r>
              <w:t>Magnesium</w:t>
            </w:r>
          </w:p>
        </w:tc>
        <w:tc>
          <w:tcPr>
            <w:tcW w:w="0" w:type="auto"/>
          </w:tcPr>
          <w:p w14:paraId="533B0AA1" w14:textId="77777777" w:rsidR="00CA596E" w:rsidRDefault="00CA596E" w:rsidP="00EA296F">
            <w:r>
              <w:t>Mg</w:t>
            </w:r>
          </w:p>
        </w:tc>
        <w:tc>
          <w:tcPr>
            <w:tcW w:w="0" w:type="auto"/>
          </w:tcPr>
          <w:p w14:paraId="1B139942" w14:textId="77777777" w:rsidR="00CA596E" w:rsidRDefault="00CA596E" w:rsidP="00EA296F">
            <w:r>
              <w:t>24,305</w:t>
            </w:r>
          </w:p>
        </w:tc>
        <w:tc>
          <w:tcPr>
            <w:tcW w:w="0" w:type="auto"/>
          </w:tcPr>
          <w:p w14:paraId="59EB397D" w14:textId="77777777" w:rsidR="00CA596E" w:rsidRPr="00F12D2A" w:rsidRDefault="00CA596E" w:rsidP="00EA296F">
            <w:r w:rsidRPr="00F12D2A">
              <w:t>1,3</w:t>
            </w:r>
          </w:p>
        </w:tc>
        <w:tc>
          <w:tcPr>
            <w:tcW w:w="0" w:type="auto"/>
          </w:tcPr>
          <w:p w14:paraId="30095950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71B410ED" w14:textId="77777777" w:rsidR="00CA596E" w:rsidRDefault="00CA596E" w:rsidP="00EA296F">
            <w:r>
              <w:t>3</w:t>
            </w:r>
          </w:p>
        </w:tc>
      </w:tr>
      <w:tr w:rsidR="00CA596E" w:rsidRPr="0031298E" w14:paraId="155DBB2C" w14:textId="77777777" w:rsidTr="00A90498">
        <w:tc>
          <w:tcPr>
            <w:tcW w:w="0" w:type="auto"/>
          </w:tcPr>
          <w:p w14:paraId="5208A7C1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311885DC" w14:textId="77777777" w:rsidR="00CA596E" w:rsidRDefault="00CA596E" w:rsidP="00EA296F">
            <w:r>
              <w:t>Aluminium</w:t>
            </w:r>
          </w:p>
        </w:tc>
        <w:tc>
          <w:tcPr>
            <w:tcW w:w="0" w:type="auto"/>
          </w:tcPr>
          <w:p w14:paraId="14D40E3C" w14:textId="77777777" w:rsidR="00CA596E" w:rsidRDefault="00CA596E" w:rsidP="00EA296F">
            <w:r>
              <w:t>Al</w:t>
            </w:r>
          </w:p>
        </w:tc>
        <w:tc>
          <w:tcPr>
            <w:tcW w:w="0" w:type="auto"/>
          </w:tcPr>
          <w:p w14:paraId="2632C7F3" w14:textId="77777777" w:rsidR="00CA596E" w:rsidRDefault="00CA596E" w:rsidP="00EA296F">
            <w:r>
              <w:t>26,982</w:t>
            </w:r>
          </w:p>
        </w:tc>
        <w:tc>
          <w:tcPr>
            <w:tcW w:w="0" w:type="auto"/>
          </w:tcPr>
          <w:p w14:paraId="052D78F1" w14:textId="77777777" w:rsidR="00CA596E" w:rsidRPr="00F12D2A" w:rsidRDefault="00CA596E" w:rsidP="00EA296F">
            <w:r w:rsidRPr="00F12D2A">
              <w:t>1,6</w:t>
            </w:r>
          </w:p>
        </w:tc>
        <w:tc>
          <w:tcPr>
            <w:tcW w:w="0" w:type="auto"/>
          </w:tcPr>
          <w:p w14:paraId="3C8569DA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653AA1CA" w14:textId="77777777" w:rsidR="00CA596E" w:rsidRDefault="00CA596E" w:rsidP="00EA296F">
            <w:r>
              <w:t>3</w:t>
            </w:r>
          </w:p>
        </w:tc>
      </w:tr>
      <w:tr w:rsidR="00CA596E" w:rsidRPr="0031298E" w14:paraId="5E69D6D9" w14:textId="77777777" w:rsidTr="00A90498">
        <w:tc>
          <w:tcPr>
            <w:tcW w:w="0" w:type="auto"/>
          </w:tcPr>
          <w:p w14:paraId="47E232F8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4BCA1F79" w14:textId="77777777" w:rsidR="00CA596E" w:rsidRDefault="00CA596E" w:rsidP="00EA296F">
            <w:r>
              <w:t>Silicium</w:t>
            </w:r>
          </w:p>
        </w:tc>
        <w:tc>
          <w:tcPr>
            <w:tcW w:w="0" w:type="auto"/>
          </w:tcPr>
          <w:p w14:paraId="24263475" w14:textId="77777777" w:rsidR="00CA596E" w:rsidRDefault="00CA596E" w:rsidP="00EA296F">
            <w:r>
              <w:t>Si</w:t>
            </w:r>
          </w:p>
        </w:tc>
        <w:tc>
          <w:tcPr>
            <w:tcW w:w="0" w:type="auto"/>
          </w:tcPr>
          <w:p w14:paraId="68B73BA0" w14:textId="77777777" w:rsidR="00CA596E" w:rsidRDefault="00CA596E" w:rsidP="00EA296F">
            <w:r>
              <w:t>28,086</w:t>
            </w:r>
          </w:p>
        </w:tc>
        <w:tc>
          <w:tcPr>
            <w:tcW w:w="0" w:type="auto"/>
          </w:tcPr>
          <w:p w14:paraId="58776222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76FC999A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539D8E53" w14:textId="77777777" w:rsidR="00CA596E" w:rsidRDefault="00CA596E" w:rsidP="00EA296F">
            <w:r>
              <w:t>3</w:t>
            </w:r>
          </w:p>
        </w:tc>
      </w:tr>
      <w:tr w:rsidR="00CA596E" w:rsidRPr="0031298E" w14:paraId="28A76FD5" w14:textId="77777777" w:rsidTr="00A90498">
        <w:tc>
          <w:tcPr>
            <w:tcW w:w="0" w:type="auto"/>
          </w:tcPr>
          <w:p w14:paraId="1D6434BA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28477AA5" w14:textId="77777777" w:rsidR="00CA596E" w:rsidRDefault="00CA596E" w:rsidP="00EA296F">
            <w:r>
              <w:t>Phosphor</w:t>
            </w:r>
          </w:p>
        </w:tc>
        <w:tc>
          <w:tcPr>
            <w:tcW w:w="0" w:type="auto"/>
          </w:tcPr>
          <w:p w14:paraId="5938D2D3" w14:textId="77777777" w:rsidR="00CA596E" w:rsidRDefault="00CA596E" w:rsidP="00EA296F">
            <w:r>
              <w:t>P</w:t>
            </w:r>
          </w:p>
        </w:tc>
        <w:tc>
          <w:tcPr>
            <w:tcW w:w="0" w:type="auto"/>
          </w:tcPr>
          <w:p w14:paraId="73FCBC0B" w14:textId="77777777" w:rsidR="00CA596E" w:rsidRDefault="00CA596E" w:rsidP="00EA296F">
            <w:r>
              <w:t>30,974</w:t>
            </w:r>
          </w:p>
        </w:tc>
        <w:tc>
          <w:tcPr>
            <w:tcW w:w="0" w:type="auto"/>
          </w:tcPr>
          <w:p w14:paraId="41C6F891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093AB536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2C4686A0" w14:textId="77777777" w:rsidR="00CA596E" w:rsidRDefault="00CA596E" w:rsidP="00EA296F">
            <w:r>
              <w:t>3</w:t>
            </w:r>
          </w:p>
        </w:tc>
      </w:tr>
      <w:tr w:rsidR="00CA596E" w:rsidRPr="0031298E" w14:paraId="725B5C6D" w14:textId="77777777" w:rsidTr="00A90498">
        <w:tc>
          <w:tcPr>
            <w:tcW w:w="0" w:type="auto"/>
          </w:tcPr>
          <w:p w14:paraId="3A7A11B3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7805D944" w14:textId="77777777" w:rsidR="00CA596E" w:rsidRDefault="00CA596E" w:rsidP="00EA296F">
            <w:r>
              <w:t>Schwefel</w:t>
            </w:r>
          </w:p>
        </w:tc>
        <w:tc>
          <w:tcPr>
            <w:tcW w:w="0" w:type="auto"/>
          </w:tcPr>
          <w:p w14:paraId="136CEC5C" w14:textId="77777777" w:rsidR="00CA596E" w:rsidRDefault="00CA596E" w:rsidP="00EA296F">
            <w:r>
              <w:t>S</w:t>
            </w:r>
          </w:p>
        </w:tc>
        <w:tc>
          <w:tcPr>
            <w:tcW w:w="0" w:type="auto"/>
          </w:tcPr>
          <w:p w14:paraId="54B43334" w14:textId="77777777" w:rsidR="00CA596E" w:rsidRDefault="00CA596E" w:rsidP="00EA296F">
            <w:r>
              <w:t>32,065</w:t>
            </w:r>
          </w:p>
        </w:tc>
        <w:tc>
          <w:tcPr>
            <w:tcW w:w="0" w:type="auto"/>
          </w:tcPr>
          <w:p w14:paraId="201D2B0F" w14:textId="77777777" w:rsidR="00CA596E" w:rsidRPr="00F12D2A" w:rsidRDefault="00CA596E" w:rsidP="00EA296F">
            <w:r w:rsidRPr="00F12D2A">
              <w:t>2,6</w:t>
            </w:r>
          </w:p>
        </w:tc>
        <w:tc>
          <w:tcPr>
            <w:tcW w:w="0" w:type="auto"/>
          </w:tcPr>
          <w:p w14:paraId="1A0997C6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7D1038AE" w14:textId="77777777" w:rsidR="00CA596E" w:rsidRDefault="00CA596E" w:rsidP="00EA296F">
            <w:r>
              <w:t>3</w:t>
            </w:r>
          </w:p>
        </w:tc>
      </w:tr>
      <w:tr w:rsidR="00CA596E" w:rsidRPr="0031298E" w14:paraId="6795A799" w14:textId="77777777" w:rsidTr="00A90498">
        <w:tc>
          <w:tcPr>
            <w:tcW w:w="0" w:type="auto"/>
          </w:tcPr>
          <w:p w14:paraId="35F5AD1F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2CFF4AEA" w14:textId="77777777" w:rsidR="00CA596E" w:rsidRDefault="00CA596E" w:rsidP="00EA296F">
            <w:r>
              <w:t>Chlor</w:t>
            </w:r>
          </w:p>
        </w:tc>
        <w:tc>
          <w:tcPr>
            <w:tcW w:w="0" w:type="auto"/>
          </w:tcPr>
          <w:p w14:paraId="58E9C5E1" w14:textId="77777777" w:rsidR="00CA596E" w:rsidRDefault="00CA596E" w:rsidP="00EA296F">
            <w:r>
              <w:t>Cl</w:t>
            </w:r>
          </w:p>
        </w:tc>
        <w:tc>
          <w:tcPr>
            <w:tcW w:w="0" w:type="auto"/>
          </w:tcPr>
          <w:p w14:paraId="1B591E89" w14:textId="77777777" w:rsidR="00CA596E" w:rsidRDefault="00CA596E" w:rsidP="00EA296F">
            <w:r>
              <w:t>35,453</w:t>
            </w:r>
          </w:p>
        </w:tc>
        <w:tc>
          <w:tcPr>
            <w:tcW w:w="0" w:type="auto"/>
          </w:tcPr>
          <w:p w14:paraId="44F5206C" w14:textId="77777777" w:rsidR="00CA596E" w:rsidRPr="00F12D2A" w:rsidRDefault="00CA596E" w:rsidP="00EA296F">
            <w:r w:rsidRPr="00F12D2A">
              <w:t>3,2</w:t>
            </w:r>
          </w:p>
        </w:tc>
        <w:tc>
          <w:tcPr>
            <w:tcW w:w="0" w:type="auto"/>
          </w:tcPr>
          <w:p w14:paraId="0AE9A0FC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3FD19D8B" w14:textId="77777777" w:rsidR="00CA596E" w:rsidRDefault="00CA596E" w:rsidP="00EA296F">
            <w:r>
              <w:t>3</w:t>
            </w:r>
          </w:p>
        </w:tc>
      </w:tr>
      <w:tr w:rsidR="00CA596E" w:rsidRPr="0031298E" w14:paraId="58FB62DF" w14:textId="77777777" w:rsidTr="00A90498">
        <w:tc>
          <w:tcPr>
            <w:tcW w:w="0" w:type="auto"/>
          </w:tcPr>
          <w:p w14:paraId="734B8B12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3423205C" w14:textId="77777777" w:rsidR="00CA596E" w:rsidRDefault="00CA596E" w:rsidP="00EA296F">
            <w:r>
              <w:t>Argon</w:t>
            </w:r>
          </w:p>
        </w:tc>
        <w:tc>
          <w:tcPr>
            <w:tcW w:w="0" w:type="auto"/>
          </w:tcPr>
          <w:p w14:paraId="429D35C6" w14:textId="77777777" w:rsidR="00CA596E" w:rsidRDefault="00CA596E" w:rsidP="00EA296F">
            <w:r>
              <w:t>Ar</w:t>
            </w:r>
          </w:p>
        </w:tc>
        <w:tc>
          <w:tcPr>
            <w:tcW w:w="0" w:type="auto"/>
          </w:tcPr>
          <w:p w14:paraId="2424CA4B" w14:textId="77777777" w:rsidR="00CA596E" w:rsidRDefault="00CA596E" w:rsidP="00EA296F">
            <w:r>
              <w:t>39,948</w:t>
            </w:r>
          </w:p>
        </w:tc>
        <w:tc>
          <w:tcPr>
            <w:tcW w:w="0" w:type="auto"/>
          </w:tcPr>
          <w:p w14:paraId="32715F29" w14:textId="77777777" w:rsidR="00CA596E" w:rsidRPr="00F12D2A" w:rsidRDefault="00CA596E" w:rsidP="00EA296F">
            <w:r w:rsidRPr="00F12D2A">
              <w:t>2,4</w:t>
            </w:r>
          </w:p>
        </w:tc>
        <w:tc>
          <w:tcPr>
            <w:tcW w:w="0" w:type="auto"/>
          </w:tcPr>
          <w:p w14:paraId="425C7F69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7190BEFA" w14:textId="77777777" w:rsidR="00CA596E" w:rsidRDefault="00CA596E" w:rsidP="00EA296F">
            <w:r>
              <w:t>3</w:t>
            </w:r>
          </w:p>
        </w:tc>
      </w:tr>
      <w:tr w:rsidR="00CA596E" w:rsidRPr="0031298E" w14:paraId="2CE25EF9" w14:textId="77777777" w:rsidTr="00A90498">
        <w:tc>
          <w:tcPr>
            <w:tcW w:w="0" w:type="auto"/>
          </w:tcPr>
          <w:p w14:paraId="3F0CEE23" w14:textId="48C5E783" w:rsidR="00CA596E" w:rsidRDefault="00CA596E" w:rsidP="00EA296F">
            <w:r>
              <w:t>19</w:t>
            </w:r>
          </w:p>
        </w:tc>
        <w:tc>
          <w:tcPr>
            <w:tcW w:w="0" w:type="auto"/>
          </w:tcPr>
          <w:p w14:paraId="6E18887B" w14:textId="77777777" w:rsidR="00CA596E" w:rsidRDefault="00CA596E" w:rsidP="00EA296F">
            <w:r>
              <w:t>Kalium</w:t>
            </w:r>
          </w:p>
        </w:tc>
        <w:tc>
          <w:tcPr>
            <w:tcW w:w="0" w:type="auto"/>
          </w:tcPr>
          <w:p w14:paraId="3E38D9BC" w14:textId="77777777" w:rsidR="00CA596E" w:rsidRDefault="00CA596E" w:rsidP="00EA296F">
            <w:r>
              <w:t>K</w:t>
            </w:r>
          </w:p>
        </w:tc>
        <w:tc>
          <w:tcPr>
            <w:tcW w:w="0" w:type="auto"/>
          </w:tcPr>
          <w:p w14:paraId="2605CF4D" w14:textId="77777777" w:rsidR="00CA596E" w:rsidRDefault="00CA596E" w:rsidP="00EA296F">
            <w:r>
              <w:t>39,098</w:t>
            </w:r>
          </w:p>
        </w:tc>
        <w:tc>
          <w:tcPr>
            <w:tcW w:w="0" w:type="auto"/>
          </w:tcPr>
          <w:p w14:paraId="47EE73D2" w14:textId="77777777" w:rsidR="00CA596E" w:rsidRPr="00F12D2A" w:rsidRDefault="00CA596E" w:rsidP="00EA296F">
            <w:r w:rsidRPr="00F12D2A">
              <w:t>0,8</w:t>
            </w:r>
          </w:p>
        </w:tc>
        <w:tc>
          <w:tcPr>
            <w:tcW w:w="0" w:type="auto"/>
          </w:tcPr>
          <w:p w14:paraId="21DE17A2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603D5B3F" w14:textId="77777777" w:rsidR="00CA596E" w:rsidRDefault="00CA596E" w:rsidP="00EA296F">
            <w:r>
              <w:t>4</w:t>
            </w:r>
          </w:p>
        </w:tc>
      </w:tr>
      <w:tr w:rsidR="00CA596E" w:rsidRPr="0031298E" w14:paraId="126CA6FD" w14:textId="77777777" w:rsidTr="00A90498">
        <w:tc>
          <w:tcPr>
            <w:tcW w:w="0" w:type="auto"/>
          </w:tcPr>
          <w:p w14:paraId="03623D32" w14:textId="77777777" w:rsidR="00CA596E" w:rsidRDefault="00CA596E" w:rsidP="00EA296F">
            <w:r>
              <w:t>20</w:t>
            </w:r>
          </w:p>
        </w:tc>
        <w:tc>
          <w:tcPr>
            <w:tcW w:w="0" w:type="auto"/>
          </w:tcPr>
          <w:p w14:paraId="6AD24642" w14:textId="77777777" w:rsidR="00CA596E" w:rsidRDefault="00CA596E" w:rsidP="00EA296F">
            <w:r>
              <w:t>Calcium</w:t>
            </w:r>
          </w:p>
        </w:tc>
        <w:tc>
          <w:tcPr>
            <w:tcW w:w="0" w:type="auto"/>
          </w:tcPr>
          <w:p w14:paraId="1FDE3A6E" w14:textId="77777777" w:rsidR="00CA596E" w:rsidRDefault="00CA596E" w:rsidP="00EA296F">
            <w:r>
              <w:t>Ca</w:t>
            </w:r>
          </w:p>
        </w:tc>
        <w:tc>
          <w:tcPr>
            <w:tcW w:w="0" w:type="auto"/>
          </w:tcPr>
          <w:p w14:paraId="2B744988" w14:textId="77777777" w:rsidR="00CA596E" w:rsidRDefault="00CA596E" w:rsidP="00EA296F">
            <w:r>
              <w:t>40,078</w:t>
            </w:r>
          </w:p>
        </w:tc>
        <w:tc>
          <w:tcPr>
            <w:tcW w:w="0" w:type="auto"/>
          </w:tcPr>
          <w:p w14:paraId="2735A965" w14:textId="77777777" w:rsidR="00CA596E" w:rsidRPr="00F12D2A" w:rsidRDefault="00CA596E" w:rsidP="00EA296F">
            <w:r w:rsidRPr="00F12D2A">
              <w:t>1,0</w:t>
            </w:r>
          </w:p>
        </w:tc>
        <w:tc>
          <w:tcPr>
            <w:tcW w:w="0" w:type="auto"/>
          </w:tcPr>
          <w:p w14:paraId="50B04A01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1613D8B0" w14:textId="77777777" w:rsidR="00CA596E" w:rsidRDefault="00CA596E" w:rsidP="00EA296F">
            <w:r>
              <w:t>4</w:t>
            </w:r>
          </w:p>
        </w:tc>
      </w:tr>
      <w:tr w:rsidR="00CA596E" w:rsidRPr="0031298E" w14:paraId="2400E47D" w14:textId="77777777" w:rsidTr="00A90498">
        <w:tc>
          <w:tcPr>
            <w:tcW w:w="0" w:type="auto"/>
          </w:tcPr>
          <w:p w14:paraId="6D4F0396" w14:textId="77777777" w:rsidR="00CA596E" w:rsidRDefault="00CA596E" w:rsidP="00EA296F">
            <w:r>
              <w:t>21</w:t>
            </w:r>
          </w:p>
        </w:tc>
        <w:tc>
          <w:tcPr>
            <w:tcW w:w="0" w:type="auto"/>
          </w:tcPr>
          <w:p w14:paraId="0B497CDE" w14:textId="77777777" w:rsidR="00CA596E" w:rsidRDefault="00CA596E" w:rsidP="00EA296F">
            <w:r>
              <w:t>Scandium</w:t>
            </w:r>
          </w:p>
        </w:tc>
        <w:tc>
          <w:tcPr>
            <w:tcW w:w="0" w:type="auto"/>
          </w:tcPr>
          <w:p w14:paraId="1D480F5E" w14:textId="77777777" w:rsidR="00CA596E" w:rsidRDefault="00CA596E" w:rsidP="00EA296F">
            <w:r>
              <w:t>Sc</w:t>
            </w:r>
          </w:p>
        </w:tc>
        <w:tc>
          <w:tcPr>
            <w:tcW w:w="0" w:type="auto"/>
          </w:tcPr>
          <w:p w14:paraId="70823DE5" w14:textId="77777777" w:rsidR="00CA596E" w:rsidRDefault="00CA596E" w:rsidP="00EA296F">
            <w:r>
              <w:t>44,956</w:t>
            </w:r>
          </w:p>
        </w:tc>
        <w:tc>
          <w:tcPr>
            <w:tcW w:w="0" w:type="auto"/>
          </w:tcPr>
          <w:p w14:paraId="4F8D7599" w14:textId="77777777" w:rsidR="00CA596E" w:rsidRPr="00F12D2A" w:rsidRDefault="00CA596E" w:rsidP="00EA296F">
            <w:r w:rsidRPr="00F12D2A">
              <w:t>1,4</w:t>
            </w:r>
          </w:p>
        </w:tc>
        <w:tc>
          <w:tcPr>
            <w:tcW w:w="0" w:type="auto"/>
          </w:tcPr>
          <w:p w14:paraId="00E54EB8" w14:textId="77777777" w:rsidR="00CA596E" w:rsidRDefault="00CA596E" w:rsidP="00EA296F">
            <w:r>
              <w:t>3</w:t>
            </w:r>
          </w:p>
        </w:tc>
        <w:tc>
          <w:tcPr>
            <w:tcW w:w="0" w:type="auto"/>
          </w:tcPr>
          <w:p w14:paraId="78099E0A" w14:textId="77777777" w:rsidR="00CA596E" w:rsidRDefault="00CA596E" w:rsidP="00EA296F">
            <w:r>
              <w:t>4</w:t>
            </w:r>
          </w:p>
        </w:tc>
      </w:tr>
      <w:tr w:rsidR="00CA596E" w:rsidRPr="0031298E" w14:paraId="61E36ABB" w14:textId="77777777" w:rsidTr="00A90498">
        <w:tc>
          <w:tcPr>
            <w:tcW w:w="0" w:type="auto"/>
          </w:tcPr>
          <w:p w14:paraId="514A625B" w14:textId="77777777" w:rsidR="00CA596E" w:rsidRDefault="00CA596E" w:rsidP="00EA296F">
            <w:r>
              <w:t>22</w:t>
            </w:r>
          </w:p>
        </w:tc>
        <w:tc>
          <w:tcPr>
            <w:tcW w:w="0" w:type="auto"/>
          </w:tcPr>
          <w:p w14:paraId="2DAC19D2" w14:textId="77777777" w:rsidR="00CA596E" w:rsidRDefault="00CA596E" w:rsidP="00EA296F">
            <w:r>
              <w:t>Titan</w:t>
            </w:r>
          </w:p>
        </w:tc>
        <w:tc>
          <w:tcPr>
            <w:tcW w:w="0" w:type="auto"/>
          </w:tcPr>
          <w:p w14:paraId="3E67622F" w14:textId="77777777" w:rsidR="00CA596E" w:rsidRDefault="00CA596E" w:rsidP="00EA296F">
            <w:r>
              <w:t>Ti</w:t>
            </w:r>
          </w:p>
        </w:tc>
        <w:tc>
          <w:tcPr>
            <w:tcW w:w="0" w:type="auto"/>
          </w:tcPr>
          <w:p w14:paraId="1F2E7733" w14:textId="77777777" w:rsidR="00CA596E" w:rsidRDefault="00CA596E" w:rsidP="00EA296F">
            <w:r>
              <w:t>47,867</w:t>
            </w:r>
          </w:p>
        </w:tc>
        <w:tc>
          <w:tcPr>
            <w:tcW w:w="0" w:type="auto"/>
          </w:tcPr>
          <w:p w14:paraId="549F9600" w14:textId="77777777" w:rsidR="00CA596E" w:rsidRPr="00F12D2A" w:rsidRDefault="00CA596E" w:rsidP="00EA296F">
            <w:r w:rsidRPr="00F12D2A">
              <w:t>1,5</w:t>
            </w:r>
          </w:p>
        </w:tc>
        <w:tc>
          <w:tcPr>
            <w:tcW w:w="0" w:type="auto"/>
          </w:tcPr>
          <w:p w14:paraId="094A59DE" w14:textId="77777777" w:rsidR="00CA596E" w:rsidRDefault="00CA596E" w:rsidP="00EA296F">
            <w:r>
              <w:t>4</w:t>
            </w:r>
          </w:p>
        </w:tc>
        <w:tc>
          <w:tcPr>
            <w:tcW w:w="0" w:type="auto"/>
          </w:tcPr>
          <w:p w14:paraId="0466414A" w14:textId="77777777" w:rsidR="00CA596E" w:rsidRDefault="00CA596E" w:rsidP="00EA296F">
            <w:r>
              <w:t>4</w:t>
            </w:r>
          </w:p>
        </w:tc>
      </w:tr>
      <w:tr w:rsidR="00CA596E" w:rsidRPr="0031298E" w14:paraId="3E405A4C" w14:textId="77777777" w:rsidTr="00A90498">
        <w:tc>
          <w:tcPr>
            <w:tcW w:w="0" w:type="auto"/>
          </w:tcPr>
          <w:p w14:paraId="6C826046" w14:textId="77777777" w:rsidR="00CA596E" w:rsidRDefault="00CA596E" w:rsidP="00EA296F">
            <w:r>
              <w:t>23</w:t>
            </w:r>
          </w:p>
        </w:tc>
        <w:tc>
          <w:tcPr>
            <w:tcW w:w="0" w:type="auto"/>
          </w:tcPr>
          <w:p w14:paraId="60B43D30" w14:textId="77777777" w:rsidR="00CA596E" w:rsidRDefault="00CA596E" w:rsidP="00EA296F">
            <w:r>
              <w:t>Vanadium</w:t>
            </w:r>
          </w:p>
        </w:tc>
        <w:tc>
          <w:tcPr>
            <w:tcW w:w="0" w:type="auto"/>
          </w:tcPr>
          <w:p w14:paraId="7D9C39AB" w14:textId="77777777" w:rsidR="00CA596E" w:rsidRDefault="00CA596E" w:rsidP="00EA296F">
            <w:r>
              <w:t>V</w:t>
            </w:r>
          </w:p>
        </w:tc>
        <w:tc>
          <w:tcPr>
            <w:tcW w:w="0" w:type="auto"/>
          </w:tcPr>
          <w:p w14:paraId="6D5D5027" w14:textId="77777777" w:rsidR="00CA596E" w:rsidRDefault="00CA596E" w:rsidP="00EA296F">
            <w:r>
              <w:t>50,942</w:t>
            </w:r>
          </w:p>
        </w:tc>
        <w:tc>
          <w:tcPr>
            <w:tcW w:w="0" w:type="auto"/>
          </w:tcPr>
          <w:p w14:paraId="2FD8CBE6" w14:textId="77777777" w:rsidR="00CA596E" w:rsidRPr="00F12D2A" w:rsidRDefault="00CA596E" w:rsidP="00EA296F">
            <w:r w:rsidRPr="00F12D2A">
              <w:t>1,6</w:t>
            </w:r>
          </w:p>
        </w:tc>
        <w:tc>
          <w:tcPr>
            <w:tcW w:w="0" w:type="auto"/>
          </w:tcPr>
          <w:p w14:paraId="2B130767" w14:textId="77777777" w:rsidR="00CA596E" w:rsidRDefault="00CA596E" w:rsidP="00EA296F">
            <w:r>
              <w:t>5</w:t>
            </w:r>
          </w:p>
        </w:tc>
        <w:tc>
          <w:tcPr>
            <w:tcW w:w="0" w:type="auto"/>
          </w:tcPr>
          <w:p w14:paraId="140FD3E3" w14:textId="77777777" w:rsidR="00CA596E" w:rsidRDefault="00CA596E" w:rsidP="00EA296F">
            <w:r>
              <w:t>4</w:t>
            </w:r>
          </w:p>
        </w:tc>
      </w:tr>
      <w:tr w:rsidR="00CA596E" w:rsidRPr="0031298E" w14:paraId="2EEE0A66" w14:textId="77777777" w:rsidTr="00A90498">
        <w:tc>
          <w:tcPr>
            <w:tcW w:w="0" w:type="auto"/>
          </w:tcPr>
          <w:p w14:paraId="45D4DD3E" w14:textId="77777777" w:rsidR="00CA596E" w:rsidRDefault="00CA596E" w:rsidP="00EA296F">
            <w:r>
              <w:t>24</w:t>
            </w:r>
          </w:p>
        </w:tc>
        <w:tc>
          <w:tcPr>
            <w:tcW w:w="0" w:type="auto"/>
          </w:tcPr>
          <w:p w14:paraId="12385FE1" w14:textId="77777777" w:rsidR="00CA596E" w:rsidRDefault="00CA596E" w:rsidP="00EA296F">
            <w:r>
              <w:t>Chrom</w:t>
            </w:r>
          </w:p>
        </w:tc>
        <w:tc>
          <w:tcPr>
            <w:tcW w:w="0" w:type="auto"/>
          </w:tcPr>
          <w:p w14:paraId="17C2F1BD" w14:textId="77777777" w:rsidR="00CA596E" w:rsidRDefault="00CA596E" w:rsidP="00EA296F">
            <w:r>
              <w:t>Cr</w:t>
            </w:r>
          </w:p>
        </w:tc>
        <w:tc>
          <w:tcPr>
            <w:tcW w:w="0" w:type="auto"/>
          </w:tcPr>
          <w:p w14:paraId="2CC09F93" w14:textId="77777777" w:rsidR="00CA596E" w:rsidRDefault="00CA596E" w:rsidP="00EA296F">
            <w:r>
              <w:t>51,996</w:t>
            </w:r>
          </w:p>
        </w:tc>
        <w:tc>
          <w:tcPr>
            <w:tcW w:w="0" w:type="auto"/>
          </w:tcPr>
          <w:p w14:paraId="74B6A1EA" w14:textId="77777777" w:rsidR="00CA596E" w:rsidRPr="00F12D2A" w:rsidRDefault="00CA596E" w:rsidP="00EA296F">
            <w:r w:rsidRPr="00F12D2A">
              <w:t>1,7</w:t>
            </w:r>
          </w:p>
        </w:tc>
        <w:tc>
          <w:tcPr>
            <w:tcW w:w="0" w:type="auto"/>
          </w:tcPr>
          <w:p w14:paraId="1D6E9435" w14:textId="77777777" w:rsidR="00CA596E" w:rsidRDefault="00CA596E" w:rsidP="00EA296F">
            <w:r>
              <w:t>6</w:t>
            </w:r>
          </w:p>
        </w:tc>
        <w:tc>
          <w:tcPr>
            <w:tcW w:w="0" w:type="auto"/>
          </w:tcPr>
          <w:p w14:paraId="36387505" w14:textId="77777777" w:rsidR="00CA596E" w:rsidRDefault="00CA596E" w:rsidP="00EA296F">
            <w:r>
              <w:t>4</w:t>
            </w:r>
          </w:p>
        </w:tc>
      </w:tr>
      <w:tr w:rsidR="00CA596E" w:rsidRPr="0031298E" w14:paraId="4DF07DF4" w14:textId="77777777" w:rsidTr="00A90498">
        <w:tc>
          <w:tcPr>
            <w:tcW w:w="0" w:type="auto"/>
          </w:tcPr>
          <w:p w14:paraId="7D11ACC3" w14:textId="77777777" w:rsidR="00CA596E" w:rsidRDefault="00CA596E" w:rsidP="00EA296F">
            <w:r>
              <w:t>25</w:t>
            </w:r>
          </w:p>
        </w:tc>
        <w:tc>
          <w:tcPr>
            <w:tcW w:w="0" w:type="auto"/>
          </w:tcPr>
          <w:p w14:paraId="2A1DC082" w14:textId="77777777" w:rsidR="00CA596E" w:rsidRDefault="00CA596E" w:rsidP="00EA296F">
            <w:r>
              <w:t>Mangan</w:t>
            </w:r>
          </w:p>
        </w:tc>
        <w:tc>
          <w:tcPr>
            <w:tcW w:w="0" w:type="auto"/>
          </w:tcPr>
          <w:p w14:paraId="526F04E1" w14:textId="77777777" w:rsidR="00CA596E" w:rsidRDefault="00CA596E" w:rsidP="00EA296F">
            <w:r>
              <w:t>Mn</w:t>
            </w:r>
          </w:p>
        </w:tc>
        <w:tc>
          <w:tcPr>
            <w:tcW w:w="0" w:type="auto"/>
          </w:tcPr>
          <w:p w14:paraId="081B1AC9" w14:textId="77777777" w:rsidR="00CA596E" w:rsidRDefault="00CA596E" w:rsidP="00EA296F">
            <w:r>
              <w:t>54,938</w:t>
            </w:r>
          </w:p>
        </w:tc>
        <w:tc>
          <w:tcPr>
            <w:tcW w:w="0" w:type="auto"/>
          </w:tcPr>
          <w:p w14:paraId="12DF4BD7" w14:textId="77777777" w:rsidR="00CA596E" w:rsidRPr="00F12D2A" w:rsidRDefault="00CA596E" w:rsidP="00EA296F">
            <w:r w:rsidRPr="00F12D2A">
              <w:t>1,6</w:t>
            </w:r>
          </w:p>
        </w:tc>
        <w:tc>
          <w:tcPr>
            <w:tcW w:w="0" w:type="auto"/>
          </w:tcPr>
          <w:p w14:paraId="1B6D4123" w14:textId="77777777" w:rsidR="00CA596E" w:rsidRDefault="00CA596E" w:rsidP="00EA296F">
            <w:r>
              <w:t>7</w:t>
            </w:r>
          </w:p>
        </w:tc>
        <w:tc>
          <w:tcPr>
            <w:tcW w:w="0" w:type="auto"/>
          </w:tcPr>
          <w:p w14:paraId="4968A0E0" w14:textId="77777777" w:rsidR="00CA596E" w:rsidRDefault="00CA596E" w:rsidP="00EA296F">
            <w:r>
              <w:t>4</w:t>
            </w:r>
          </w:p>
        </w:tc>
      </w:tr>
      <w:tr w:rsidR="00CA596E" w:rsidRPr="0031298E" w14:paraId="1EACD7CD" w14:textId="77777777" w:rsidTr="00A90498">
        <w:tc>
          <w:tcPr>
            <w:tcW w:w="0" w:type="auto"/>
          </w:tcPr>
          <w:p w14:paraId="1E1CC58C" w14:textId="77777777" w:rsidR="00CA596E" w:rsidRDefault="00CA596E" w:rsidP="00EA296F">
            <w:r>
              <w:t>26</w:t>
            </w:r>
          </w:p>
        </w:tc>
        <w:tc>
          <w:tcPr>
            <w:tcW w:w="0" w:type="auto"/>
          </w:tcPr>
          <w:p w14:paraId="50D33F69" w14:textId="77777777" w:rsidR="00CA596E" w:rsidRDefault="00CA596E" w:rsidP="00EA296F">
            <w:r>
              <w:t>Eisen</w:t>
            </w:r>
          </w:p>
        </w:tc>
        <w:tc>
          <w:tcPr>
            <w:tcW w:w="0" w:type="auto"/>
          </w:tcPr>
          <w:p w14:paraId="533477C9" w14:textId="77777777" w:rsidR="00CA596E" w:rsidRDefault="00CA596E" w:rsidP="00EA296F">
            <w:r>
              <w:t>Fe</w:t>
            </w:r>
          </w:p>
        </w:tc>
        <w:tc>
          <w:tcPr>
            <w:tcW w:w="0" w:type="auto"/>
          </w:tcPr>
          <w:p w14:paraId="1EE42F4A" w14:textId="77777777" w:rsidR="00CA596E" w:rsidRDefault="00CA596E" w:rsidP="00EA296F">
            <w:r>
              <w:t>55,845</w:t>
            </w:r>
          </w:p>
        </w:tc>
        <w:tc>
          <w:tcPr>
            <w:tcW w:w="0" w:type="auto"/>
          </w:tcPr>
          <w:p w14:paraId="32F6F87C" w14:textId="77777777" w:rsidR="00CA596E" w:rsidRPr="00F12D2A" w:rsidRDefault="00CA596E" w:rsidP="00EA296F">
            <w:r w:rsidRPr="00F12D2A">
              <w:t>1,8</w:t>
            </w:r>
          </w:p>
        </w:tc>
        <w:tc>
          <w:tcPr>
            <w:tcW w:w="0" w:type="auto"/>
          </w:tcPr>
          <w:p w14:paraId="47A77547" w14:textId="77777777" w:rsidR="00CA596E" w:rsidRDefault="00CA596E" w:rsidP="00EA296F">
            <w:r>
              <w:t>8</w:t>
            </w:r>
          </w:p>
        </w:tc>
        <w:tc>
          <w:tcPr>
            <w:tcW w:w="0" w:type="auto"/>
          </w:tcPr>
          <w:p w14:paraId="7E4B0286" w14:textId="77777777" w:rsidR="00CA596E" w:rsidRDefault="00CA596E" w:rsidP="00EA296F">
            <w:r>
              <w:t>4</w:t>
            </w:r>
          </w:p>
        </w:tc>
      </w:tr>
      <w:tr w:rsidR="00CA596E" w:rsidRPr="0031298E" w14:paraId="3B27BC6C" w14:textId="77777777" w:rsidTr="00A90498">
        <w:tc>
          <w:tcPr>
            <w:tcW w:w="0" w:type="auto"/>
          </w:tcPr>
          <w:p w14:paraId="67DF9688" w14:textId="77777777" w:rsidR="00CA596E" w:rsidRDefault="00CA596E" w:rsidP="00EA296F">
            <w:r>
              <w:t>27</w:t>
            </w:r>
          </w:p>
        </w:tc>
        <w:tc>
          <w:tcPr>
            <w:tcW w:w="0" w:type="auto"/>
          </w:tcPr>
          <w:p w14:paraId="079ECF0E" w14:textId="77777777" w:rsidR="00CA596E" w:rsidRDefault="00CA596E" w:rsidP="00EA296F">
            <w:r>
              <w:t>Cobalt</w:t>
            </w:r>
          </w:p>
        </w:tc>
        <w:tc>
          <w:tcPr>
            <w:tcW w:w="0" w:type="auto"/>
          </w:tcPr>
          <w:p w14:paraId="7279F1EC" w14:textId="77777777" w:rsidR="00CA596E" w:rsidRDefault="00CA596E" w:rsidP="00EA296F">
            <w:r>
              <w:t>Co</w:t>
            </w:r>
          </w:p>
        </w:tc>
        <w:tc>
          <w:tcPr>
            <w:tcW w:w="0" w:type="auto"/>
          </w:tcPr>
          <w:p w14:paraId="4B42E085" w14:textId="77777777" w:rsidR="00CA596E" w:rsidRDefault="00CA596E" w:rsidP="00EA296F">
            <w:r>
              <w:t>58,933</w:t>
            </w:r>
          </w:p>
        </w:tc>
        <w:tc>
          <w:tcPr>
            <w:tcW w:w="0" w:type="auto"/>
          </w:tcPr>
          <w:p w14:paraId="5FAC3CD6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6DA6B482" w14:textId="77777777" w:rsidR="00CA596E" w:rsidRDefault="00CA596E" w:rsidP="00EA296F">
            <w:r>
              <w:t>9</w:t>
            </w:r>
          </w:p>
        </w:tc>
        <w:tc>
          <w:tcPr>
            <w:tcW w:w="0" w:type="auto"/>
          </w:tcPr>
          <w:p w14:paraId="2F67C61B" w14:textId="77777777" w:rsidR="00CA596E" w:rsidRDefault="00CA596E" w:rsidP="00EA296F">
            <w:r>
              <w:t>4</w:t>
            </w:r>
          </w:p>
        </w:tc>
      </w:tr>
      <w:tr w:rsidR="00CA596E" w:rsidRPr="0031298E" w14:paraId="3348ED67" w14:textId="77777777" w:rsidTr="00A90498">
        <w:tc>
          <w:tcPr>
            <w:tcW w:w="0" w:type="auto"/>
          </w:tcPr>
          <w:p w14:paraId="7E744110" w14:textId="77777777" w:rsidR="00CA596E" w:rsidRDefault="00CA596E" w:rsidP="00EA296F">
            <w:r>
              <w:lastRenderedPageBreak/>
              <w:t>28</w:t>
            </w:r>
          </w:p>
        </w:tc>
        <w:tc>
          <w:tcPr>
            <w:tcW w:w="0" w:type="auto"/>
          </w:tcPr>
          <w:p w14:paraId="4CF10E1B" w14:textId="77777777" w:rsidR="00CA596E" w:rsidRDefault="00CA596E" w:rsidP="00EA296F">
            <w:r>
              <w:t>Nickel</w:t>
            </w:r>
          </w:p>
        </w:tc>
        <w:tc>
          <w:tcPr>
            <w:tcW w:w="0" w:type="auto"/>
          </w:tcPr>
          <w:p w14:paraId="56B6EF0F" w14:textId="77777777" w:rsidR="00CA596E" w:rsidRDefault="00CA596E" w:rsidP="00EA296F">
            <w:r>
              <w:t>Ni</w:t>
            </w:r>
          </w:p>
        </w:tc>
        <w:tc>
          <w:tcPr>
            <w:tcW w:w="0" w:type="auto"/>
          </w:tcPr>
          <w:p w14:paraId="42FDF6B4" w14:textId="77777777" w:rsidR="00CA596E" w:rsidRDefault="00CA596E" w:rsidP="00EA296F">
            <w:r>
              <w:t>58,693</w:t>
            </w:r>
          </w:p>
        </w:tc>
        <w:tc>
          <w:tcPr>
            <w:tcW w:w="0" w:type="auto"/>
          </w:tcPr>
          <w:p w14:paraId="23EE3295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041733C8" w14:textId="77777777" w:rsidR="00CA596E" w:rsidRDefault="00CA596E" w:rsidP="00EA296F">
            <w:r>
              <w:t>10</w:t>
            </w:r>
          </w:p>
        </w:tc>
        <w:tc>
          <w:tcPr>
            <w:tcW w:w="0" w:type="auto"/>
          </w:tcPr>
          <w:p w14:paraId="092A353C" w14:textId="77777777" w:rsidR="00CA596E" w:rsidRDefault="00CA596E" w:rsidP="00EA296F">
            <w:r>
              <w:t>4</w:t>
            </w:r>
          </w:p>
        </w:tc>
      </w:tr>
      <w:tr w:rsidR="00CA596E" w:rsidRPr="0031298E" w14:paraId="46B439BC" w14:textId="77777777" w:rsidTr="00A90498">
        <w:tc>
          <w:tcPr>
            <w:tcW w:w="0" w:type="auto"/>
          </w:tcPr>
          <w:p w14:paraId="0FC86183" w14:textId="77777777" w:rsidR="00CA596E" w:rsidRDefault="00CA596E" w:rsidP="00EA296F">
            <w:r>
              <w:t>29</w:t>
            </w:r>
          </w:p>
        </w:tc>
        <w:tc>
          <w:tcPr>
            <w:tcW w:w="0" w:type="auto"/>
          </w:tcPr>
          <w:p w14:paraId="155190F2" w14:textId="77777777" w:rsidR="00CA596E" w:rsidRDefault="00CA596E" w:rsidP="00EA296F">
            <w:r>
              <w:t>Kupfer</w:t>
            </w:r>
          </w:p>
        </w:tc>
        <w:tc>
          <w:tcPr>
            <w:tcW w:w="0" w:type="auto"/>
          </w:tcPr>
          <w:p w14:paraId="753249C9" w14:textId="77777777" w:rsidR="00CA596E" w:rsidRDefault="00CA596E" w:rsidP="00EA296F">
            <w:r>
              <w:t>Cu</w:t>
            </w:r>
          </w:p>
        </w:tc>
        <w:tc>
          <w:tcPr>
            <w:tcW w:w="0" w:type="auto"/>
          </w:tcPr>
          <w:p w14:paraId="254594DD" w14:textId="77777777" w:rsidR="00CA596E" w:rsidRDefault="00CA596E" w:rsidP="00EA296F">
            <w:r>
              <w:t>63,546</w:t>
            </w:r>
          </w:p>
        </w:tc>
        <w:tc>
          <w:tcPr>
            <w:tcW w:w="0" w:type="auto"/>
          </w:tcPr>
          <w:p w14:paraId="796CAB0A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58EA86C8" w14:textId="77777777" w:rsidR="00CA596E" w:rsidRDefault="00CA596E" w:rsidP="00EA296F">
            <w:r>
              <w:t>11</w:t>
            </w:r>
          </w:p>
        </w:tc>
        <w:tc>
          <w:tcPr>
            <w:tcW w:w="0" w:type="auto"/>
          </w:tcPr>
          <w:p w14:paraId="38419314" w14:textId="77777777" w:rsidR="00CA596E" w:rsidRDefault="00CA596E" w:rsidP="00EA296F">
            <w:r>
              <w:t>4</w:t>
            </w:r>
          </w:p>
        </w:tc>
      </w:tr>
      <w:tr w:rsidR="00CA596E" w:rsidRPr="0031298E" w14:paraId="730890A9" w14:textId="77777777" w:rsidTr="00A90498">
        <w:tc>
          <w:tcPr>
            <w:tcW w:w="0" w:type="auto"/>
          </w:tcPr>
          <w:p w14:paraId="0B17C87A" w14:textId="77777777" w:rsidR="00CA596E" w:rsidRDefault="00CA596E" w:rsidP="00EA296F">
            <w:r>
              <w:t>30</w:t>
            </w:r>
          </w:p>
        </w:tc>
        <w:tc>
          <w:tcPr>
            <w:tcW w:w="0" w:type="auto"/>
          </w:tcPr>
          <w:p w14:paraId="2A72A85E" w14:textId="77777777" w:rsidR="00CA596E" w:rsidRDefault="00CA596E" w:rsidP="00EA296F">
            <w:r>
              <w:t>Zink</w:t>
            </w:r>
          </w:p>
        </w:tc>
        <w:tc>
          <w:tcPr>
            <w:tcW w:w="0" w:type="auto"/>
          </w:tcPr>
          <w:p w14:paraId="0BB1F2E5" w14:textId="77777777" w:rsidR="00CA596E" w:rsidRDefault="00CA596E" w:rsidP="00EA296F">
            <w:r>
              <w:t>Zn</w:t>
            </w:r>
          </w:p>
        </w:tc>
        <w:tc>
          <w:tcPr>
            <w:tcW w:w="0" w:type="auto"/>
          </w:tcPr>
          <w:p w14:paraId="44BFFF60" w14:textId="77777777" w:rsidR="00CA596E" w:rsidRDefault="00CA596E" w:rsidP="00EA296F">
            <w:r>
              <w:t>65,38</w:t>
            </w:r>
          </w:p>
        </w:tc>
        <w:tc>
          <w:tcPr>
            <w:tcW w:w="0" w:type="auto"/>
          </w:tcPr>
          <w:p w14:paraId="14B4EAF5" w14:textId="77777777" w:rsidR="00CA596E" w:rsidRPr="00F12D2A" w:rsidRDefault="00CA596E" w:rsidP="00EA296F">
            <w:r w:rsidRPr="00F12D2A">
              <w:t>1,7</w:t>
            </w:r>
          </w:p>
        </w:tc>
        <w:tc>
          <w:tcPr>
            <w:tcW w:w="0" w:type="auto"/>
          </w:tcPr>
          <w:p w14:paraId="7BA66DC0" w14:textId="77777777" w:rsidR="00CA596E" w:rsidRDefault="00CA596E" w:rsidP="00EA296F">
            <w:r>
              <w:t>12</w:t>
            </w:r>
          </w:p>
        </w:tc>
        <w:tc>
          <w:tcPr>
            <w:tcW w:w="0" w:type="auto"/>
          </w:tcPr>
          <w:p w14:paraId="3ACD5A28" w14:textId="77777777" w:rsidR="00CA596E" w:rsidRDefault="00CA596E" w:rsidP="00EA296F">
            <w:r>
              <w:t>4</w:t>
            </w:r>
          </w:p>
        </w:tc>
      </w:tr>
      <w:tr w:rsidR="00CA596E" w:rsidRPr="0031298E" w14:paraId="0BD5D980" w14:textId="77777777" w:rsidTr="00A90498">
        <w:tc>
          <w:tcPr>
            <w:tcW w:w="0" w:type="auto"/>
          </w:tcPr>
          <w:p w14:paraId="2AA2A552" w14:textId="77777777" w:rsidR="00CA596E" w:rsidRDefault="00CA596E" w:rsidP="00EA296F">
            <w:r>
              <w:t>31</w:t>
            </w:r>
          </w:p>
        </w:tc>
        <w:tc>
          <w:tcPr>
            <w:tcW w:w="0" w:type="auto"/>
          </w:tcPr>
          <w:p w14:paraId="3CAD136E" w14:textId="77777777" w:rsidR="00CA596E" w:rsidRDefault="00CA596E" w:rsidP="00EA296F">
            <w:r>
              <w:t>Gallium</w:t>
            </w:r>
          </w:p>
        </w:tc>
        <w:tc>
          <w:tcPr>
            <w:tcW w:w="0" w:type="auto"/>
          </w:tcPr>
          <w:p w14:paraId="56CF383A" w14:textId="77777777" w:rsidR="00CA596E" w:rsidRDefault="00CA596E" w:rsidP="00EA296F">
            <w:r>
              <w:t>Ga</w:t>
            </w:r>
          </w:p>
        </w:tc>
        <w:tc>
          <w:tcPr>
            <w:tcW w:w="0" w:type="auto"/>
          </w:tcPr>
          <w:p w14:paraId="66ACFE08" w14:textId="77777777" w:rsidR="00CA596E" w:rsidRDefault="00CA596E" w:rsidP="00EA296F">
            <w:r>
              <w:t>69,723</w:t>
            </w:r>
          </w:p>
        </w:tc>
        <w:tc>
          <w:tcPr>
            <w:tcW w:w="0" w:type="auto"/>
          </w:tcPr>
          <w:p w14:paraId="159A6781" w14:textId="77777777" w:rsidR="00CA596E" w:rsidRPr="00F12D2A" w:rsidRDefault="00CA596E" w:rsidP="00EA296F">
            <w:r w:rsidRPr="00F12D2A">
              <w:t>1,8</w:t>
            </w:r>
          </w:p>
        </w:tc>
        <w:tc>
          <w:tcPr>
            <w:tcW w:w="0" w:type="auto"/>
          </w:tcPr>
          <w:p w14:paraId="5F81773C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04C81B8E" w14:textId="77777777" w:rsidR="00CA596E" w:rsidRDefault="00CA596E" w:rsidP="00EA296F">
            <w:r>
              <w:t>4</w:t>
            </w:r>
          </w:p>
        </w:tc>
      </w:tr>
      <w:tr w:rsidR="00CA596E" w:rsidRPr="0031298E" w14:paraId="0C5022B7" w14:textId="77777777" w:rsidTr="00A90498">
        <w:tc>
          <w:tcPr>
            <w:tcW w:w="0" w:type="auto"/>
          </w:tcPr>
          <w:p w14:paraId="2605BED8" w14:textId="77777777" w:rsidR="00CA596E" w:rsidRDefault="00CA596E" w:rsidP="00EA296F">
            <w:r>
              <w:t>32</w:t>
            </w:r>
          </w:p>
        </w:tc>
        <w:tc>
          <w:tcPr>
            <w:tcW w:w="0" w:type="auto"/>
          </w:tcPr>
          <w:p w14:paraId="457738EA" w14:textId="77777777" w:rsidR="00CA596E" w:rsidRDefault="00CA596E" w:rsidP="00EA296F">
            <w:r>
              <w:t>Germanium</w:t>
            </w:r>
          </w:p>
        </w:tc>
        <w:tc>
          <w:tcPr>
            <w:tcW w:w="0" w:type="auto"/>
          </w:tcPr>
          <w:p w14:paraId="09CF37B0" w14:textId="77777777" w:rsidR="00CA596E" w:rsidRDefault="00CA596E" w:rsidP="00EA296F">
            <w:r>
              <w:t>Ge</w:t>
            </w:r>
          </w:p>
        </w:tc>
        <w:tc>
          <w:tcPr>
            <w:tcW w:w="0" w:type="auto"/>
          </w:tcPr>
          <w:p w14:paraId="6D9803C5" w14:textId="77777777" w:rsidR="00CA596E" w:rsidRDefault="00CA596E" w:rsidP="00EA296F">
            <w:r>
              <w:t>72,630</w:t>
            </w:r>
          </w:p>
        </w:tc>
        <w:tc>
          <w:tcPr>
            <w:tcW w:w="0" w:type="auto"/>
          </w:tcPr>
          <w:p w14:paraId="7BD59C8A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4CE363A0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4A71D6F4" w14:textId="77777777" w:rsidR="00CA596E" w:rsidRDefault="00CA596E" w:rsidP="00EA296F">
            <w:r>
              <w:t>4</w:t>
            </w:r>
          </w:p>
        </w:tc>
      </w:tr>
      <w:tr w:rsidR="00CA596E" w:rsidRPr="0031298E" w14:paraId="726DE358" w14:textId="77777777" w:rsidTr="00A90498">
        <w:tc>
          <w:tcPr>
            <w:tcW w:w="0" w:type="auto"/>
          </w:tcPr>
          <w:p w14:paraId="7950724F" w14:textId="77777777" w:rsidR="00CA596E" w:rsidRDefault="00CA596E" w:rsidP="00EA296F">
            <w:r>
              <w:t>33</w:t>
            </w:r>
          </w:p>
        </w:tc>
        <w:tc>
          <w:tcPr>
            <w:tcW w:w="0" w:type="auto"/>
          </w:tcPr>
          <w:p w14:paraId="1E3E4ADF" w14:textId="77777777" w:rsidR="00CA596E" w:rsidRDefault="00CA596E" w:rsidP="00EA296F">
            <w:r>
              <w:t>Arsen</w:t>
            </w:r>
          </w:p>
        </w:tc>
        <w:tc>
          <w:tcPr>
            <w:tcW w:w="0" w:type="auto"/>
          </w:tcPr>
          <w:p w14:paraId="56CAFE63" w14:textId="77777777" w:rsidR="00CA596E" w:rsidRDefault="00CA596E" w:rsidP="00EA296F">
            <w:r>
              <w:t>As</w:t>
            </w:r>
          </w:p>
        </w:tc>
        <w:tc>
          <w:tcPr>
            <w:tcW w:w="0" w:type="auto"/>
          </w:tcPr>
          <w:p w14:paraId="448E10B4" w14:textId="77777777" w:rsidR="00CA596E" w:rsidRDefault="00CA596E" w:rsidP="00EA296F">
            <w:r>
              <w:t>74,922</w:t>
            </w:r>
          </w:p>
        </w:tc>
        <w:tc>
          <w:tcPr>
            <w:tcW w:w="0" w:type="auto"/>
          </w:tcPr>
          <w:p w14:paraId="1923A315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0734205E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75CA716A" w14:textId="77777777" w:rsidR="00CA596E" w:rsidRDefault="00CA596E" w:rsidP="00EA296F">
            <w:r>
              <w:t>4</w:t>
            </w:r>
          </w:p>
        </w:tc>
      </w:tr>
      <w:tr w:rsidR="00CA596E" w:rsidRPr="0031298E" w14:paraId="2D706D26" w14:textId="77777777" w:rsidTr="00A90498">
        <w:tc>
          <w:tcPr>
            <w:tcW w:w="0" w:type="auto"/>
          </w:tcPr>
          <w:p w14:paraId="7CB7A046" w14:textId="77777777" w:rsidR="00CA596E" w:rsidRDefault="00CA596E" w:rsidP="00EA296F">
            <w:r>
              <w:t>34</w:t>
            </w:r>
          </w:p>
        </w:tc>
        <w:tc>
          <w:tcPr>
            <w:tcW w:w="0" w:type="auto"/>
          </w:tcPr>
          <w:p w14:paraId="2B8CA0A1" w14:textId="77777777" w:rsidR="00CA596E" w:rsidRDefault="00CA596E" w:rsidP="00EA296F">
            <w:r>
              <w:t>Selen</w:t>
            </w:r>
          </w:p>
        </w:tc>
        <w:tc>
          <w:tcPr>
            <w:tcW w:w="0" w:type="auto"/>
          </w:tcPr>
          <w:p w14:paraId="4CFB1C6D" w14:textId="77777777" w:rsidR="00CA596E" w:rsidRDefault="00CA596E" w:rsidP="00EA296F">
            <w:r>
              <w:t>Se</w:t>
            </w:r>
          </w:p>
        </w:tc>
        <w:tc>
          <w:tcPr>
            <w:tcW w:w="0" w:type="auto"/>
          </w:tcPr>
          <w:p w14:paraId="587E5691" w14:textId="77777777" w:rsidR="00CA596E" w:rsidRDefault="00CA596E" w:rsidP="00EA296F">
            <w:r>
              <w:t>78,971</w:t>
            </w:r>
          </w:p>
        </w:tc>
        <w:tc>
          <w:tcPr>
            <w:tcW w:w="0" w:type="auto"/>
          </w:tcPr>
          <w:p w14:paraId="01CBD1C5" w14:textId="77777777" w:rsidR="00CA596E" w:rsidRPr="00F12D2A" w:rsidRDefault="00CA596E" w:rsidP="00EA296F">
            <w:r w:rsidRPr="00F12D2A">
              <w:t>2,6</w:t>
            </w:r>
          </w:p>
        </w:tc>
        <w:tc>
          <w:tcPr>
            <w:tcW w:w="0" w:type="auto"/>
          </w:tcPr>
          <w:p w14:paraId="033B24EC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0F04279D" w14:textId="77777777" w:rsidR="00CA596E" w:rsidRDefault="00CA596E" w:rsidP="00EA296F">
            <w:r>
              <w:t>4</w:t>
            </w:r>
          </w:p>
        </w:tc>
      </w:tr>
      <w:tr w:rsidR="00CA596E" w:rsidRPr="0031298E" w14:paraId="6E9C197C" w14:textId="77777777" w:rsidTr="00A90498">
        <w:tc>
          <w:tcPr>
            <w:tcW w:w="0" w:type="auto"/>
          </w:tcPr>
          <w:p w14:paraId="4D182915" w14:textId="77777777" w:rsidR="00CA596E" w:rsidRDefault="00CA596E" w:rsidP="00EA296F">
            <w:r>
              <w:t>35</w:t>
            </w:r>
          </w:p>
        </w:tc>
        <w:tc>
          <w:tcPr>
            <w:tcW w:w="0" w:type="auto"/>
          </w:tcPr>
          <w:p w14:paraId="32ECEFEF" w14:textId="77777777" w:rsidR="00CA596E" w:rsidRDefault="00CA596E" w:rsidP="00EA296F">
            <w:r>
              <w:t>Brom</w:t>
            </w:r>
          </w:p>
        </w:tc>
        <w:tc>
          <w:tcPr>
            <w:tcW w:w="0" w:type="auto"/>
          </w:tcPr>
          <w:p w14:paraId="46BD6D7B" w14:textId="77777777" w:rsidR="00CA596E" w:rsidRDefault="00CA596E" w:rsidP="00EA296F">
            <w:r>
              <w:t>Br</w:t>
            </w:r>
          </w:p>
        </w:tc>
        <w:tc>
          <w:tcPr>
            <w:tcW w:w="0" w:type="auto"/>
          </w:tcPr>
          <w:p w14:paraId="6C1DD05D" w14:textId="77777777" w:rsidR="00CA596E" w:rsidRDefault="00CA596E" w:rsidP="00EA296F">
            <w:r>
              <w:t>79,904</w:t>
            </w:r>
          </w:p>
        </w:tc>
        <w:tc>
          <w:tcPr>
            <w:tcW w:w="0" w:type="auto"/>
          </w:tcPr>
          <w:p w14:paraId="4ECF60F7" w14:textId="77777777" w:rsidR="00CA596E" w:rsidRPr="00F12D2A" w:rsidRDefault="00CA596E" w:rsidP="00EA296F">
            <w:r w:rsidRPr="00F12D2A">
              <w:t>3,0</w:t>
            </w:r>
          </w:p>
        </w:tc>
        <w:tc>
          <w:tcPr>
            <w:tcW w:w="0" w:type="auto"/>
          </w:tcPr>
          <w:p w14:paraId="04C7D434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012474A9" w14:textId="77777777" w:rsidR="00CA596E" w:rsidRDefault="00CA596E" w:rsidP="00EA296F">
            <w:r>
              <w:t>4</w:t>
            </w:r>
          </w:p>
        </w:tc>
      </w:tr>
      <w:tr w:rsidR="00CA596E" w:rsidRPr="0031298E" w14:paraId="69A67C44" w14:textId="77777777" w:rsidTr="00A90498">
        <w:tc>
          <w:tcPr>
            <w:tcW w:w="0" w:type="auto"/>
          </w:tcPr>
          <w:p w14:paraId="758A9CAF" w14:textId="77777777" w:rsidR="00CA596E" w:rsidRDefault="00CA596E" w:rsidP="00EA296F">
            <w:r>
              <w:t>36</w:t>
            </w:r>
          </w:p>
        </w:tc>
        <w:tc>
          <w:tcPr>
            <w:tcW w:w="0" w:type="auto"/>
          </w:tcPr>
          <w:p w14:paraId="61A9EDDE" w14:textId="77777777" w:rsidR="00CA596E" w:rsidRDefault="00CA596E" w:rsidP="00EA296F">
            <w:r>
              <w:t>Krypton</w:t>
            </w:r>
          </w:p>
        </w:tc>
        <w:tc>
          <w:tcPr>
            <w:tcW w:w="0" w:type="auto"/>
          </w:tcPr>
          <w:p w14:paraId="4F174712" w14:textId="77777777" w:rsidR="00CA596E" w:rsidRDefault="00CA596E" w:rsidP="00EA296F">
            <w:r>
              <w:t>Kr</w:t>
            </w:r>
          </w:p>
        </w:tc>
        <w:tc>
          <w:tcPr>
            <w:tcW w:w="0" w:type="auto"/>
          </w:tcPr>
          <w:p w14:paraId="4B0E6D2F" w14:textId="77777777" w:rsidR="00CA596E" w:rsidRDefault="00CA596E" w:rsidP="00EA296F">
            <w:r>
              <w:t>83,798</w:t>
            </w:r>
          </w:p>
        </w:tc>
        <w:tc>
          <w:tcPr>
            <w:tcW w:w="0" w:type="auto"/>
          </w:tcPr>
          <w:p w14:paraId="037F7048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4B032337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526AE380" w14:textId="77777777" w:rsidR="00CA596E" w:rsidRDefault="00CA596E" w:rsidP="00EA296F">
            <w:r>
              <w:t>4</w:t>
            </w:r>
          </w:p>
        </w:tc>
      </w:tr>
      <w:tr w:rsidR="00CA596E" w:rsidRPr="0031298E" w14:paraId="492ED493" w14:textId="77777777" w:rsidTr="00A90498">
        <w:tc>
          <w:tcPr>
            <w:tcW w:w="0" w:type="auto"/>
          </w:tcPr>
          <w:p w14:paraId="32FA2395" w14:textId="77777777" w:rsidR="00CA596E" w:rsidRDefault="00CA596E" w:rsidP="00EA296F">
            <w:r>
              <w:t>37</w:t>
            </w:r>
          </w:p>
        </w:tc>
        <w:tc>
          <w:tcPr>
            <w:tcW w:w="0" w:type="auto"/>
          </w:tcPr>
          <w:p w14:paraId="4133CDAA" w14:textId="77777777" w:rsidR="00CA596E" w:rsidRDefault="00CA596E" w:rsidP="00EA296F">
            <w:r>
              <w:t>Rubidium</w:t>
            </w:r>
          </w:p>
        </w:tc>
        <w:tc>
          <w:tcPr>
            <w:tcW w:w="0" w:type="auto"/>
          </w:tcPr>
          <w:p w14:paraId="7B65D7FC" w14:textId="77777777" w:rsidR="00CA596E" w:rsidRDefault="00CA596E" w:rsidP="00EA296F">
            <w:r>
              <w:t>Rb</w:t>
            </w:r>
          </w:p>
        </w:tc>
        <w:tc>
          <w:tcPr>
            <w:tcW w:w="0" w:type="auto"/>
          </w:tcPr>
          <w:p w14:paraId="0D1BC79A" w14:textId="77777777" w:rsidR="00CA596E" w:rsidRDefault="00CA596E" w:rsidP="00EA296F">
            <w:r>
              <w:t>85,468</w:t>
            </w:r>
          </w:p>
        </w:tc>
        <w:tc>
          <w:tcPr>
            <w:tcW w:w="0" w:type="auto"/>
          </w:tcPr>
          <w:p w14:paraId="7DC50588" w14:textId="77777777" w:rsidR="00CA596E" w:rsidRPr="00F12D2A" w:rsidRDefault="00CA596E" w:rsidP="00EA296F">
            <w:r w:rsidRPr="00F12D2A">
              <w:t>0,8</w:t>
            </w:r>
          </w:p>
        </w:tc>
        <w:tc>
          <w:tcPr>
            <w:tcW w:w="0" w:type="auto"/>
          </w:tcPr>
          <w:p w14:paraId="0A722127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576E9AA0" w14:textId="77777777" w:rsidR="00CA596E" w:rsidRDefault="00CA596E" w:rsidP="00EA296F">
            <w:r>
              <w:t>5</w:t>
            </w:r>
          </w:p>
        </w:tc>
      </w:tr>
      <w:tr w:rsidR="00CA596E" w:rsidRPr="0031298E" w14:paraId="361FB757" w14:textId="77777777" w:rsidTr="00A90498">
        <w:tc>
          <w:tcPr>
            <w:tcW w:w="0" w:type="auto"/>
          </w:tcPr>
          <w:p w14:paraId="249DED30" w14:textId="77777777" w:rsidR="00CA596E" w:rsidRDefault="00CA596E" w:rsidP="00EA296F">
            <w:r>
              <w:t>38</w:t>
            </w:r>
          </w:p>
        </w:tc>
        <w:tc>
          <w:tcPr>
            <w:tcW w:w="0" w:type="auto"/>
          </w:tcPr>
          <w:p w14:paraId="59A0FF7C" w14:textId="77777777" w:rsidR="00CA596E" w:rsidRDefault="00CA596E" w:rsidP="00EA296F">
            <w:r>
              <w:t>Strontium</w:t>
            </w:r>
          </w:p>
        </w:tc>
        <w:tc>
          <w:tcPr>
            <w:tcW w:w="0" w:type="auto"/>
          </w:tcPr>
          <w:p w14:paraId="107628F8" w14:textId="77777777" w:rsidR="00CA596E" w:rsidRDefault="00CA596E" w:rsidP="00EA296F">
            <w:r>
              <w:t>Sr</w:t>
            </w:r>
          </w:p>
        </w:tc>
        <w:tc>
          <w:tcPr>
            <w:tcW w:w="0" w:type="auto"/>
          </w:tcPr>
          <w:p w14:paraId="200E5B4E" w14:textId="77777777" w:rsidR="00CA596E" w:rsidRDefault="00CA596E" w:rsidP="00EA296F">
            <w:r>
              <w:t>87,62</w:t>
            </w:r>
          </w:p>
        </w:tc>
        <w:tc>
          <w:tcPr>
            <w:tcW w:w="0" w:type="auto"/>
          </w:tcPr>
          <w:p w14:paraId="61D1956D" w14:textId="77777777" w:rsidR="00CA596E" w:rsidRPr="00F12D2A" w:rsidRDefault="00CA596E" w:rsidP="00EA296F">
            <w:r w:rsidRPr="00F12D2A">
              <w:t>0,9</w:t>
            </w:r>
          </w:p>
        </w:tc>
        <w:tc>
          <w:tcPr>
            <w:tcW w:w="0" w:type="auto"/>
          </w:tcPr>
          <w:p w14:paraId="405E6B7C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014E5BAD" w14:textId="77777777" w:rsidR="00CA596E" w:rsidRDefault="00CA596E" w:rsidP="00EA296F">
            <w:r>
              <w:t>5</w:t>
            </w:r>
          </w:p>
        </w:tc>
      </w:tr>
      <w:tr w:rsidR="00CA596E" w:rsidRPr="0031298E" w14:paraId="3B623688" w14:textId="77777777" w:rsidTr="00A90498">
        <w:tc>
          <w:tcPr>
            <w:tcW w:w="0" w:type="auto"/>
          </w:tcPr>
          <w:p w14:paraId="79C966FC" w14:textId="77777777" w:rsidR="00CA596E" w:rsidRDefault="00CA596E" w:rsidP="00EA296F">
            <w:r>
              <w:t>39</w:t>
            </w:r>
          </w:p>
        </w:tc>
        <w:tc>
          <w:tcPr>
            <w:tcW w:w="0" w:type="auto"/>
          </w:tcPr>
          <w:p w14:paraId="3E80C9CF" w14:textId="77777777" w:rsidR="00CA596E" w:rsidRDefault="00CA596E" w:rsidP="00EA296F">
            <w:r>
              <w:t>Yttrium</w:t>
            </w:r>
          </w:p>
        </w:tc>
        <w:tc>
          <w:tcPr>
            <w:tcW w:w="0" w:type="auto"/>
          </w:tcPr>
          <w:p w14:paraId="6DCAD234" w14:textId="77777777" w:rsidR="00CA596E" w:rsidRDefault="00CA596E" w:rsidP="00EA296F">
            <w:r>
              <w:t>Y</w:t>
            </w:r>
          </w:p>
        </w:tc>
        <w:tc>
          <w:tcPr>
            <w:tcW w:w="0" w:type="auto"/>
          </w:tcPr>
          <w:p w14:paraId="18EF0416" w14:textId="77777777" w:rsidR="00CA596E" w:rsidRDefault="00CA596E" w:rsidP="00EA296F">
            <w:r>
              <w:t>88,906</w:t>
            </w:r>
          </w:p>
        </w:tc>
        <w:tc>
          <w:tcPr>
            <w:tcW w:w="0" w:type="auto"/>
          </w:tcPr>
          <w:p w14:paraId="247C88C0" w14:textId="77777777" w:rsidR="00CA596E" w:rsidRPr="00F12D2A" w:rsidRDefault="00CA596E" w:rsidP="00EA296F">
            <w:r w:rsidRPr="00F12D2A">
              <w:t>1,2</w:t>
            </w:r>
          </w:p>
        </w:tc>
        <w:tc>
          <w:tcPr>
            <w:tcW w:w="0" w:type="auto"/>
          </w:tcPr>
          <w:p w14:paraId="5896EF89" w14:textId="77777777" w:rsidR="00CA596E" w:rsidRDefault="00CA596E" w:rsidP="00EA296F">
            <w:r>
              <w:t>3</w:t>
            </w:r>
          </w:p>
        </w:tc>
        <w:tc>
          <w:tcPr>
            <w:tcW w:w="0" w:type="auto"/>
          </w:tcPr>
          <w:p w14:paraId="3170470B" w14:textId="77777777" w:rsidR="00CA596E" w:rsidRDefault="00CA596E" w:rsidP="00EA296F">
            <w:r>
              <w:t>5</w:t>
            </w:r>
          </w:p>
        </w:tc>
      </w:tr>
      <w:tr w:rsidR="00CA596E" w:rsidRPr="0031298E" w14:paraId="18801E3C" w14:textId="77777777" w:rsidTr="00A90498">
        <w:tc>
          <w:tcPr>
            <w:tcW w:w="0" w:type="auto"/>
          </w:tcPr>
          <w:p w14:paraId="41D2C876" w14:textId="77777777" w:rsidR="00CA596E" w:rsidRDefault="00CA596E" w:rsidP="00EA296F">
            <w:r>
              <w:t>40</w:t>
            </w:r>
          </w:p>
        </w:tc>
        <w:tc>
          <w:tcPr>
            <w:tcW w:w="0" w:type="auto"/>
          </w:tcPr>
          <w:p w14:paraId="4E613487" w14:textId="77777777" w:rsidR="00CA596E" w:rsidRDefault="00CA596E" w:rsidP="00EA296F">
            <w:r>
              <w:t>Zirconium</w:t>
            </w:r>
          </w:p>
        </w:tc>
        <w:tc>
          <w:tcPr>
            <w:tcW w:w="0" w:type="auto"/>
          </w:tcPr>
          <w:p w14:paraId="0228FAD6" w14:textId="77777777" w:rsidR="00CA596E" w:rsidRDefault="00CA596E" w:rsidP="00EA296F">
            <w:r>
              <w:t>Zr</w:t>
            </w:r>
          </w:p>
        </w:tc>
        <w:tc>
          <w:tcPr>
            <w:tcW w:w="0" w:type="auto"/>
          </w:tcPr>
          <w:p w14:paraId="792B8468" w14:textId="77777777" w:rsidR="00CA596E" w:rsidRDefault="00CA596E" w:rsidP="00EA296F">
            <w:r>
              <w:t>91,224</w:t>
            </w:r>
          </w:p>
        </w:tc>
        <w:tc>
          <w:tcPr>
            <w:tcW w:w="0" w:type="auto"/>
          </w:tcPr>
          <w:p w14:paraId="1583917B" w14:textId="77777777" w:rsidR="00CA596E" w:rsidRPr="00F12D2A" w:rsidRDefault="00CA596E" w:rsidP="00EA296F">
            <w:r w:rsidRPr="00F12D2A">
              <w:t>1,3</w:t>
            </w:r>
          </w:p>
        </w:tc>
        <w:tc>
          <w:tcPr>
            <w:tcW w:w="0" w:type="auto"/>
          </w:tcPr>
          <w:p w14:paraId="7370E449" w14:textId="77777777" w:rsidR="00CA596E" w:rsidRDefault="00CA596E" w:rsidP="00EA296F">
            <w:r>
              <w:t>4</w:t>
            </w:r>
          </w:p>
        </w:tc>
        <w:tc>
          <w:tcPr>
            <w:tcW w:w="0" w:type="auto"/>
          </w:tcPr>
          <w:p w14:paraId="4CF2C519" w14:textId="77777777" w:rsidR="00CA596E" w:rsidRDefault="00CA596E" w:rsidP="00EA296F">
            <w:r>
              <w:t>5</w:t>
            </w:r>
          </w:p>
        </w:tc>
      </w:tr>
      <w:tr w:rsidR="00CA596E" w:rsidRPr="0031298E" w14:paraId="2503ED0A" w14:textId="77777777" w:rsidTr="00A90498">
        <w:tc>
          <w:tcPr>
            <w:tcW w:w="0" w:type="auto"/>
          </w:tcPr>
          <w:p w14:paraId="0614A896" w14:textId="77777777" w:rsidR="00CA596E" w:rsidRDefault="00CA596E" w:rsidP="00EA296F">
            <w:r>
              <w:t>41</w:t>
            </w:r>
          </w:p>
        </w:tc>
        <w:tc>
          <w:tcPr>
            <w:tcW w:w="0" w:type="auto"/>
          </w:tcPr>
          <w:p w14:paraId="61942C3A" w14:textId="77777777" w:rsidR="00CA596E" w:rsidRDefault="00CA596E" w:rsidP="00EA296F">
            <w:r>
              <w:t>Niobium</w:t>
            </w:r>
          </w:p>
        </w:tc>
        <w:tc>
          <w:tcPr>
            <w:tcW w:w="0" w:type="auto"/>
          </w:tcPr>
          <w:p w14:paraId="0C718D95" w14:textId="77777777" w:rsidR="00CA596E" w:rsidRDefault="00CA596E" w:rsidP="00EA296F">
            <w:r>
              <w:t>Nb</w:t>
            </w:r>
          </w:p>
        </w:tc>
        <w:tc>
          <w:tcPr>
            <w:tcW w:w="0" w:type="auto"/>
          </w:tcPr>
          <w:p w14:paraId="7B513ECE" w14:textId="5F2AC65E" w:rsidR="00CA596E" w:rsidRDefault="00CA596E" w:rsidP="00EA296F">
            <w:r>
              <w:t>92,9</w:t>
            </w:r>
            <w:r w:rsidR="00524B67">
              <w:t>0</w:t>
            </w:r>
            <w:r>
              <w:t>6</w:t>
            </w:r>
          </w:p>
        </w:tc>
        <w:tc>
          <w:tcPr>
            <w:tcW w:w="0" w:type="auto"/>
          </w:tcPr>
          <w:p w14:paraId="76E34F15" w14:textId="77777777" w:rsidR="00CA596E" w:rsidRPr="00F12D2A" w:rsidRDefault="00CA596E" w:rsidP="00EA296F">
            <w:r w:rsidRPr="00F12D2A">
              <w:t>1,6</w:t>
            </w:r>
          </w:p>
        </w:tc>
        <w:tc>
          <w:tcPr>
            <w:tcW w:w="0" w:type="auto"/>
          </w:tcPr>
          <w:p w14:paraId="095DC85A" w14:textId="77777777" w:rsidR="00CA596E" w:rsidRDefault="00CA596E" w:rsidP="00EA296F">
            <w:r>
              <w:t>5</w:t>
            </w:r>
          </w:p>
        </w:tc>
        <w:tc>
          <w:tcPr>
            <w:tcW w:w="0" w:type="auto"/>
          </w:tcPr>
          <w:p w14:paraId="6DDBD193" w14:textId="77777777" w:rsidR="00CA596E" w:rsidRDefault="00CA596E" w:rsidP="00EA296F">
            <w:r>
              <w:t>5</w:t>
            </w:r>
          </w:p>
        </w:tc>
      </w:tr>
      <w:tr w:rsidR="00CA596E" w:rsidRPr="0031298E" w14:paraId="5446122B" w14:textId="77777777" w:rsidTr="00A90498">
        <w:tc>
          <w:tcPr>
            <w:tcW w:w="0" w:type="auto"/>
          </w:tcPr>
          <w:p w14:paraId="22A95D32" w14:textId="77777777" w:rsidR="00CA596E" w:rsidRDefault="00CA596E" w:rsidP="00EA296F">
            <w:r>
              <w:t>42</w:t>
            </w:r>
          </w:p>
        </w:tc>
        <w:tc>
          <w:tcPr>
            <w:tcW w:w="0" w:type="auto"/>
          </w:tcPr>
          <w:p w14:paraId="5669025B" w14:textId="77777777" w:rsidR="00CA596E" w:rsidRDefault="00CA596E" w:rsidP="00EA296F">
            <w:r>
              <w:t>Molybdän</w:t>
            </w:r>
          </w:p>
        </w:tc>
        <w:tc>
          <w:tcPr>
            <w:tcW w:w="0" w:type="auto"/>
          </w:tcPr>
          <w:p w14:paraId="158C49EF" w14:textId="77777777" w:rsidR="00CA596E" w:rsidRDefault="00CA596E" w:rsidP="00EA296F">
            <w:r>
              <w:t>Mo</w:t>
            </w:r>
          </w:p>
        </w:tc>
        <w:tc>
          <w:tcPr>
            <w:tcW w:w="0" w:type="auto"/>
          </w:tcPr>
          <w:p w14:paraId="41FD0661" w14:textId="77777777" w:rsidR="00CA596E" w:rsidRDefault="00CA596E" w:rsidP="00EA296F">
            <w:r>
              <w:t>95,95</w:t>
            </w:r>
          </w:p>
        </w:tc>
        <w:tc>
          <w:tcPr>
            <w:tcW w:w="0" w:type="auto"/>
          </w:tcPr>
          <w:p w14:paraId="22EA85B1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1A179199" w14:textId="77777777" w:rsidR="00CA596E" w:rsidRDefault="00CA596E" w:rsidP="00EA296F">
            <w:r>
              <w:t>6</w:t>
            </w:r>
          </w:p>
        </w:tc>
        <w:tc>
          <w:tcPr>
            <w:tcW w:w="0" w:type="auto"/>
          </w:tcPr>
          <w:p w14:paraId="15395A33" w14:textId="77777777" w:rsidR="00CA596E" w:rsidRDefault="00CA596E" w:rsidP="00EA296F">
            <w:r>
              <w:t>5</w:t>
            </w:r>
          </w:p>
        </w:tc>
      </w:tr>
      <w:tr w:rsidR="00CA596E" w:rsidRPr="0031298E" w14:paraId="7F6EBF03" w14:textId="77777777" w:rsidTr="00A90498">
        <w:tc>
          <w:tcPr>
            <w:tcW w:w="0" w:type="auto"/>
          </w:tcPr>
          <w:p w14:paraId="1F33EBF1" w14:textId="77777777" w:rsidR="00CA596E" w:rsidRDefault="00CA596E" w:rsidP="00EA296F">
            <w:r>
              <w:t>43</w:t>
            </w:r>
          </w:p>
        </w:tc>
        <w:tc>
          <w:tcPr>
            <w:tcW w:w="0" w:type="auto"/>
          </w:tcPr>
          <w:p w14:paraId="25EF3ABE" w14:textId="77777777" w:rsidR="00CA596E" w:rsidRDefault="00CA596E" w:rsidP="00EA296F">
            <w:r>
              <w:t>Technetium</w:t>
            </w:r>
          </w:p>
        </w:tc>
        <w:tc>
          <w:tcPr>
            <w:tcW w:w="0" w:type="auto"/>
          </w:tcPr>
          <w:p w14:paraId="65AD5BB8" w14:textId="77777777" w:rsidR="00CA596E" w:rsidRDefault="00CA596E" w:rsidP="00EA296F">
            <w:r>
              <w:t>Tc</w:t>
            </w:r>
          </w:p>
        </w:tc>
        <w:tc>
          <w:tcPr>
            <w:tcW w:w="0" w:type="auto"/>
          </w:tcPr>
          <w:p w14:paraId="46A493BC" w14:textId="77777777" w:rsidR="00CA596E" w:rsidRDefault="00CA596E" w:rsidP="00EA296F">
            <w:r>
              <w:t>97,907*</w:t>
            </w:r>
          </w:p>
        </w:tc>
        <w:tc>
          <w:tcPr>
            <w:tcW w:w="0" w:type="auto"/>
          </w:tcPr>
          <w:p w14:paraId="32C470BC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3525A32E" w14:textId="77777777" w:rsidR="00CA596E" w:rsidRDefault="00CA596E" w:rsidP="00EA296F">
            <w:r>
              <w:t>7</w:t>
            </w:r>
          </w:p>
        </w:tc>
        <w:tc>
          <w:tcPr>
            <w:tcW w:w="0" w:type="auto"/>
          </w:tcPr>
          <w:p w14:paraId="7FF1EF1A" w14:textId="77777777" w:rsidR="00CA596E" w:rsidRDefault="00CA596E" w:rsidP="00EA296F">
            <w:r>
              <w:t>5</w:t>
            </w:r>
          </w:p>
        </w:tc>
      </w:tr>
      <w:tr w:rsidR="00CA596E" w:rsidRPr="0031298E" w14:paraId="5C1C01CB" w14:textId="77777777" w:rsidTr="00A90498">
        <w:tc>
          <w:tcPr>
            <w:tcW w:w="0" w:type="auto"/>
          </w:tcPr>
          <w:p w14:paraId="56A2DEFC" w14:textId="77777777" w:rsidR="00CA596E" w:rsidRDefault="00CA596E" w:rsidP="00EA296F">
            <w:r>
              <w:t>44</w:t>
            </w:r>
          </w:p>
        </w:tc>
        <w:tc>
          <w:tcPr>
            <w:tcW w:w="0" w:type="auto"/>
          </w:tcPr>
          <w:p w14:paraId="41513DFE" w14:textId="77777777" w:rsidR="00CA596E" w:rsidRDefault="00CA596E" w:rsidP="00EA296F">
            <w:r>
              <w:t>Ruthenium</w:t>
            </w:r>
          </w:p>
        </w:tc>
        <w:tc>
          <w:tcPr>
            <w:tcW w:w="0" w:type="auto"/>
          </w:tcPr>
          <w:p w14:paraId="64C407F2" w14:textId="77777777" w:rsidR="00CA596E" w:rsidRDefault="00CA596E" w:rsidP="00EA296F">
            <w:r>
              <w:t>Ru</w:t>
            </w:r>
          </w:p>
        </w:tc>
        <w:tc>
          <w:tcPr>
            <w:tcW w:w="0" w:type="auto"/>
          </w:tcPr>
          <w:p w14:paraId="4F71C47A" w14:textId="77777777" w:rsidR="00CA596E" w:rsidRDefault="00CA596E" w:rsidP="00EA296F">
            <w:r>
              <w:t>101,07</w:t>
            </w:r>
          </w:p>
        </w:tc>
        <w:tc>
          <w:tcPr>
            <w:tcW w:w="0" w:type="auto"/>
          </w:tcPr>
          <w:p w14:paraId="5A8B55EF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2E6C94F5" w14:textId="77777777" w:rsidR="00CA596E" w:rsidRDefault="00CA596E" w:rsidP="00EA296F">
            <w:r>
              <w:t>8</w:t>
            </w:r>
          </w:p>
        </w:tc>
        <w:tc>
          <w:tcPr>
            <w:tcW w:w="0" w:type="auto"/>
          </w:tcPr>
          <w:p w14:paraId="169B3A65" w14:textId="77777777" w:rsidR="00CA596E" w:rsidRDefault="00CA596E" w:rsidP="00EA296F">
            <w:r>
              <w:t>5</w:t>
            </w:r>
          </w:p>
        </w:tc>
      </w:tr>
      <w:tr w:rsidR="00CA596E" w:rsidRPr="0031298E" w14:paraId="5F8A0E53" w14:textId="77777777" w:rsidTr="00A90498">
        <w:tc>
          <w:tcPr>
            <w:tcW w:w="0" w:type="auto"/>
          </w:tcPr>
          <w:p w14:paraId="397D9F10" w14:textId="77777777" w:rsidR="00CA596E" w:rsidRDefault="00CA596E" w:rsidP="00EA296F">
            <w:r>
              <w:t>45</w:t>
            </w:r>
          </w:p>
        </w:tc>
        <w:tc>
          <w:tcPr>
            <w:tcW w:w="0" w:type="auto"/>
          </w:tcPr>
          <w:p w14:paraId="234C0C3F" w14:textId="77777777" w:rsidR="00CA596E" w:rsidRDefault="00CA596E" w:rsidP="00EA296F">
            <w:r>
              <w:t>Rhodium</w:t>
            </w:r>
          </w:p>
        </w:tc>
        <w:tc>
          <w:tcPr>
            <w:tcW w:w="0" w:type="auto"/>
          </w:tcPr>
          <w:p w14:paraId="377E81C9" w14:textId="77777777" w:rsidR="00CA596E" w:rsidRDefault="00CA596E" w:rsidP="00EA296F">
            <w:r>
              <w:t>Rh</w:t>
            </w:r>
          </w:p>
        </w:tc>
        <w:tc>
          <w:tcPr>
            <w:tcW w:w="0" w:type="auto"/>
          </w:tcPr>
          <w:p w14:paraId="0B45DF01" w14:textId="77777777" w:rsidR="00CA596E" w:rsidRDefault="00CA596E" w:rsidP="00EA296F">
            <w:r>
              <w:t>102,905</w:t>
            </w:r>
          </w:p>
        </w:tc>
        <w:tc>
          <w:tcPr>
            <w:tcW w:w="0" w:type="auto"/>
          </w:tcPr>
          <w:p w14:paraId="1288DAD2" w14:textId="77777777" w:rsidR="00CA596E" w:rsidRPr="00F12D2A" w:rsidRDefault="00CA596E" w:rsidP="00EA296F">
            <w:r w:rsidRPr="00F12D2A">
              <w:t>2,3</w:t>
            </w:r>
          </w:p>
        </w:tc>
        <w:tc>
          <w:tcPr>
            <w:tcW w:w="0" w:type="auto"/>
          </w:tcPr>
          <w:p w14:paraId="273F5945" w14:textId="77777777" w:rsidR="00CA596E" w:rsidRDefault="00CA596E" w:rsidP="00EA296F">
            <w:r>
              <w:t>9</w:t>
            </w:r>
          </w:p>
        </w:tc>
        <w:tc>
          <w:tcPr>
            <w:tcW w:w="0" w:type="auto"/>
          </w:tcPr>
          <w:p w14:paraId="445081A2" w14:textId="77777777" w:rsidR="00CA596E" w:rsidRDefault="00CA596E" w:rsidP="00EA296F">
            <w:r>
              <w:t>5</w:t>
            </w:r>
          </w:p>
        </w:tc>
      </w:tr>
      <w:tr w:rsidR="00CA596E" w:rsidRPr="0031298E" w14:paraId="33F8EFDC" w14:textId="77777777" w:rsidTr="00A90498">
        <w:tc>
          <w:tcPr>
            <w:tcW w:w="0" w:type="auto"/>
          </w:tcPr>
          <w:p w14:paraId="4E546443" w14:textId="77777777" w:rsidR="00CA596E" w:rsidRDefault="00CA596E" w:rsidP="00EA296F">
            <w:r>
              <w:t>46</w:t>
            </w:r>
          </w:p>
        </w:tc>
        <w:tc>
          <w:tcPr>
            <w:tcW w:w="0" w:type="auto"/>
          </w:tcPr>
          <w:p w14:paraId="16973D94" w14:textId="77777777" w:rsidR="00CA596E" w:rsidRDefault="00CA596E" w:rsidP="00EA296F">
            <w:r>
              <w:t>Palladium</w:t>
            </w:r>
          </w:p>
        </w:tc>
        <w:tc>
          <w:tcPr>
            <w:tcW w:w="0" w:type="auto"/>
          </w:tcPr>
          <w:p w14:paraId="43220512" w14:textId="77777777" w:rsidR="00CA596E" w:rsidRDefault="00CA596E" w:rsidP="00EA296F">
            <w:r>
              <w:t>Pd</w:t>
            </w:r>
          </w:p>
        </w:tc>
        <w:tc>
          <w:tcPr>
            <w:tcW w:w="0" w:type="auto"/>
          </w:tcPr>
          <w:p w14:paraId="0B29671F" w14:textId="77777777" w:rsidR="00CA596E" w:rsidRDefault="00CA596E" w:rsidP="00EA296F">
            <w:r>
              <w:t>106,42</w:t>
            </w:r>
          </w:p>
        </w:tc>
        <w:tc>
          <w:tcPr>
            <w:tcW w:w="0" w:type="auto"/>
          </w:tcPr>
          <w:p w14:paraId="4E65D319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336040D2" w14:textId="77777777" w:rsidR="00CA596E" w:rsidRDefault="00CA596E" w:rsidP="00EA296F">
            <w:r>
              <w:t>10</w:t>
            </w:r>
          </w:p>
        </w:tc>
        <w:tc>
          <w:tcPr>
            <w:tcW w:w="0" w:type="auto"/>
          </w:tcPr>
          <w:p w14:paraId="0EA390DC" w14:textId="77777777" w:rsidR="00CA596E" w:rsidRDefault="00CA596E" w:rsidP="00EA296F">
            <w:r>
              <w:t>5</w:t>
            </w:r>
          </w:p>
        </w:tc>
      </w:tr>
      <w:tr w:rsidR="00CA596E" w:rsidRPr="0031298E" w14:paraId="01023F61" w14:textId="77777777" w:rsidTr="00A90498">
        <w:tc>
          <w:tcPr>
            <w:tcW w:w="0" w:type="auto"/>
          </w:tcPr>
          <w:p w14:paraId="70169DA4" w14:textId="77777777" w:rsidR="00CA596E" w:rsidRDefault="00CA596E" w:rsidP="00EA296F">
            <w:r>
              <w:t>47</w:t>
            </w:r>
          </w:p>
        </w:tc>
        <w:tc>
          <w:tcPr>
            <w:tcW w:w="0" w:type="auto"/>
          </w:tcPr>
          <w:p w14:paraId="2EAA8ACD" w14:textId="77777777" w:rsidR="00CA596E" w:rsidRDefault="00CA596E" w:rsidP="00EA296F">
            <w:r>
              <w:t>Silber</w:t>
            </w:r>
          </w:p>
        </w:tc>
        <w:tc>
          <w:tcPr>
            <w:tcW w:w="0" w:type="auto"/>
          </w:tcPr>
          <w:p w14:paraId="5F9B9571" w14:textId="77777777" w:rsidR="00CA596E" w:rsidRDefault="00CA596E" w:rsidP="00EA296F">
            <w:r>
              <w:t>Ag</w:t>
            </w:r>
          </w:p>
        </w:tc>
        <w:tc>
          <w:tcPr>
            <w:tcW w:w="0" w:type="auto"/>
          </w:tcPr>
          <w:p w14:paraId="6EC0E804" w14:textId="77777777" w:rsidR="00CA596E" w:rsidRDefault="00CA596E" w:rsidP="00EA296F">
            <w:r>
              <w:t>107,868</w:t>
            </w:r>
          </w:p>
        </w:tc>
        <w:tc>
          <w:tcPr>
            <w:tcW w:w="0" w:type="auto"/>
          </w:tcPr>
          <w:p w14:paraId="7991C4BB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68352DB2" w14:textId="77777777" w:rsidR="00CA596E" w:rsidRDefault="00CA596E" w:rsidP="00EA296F">
            <w:r>
              <w:t>11</w:t>
            </w:r>
          </w:p>
        </w:tc>
        <w:tc>
          <w:tcPr>
            <w:tcW w:w="0" w:type="auto"/>
          </w:tcPr>
          <w:p w14:paraId="5B26F7EE" w14:textId="77777777" w:rsidR="00CA596E" w:rsidRDefault="00CA596E" w:rsidP="00EA296F">
            <w:r>
              <w:t>5</w:t>
            </w:r>
          </w:p>
        </w:tc>
      </w:tr>
      <w:tr w:rsidR="00CA596E" w:rsidRPr="0031298E" w14:paraId="355F1D13" w14:textId="77777777" w:rsidTr="00A90498">
        <w:tc>
          <w:tcPr>
            <w:tcW w:w="0" w:type="auto"/>
          </w:tcPr>
          <w:p w14:paraId="4E461E84" w14:textId="77777777" w:rsidR="00CA596E" w:rsidRDefault="00CA596E" w:rsidP="00EA296F">
            <w:r>
              <w:t>48</w:t>
            </w:r>
          </w:p>
        </w:tc>
        <w:tc>
          <w:tcPr>
            <w:tcW w:w="0" w:type="auto"/>
          </w:tcPr>
          <w:p w14:paraId="730D8338" w14:textId="77777777" w:rsidR="00CA596E" w:rsidRDefault="00CA596E" w:rsidP="00EA296F">
            <w:r>
              <w:t>Cadmium</w:t>
            </w:r>
          </w:p>
        </w:tc>
        <w:tc>
          <w:tcPr>
            <w:tcW w:w="0" w:type="auto"/>
          </w:tcPr>
          <w:p w14:paraId="686FFBC5" w14:textId="77777777" w:rsidR="00CA596E" w:rsidRDefault="00CA596E" w:rsidP="00EA296F">
            <w:r>
              <w:t>Cd</w:t>
            </w:r>
          </w:p>
        </w:tc>
        <w:tc>
          <w:tcPr>
            <w:tcW w:w="0" w:type="auto"/>
          </w:tcPr>
          <w:p w14:paraId="2B1A9B4B" w14:textId="77777777" w:rsidR="00CA596E" w:rsidRDefault="00CA596E" w:rsidP="00EA296F">
            <w:r>
              <w:t>112,414</w:t>
            </w:r>
          </w:p>
        </w:tc>
        <w:tc>
          <w:tcPr>
            <w:tcW w:w="0" w:type="auto"/>
          </w:tcPr>
          <w:p w14:paraId="36C46736" w14:textId="77777777" w:rsidR="00CA596E" w:rsidRPr="00F12D2A" w:rsidRDefault="00CA596E" w:rsidP="00EA296F">
            <w:r w:rsidRPr="00F12D2A">
              <w:t>1,7</w:t>
            </w:r>
          </w:p>
        </w:tc>
        <w:tc>
          <w:tcPr>
            <w:tcW w:w="0" w:type="auto"/>
          </w:tcPr>
          <w:p w14:paraId="27B849BA" w14:textId="77777777" w:rsidR="00CA596E" w:rsidRDefault="00CA596E" w:rsidP="00EA296F">
            <w:r>
              <w:t>12</w:t>
            </w:r>
          </w:p>
        </w:tc>
        <w:tc>
          <w:tcPr>
            <w:tcW w:w="0" w:type="auto"/>
          </w:tcPr>
          <w:p w14:paraId="63F12681" w14:textId="77777777" w:rsidR="00CA596E" w:rsidRDefault="00CA596E" w:rsidP="00EA296F">
            <w:r>
              <w:t>5</w:t>
            </w:r>
          </w:p>
        </w:tc>
      </w:tr>
      <w:tr w:rsidR="00CA596E" w:rsidRPr="0031298E" w14:paraId="5BDB889D" w14:textId="77777777" w:rsidTr="00A90498">
        <w:tc>
          <w:tcPr>
            <w:tcW w:w="0" w:type="auto"/>
          </w:tcPr>
          <w:p w14:paraId="1CEB1F32" w14:textId="77777777" w:rsidR="00CA596E" w:rsidRDefault="00CA596E" w:rsidP="00EA296F">
            <w:r>
              <w:t>49</w:t>
            </w:r>
          </w:p>
        </w:tc>
        <w:tc>
          <w:tcPr>
            <w:tcW w:w="0" w:type="auto"/>
          </w:tcPr>
          <w:p w14:paraId="03188AF9" w14:textId="77777777" w:rsidR="00CA596E" w:rsidRDefault="00CA596E" w:rsidP="00EA296F">
            <w:r>
              <w:t>Indium</w:t>
            </w:r>
          </w:p>
        </w:tc>
        <w:tc>
          <w:tcPr>
            <w:tcW w:w="0" w:type="auto"/>
          </w:tcPr>
          <w:p w14:paraId="5F9822B6" w14:textId="77777777" w:rsidR="00CA596E" w:rsidRDefault="00CA596E" w:rsidP="00EA296F">
            <w:r>
              <w:t>In</w:t>
            </w:r>
          </w:p>
        </w:tc>
        <w:tc>
          <w:tcPr>
            <w:tcW w:w="0" w:type="auto"/>
          </w:tcPr>
          <w:p w14:paraId="6A78790F" w14:textId="77777777" w:rsidR="00CA596E" w:rsidRDefault="00CA596E" w:rsidP="00EA296F">
            <w:r>
              <w:t>114,818</w:t>
            </w:r>
          </w:p>
        </w:tc>
        <w:tc>
          <w:tcPr>
            <w:tcW w:w="0" w:type="auto"/>
          </w:tcPr>
          <w:p w14:paraId="2AC9163B" w14:textId="77777777" w:rsidR="00CA596E" w:rsidRPr="00F12D2A" w:rsidRDefault="00CA596E" w:rsidP="00EA296F">
            <w:r w:rsidRPr="00F12D2A">
              <w:t>1,8</w:t>
            </w:r>
          </w:p>
        </w:tc>
        <w:tc>
          <w:tcPr>
            <w:tcW w:w="0" w:type="auto"/>
          </w:tcPr>
          <w:p w14:paraId="7F66B0D8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219B3F63" w14:textId="77777777" w:rsidR="00CA596E" w:rsidRDefault="00CA596E" w:rsidP="00EA296F">
            <w:r>
              <w:t>5</w:t>
            </w:r>
          </w:p>
        </w:tc>
      </w:tr>
      <w:tr w:rsidR="00CA596E" w:rsidRPr="0031298E" w14:paraId="04B64BC6" w14:textId="77777777" w:rsidTr="00A90498">
        <w:tc>
          <w:tcPr>
            <w:tcW w:w="0" w:type="auto"/>
          </w:tcPr>
          <w:p w14:paraId="1014CC19" w14:textId="77777777" w:rsidR="00CA596E" w:rsidRDefault="00CA596E" w:rsidP="00EA296F">
            <w:r>
              <w:t>50</w:t>
            </w:r>
          </w:p>
        </w:tc>
        <w:tc>
          <w:tcPr>
            <w:tcW w:w="0" w:type="auto"/>
          </w:tcPr>
          <w:p w14:paraId="08E6A57D" w14:textId="77777777" w:rsidR="00CA596E" w:rsidRDefault="00CA596E" w:rsidP="00EA296F">
            <w:r>
              <w:t>Zinn</w:t>
            </w:r>
          </w:p>
        </w:tc>
        <w:tc>
          <w:tcPr>
            <w:tcW w:w="0" w:type="auto"/>
          </w:tcPr>
          <w:p w14:paraId="13676E0D" w14:textId="77777777" w:rsidR="00CA596E" w:rsidRDefault="00CA596E" w:rsidP="00EA296F">
            <w:r>
              <w:t>Sn</w:t>
            </w:r>
          </w:p>
        </w:tc>
        <w:tc>
          <w:tcPr>
            <w:tcW w:w="0" w:type="auto"/>
          </w:tcPr>
          <w:p w14:paraId="01F5A0B3" w14:textId="77777777" w:rsidR="00CA596E" w:rsidRDefault="00CA596E" w:rsidP="00EA296F">
            <w:r>
              <w:t>118,710</w:t>
            </w:r>
          </w:p>
        </w:tc>
        <w:tc>
          <w:tcPr>
            <w:tcW w:w="0" w:type="auto"/>
          </w:tcPr>
          <w:p w14:paraId="47229A71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158BA95D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29ED03C4" w14:textId="77777777" w:rsidR="00CA596E" w:rsidRDefault="00CA596E" w:rsidP="00EA296F">
            <w:r>
              <w:t>5</w:t>
            </w:r>
          </w:p>
        </w:tc>
      </w:tr>
      <w:tr w:rsidR="00CA596E" w:rsidRPr="0031298E" w14:paraId="746038DD" w14:textId="77777777" w:rsidTr="00A90498">
        <w:tc>
          <w:tcPr>
            <w:tcW w:w="0" w:type="auto"/>
          </w:tcPr>
          <w:p w14:paraId="6085AF0A" w14:textId="77777777" w:rsidR="00CA596E" w:rsidRDefault="00CA596E" w:rsidP="00EA296F">
            <w:r>
              <w:t>51</w:t>
            </w:r>
          </w:p>
        </w:tc>
        <w:tc>
          <w:tcPr>
            <w:tcW w:w="0" w:type="auto"/>
          </w:tcPr>
          <w:p w14:paraId="0398F0BF" w14:textId="77777777" w:rsidR="00CA596E" w:rsidRDefault="00CA596E" w:rsidP="00EA296F">
            <w:r>
              <w:t>Antimon</w:t>
            </w:r>
          </w:p>
        </w:tc>
        <w:tc>
          <w:tcPr>
            <w:tcW w:w="0" w:type="auto"/>
          </w:tcPr>
          <w:p w14:paraId="1D588842" w14:textId="77777777" w:rsidR="00CA596E" w:rsidRDefault="00CA596E" w:rsidP="00EA296F">
            <w:r>
              <w:t>Sb</w:t>
            </w:r>
          </w:p>
        </w:tc>
        <w:tc>
          <w:tcPr>
            <w:tcW w:w="0" w:type="auto"/>
          </w:tcPr>
          <w:p w14:paraId="687020A5" w14:textId="77777777" w:rsidR="00CA596E" w:rsidRDefault="00CA596E" w:rsidP="00EA296F">
            <w:r>
              <w:t>121,760</w:t>
            </w:r>
          </w:p>
        </w:tc>
        <w:tc>
          <w:tcPr>
            <w:tcW w:w="0" w:type="auto"/>
          </w:tcPr>
          <w:p w14:paraId="30A13D86" w14:textId="77777777" w:rsidR="00CA596E" w:rsidRPr="00F12D2A" w:rsidRDefault="00CA596E" w:rsidP="00EA296F">
            <w:r w:rsidRPr="00F12D2A">
              <w:t>2,1</w:t>
            </w:r>
          </w:p>
        </w:tc>
        <w:tc>
          <w:tcPr>
            <w:tcW w:w="0" w:type="auto"/>
          </w:tcPr>
          <w:p w14:paraId="34C20084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119AA2B2" w14:textId="77777777" w:rsidR="00CA596E" w:rsidRDefault="00CA596E" w:rsidP="00EA296F">
            <w:r>
              <w:t>5</w:t>
            </w:r>
          </w:p>
        </w:tc>
      </w:tr>
      <w:tr w:rsidR="00CA596E" w:rsidRPr="0031298E" w14:paraId="338F60FB" w14:textId="77777777" w:rsidTr="00A90498">
        <w:tc>
          <w:tcPr>
            <w:tcW w:w="0" w:type="auto"/>
          </w:tcPr>
          <w:p w14:paraId="2A726AF3" w14:textId="77777777" w:rsidR="00CA596E" w:rsidRDefault="00CA596E" w:rsidP="00EA296F">
            <w:r>
              <w:lastRenderedPageBreak/>
              <w:t>52</w:t>
            </w:r>
          </w:p>
        </w:tc>
        <w:tc>
          <w:tcPr>
            <w:tcW w:w="0" w:type="auto"/>
          </w:tcPr>
          <w:p w14:paraId="027DBF14" w14:textId="77777777" w:rsidR="00CA596E" w:rsidRDefault="00CA596E" w:rsidP="00EA296F">
            <w:r>
              <w:t>Tellur</w:t>
            </w:r>
          </w:p>
        </w:tc>
        <w:tc>
          <w:tcPr>
            <w:tcW w:w="0" w:type="auto"/>
          </w:tcPr>
          <w:p w14:paraId="2D180ABA" w14:textId="77777777" w:rsidR="00CA596E" w:rsidRDefault="00CA596E" w:rsidP="00EA296F">
            <w:r>
              <w:t>Te</w:t>
            </w:r>
          </w:p>
        </w:tc>
        <w:tc>
          <w:tcPr>
            <w:tcW w:w="0" w:type="auto"/>
          </w:tcPr>
          <w:p w14:paraId="0E605EB6" w14:textId="77777777" w:rsidR="00CA596E" w:rsidRDefault="00CA596E" w:rsidP="00EA296F">
            <w:r>
              <w:t>127,60</w:t>
            </w:r>
          </w:p>
        </w:tc>
        <w:tc>
          <w:tcPr>
            <w:tcW w:w="0" w:type="auto"/>
          </w:tcPr>
          <w:p w14:paraId="221E2E22" w14:textId="77777777" w:rsidR="00CA596E" w:rsidRPr="00F12D2A" w:rsidRDefault="00CA596E" w:rsidP="00EA296F">
            <w:r w:rsidRPr="00F12D2A">
              <w:t>2,1</w:t>
            </w:r>
          </w:p>
        </w:tc>
        <w:tc>
          <w:tcPr>
            <w:tcW w:w="0" w:type="auto"/>
          </w:tcPr>
          <w:p w14:paraId="7ADC82CC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7892D201" w14:textId="77777777" w:rsidR="00CA596E" w:rsidRDefault="00CA596E" w:rsidP="00EA296F">
            <w:r>
              <w:t>5</w:t>
            </w:r>
          </w:p>
        </w:tc>
      </w:tr>
      <w:tr w:rsidR="00CA596E" w:rsidRPr="0031298E" w14:paraId="1D4C2E55" w14:textId="77777777" w:rsidTr="00A90498">
        <w:tc>
          <w:tcPr>
            <w:tcW w:w="0" w:type="auto"/>
          </w:tcPr>
          <w:p w14:paraId="1E885753" w14:textId="77777777" w:rsidR="00CA596E" w:rsidRDefault="00CA596E" w:rsidP="00EA296F">
            <w:r>
              <w:t>53</w:t>
            </w:r>
          </w:p>
        </w:tc>
        <w:tc>
          <w:tcPr>
            <w:tcW w:w="0" w:type="auto"/>
          </w:tcPr>
          <w:p w14:paraId="6F8AD255" w14:textId="77777777" w:rsidR="00CA596E" w:rsidRDefault="00CA596E" w:rsidP="00EA296F">
            <w:r>
              <w:t>Iod</w:t>
            </w:r>
          </w:p>
        </w:tc>
        <w:tc>
          <w:tcPr>
            <w:tcW w:w="0" w:type="auto"/>
          </w:tcPr>
          <w:p w14:paraId="3BB3F626" w14:textId="77777777" w:rsidR="00CA596E" w:rsidRDefault="00CA596E" w:rsidP="00EA296F">
            <w:r>
              <w:t>I</w:t>
            </w:r>
          </w:p>
        </w:tc>
        <w:tc>
          <w:tcPr>
            <w:tcW w:w="0" w:type="auto"/>
          </w:tcPr>
          <w:p w14:paraId="01F6DF9C" w14:textId="5DA7229B" w:rsidR="00CA596E" w:rsidRDefault="00CA596E" w:rsidP="00EA296F">
            <w:r>
              <w:t>12</w:t>
            </w:r>
            <w:r w:rsidR="003D1BFE">
              <w:t>6</w:t>
            </w:r>
            <w:r>
              <w:t>,905</w:t>
            </w:r>
          </w:p>
        </w:tc>
        <w:tc>
          <w:tcPr>
            <w:tcW w:w="0" w:type="auto"/>
          </w:tcPr>
          <w:p w14:paraId="76ED01F1" w14:textId="77777777" w:rsidR="00CA596E" w:rsidRPr="00F12D2A" w:rsidRDefault="00CA596E" w:rsidP="00EA296F">
            <w:r w:rsidRPr="00F12D2A">
              <w:t>2,7</w:t>
            </w:r>
          </w:p>
        </w:tc>
        <w:tc>
          <w:tcPr>
            <w:tcW w:w="0" w:type="auto"/>
          </w:tcPr>
          <w:p w14:paraId="7D706313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5B95CFA7" w14:textId="77777777" w:rsidR="00CA596E" w:rsidRDefault="00CA596E" w:rsidP="00EA296F">
            <w:r>
              <w:t>5</w:t>
            </w:r>
          </w:p>
        </w:tc>
      </w:tr>
      <w:tr w:rsidR="00CA596E" w:rsidRPr="0031298E" w14:paraId="237414CF" w14:textId="77777777" w:rsidTr="00A90498">
        <w:tc>
          <w:tcPr>
            <w:tcW w:w="0" w:type="auto"/>
          </w:tcPr>
          <w:p w14:paraId="0E9A459A" w14:textId="77777777" w:rsidR="00CA596E" w:rsidRDefault="00CA596E" w:rsidP="00EA296F">
            <w:r>
              <w:t>54</w:t>
            </w:r>
          </w:p>
        </w:tc>
        <w:tc>
          <w:tcPr>
            <w:tcW w:w="0" w:type="auto"/>
          </w:tcPr>
          <w:p w14:paraId="4F6CECCD" w14:textId="77777777" w:rsidR="00CA596E" w:rsidRDefault="00CA596E" w:rsidP="00EA296F">
            <w:r>
              <w:t>Xenon</w:t>
            </w:r>
          </w:p>
        </w:tc>
        <w:tc>
          <w:tcPr>
            <w:tcW w:w="0" w:type="auto"/>
          </w:tcPr>
          <w:p w14:paraId="20C555BB" w14:textId="77777777" w:rsidR="00CA596E" w:rsidRDefault="00CA596E" w:rsidP="00EA296F">
            <w:r>
              <w:t>Xe</w:t>
            </w:r>
          </w:p>
        </w:tc>
        <w:tc>
          <w:tcPr>
            <w:tcW w:w="0" w:type="auto"/>
          </w:tcPr>
          <w:p w14:paraId="4D76B7EE" w14:textId="77777777" w:rsidR="00CA596E" w:rsidRDefault="00CA596E" w:rsidP="00EA296F">
            <w:r>
              <w:t>131,293</w:t>
            </w:r>
          </w:p>
        </w:tc>
        <w:tc>
          <w:tcPr>
            <w:tcW w:w="0" w:type="auto"/>
          </w:tcPr>
          <w:p w14:paraId="5E7B0CDC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31A9473D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461EB78A" w14:textId="77777777" w:rsidR="00CA596E" w:rsidRDefault="00CA596E" w:rsidP="00EA296F">
            <w:r>
              <w:t>5</w:t>
            </w:r>
          </w:p>
        </w:tc>
      </w:tr>
      <w:tr w:rsidR="00CA596E" w:rsidRPr="0031298E" w14:paraId="7FB5ED83" w14:textId="77777777" w:rsidTr="00A90498">
        <w:tc>
          <w:tcPr>
            <w:tcW w:w="0" w:type="auto"/>
          </w:tcPr>
          <w:p w14:paraId="374EFD5A" w14:textId="77777777" w:rsidR="00CA596E" w:rsidRDefault="00CA596E" w:rsidP="00EA296F">
            <w:r>
              <w:t>55</w:t>
            </w:r>
          </w:p>
        </w:tc>
        <w:tc>
          <w:tcPr>
            <w:tcW w:w="0" w:type="auto"/>
          </w:tcPr>
          <w:p w14:paraId="6C5A295A" w14:textId="5CDC0539" w:rsidR="00CA596E" w:rsidRDefault="00CA596E" w:rsidP="00EA296F">
            <w:r>
              <w:t>C</w:t>
            </w:r>
            <w:r w:rsidR="003D1BFE">
              <w:t>ä</w:t>
            </w:r>
            <w:r>
              <w:t>sium</w:t>
            </w:r>
          </w:p>
        </w:tc>
        <w:tc>
          <w:tcPr>
            <w:tcW w:w="0" w:type="auto"/>
          </w:tcPr>
          <w:p w14:paraId="59F162B8" w14:textId="77777777" w:rsidR="00CA596E" w:rsidRDefault="00CA596E" w:rsidP="00EA296F">
            <w:r>
              <w:t>Cs</w:t>
            </w:r>
          </w:p>
        </w:tc>
        <w:tc>
          <w:tcPr>
            <w:tcW w:w="0" w:type="auto"/>
          </w:tcPr>
          <w:p w14:paraId="1C6524F5" w14:textId="77777777" w:rsidR="00CA596E" w:rsidRDefault="00CA596E" w:rsidP="00EA296F">
            <w:r>
              <w:t>132,905</w:t>
            </w:r>
          </w:p>
        </w:tc>
        <w:tc>
          <w:tcPr>
            <w:tcW w:w="0" w:type="auto"/>
          </w:tcPr>
          <w:p w14:paraId="6F4784FF" w14:textId="77777777" w:rsidR="00CA596E" w:rsidRPr="00F12D2A" w:rsidRDefault="00CA596E" w:rsidP="00EA296F">
            <w:r w:rsidRPr="00F12D2A">
              <w:t>0,8</w:t>
            </w:r>
          </w:p>
        </w:tc>
        <w:tc>
          <w:tcPr>
            <w:tcW w:w="0" w:type="auto"/>
          </w:tcPr>
          <w:p w14:paraId="25C61B1B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3C0AA703" w14:textId="77777777" w:rsidR="00CA596E" w:rsidRDefault="00CA596E" w:rsidP="00EA296F">
            <w:r>
              <w:t>6</w:t>
            </w:r>
          </w:p>
        </w:tc>
      </w:tr>
      <w:tr w:rsidR="00CA596E" w:rsidRPr="0031298E" w14:paraId="06810E71" w14:textId="77777777" w:rsidTr="00A90498">
        <w:tc>
          <w:tcPr>
            <w:tcW w:w="0" w:type="auto"/>
          </w:tcPr>
          <w:p w14:paraId="0165A91D" w14:textId="77777777" w:rsidR="00CA596E" w:rsidRDefault="00CA596E" w:rsidP="00EA296F">
            <w:r>
              <w:t>56</w:t>
            </w:r>
          </w:p>
        </w:tc>
        <w:tc>
          <w:tcPr>
            <w:tcW w:w="0" w:type="auto"/>
          </w:tcPr>
          <w:p w14:paraId="34156E04" w14:textId="77777777" w:rsidR="00CA596E" w:rsidRDefault="00CA596E" w:rsidP="00EA296F">
            <w:r>
              <w:t>Barium</w:t>
            </w:r>
          </w:p>
        </w:tc>
        <w:tc>
          <w:tcPr>
            <w:tcW w:w="0" w:type="auto"/>
          </w:tcPr>
          <w:p w14:paraId="352A56F0" w14:textId="77777777" w:rsidR="00CA596E" w:rsidRDefault="00CA596E" w:rsidP="00EA296F">
            <w:r>
              <w:t>Ba</w:t>
            </w:r>
          </w:p>
        </w:tc>
        <w:tc>
          <w:tcPr>
            <w:tcW w:w="0" w:type="auto"/>
          </w:tcPr>
          <w:p w14:paraId="3455FF1B" w14:textId="77777777" w:rsidR="00CA596E" w:rsidRDefault="00CA596E" w:rsidP="00EA296F">
            <w:r>
              <w:t>137,327</w:t>
            </w:r>
          </w:p>
        </w:tc>
        <w:tc>
          <w:tcPr>
            <w:tcW w:w="0" w:type="auto"/>
          </w:tcPr>
          <w:p w14:paraId="62287CB2" w14:textId="77777777" w:rsidR="00CA596E" w:rsidRPr="00F12D2A" w:rsidRDefault="00CA596E" w:rsidP="00EA296F">
            <w:r w:rsidRPr="00F12D2A">
              <w:t>0,9</w:t>
            </w:r>
          </w:p>
        </w:tc>
        <w:tc>
          <w:tcPr>
            <w:tcW w:w="0" w:type="auto"/>
          </w:tcPr>
          <w:p w14:paraId="46449E9B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51856BB0" w14:textId="77777777" w:rsidR="00CA596E" w:rsidRDefault="00CA596E" w:rsidP="00EA296F">
            <w:r>
              <w:t>6</w:t>
            </w:r>
          </w:p>
        </w:tc>
      </w:tr>
      <w:tr w:rsidR="00CA596E" w:rsidRPr="0031298E" w14:paraId="063E617B" w14:textId="77777777" w:rsidTr="00A90498">
        <w:tc>
          <w:tcPr>
            <w:tcW w:w="0" w:type="auto"/>
          </w:tcPr>
          <w:p w14:paraId="2013ADD0" w14:textId="77777777" w:rsidR="00CA596E" w:rsidRDefault="00CA596E" w:rsidP="00EA296F">
            <w:r>
              <w:t>57</w:t>
            </w:r>
          </w:p>
        </w:tc>
        <w:tc>
          <w:tcPr>
            <w:tcW w:w="0" w:type="auto"/>
          </w:tcPr>
          <w:p w14:paraId="2DFFD736" w14:textId="77777777" w:rsidR="00CA596E" w:rsidRDefault="00CA596E" w:rsidP="00EA296F">
            <w:r>
              <w:t>Lanthan</w:t>
            </w:r>
          </w:p>
        </w:tc>
        <w:tc>
          <w:tcPr>
            <w:tcW w:w="0" w:type="auto"/>
          </w:tcPr>
          <w:p w14:paraId="4AEFF381" w14:textId="77777777" w:rsidR="00CA596E" w:rsidRDefault="00CA596E" w:rsidP="00EA296F">
            <w:r>
              <w:t>La</w:t>
            </w:r>
          </w:p>
        </w:tc>
        <w:tc>
          <w:tcPr>
            <w:tcW w:w="0" w:type="auto"/>
          </w:tcPr>
          <w:p w14:paraId="725D813D" w14:textId="77777777" w:rsidR="00CA596E" w:rsidRDefault="00CA596E" w:rsidP="00EA296F">
            <w:r>
              <w:t>138,905</w:t>
            </w:r>
          </w:p>
        </w:tc>
        <w:tc>
          <w:tcPr>
            <w:tcW w:w="0" w:type="auto"/>
          </w:tcPr>
          <w:p w14:paraId="0833F826" w14:textId="77777777" w:rsidR="00CA596E" w:rsidRPr="00F12D2A" w:rsidRDefault="00CA596E" w:rsidP="00EA296F">
            <w:r w:rsidRPr="00F12D2A">
              <w:t>1,1</w:t>
            </w:r>
          </w:p>
        </w:tc>
        <w:tc>
          <w:tcPr>
            <w:tcW w:w="0" w:type="auto"/>
          </w:tcPr>
          <w:p w14:paraId="4CC38E5D" w14:textId="77777777" w:rsidR="00CA596E" w:rsidRDefault="00CA596E" w:rsidP="00EA296F">
            <w:r>
              <w:t>3</w:t>
            </w:r>
          </w:p>
        </w:tc>
        <w:tc>
          <w:tcPr>
            <w:tcW w:w="0" w:type="auto"/>
          </w:tcPr>
          <w:p w14:paraId="05396759" w14:textId="77777777" w:rsidR="00CA596E" w:rsidRDefault="00CA596E" w:rsidP="00EA296F">
            <w:r>
              <w:t>6</w:t>
            </w:r>
          </w:p>
        </w:tc>
      </w:tr>
      <w:tr w:rsidR="00CA596E" w:rsidRPr="0031298E" w14:paraId="2D3B2AA4" w14:textId="77777777" w:rsidTr="00A90498">
        <w:tc>
          <w:tcPr>
            <w:tcW w:w="0" w:type="auto"/>
          </w:tcPr>
          <w:p w14:paraId="222E5C3D" w14:textId="77777777" w:rsidR="00CA596E" w:rsidRDefault="00CA596E" w:rsidP="00EA296F">
            <w:r>
              <w:t>58-71</w:t>
            </w:r>
          </w:p>
        </w:tc>
        <w:tc>
          <w:tcPr>
            <w:tcW w:w="0" w:type="auto"/>
          </w:tcPr>
          <w:p w14:paraId="67955E9C" w14:textId="77777777" w:rsidR="00CA596E" w:rsidRDefault="00CA596E" w:rsidP="00EA296F">
            <w:r>
              <w:t>Lanthanoide (s. u.)</w:t>
            </w:r>
          </w:p>
        </w:tc>
        <w:tc>
          <w:tcPr>
            <w:tcW w:w="0" w:type="auto"/>
          </w:tcPr>
          <w:p w14:paraId="685B6754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1597E77F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7F98AEC7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1F75F89D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0BCF5D4E" w14:textId="77777777" w:rsidR="00CA596E" w:rsidRDefault="00CA596E" w:rsidP="00EA296F">
            <w:r>
              <w:t>--</w:t>
            </w:r>
          </w:p>
        </w:tc>
      </w:tr>
      <w:tr w:rsidR="00CA596E" w:rsidRPr="0031298E" w14:paraId="4FDB6B19" w14:textId="77777777" w:rsidTr="00A90498">
        <w:tc>
          <w:tcPr>
            <w:tcW w:w="0" w:type="auto"/>
          </w:tcPr>
          <w:p w14:paraId="51DF9CFC" w14:textId="77777777" w:rsidR="00CA596E" w:rsidRDefault="00CA596E" w:rsidP="00EA296F">
            <w:r>
              <w:t>72</w:t>
            </w:r>
          </w:p>
        </w:tc>
        <w:tc>
          <w:tcPr>
            <w:tcW w:w="0" w:type="auto"/>
          </w:tcPr>
          <w:p w14:paraId="0A964D5C" w14:textId="77777777" w:rsidR="00CA596E" w:rsidRDefault="00CA596E" w:rsidP="00EA296F">
            <w:r>
              <w:t>Hafnium</w:t>
            </w:r>
          </w:p>
        </w:tc>
        <w:tc>
          <w:tcPr>
            <w:tcW w:w="0" w:type="auto"/>
          </w:tcPr>
          <w:p w14:paraId="432285C8" w14:textId="77777777" w:rsidR="00CA596E" w:rsidRDefault="00CA596E" w:rsidP="00EA296F">
            <w:r>
              <w:t>Hf</w:t>
            </w:r>
          </w:p>
        </w:tc>
        <w:tc>
          <w:tcPr>
            <w:tcW w:w="0" w:type="auto"/>
          </w:tcPr>
          <w:p w14:paraId="1E732ED0" w14:textId="77777777" w:rsidR="00CA596E" w:rsidRDefault="00CA596E" w:rsidP="00EA296F">
            <w:r>
              <w:t>178,49</w:t>
            </w:r>
          </w:p>
        </w:tc>
        <w:tc>
          <w:tcPr>
            <w:tcW w:w="0" w:type="auto"/>
          </w:tcPr>
          <w:p w14:paraId="43D79D48" w14:textId="77777777" w:rsidR="00CA596E" w:rsidRPr="00F12D2A" w:rsidRDefault="00CA596E" w:rsidP="00EA296F">
            <w:r w:rsidRPr="00F12D2A">
              <w:t>1,3</w:t>
            </w:r>
          </w:p>
        </w:tc>
        <w:tc>
          <w:tcPr>
            <w:tcW w:w="0" w:type="auto"/>
          </w:tcPr>
          <w:p w14:paraId="41B9A414" w14:textId="77777777" w:rsidR="00CA596E" w:rsidRDefault="00CA596E" w:rsidP="00EA296F">
            <w:r>
              <w:t>4</w:t>
            </w:r>
          </w:p>
        </w:tc>
        <w:tc>
          <w:tcPr>
            <w:tcW w:w="0" w:type="auto"/>
          </w:tcPr>
          <w:p w14:paraId="09D873B4" w14:textId="77777777" w:rsidR="00CA596E" w:rsidRDefault="00CA596E" w:rsidP="00EA296F">
            <w:r>
              <w:t>6</w:t>
            </w:r>
          </w:p>
        </w:tc>
      </w:tr>
      <w:tr w:rsidR="00CA596E" w:rsidRPr="0031298E" w14:paraId="5F2EA3EF" w14:textId="77777777" w:rsidTr="00A90498">
        <w:tc>
          <w:tcPr>
            <w:tcW w:w="0" w:type="auto"/>
          </w:tcPr>
          <w:p w14:paraId="2FA88C74" w14:textId="77777777" w:rsidR="00CA596E" w:rsidRDefault="00CA596E" w:rsidP="00EA296F">
            <w:r>
              <w:t>73</w:t>
            </w:r>
          </w:p>
        </w:tc>
        <w:tc>
          <w:tcPr>
            <w:tcW w:w="0" w:type="auto"/>
          </w:tcPr>
          <w:p w14:paraId="702106F8" w14:textId="77777777" w:rsidR="00CA596E" w:rsidRDefault="00CA596E" w:rsidP="00EA296F">
            <w:r>
              <w:t>Tantal</w:t>
            </w:r>
          </w:p>
        </w:tc>
        <w:tc>
          <w:tcPr>
            <w:tcW w:w="0" w:type="auto"/>
          </w:tcPr>
          <w:p w14:paraId="3E154736" w14:textId="77777777" w:rsidR="00CA596E" w:rsidRDefault="00CA596E" w:rsidP="00EA296F">
            <w:r>
              <w:t>Ta</w:t>
            </w:r>
          </w:p>
        </w:tc>
        <w:tc>
          <w:tcPr>
            <w:tcW w:w="0" w:type="auto"/>
          </w:tcPr>
          <w:p w14:paraId="5159CAD7" w14:textId="77777777" w:rsidR="00CA596E" w:rsidRDefault="00CA596E" w:rsidP="00EA296F">
            <w:r>
              <w:t>180,948</w:t>
            </w:r>
          </w:p>
        </w:tc>
        <w:tc>
          <w:tcPr>
            <w:tcW w:w="0" w:type="auto"/>
          </w:tcPr>
          <w:p w14:paraId="7CC78D57" w14:textId="77777777" w:rsidR="00CA596E" w:rsidRPr="00F12D2A" w:rsidRDefault="00CA596E" w:rsidP="00EA296F">
            <w:r w:rsidRPr="00F12D2A">
              <w:t>1,5</w:t>
            </w:r>
          </w:p>
        </w:tc>
        <w:tc>
          <w:tcPr>
            <w:tcW w:w="0" w:type="auto"/>
          </w:tcPr>
          <w:p w14:paraId="0E8650BF" w14:textId="77777777" w:rsidR="00CA596E" w:rsidRDefault="00CA596E" w:rsidP="00EA296F">
            <w:r>
              <w:t>5</w:t>
            </w:r>
          </w:p>
        </w:tc>
        <w:tc>
          <w:tcPr>
            <w:tcW w:w="0" w:type="auto"/>
          </w:tcPr>
          <w:p w14:paraId="51D478E4" w14:textId="77777777" w:rsidR="00CA596E" w:rsidRDefault="00CA596E" w:rsidP="00EA296F">
            <w:r>
              <w:t>6</w:t>
            </w:r>
          </w:p>
        </w:tc>
      </w:tr>
      <w:tr w:rsidR="00CA596E" w:rsidRPr="0031298E" w14:paraId="2C0AFBF2" w14:textId="77777777" w:rsidTr="00A90498">
        <w:tc>
          <w:tcPr>
            <w:tcW w:w="0" w:type="auto"/>
          </w:tcPr>
          <w:p w14:paraId="1B53F140" w14:textId="77777777" w:rsidR="00CA596E" w:rsidRDefault="00CA596E" w:rsidP="00EA296F">
            <w:r>
              <w:t>74</w:t>
            </w:r>
          </w:p>
        </w:tc>
        <w:tc>
          <w:tcPr>
            <w:tcW w:w="0" w:type="auto"/>
          </w:tcPr>
          <w:p w14:paraId="7E5AED87" w14:textId="77777777" w:rsidR="00CA596E" w:rsidRDefault="00CA596E" w:rsidP="00EA296F">
            <w:r>
              <w:t>Wolfram</w:t>
            </w:r>
          </w:p>
        </w:tc>
        <w:tc>
          <w:tcPr>
            <w:tcW w:w="0" w:type="auto"/>
          </w:tcPr>
          <w:p w14:paraId="0157469D" w14:textId="77777777" w:rsidR="00CA596E" w:rsidRDefault="00CA596E" w:rsidP="00EA296F">
            <w:r>
              <w:t>W</w:t>
            </w:r>
          </w:p>
        </w:tc>
        <w:tc>
          <w:tcPr>
            <w:tcW w:w="0" w:type="auto"/>
          </w:tcPr>
          <w:p w14:paraId="0C3C9E2D" w14:textId="77777777" w:rsidR="00CA596E" w:rsidRDefault="00CA596E" w:rsidP="00EA296F">
            <w:r>
              <w:t>183,84</w:t>
            </w:r>
          </w:p>
        </w:tc>
        <w:tc>
          <w:tcPr>
            <w:tcW w:w="0" w:type="auto"/>
          </w:tcPr>
          <w:p w14:paraId="0C8CCD1D" w14:textId="77777777" w:rsidR="00CA596E" w:rsidRPr="00F12D2A" w:rsidRDefault="00CA596E" w:rsidP="00EA296F">
            <w:r w:rsidRPr="00F12D2A">
              <w:t>2,4</w:t>
            </w:r>
          </w:p>
        </w:tc>
        <w:tc>
          <w:tcPr>
            <w:tcW w:w="0" w:type="auto"/>
          </w:tcPr>
          <w:p w14:paraId="10A58953" w14:textId="77777777" w:rsidR="00CA596E" w:rsidRDefault="00CA596E" w:rsidP="00EA296F">
            <w:r>
              <w:t>6</w:t>
            </w:r>
          </w:p>
        </w:tc>
        <w:tc>
          <w:tcPr>
            <w:tcW w:w="0" w:type="auto"/>
          </w:tcPr>
          <w:p w14:paraId="3991DE53" w14:textId="77777777" w:rsidR="00CA596E" w:rsidRDefault="00CA596E" w:rsidP="00EA296F">
            <w:r>
              <w:t>6</w:t>
            </w:r>
          </w:p>
        </w:tc>
      </w:tr>
      <w:tr w:rsidR="00CA596E" w:rsidRPr="0031298E" w14:paraId="236D5696" w14:textId="77777777" w:rsidTr="00A90498">
        <w:tc>
          <w:tcPr>
            <w:tcW w:w="0" w:type="auto"/>
          </w:tcPr>
          <w:p w14:paraId="3C70305B" w14:textId="77777777" w:rsidR="00CA596E" w:rsidRDefault="00CA596E" w:rsidP="00EA296F">
            <w:r>
              <w:t>75</w:t>
            </w:r>
          </w:p>
        </w:tc>
        <w:tc>
          <w:tcPr>
            <w:tcW w:w="0" w:type="auto"/>
          </w:tcPr>
          <w:p w14:paraId="36FBEACD" w14:textId="77777777" w:rsidR="00CA596E" w:rsidRDefault="00CA596E" w:rsidP="00EA296F">
            <w:r>
              <w:t>Rhenium</w:t>
            </w:r>
          </w:p>
        </w:tc>
        <w:tc>
          <w:tcPr>
            <w:tcW w:w="0" w:type="auto"/>
          </w:tcPr>
          <w:p w14:paraId="796B88D8" w14:textId="77777777" w:rsidR="00CA596E" w:rsidRDefault="00CA596E" w:rsidP="00EA296F">
            <w:r>
              <w:t>Re</w:t>
            </w:r>
          </w:p>
        </w:tc>
        <w:tc>
          <w:tcPr>
            <w:tcW w:w="0" w:type="auto"/>
          </w:tcPr>
          <w:p w14:paraId="2D6DC686" w14:textId="77777777" w:rsidR="00CA596E" w:rsidRDefault="00CA596E" w:rsidP="00EA296F">
            <w:r>
              <w:t>186,207</w:t>
            </w:r>
          </w:p>
        </w:tc>
        <w:tc>
          <w:tcPr>
            <w:tcW w:w="0" w:type="auto"/>
          </w:tcPr>
          <w:p w14:paraId="6765C67D" w14:textId="77777777" w:rsidR="00CA596E" w:rsidRPr="00F12D2A" w:rsidRDefault="00CA596E" w:rsidP="00EA296F">
            <w:r w:rsidRPr="00F12D2A">
              <w:t>1,9</w:t>
            </w:r>
          </w:p>
        </w:tc>
        <w:tc>
          <w:tcPr>
            <w:tcW w:w="0" w:type="auto"/>
          </w:tcPr>
          <w:p w14:paraId="467C9203" w14:textId="77777777" w:rsidR="00CA596E" w:rsidRDefault="00CA596E" w:rsidP="00EA296F">
            <w:r>
              <w:t>7</w:t>
            </w:r>
          </w:p>
        </w:tc>
        <w:tc>
          <w:tcPr>
            <w:tcW w:w="0" w:type="auto"/>
          </w:tcPr>
          <w:p w14:paraId="33FA4672" w14:textId="77777777" w:rsidR="00CA596E" w:rsidRDefault="00CA596E" w:rsidP="00EA296F">
            <w:r>
              <w:t>6</w:t>
            </w:r>
          </w:p>
        </w:tc>
      </w:tr>
      <w:tr w:rsidR="00CA596E" w:rsidRPr="0031298E" w14:paraId="4ECE5E5F" w14:textId="77777777" w:rsidTr="00A90498">
        <w:tc>
          <w:tcPr>
            <w:tcW w:w="0" w:type="auto"/>
          </w:tcPr>
          <w:p w14:paraId="349F83CC" w14:textId="77777777" w:rsidR="00CA596E" w:rsidRDefault="00CA596E" w:rsidP="00EA296F">
            <w:r>
              <w:t>76</w:t>
            </w:r>
          </w:p>
        </w:tc>
        <w:tc>
          <w:tcPr>
            <w:tcW w:w="0" w:type="auto"/>
          </w:tcPr>
          <w:p w14:paraId="668FF1A3" w14:textId="77777777" w:rsidR="00CA596E" w:rsidRDefault="00CA596E" w:rsidP="00EA296F">
            <w:r>
              <w:t>Osmium</w:t>
            </w:r>
          </w:p>
        </w:tc>
        <w:tc>
          <w:tcPr>
            <w:tcW w:w="0" w:type="auto"/>
          </w:tcPr>
          <w:p w14:paraId="3B35F3D3" w14:textId="77777777" w:rsidR="00CA596E" w:rsidRDefault="00CA596E" w:rsidP="00EA296F">
            <w:r>
              <w:t>Os</w:t>
            </w:r>
          </w:p>
        </w:tc>
        <w:tc>
          <w:tcPr>
            <w:tcW w:w="0" w:type="auto"/>
          </w:tcPr>
          <w:p w14:paraId="1FD7B7ED" w14:textId="77777777" w:rsidR="00CA596E" w:rsidRDefault="00CA596E" w:rsidP="00EA296F">
            <w:r>
              <w:t>190,23</w:t>
            </w:r>
          </w:p>
        </w:tc>
        <w:tc>
          <w:tcPr>
            <w:tcW w:w="0" w:type="auto"/>
          </w:tcPr>
          <w:p w14:paraId="31B7C382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71D425D8" w14:textId="77777777" w:rsidR="00CA596E" w:rsidRDefault="00CA596E" w:rsidP="00EA296F">
            <w:r>
              <w:t>8</w:t>
            </w:r>
          </w:p>
        </w:tc>
        <w:tc>
          <w:tcPr>
            <w:tcW w:w="0" w:type="auto"/>
          </w:tcPr>
          <w:p w14:paraId="72BCC494" w14:textId="77777777" w:rsidR="00CA596E" w:rsidRDefault="00CA596E" w:rsidP="00EA296F">
            <w:r>
              <w:t>6</w:t>
            </w:r>
          </w:p>
        </w:tc>
      </w:tr>
      <w:tr w:rsidR="00CA596E" w:rsidRPr="0031298E" w14:paraId="715C3805" w14:textId="77777777" w:rsidTr="00A90498">
        <w:tc>
          <w:tcPr>
            <w:tcW w:w="0" w:type="auto"/>
          </w:tcPr>
          <w:p w14:paraId="5E073F0C" w14:textId="77777777" w:rsidR="00CA596E" w:rsidRDefault="00CA596E" w:rsidP="00EA296F">
            <w:r>
              <w:t>77</w:t>
            </w:r>
          </w:p>
        </w:tc>
        <w:tc>
          <w:tcPr>
            <w:tcW w:w="0" w:type="auto"/>
          </w:tcPr>
          <w:p w14:paraId="570A95B6" w14:textId="7FC13A6A" w:rsidR="00CA596E" w:rsidRDefault="00CA596E" w:rsidP="00EA296F">
            <w:r>
              <w:t>Ir</w:t>
            </w:r>
            <w:r w:rsidR="003D1BFE">
              <w:t>i</w:t>
            </w:r>
            <w:r>
              <w:t>dium</w:t>
            </w:r>
          </w:p>
        </w:tc>
        <w:tc>
          <w:tcPr>
            <w:tcW w:w="0" w:type="auto"/>
          </w:tcPr>
          <w:p w14:paraId="4C1E459A" w14:textId="77777777" w:rsidR="00CA596E" w:rsidRDefault="00CA596E" w:rsidP="00EA296F">
            <w:r>
              <w:t>Ir</w:t>
            </w:r>
          </w:p>
        </w:tc>
        <w:tc>
          <w:tcPr>
            <w:tcW w:w="0" w:type="auto"/>
          </w:tcPr>
          <w:p w14:paraId="406100A8" w14:textId="77777777" w:rsidR="00CA596E" w:rsidRDefault="00CA596E" w:rsidP="00EA296F">
            <w:r>
              <w:t>192,217</w:t>
            </w:r>
          </w:p>
        </w:tc>
        <w:tc>
          <w:tcPr>
            <w:tcW w:w="0" w:type="auto"/>
          </w:tcPr>
          <w:p w14:paraId="64631375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47EE54F5" w14:textId="77777777" w:rsidR="00CA596E" w:rsidRDefault="00CA596E" w:rsidP="00EA296F">
            <w:r>
              <w:t>9</w:t>
            </w:r>
          </w:p>
        </w:tc>
        <w:tc>
          <w:tcPr>
            <w:tcW w:w="0" w:type="auto"/>
          </w:tcPr>
          <w:p w14:paraId="1D3E1299" w14:textId="77777777" w:rsidR="00CA596E" w:rsidRDefault="00CA596E" w:rsidP="00EA296F">
            <w:r>
              <w:t>6</w:t>
            </w:r>
          </w:p>
        </w:tc>
      </w:tr>
      <w:tr w:rsidR="00CA596E" w:rsidRPr="0031298E" w14:paraId="75B1B91B" w14:textId="77777777" w:rsidTr="00A90498">
        <w:tc>
          <w:tcPr>
            <w:tcW w:w="0" w:type="auto"/>
          </w:tcPr>
          <w:p w14:paraId="79DDF9BF" w14:textId="77777777" w:rsidR="00CA596E" w:rsidRDefault="00CA596E" w:rsidP="00EA296F">
            <w:r>
              <w:t>78</w:t>
            </w:r>
          </w:p>
        </w:tc>
        <w:tc>
          <w:tcPr>
            <w:tcW w:w="0" w:type="auto"/>
          </w:tcPr>
          <w:p w14:paraId="53C2FDCF" w14:textId="77777777" w:rsidR="00CA596E" w:rsidRDefault="00CA596E" w:rsidP="00EA296F">
            <w:r>
              <w:t>Platin</w:t>
            </w:r>
          </w:p>
        </w:tc>
        <w:tc>
          <w:tcPr>
            <w:tcW w:w="0" w:type="auto"/>
          </w:tcPr>
          <w:p w14:paraId="7A8FDDEA" w14:textId="77777777" w:rsidR="00CA596E" w:rsidRDefault="00CA596E" w:rsidP="00EA296F">
            <w:r>
              <w:t>Pt</w:t>
            </w:r>
          </w:p>
        </w:tc>
        <w:tc>
          <w:tcPr>
            <w:tcW w:w="0" w:type="auto"/>
          </w:tcPr>
          <w:p w14:paraId="7C41538A" w14:textId="77777777" w:rsidR="00CA596E" w:rsidRDefault="00CA596E" w:rsidP="00EA296F">
            <w:r>
              <w:t>195,084</w:t>
            </w:r>
          </w:p>
        </w:tc>
        <w:tc>
          <w:tcPr>
            <w:tcW w:w="0" w:type="auto"/>
          </w:tcPr>
          <w:p w14:paraId="712EC6F2" w14:textId="77777777" w:rsidR="00CA596E" w:rsidRPr="00F12D2A" w:rsidRDefault="00CA596E" w:rsidP="00EA296F">
            <w:r w:rsidRPr="00F12D2A">
              <w:t>2,3</w:t>
            </w:r>
          </w:p>
        </w:tc>
        <w:tc>
          <w:tcPr>
            <w:tcW w:w="0" w:type="auto"/>
          </w:tcPr>
          <w:p w14:paraId="2A932ED2" w14:textId="77777777" w:rsidR="00CA596E" w:rsidRDefault="00CA596E" w:rsidP="00EA296F">
            <w:r>
              <w:t>10</w:t>
            </w:r>
          </w:p>
        </w:tc>
        <w:tc>
          <w:tcPr>
            <w:tcW w:w="0" w:type="auto"/>
          </w:tcPr>
          <w:p w14:paraId="6B780055" w14:textId="77777777" w:rsidR="00CA596E" w:rsidRDefault="00CA596E" w:rsidP="00EA296F">
            <w:r>
              <w:t>6</w:t>
            </w:r>
          </w:p>
        </w:tc>
      </w:tr>
      <w:tr w:rsidR="00CA596E" w:rsidRPr="0031298E" w14:paraId="0DFDA083" w14:textId="77777777" w:rsidTr="00A90498">
        <w:tc>
          <w:tcPr>
            <w:tcW w:w="0" w:type="auto"/>
          </w:tcPr>
          <w:p w14:paraId="3E17474E" w14:textId="77777777" w:rsidR="00CA596E" w:rsidRDefault="00CA596E" w:rsidP="00EA296F">
            <w:r>
              <w:t>79</w:t>
            </w:r>
          </w:p>
        </w:tc>
        <w:tc>
          <w:tcPr>
            <w:tcW w:w="0" w:type="auto"/>
          </w:tcPr>
          <w:p w14:paraId="1E1756FA" w14:textId="77777777" w:rsidR="00CA596E" w:rsidRDefault="00CA596E" w:rsidP="00EA296F">
            <w:r>
              <w:t>Gold</w:t>
            </w:r>
          </w:p>
        </w:tc>
        <w:tc>
          <w:tcPr>
            <w:tcW w:w="0" w:type="auto"/>
          </w:tcPr>
          <w:p w14:paraId="00706DEB" w14:textId="77777777" w:rsidR="00CA596E" w:rsidRDefault="00CA596E" w:rsidP="00EA296F">
            <w:r>
              <w:t>Au</w:t>
            </w:r>
          </w:p>
        </w:tc>
        <w:tc>
          <w:tcPr>
            <w:tcW w:w="0" w:type="auto"/>
          </w:tcPr>
          <w:p w14:paraId="74359394" w14:textId="77777777" w:rsidR="00CA596E" w:rsidRDefault="00CA596E" w:rsidP="00EA296F">
            <w:r>
              <w:t>196,967</w:t>
            </w:r>
          </w:p>
        </w:tc>
        <w:tc>
          <w:tcPr>
            <w:tcW w:w="0" w:type="auto"/>
          </w:tcPr>
          <w:p w14:paraId="466B9259" w14:textId="77777777" w:rsidR="00CA596E" w:rsidRPr="00F12D2A" w:rsidRDefault="00CA596E" w:rsidP="00EA296F">
            <w:r w:rsidRPr="00F12D2A">
              <w:t>2,5</w:t>
            </w:r>
          </w:p>
        </w:tc>
        <w:tc>
          <w:tcPr>
            <w:tcW w:w="0" w:type="auto"/>
          </w:tcPr>
          <w:p w14:paraId="27DA2FD5" w14:textId="77777777" w:rsidR="00CA596E" w:rsidRDefault="00CA596E" w:rsidP="00EA296F">
            <w:r>
              <w:t>11</w:t>
            </w:r>
          </w:p>
        </w:tc>
        <w:tc>
          <w:tcPr>
            <w:tcW w:w="0" w:type="auto"/>
          </w:tcPr>
          <w:p w14:paraId="7869CD80" w14:textId="77777777" w:rsidR="00CA596E" w:rsidRDefault="00CA596E" w:rsidP="00EA296F">
            <w:r>
              <w:t>6</w:t>
            </w:r>
          </w:p>
        </w:tc>
      </w:tr>
      <w:tr w:rsidR="00CA596E" w:rsidRPr="0031298E" w14:paraId="01DE9CF7" w14:textId="77777777" w:rsidTr="00A90498">
        <w:tc>
          <w:tcPr>
            <w:tcW w:w="0" w:type="auto"/>
          </w:tcPr>
          <w:p w14:paraId="5603828D" w14:textId="77777777" w:rsidR="00CA596E" w:rsidRDefault="00CA596E" w:rsidP="00EA296F">
            <w:r>
              <w:t>80</w:t>
            </w:r>
          </w:p>
        </w:tc>
        <w:tc>
          <w:tcPr>
            <w:tcW w:w="0" w:type="auto"/>
          </w:tcPr>
          <w:p w14:paraId="5FB44791" w14:textId="77777777" w:rsidR="00CA596E" w:rsidRDefault="00CA596E" w:rsidP="00EA296F">
            <w:r>
              <w:t>Quecksilber</w:t>
            </w:r>
          </w:p>
        </w:tc>
        <w:tc>
          <w:tcPr>
            <w:tcW w:w="0" w:type="auto"/>
          </w:tcPr>
          <w:p w14:paraId="222A788B" w14:textId="77777777" w:rsidR="00CA596E" w:rsidRDefault="00CA596E" w:rsidP="00EA296F">
            <w:r>
              <w:t>Hg</w:t>
            </w:r>
          </w:p>
        </w:tc>
        <w:tc>
          <w:tcPr>
            <w:tcW w:w="0" w:type="auto"/>
          </w:tcPr>
          <w:p w14:paraId="525F316E" w14:textId="77777777" w:rsidR="00CA596E" w:rsidRDefault="00CA596E" w:rsidP="00EA296F">
            <w:r>
              <w:t>200,592</w:t>
            </w:r>
          </w:p>
        </w:tc>
        <w:tc>
          <w:tcPr>
            <w:tcW w:w="0" w:type="auto"/>
          </w:tcPr>
          <w:p w14:paraId="28F826FF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52FCDCE7" w14:textId="77777777" w:rsidR="00CA596E" w:rsidRDefault="00CA596E" w:rsidP="00EA296F">
            <w:r>
              <w:t>12</w:t>
            </w:r>
          </w:p>
        </w:tc>
        <w:tc>
          <w:tcPr>
            <w:tcW w:w="0" w:type="auto"/>
          </w:tcPr>
          <w:p w14:paraId="49B362B5" w14:textId="77777777" w:rsidR="00CA596E" w:rsidRDefault="00CA596E" w:rsidP="00EA296F">
            <w:r>
              <w:t>6</w:t>
            </w:r>
          </w:p>
        </w:tc>
      </w:tr>
      <w:tr w:rsidR="00CA596E" w:rsidRPr="0031298E" w14:paraId="33F11BCE" w14:textId="77777777" w:rsidTr="00A90498">
        <w:tc>
          <w:tcPr>
            <w:tcW w:w="0" w:type="auto"/>
          </w:tcPr>
          <w:p w14:paraId="54384FB9" w14:textId="77777777" w:rsidR="00CA596E" w:rsidRDefault="00CA596E" w:rsidP="00EA296F">
            <w:r>
              <w:t>81</w:t>
            </w:r>
          </w:p>
        </w:tc>
        <w:tc>
          <w:tcPr>
            <w:tcW w:w="0" w:type="auto"/>
          </w:tcPr>
          <w:p w14:paraId="0F575B8E" w14:textId="77777777" w:rsidR="00CA596E" w:rsidRDefault="00CA596E" w:rsidP="00EA296F">
            <w:r>
              <w:t>Thallium</w:t>
            </w:r>
          </w:p>
        </w:tc>
        <w:tc>
          <w:tcPr>
            <w:tcW w:w="0" w:type="auto"/>
          </w:tcPr>
          <w:p w14:paraId="25601DEB" w14:textId="77777777" w:rsidR="00CA596E" w:rsidRDefault="00CA596E" w:rsidP="00EA296F">
            <w:r>
              <w:t>Tl</w:t>
            </w:r>
          </w:p>
        </w:tc>
        <w:tc>
          <w:tcPr>
            <w:tcW w:w="0" w:type="auto"/>
          </w:tcPr>
          <w:p w14:paraId="73689736" w14:textId="77777777" w:rsidR="00CA596E" w:rsidRDefault="00CA596E" w:rsidP="00EA296F">
            <w:r>
              <w:t>204,383</w:t>
            </w:r>
          </w:p>
        </w:tc>
        <w:tc>
          <w:tcPr>
            <w:tcW w:w="0" w:type="auto"/>
          </w:tcPr>
          <w:p w14:paraId="0E7DE077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0E18F3CD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6E4DA648" w14:textId="77777777" w:rsidR="00CA596E" w:rsidRDefault="00CA596E" w:rsidP="00EA296F">
            <w:r>
              <w:t>6</w:t>
            </w:r>
          </w:p>
        </w:tc>
      </w:tr>
      <w:tr w:rsidR="00CA596E" w:rsidRPr="0031298E" w14:paraId="4CF5ADE8" w14:textId="77777777" w:rsidTr="00A90498">
        <w:tc>
          <w:tcPr>
            <w:tcW w:w="0" w:type="auto"/>
          </w:tcPr>
          <w:p w14:paraId="43C48D38" w14:textId="77777777" w:rsidR="00CA596E" w:rsidRDefault="00CA596E" w:rsidP="00EA296F">
            <w:r>
              <w:t>82</w:t>
            </w:r>
          </w:p>
        </w:tc>
        <w:tc>
          <w:tcPr>
            <w:tcW w:w="0" w:type="auto"/>
          </w:tcPr>
          <w:p w14:paraId="666A7FF3" w14:textId="77777777" w:rsidR="00CA596E" w:rsidRDefault="00CA596E" w:rsidP="00EA296F">
            <w:r>
              <w:t>Blei</w:t>
            </w:r>
          </w:p>
        </w:tc>
        <w:tc>
          <w:tcPr>
            <w:tcW w:w="0" w:type="auto"/>
          </w:tcPr>
          <w:p w14:paraId="1EBB689E" w14:textId="77777777" w:rsidR="00CA596E" w:rsidRDefault="00CA596E" w:rsidP="00EA296F">
            <w:r>
              <w:t>Pb</w:t>
            </w:r>
          </w:p>
        </w:tc>
        <w:tc>
          <w:tcPr>
            <w:tcW w:w="0" w:type="auto"/>
          </w:tcPr>
          <w:p w14:paraId="16A938FD" w14:textId="77777777" w:rsidR="00CA596E" w:rsidRDefault="00CA596E" w:rsidP="00EA296F">
            <w:r>
              <w:t>207,2</w:t>
            </w:r>
          </w:p>
        </w:tc>
        <w:tc>
          <w:tcPr>
            <w:tcW w:w="0" w:type="auto"/>
          </w:tcPr>
          <w:p w14:paraId="74FBEF3D" w14:textId="77777777" w:rsidR="00CA596E" w:rsidRPr="00F12D2A" w:rsidRDefault="00CA596E" w:rsidP="00EA296F">
            <w:r w:rsidRPr="00F12D2A">
              <w:t>2,3</w:t>
            </w:r>
          </w:p>
        </w:tc>
        <w:tc>
          <w:tcPr>
            <w:tcW w:w="0" w:type="auto"/>
          </w:tcPr>
          <w:p w14:paraId="0015F33F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65216391" w14:textId="77777777" w:rsidR="00CA596E" w:rsidRDefault="00CA596E" w:rsidP="00EA296F">
            <w:r>
              <w:t>6</w:t>
            </w:r>
          </w:p>
        </w:tc>
      </w:tr>
      <w:tr w:rsidR="00CA596E" w:rsidRPr="0031298E" w14:paraId="1168AF2C" w14:textId="77777777" w:rsidTr="00A90498">
        <w:tc>
          <w:tcPr>
            <w:tcW w:w="0" w:type="auto"/>
          </w:tcPr>
          <w:p w14:paraId="081D8AE8" w14:textId="77777777" w:rsidR="00CA596E" w:rsidRDefault="00CA596E" w:rsidP="00EA296F">
            <w:r>
              <w:t>83</w:t>
            </w:r>
          </w:p>
        </w:tc>
        <w:tc>
          <w:tcPr>
            <w:tcW w:w="0" w:type="auto"/>
          </w:tcPr>
          <w:p w14:paraId="70668FCA" w14:textId="77777777" w:rsidR="00CA596E" w:rsidRDefault="00CA596E" w:rsidP="00EA296F">
            <w:r>
              <w:t>Bismut</w:t>
            </w:r>
          </w:p>
        </w:tc>
        <w:tc>
          <w:tcPr>
            <w:tcW w:w="0" w:type="auto"/>
          </w:tcPr>
          <w:p w14:paraId="29A72A5A" w14:textId="77777777" w:rsidR="00CA596E" w:rsidRDefault="00CA596E" w:rsidP="00EA296F">
            <w:r>
              <w:t>Bi</w:t>
            </w:r>
          </w:p>
        </w:tc>
        <w:tc>
          <w:tcPr>
            <w:tcW w:w="0" w:type="auto"/>
          </w:tcPr>
          <w:p w14:paraId="0D107CD0" w14:textId="77777777" w:rsidR="00CA596E" w:rsidRDefault="00CA596E" w:rsidP="00EA296F">
            <w:r>
              <w:t>208,980*</w:t>
            </w:r>
          </w:p>
        </w:tc>
        <w:tc>
          <w:tcPr>
            <w:tcW w:w="0" w:type="auto"/>
          </w:tcPr>
          <w:p w14:paraId="4C91014B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71EB69E4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6F4A5340" w14:textId="77777777" w:rsidR="00CA596E" w:rsidRDefault="00CA596E" w:rsidP="00EA296F">
            <w:r>
              <w:t>6</w:t>
            </w:r>
          </w:p>
        </w:tc>
      </w:tr>
      <w:tr w:rsidR="00CA596E" w:rsidRPr="0031298E" w14:paraId="75C57F5A" w14:textId="77777777" w:rsidTr="00A90498">
        <w:tc>
          <w:tcPr>
            <w:tcW w:w="0" w:type="auto"/>
          </w:tcPr>
          <w:p w14:paraId="7814D444" w14:textId="77777777" w:rsidR="00CA596E" w:rsidRDefault="00CA596E" w:rsidP="00EA296F">
            <w:r>
              <w:t>84</w:t>
            </w:r>
          </w:p>
        </w:tc>
        <w:tc>
          <w:tcPr>
            <w:tcW w:w="0" w:type="auto"/>
          </w:tcPr>
          <w:p w14:paraId="52203820" w14:textId="77777777" w:rsidR="00CA596E" w:rsidRDefault="00CA596E" w:rsidP="00EA296F">
            <w:r>
              <w:t>Polonium</w:t>
            </w:r>
          </w:p>
        </w:tc>
        <w:tc>
          <w:tcPr>
            <w:tcW w:w="0" w:type="auto"/>
          </w:tcPr>
          <w:p w14:paraId="3916148B" w14:textId="77777777" w:rsidR="00CA596E" w:rsidRDefault="00CA596E" w:rsidP="00EA296F">
            <w:r>
              <w:t>Po</w:t>
            </w:r>
          </w:p>
        </w:tc>
        <w:tc>
          <w:tcPr>
            <w:tcW w:w="0" w:type="auto"/>
          </w:tcPr>
          <w:p w14:paraId="1F1EE813" w14:textId="77777777" w:rsidR="00CA596E" w:rsidRDefault="00CA596E" w:rsidP="00EA296F">
            <w:r>
              <w:t>209,983*</w:t>
            </w:r>
          </w:p>
        </w:tc>
        <w:tc>
          <w:tcPr>
            <w:tcW w:w="0" w:type="auto"/>
          </w:tcPr>
          <w:p w14:paraId="7FB9D0A1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1685A561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20263B81" w14:textId="77777777" w:rsidR="00CA596E" w:rsidRDefault="00CA596E" w:rsidP="00EA296F">
            <w:r>
              <w:t>6</w:t>
            </w:r>
          </w:p>
        </w:tc>
      </w:tr>
      <w:tr w:rsidR="00CA596E" w:rsidRPr="0031298E" w14:paraId="4C1406A9" w14:textId="77777777" w:rsidTr="00A90498">
        <w:tc>
          <w:tcPr>
            <w:tcW w:w="0" w:type="auto"/>
          </w:tcPr>
          <w:p w14:paraId="34B3A871" w14:textId="77777777" w:rsidR="00CA596E" w:rsidRDefault="00CA596E" w:rsidP="00EA296F">
            <w:r>
              <w:t>85</w:t>
            </w:r>
          </w:p>
        </w:tc>
        <w:tc>
          <w:tcPr>
            <w:tcW w:w="0" w:type="auto"/>
          </w:tcPr>
          <w:p w14:paraId="6B51BD8E" w14:textId="77777777" w:rsidR="00CA596E" w:rsidRDefault="00CA596E" w:rsidP="00EA296F">
            <w:r>
              <w:t>Astat</w:t>
            </w:r>
          </w:p>
        </w:tc>
        <w:tc>
          <w:tcPr>
            <w:tcW w:w="0" w:type="auto"/>
          </w:tcPr>
          <w:p w14:paraId="39E1EDDE" w14:textId="77777777" w:rsidR="00CA596E" w:rsidRDefault="00CA596E" w:rsidP="00EA296F">
            <w:r>
              <w:t>At</w:t>
            </w:r>
          </w:p>
        </w:tc>
        <w:tc>
          <w:tcPr>
            <w:tcW w:w="0" w:type="auto"/>
          </w:tcPr>
          <w:p w14:paraId="2B6F2C1A" w14:textId="77777777" w:rsidR="00CA596E" w:rsidRDefault="00CA596E" w:rsidP="00EA296F">
            <w:r>
              <w:t>209,987</w:t>
            </w:r>
          </w:p>
        </w:tc>
        <w:tc>
          <w:tcPr>
            <w:tcW w:w="0" w:type="auto"/>
          </w:tcPr>
          <w:p w14:paraId="62FB9BBD" w14:textId="77777777" w:rsidR="00CA596E" w:rsidRPr="00F12D2A" w:rsidRDefault="00CA596E" w:rsidP="00EA296F">
            <w:r w:rsidRPr="00F12D2A">
              <w:t>2,2</w:t>
            </w:r>
          </w:p>
        </w:tc>
        <w:tc>
          <w:tcPr>
            <w:tcW w:w="0" w:type="auto"/>
          </w:tcPr>
          <w:p w14:paraId="699287A3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356A5A39" w14:textId="77777777" w:rsidR="00CA596E" w:rsidRDefault="00CA596E" w:rsidP="00EA296F">
            <w:r>
              <w:t>6</w:t>
            </w:r>
          </w:p>
        </w:tc>
      </w:tr>
      <w:tr w:rsidR="00CA596E" w:rsidRPr="0031298E" w14:paraId="5AC2D546" w14:textId="77777777" w:rsidTr="00A90498">
        <w:tc>
          <w:tcPr>
            <w:tcW w:w="0" w:type="auto"/>
          </w:tcPr>
          <w:p w14:paraId="375065F3" w14:textId="77777777" w:rsidR="00CA596E" w:rsidRDefault="00CA596E" w:rsidP="00EA296F">
            <w:r>
              <w:t>86</w:t>
            </w:r>
          </w:p>
        </w:tc>
        <w:tc>
          <w:tcPr>
            <w:tcW w:w="0" w:type="auto"/>
          </w:tcPr>
          <w:p w14:paraId="2263EBFA" w14:textId="77777777" w:rsidR="00CA596E" w:rsidRDefault="00CA596E" w:rsidP="00EA296F">
            <w:r>
              <w:t>Radon</w:t>
            </w:r>
          </w:p>
        </w:tc>
        <w:tc>
          <w:tcPr>
            <w:tcW w:w="0" w:type="auto"/>
          </w:tcPr>
          <w:p w14:paraId="6E60A158" w14:textId="77777777" w:rsidR="00CA596E" w:rsidRDefault="00CA596E" w:rsidP="00EA296F">
            <w:r>
              <w:t>Rn</w:t>
            </w:r>
          </w:p>
        </w:tc>
        <w:tc>
          <w:tcPr>
            <w:tcW w:w="0" w:type="auto"/>
          </w:tcPr>
          <w:p w14:paraId="0C1AB0C5" w14:textId="77777777" w:rsidR="00CA596E" w:rsidRDefault="00CA596E" w:rsidP="00EA296F">
            <w:r>
              <w:t>222,018*</w:t>
            </w:r>
          </w:p>
        </w:tc>
        <w:tc>
          <w:tcPr>
            <w:tcW w:w="0" w:type="auto"/>
          </w:tcPr>
          <w:p w14:paraId="76FC3C85" w14:textId="77777777" w:rsidR="00CA596E" w:rsidRPr="00F12D2A" w:rsidRDefault="00CA596E" w:rsidP="00EA296F">
            <w:r w:rsidRPr="00F12D2A">
              <w:t>2,0</w:t>
            </w:r>
          </w:p>
        </w:tc>
        <w:tc>
          <w:tcPr>
            <w:tcW w:w="0" w:type="auto"/>
          </w:tcPr>
          <w:p w14:paraId="45AABB0B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41D6713C" w14:textId="77777777" w:rsidR="00CA596E" w:rsidRDefault="00CA596E" w:rsidP="00EA296F">
            <w:r>
              <w:t>6</w:t>
            </w:r>
          </w:p>
        </w:tc>
      </w:tr>
      <w:tr w:rsidR="00CA596E" w:rsidRPr="0031298E" w14:paraId="34E0621F" w14:textId="77777777" w:rsidTr="00A90498">
        <w:tc>
          <w:tcPr>
            <w:tcW w:w="0" w:type="auto"/>
          </w:tcPr>
          <w:p w14:paraId="7F7CCD65" w14:textId="77777777" w:rsidR="00CA596E" w:rsidRDefault="00CA596E" w:rsidP="00EA296F">
            <w:r>
              <w:t>87</w:t>
            </w:r>
          </w:p>
        </w:tc>
        <w:tc>
          <w:tcPr>
            <w:tcW w:w="0" w:type="auto"/>
          </w:tcPr>
          <w:p w14:paraId="71E09C44" w14:textId="77777777" w:rsidR="00CA596E" w:rsidRDefault="00CA596E" w:rsidP="00EA296F">
            <w:r>
              <w:t>Francium</w:t>
            </w:r>
          </w:p>
        </w:tc>
        <w:tc>
          <w:tcPr>
            <w:tcW w:w="0" w:type="auto"/>
          </w:tcPr>
          <w:p w14:paraId="50D7D137" w14:textId="77777777" w:rsidR="00CA596E" w:rsidRDefault="00CA596E" w:rsidP="00EA296F">
            <w:r>
              <w:t>Fr</w:t>
            </w:r>
          </w:p>
        </w:tc>
        <w:tc>
          <w:tcPr>
            <w:tcW w:w="0" w:type="auto"/>
          </w:tcPr>
          <w:p w14:paraId="02821635" w14:textId="77777777" w:rsidR="00CA596E" w:rsidRDefault="00CA596E" w:rsidP="00EA296F">
            <w:r>
              <w:t>223,020*</w:t>
            </w:r>
          </w:p>
        </w:tc>
        <w:tc>
          <w:tcPr>
            <w:tcW w:w="0" w:type="auto"/>
          </w:tcPr>
          <w:p w14:paraId="539A9FF5" w14:textId="77777777" w:rsidR="00CA596E" w:rsidRPr="00F12D2A" w:rsidRDefault="00CA596E" w:rsidP="00EA296F">
            <w:r w:rsidRPr="00F12D2A">
              <w:t>0,7</w:t>
            </w:r>
          </w:p>
        </w:tc>
        <w:tc>
          <w:tcPr>
            <w:tcW w:w="0" w:type="auto"/>
          </w:tcPr>
          <w:p w14:paraId="6DF75664" w14:textId="77777777" w:rsidR="00CA596E" w:rsidRDefault="00CA596E" w:rsidP="00EA296F">
            <w:r>
              <w:t>1</w:t>
            </w:r>
          </w:p>
        </w:tc>
        <w:tc>
          <w:tcPr>
            <w:tcW w:w="0" w:type="auto"/>
          </w:tcPr>
          <w:p w14:paraId="44BA29BF" w14:textId="77777777" w:rsidR="00CA596E" w:rsidRDefault="00CA596E" w:rsidP="00EA296F">
            <w:r>
              <w:t>7</w:t>
            </w:r>
          </w:p>
        </w:tc>
      </w:tr>
      <w:tr w:rsidR="00CA596E" w:rsidRPr="0031298E" w14:paraId="39AFA463" w14:textId="77777777" w:rsidTr="00A90498">
        <w:tc>
          <w:tcPr>
            <w:tcW w:w="0" w:type="auto"/>
          </w:tcPr>
          <w:p w14:paraId="1F212205" w14:textId="77777777" w:rsidR="00CA596E" w:rsidRDefault="00CA596E" w:rsidP="00EA296F">
            <w:r>
              <w:t>88</w:t>
            </w:r>
          </w:p>
        </w:tc>
        <w:tc>
          <w:tcPr>
            <w:tcW w:w="0" w:type="auto"/>
          </w:tcPr>
          <w:p w14:paraId="5522DCBA" w14:textId="77777777" w:rsidR="00CA596E" w:rsidRDefault="00CA596E" w:rsidP="00EA296F">
            <w:r>
              <w:t>Radium</w:t>
            </w:r>
          </w:p>
        </w:tc>
        <w:tc>
          <w:tcPr>
            <w:tcW w:w="0" w:type="auto"/>
          </w:tcPr>
          <w:p w14:paraId="357AAD47" w14:textId="77777777" w:rsidR="00CA596E" w:rsidRDefault="00CA596E" w:rsidP="00EA296F">
            <w:r>
              <w:t>Ra</w:t>
            </w:r>
          </w:p>
        </w:tc>
        <w:tc>
          <w:tcPr>
            <w:tcW w:w="0" w:type="auto"/>
          </w:tcPr>
          <w:p w14:paraId="3E56513D" w14:textId="77777777" w:rsidR="00CA596E" w:rsidRDefault="00CA596E" w:rsidP="00EA296F">
            <w:r>
              <w:t>226,025*</w:t>
            </w:r>
          </w:p>
        </w:tc>
        <w:tc>
          <w:tcPr>
            <w:tcW w:w="0" w:type="auto"/>
          </w:tcPr>
          <w:p w14:paraId="10775FD7" w14:textId="77777777" w:rsidR="00CA596E" w:rsidRPr="00F12D2A" w:rsidRDefault="00CA596E" w:rsidP="00EA296F">
            <w:r w:rsidRPr="00F12D2A">
              <w:t>0,9</w:t>
            </w:r>
          </w:p>
        </w:tc>
        <w:tc>
          <w:tcPr>
            <w:tcW w:w="0" w:type="auto"/>
          </w:tcPr>
          <w:p w14:paraId="4EA463F1" w14:textId="77777777" w:rsidR="00CA596E" w:rsidRDefault="00CA596E" w:rsidP="00EA296F">
            <w:r>
              <w:t>2</w:t>
            </w:r>
          </w:p>
        </w:tc>
        <w:tc>
          <w:tcPr>
            <w:tcW w:w="0" w:type="auto"/>
          </w:tcPr>
          <w:p w14:paraId="139AEE2B" w14:textId="77777777" w:rsidR="00CA596E" w:rsidRDefault="00CA596E" w:rsidP="00EA296F">
            <w:r>
              <w:t>7</w:t>
            </w:r>
          </w:p>
        </w:tc>
      </w:tr>
      <w:tr w:rsidR="00CA596E" w:rsidRPr="0031298E" w14:paraId="2008B614" w14:textId="77777777" w:rsidTr="00A90498">
        <w:tc>
          <w:tcPr>
            <w:tcW w:w="0" w:type="auto"/>
          </w:tcPr>
          <w:p w14:paraId="22424FB8" w14:textId="77777777" w:rsidR="00CA596E" w:rsidRDefault="00CA596E" w:rsidP="00EA296F">
            <w:r>
              <w:lastRenderedPageBreak/>
              <w:t>89</w:t>
            </w:r>
          </w:p>
        </w:tc>
        <w:tc>
          <w:tcPr>
            <w:tcW w:w="0" w:type="auto"/>
          </w:tcPr>
          <w:p w14:paraId="64F912F1" w14:textId="77777777" w:rsidR="00CA596E" w:rsidRDefault="00CA596E" w:rsidP="00EA296F">
            <w:r>
              <w:t>Actinium</w:t>
            </w:r>
          </w:p>
        </w:tc>
        <w:tc>
          <w:tcPr>
            <w:tcW w:w="0" w:type="auto"/>
          </w:tcPr>
          <w:p w14:paraId="4258A43B" w14:textId="77777777" w:rsidR="00CA596E" w:rsidRDefault="00CA596E" w:rsidP="00EA296F">
            <w:r>
              <w:t>Ac</w:t>
            </w:r>
          </w:p>
        </w:tc>
        <w:tc>
          <w:tcPr>
            <w:tcW w:w="0" w:type="auto"/>
          </w:tcPr>
          <w:p w14:paraId="5DA14EDD" w14:textId="77777777" w:rsidR="00CA596E" w:rsidRDefault="00CA596E" w:rsidP="00EA296F">
            <w:r>
              <w:t>227,028*</w:t>
            </w:r>
          </w:p>
        </w:tc>
        <w:tc>
          <w:tcPr>
            <w:tcW w:w="0" w:type="auto"/>
          </w:tcPr>
          <w:p w14:paraId="105B4F8D" w14:textId="77777777" w:rsidR="00CA596E" w:rsidRPr="00F12D2A" w:rsidRDefault="00CA596E" w:rsidP="00EA296F">
            <w:r w:rsidRPr="00F12D2A">
              <w:t>1,1</w:t>
            </w:r>
          </w:p>
        </w:tc>
        <w:tc>
          <w:tcPr>
            <w:tcW w:w="0" w:type="auto"/>
          </w:tcPr>
          <w:p w14:paraId="1A0790D8" w14:textId="77777777" w:rsidR="00CA596E" w:rsidRDefault="00CA596E" w:rsidP="00EA296F">
            <w:r>
              <w:t>3</w:t>
            </w:r>
          </w:p>
        </w:tc>
        <w:tc>
          <w:tcPr>
            <w:tcW w:w="0" w:type="auto"/>
          </w:tcPr>
          <w:p w14:paraId="2F4C5FEC" w14:textId="77777777" w:rsidR="00CA596E" w:rsidRDefault="00CA596E" w:rsidP="00EA296F">
            <w:r>
              <w:t>7</w:t>
            </w:r>
          </w:p>
        </w:tc>
      </w:tr>
      <w:tr w:rsidR="00CA596E" w:rsidRPr="0031298E" w14:paraId="65494700" w14:textId="77777777" w:rsidTr="00A90498">
        <w:tc>
          <w:tcPr>
            <w:tcW w:w="0" w:type="auto"/>
          </w:tcPr>
          <w:p w14:paraId="093DF2D6" w14:textId="77777777" w:rsidR="00CA596E" w:rsidRDefault="00CA596E" w:rsidP="00EA296F">
            <w:r>
              <w:t>90-103</w:t>
            </w:r>
          </w:p>
        </w:tc>
        <w:tc>
          <w:tcPr>
            <w:tcW w:w="0" w:type="auto"/>
          </w:tcPr>
          <w:p w14:paraId="2899BFDB" w14:textId="77777777" w:rsidR="00CA596E" w:rsidRDefault="00CA596E" w:rsidP="00EA296F">
            <w:r>
              <w:t>Actinoide (s. u.)</w:t>
            </w:r>
          </w:p>
        </w:tc>
        <w:tc>
          <w:tcPr>
            <w:tcW w:w="0" w:type="auto"/>
          </w:tcPr>
          <w:p w14:paraId="2D61EC4F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20B34B92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1966F4B6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1DC6A756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690E5113" w14:textId="77777777" w:rsidR="00CA596E" w:rsidRDefault="00CA596E" w:rsidP="00EA296F">
            <w:r>
              <w:t>--</w:t>
            </w:r>
          </w:p>
        </w:tc>
      </w:tr>
      <w:tr w:rsidR="00CA596E" w:rsidRPr="0031298E" w14:paraId="19913CC3" w14:textId="77777777" w:rsidTr="00A90498">
        <w:tc>
          <w:tcPr>
            <w:tcW w:w="0" w:type="auto"/>
          </w:tcPr>
          <w:p w14:paraId="4735C9EE" w14:textId="77777777" w:rsidR="00CA596E" w:rsidRDefault="00CA596E" w:rsidP="00EA296F">
            <w:r>
              <w:t>104</w:t>
            </w:r>
          </w:p>
        </w:tc>
        <w:tc>
          <w:tcPr>
            <w:tcW w:w="0" w:type="auto"/>
          </w:tcPr>
          <w:p w14:paraId="75907DC2" w14:textId="77777777" w:rsidR="00CA596E" w:rsidRDefault="00CA596E" w:rsidP="00EA296F">
            <w:r>
              <w:t>Rutherfordium</w:t>
            </w:r>
          </w:p>
        </w:tc>
        <w:tc>
          <w:tcPr>
            <w:tcW w:w="0" w:type="auto"/>
          </w:tcPr>
          <w:p w14:paraId="43357490" w14:textId="77777777" w:rsidR="00CA596E" w:rsidRDefault="00CA596E" w:rsidP="00EA296F">
            <w:r>
              <w:t>Rf</w:t>
            </w:r>
          </w:p>
        </w:tc>
        <w:tc>
          <w:tcPr>
            <w:tcW w:w="0" w:type="auto"/>
          </w:tcPr>
          <w:p w14:paraId="74C5802A" w14:textId="77777777" w:rsidR="00CA596E" w:rsidRDefault="00CA596E" w:rsidP="00EA296F">
            <w:r>
              <w:t>267*</w:t>
            </w:r>
          </w:p>
        </w:tc>
        <w:tc>
          <w:tcPr>
            <w:tcW w:w="0" w:type="auto"/>
          </w:tcPr>
          <w:p w14:paraId="57D2D2E0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4DF0D2E3" w14:textId="77777777" w:rsidR="00CA596E" w:rsidRDefault="00CA596E" w:rsidP="00EA296F">
            <w:r>
              <w:t>4</w:t>
            </w:r>
          </w:p>
        </w:tc>
        <w:tc>
          <w:tcPr>
            <w:tcW w:w="0" w:type="auto"/>
          </w:tcPr>
          <w:p w14:paraId="2AD71D71" w14:textId="77777777" w:rsidR="00CA596E" w:rsidRDefault="00CA596E" w:rsidP="00EA296F">
            <w:r>
              <w:t>7</w:t>
            </w:r>
          </w:p>
        </w:tc>
      </w:tr>
      <w:tr w:rsidR="00CA596E" w:rsidRPr="0031298E" w14:paraId="2C7B24E2" w14:textId="77777777" w:rsidTr="00A90498">
        <w:tc>
          <w:tcPr>
            <w:tcW w:w="0" w:type="auto"/>
          </w:tcPr>
          <w:p w14:paraId="73D4CDF8" w14:textId="77777777" w:rsidR="00CA596E" w:rsidRDefault="00CA596E" w:rsidP="00EA296F">
            <w:r>
              <w:t>105</w:t>
            </w:r>
          </w:p>
        </w:tc>
        <w:tc>
          <w:tcPr>
            <w:tcW w:w="0" w:type="auto"/>
          </w:tcPr>
          <w:p w14:paraId="45EE87B9" w14:textId="77777777" w:rsidR="00CA596E" w:rsidRDefault="00CA596E" w:rsidP="00EA296F">
            <w:r>
              <w:t>Dubnium</w:t>
            </w:r>
          </w:p>
        </w:tc>
        <w:tc>
          <w:tcPr>
            <w:tcW w:w="0" w:type="auto"/>
          </w:tcPr>
          <w:p w14:paraId="6AD99BF2" w14:textId="77777777" w:rsidR="00CA596E" w:rsidRDefault="00CA596E" w:rsidP="00EA296F">
            <w:r>
              <w:t>Db</w:t>
            </w:r>
          </w:p>
        </w:tc>
        <w:tc>
          <w:tcPr>
            <w:tcW w:w="0" w:type="auto"/>
          </w:tcPr>
          <w:p w14:paraId="394087A7" w14:textId="77777777" w:rsidR="00CA596E" w:rsidRDefault="00CA596E" w:rsidP="00EA296F">
            <w:r>
              <w:t>270*</w:t>
            </w:r>
          </w:p>
        </w:tc>
        <w:tc>
          <w:tcPr>
            <w:tcW w:w="0" w:type="auto"/>
          </w:tcPr>
          <w:p w14:paraId="7BA0EB81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6777ABE5" w14:textId="77777777" w:rsidR="00CA596E" w:rsidRDefault="00CA596E" w:rsidP="00EA296F">
            <w:r>
              <w:t>5</w:t>
            </w:r>
          </w:p>
        </w:tc>
        <w:tc>
          <w:tcPr>
            <w:tcW w:w="0" w:type="auto"/>
          </w:tcPr>
          <w:p w14:paraId="750A7017" w14:textId="77777777" w:rsidR="00CA596E" w:rsidRDefault="00CA596E" w:rsidP="00EA296F">
            <w:r>
              <w:t>7</w:t>
            </w:r>
          </w:p>
        </w:tc>
      </w:tr>
      <w:tr w:rsidR="00CA596E" w:rsidRPr="0031298E" w14:paraId="2ABA5603" w14:textId="77777777" w:rsidTr="00A90498">
        <w:tc>
          <w:tcPr>
            <w:tcW w:w="0" w:type="auto"/>
          </w:tcPr>
          <w:p w14:paraId="0B42B5C4" w14:textId="77777777" w:rsidR="00CA596E" w:rsidRDefault="00CA596E" w:rsidP="00EA296F">
            <w:r>
              <w:t>106</w:t>
            </w:r>
          </w:p>
        </w:tc>
        <w:tc>
          <w:tcPr>
            <w:tcW w:w="0" w:type="auto"/>
          </w:tcPr>
          <w:p w14:paraId="1943D481" w14:textId="77777777" w:rsidR="00CA596E" w:rsidRDefault="00CA596E" w:rsidP="00EA296F">
            <w:r>
              <w:t>Seaborgium</w:t>
            </w:r>
          </w:p>
        </w:tc>
        <w:tc>
          <w:tcPr>
            <w:tcW w:w="0" w:type="auto"/>
          </w:tcPr>
          <w:p w14:paraId="5A3C2A75" w14:textId="77777777" w:rsidR="00CA596E" w:rsidRDefault="00CA596E" w:rsidP="00EA296F">
            <w:r>
              <w:t>Sg</w:t>
            </w:r>
          </w:p>
        </w:tc>
        <w:tc>
          <w:tcPr>
            <w:tcW w:w="0" w:type="auto"/>
          </w:tcPr>
          <w:p w14:paraId="5135C34A" w14:textId="77777777" w:rsidR="00CA596E" w:rsidRDefault="00CA596E" w:rsidP="00EA296F">
            <w:r>
              <w:t>269*</w:t>
            </w:r>
          </w:p>
        </w:tc>
        <w:tc>
          <w:tcPr>
            <w:tcW w:w="0" w:type="auto"/>
          </w:tcPr>
          <w:p w14:paraId="1691C03B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708862CF" w14:textId="77777777" w:rsidR="00CA596E" w:rsidRDefault="00CA596E" w:rsidP="00EA296F">
            <w:r>
              <w:t>6</w:t>
            </w:r>
          </w:p>
        </w:tc>
        <w:tc>
          <w:tcPr>
            <w:tcW w:w="0" w:type="auto"/>
          </w:tcPr>
          <w:p w14:paraId="3B439510" w14:textId="77777777" w:rsidR="00CA596E" w:rsidRDefault="00CA596E" w:rsidP="00EA296F">
            <w:r>
              <w:t>7</w:t>
            </w:r>
          </w:p>
        </w:tc>
      </w:tr>
      <w:tr w:rsidR="00CA596E" w:rsidRPr="0031298E" w14:paraId="61A24E5C" w14:textId="77777777" w:rsidTr="00A90498">
        <w:tc>
          <w:tcPr>
            <w:tcW w:w="0" w:type="auto"/>
          </w:tcPr>
          <w:p w14:paraId="49828AB4" w14:textId="77777777" w:rsidR="00CA596E" w:rsidRDefault="00CA596E" w:rsidP="00EA296F">
            <w:r>
              <w:t>107</w:t>
            </w:r>
          </w:p>
        </w:tc>
        <w:tc>
          <w:tcPr>
            <w:tcW w:w="0" w:type="auto"/>
          </w:tcPr>
          <w:p w14:paraId="300FFE86" w14:textId="77777777" w:rsidR="00CA596E" w:rsidRDefault="00CA596E" w:rsidP="00EA296F">
            <w:r>
              <w:t>Bohrium</w:t>
            </w:r>
          </w:p>
        </w:tc>
        <w:tc>
          <w:tcPr>
            <w:tcW w:w="0" w:type="auto"/>
          </w:tcPr>
          <w:p w14:paraId="70A41A11" w14:textId="77777777" w:rsidR="00CA596E" w:rsidRDefault="00CA596E" w:rsidP="00EA296F">
            <w:r>
              <w:t>Bh</w:t>
            </w:r>
          </w:p>
        </w:tc>
        <w:tc>
          <w:tcPr>
            <w:tcW w:w="0" w:type="auto"/>
          </w:tcPr>
          <w:p w14:paraId="6288F1A3" w14:textId="77777777" w:rsidR="00CA596E" w:rsidRDefault="00CA596E" w:rsidP="00EA296F">
            <w:r>
              <w:t>270*</w:t>
            </w:r>
          </w:p>
        </w:tc>
        <w:tc>
          <w:tcPr>
            <w:tcW w:w="0" w:type="auto"/>
          </w:tcPr>
          <w:p w14:paraId="3AAAF6F9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4BD1727E" w14:textId="77777777" w:rsidR="00CA596E" w:rsidRDefault="00CA596E" w:rsidP="00EA296F">
            <w:r>
              <w:t>7</w:t>
            </w:r>
          </w:p>
        </w:tc>
        <w:tc>
          <w:tcPr>
            <w:tcW w:w="0" w:type="auto"/>
          </w:tcPr>
          <w:p w14:paraId="3D2222EA" w14:textId="77777777" w:rsidR="00CA596E" w:rsidRDefault="00CA596E" w:rsidP="00EA296F">
            <w:r>
              <w:t>7</w:t>
            </w:r>
          </w:p>
        </w:tc>
      </w:tr>
      <w:tr w:rsidR="00CA596E" w:rsidRPr="0031298E" w14:paraId="0BB6293A" w14:textId="77777777" w:rsidTr="00A90498">
        <w:tc>
          <w:tcPr>
            <w:tcW w:w="0" w:type="auto"/>
          </w:tcPr>
          <w:p w14:paraId="2AA51A15" w14:textId="77777777" w:rsidR="00CA596E" w:rsidRDefault="00CA596E" w:rsidP="00EA296F">
            <w:r>
              <w:t>108</w:t>
            </w:r>
          </w:p>
        </w:tc>
        <w:tc>
          <w:tcPr>
            <w:tcW w:w="0" w:type="auto"/>
          </w:tcPr>
          <w:p w14:paraId="1AE6585F" w14:textId="77777777" w:rsidR="00CA596E" w:rsidRDefault="00CA596E" w:rsidP="00EA296F">
            <w:r>
              <w:t>Hassium</w:t>
            </w:r>
          </w:p>
        </w:tc>
        <w:tc>
          <w:tcPr>
            <w:tcW w:w="0" w:type="auto"/>
          </w:tcPr>
          <w:p w14:paraId="11D8E598" w14:textId="77777777" w:rsidR="00CA596E" w:rsidRDefault="00CA596E" w:rsidP="00EA296F">
            <w:r>
              <w:t>Hs</w:t>
            </w:r>
          </w:p>
        </w:tc>
        <w:tc>
          <w:tcPr>
            <w:tcW w:w="0" w:type="auto"/>
          </w:tcPr>
          <w:p w14:paraId="48ECAAB8" w14:textId="77777777" w:rsidR="00CA596E" w:rsidRDefault="00CA596E" w:rsidP="00EA296F">
            <w:r>
              <w:t>270*</w:t>
            </w:r>
          </w:p>
        </w:tc>
        <w:tc>
          <w:tcPr>
            <w:tcW w:w="0" w:type="auto"/>
          </w:tcPr>
          <w:p w14:paraId="3A5E3F05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4CA4650D" w14:textId="77777777" w:rsidR="00CA596E" w:rsidRDefault="00CA596E" w:rsidP="00EA296F">
            <w:r>
              <w:t>8</w:t>
            </w:r>
          </w:p>
        </w:tc>
        <w:tc>
          <w:tcPr>
            <w:tcW w:w="0" w:type="auto"/>
          </w:tcPr>
          <w:p w14:paraId="59C59371" w14:textId="77777777" w:rsidR="00CA596E" w:rsidRDefault="00CA596E" w:rsidP="00EA296F">
            <w:r>
              <w:t>7</w:t>
            </w:r>
          </w:p>
        </w:tc>
      </w:tr>
      <w:tr w:rsidR="00CA596E" w:rsidRPr="0031298E" w14:paraId="3C45C8B3" w14:textId="77777777" w:rsidTr="00A90498">
        <w:tc>
          <w:tcPr>
            <w:tcW w:w="0" w:type="auto"/>
          </w:tcPr>
          <w:p w14:paraId="66583B02" w14:textId="77777777" w:rsidR="00CA596E" w:rsidRDefault="00CA596E" w:rsidP="00EA296F">
            <w:r>
              <w:t>109</w:t>
            </w:r>
          </w:p>
        </w:tc>
        <w:tc>
          <w:tcPr>
            <w:tcW w:w="0" w:type="auto"/>
          </w:tcPr>
          <w:p w14:paraId="61DCAA9E" w14:textId="5CFE647A" w:rsidR="00CA596E" w:rsidRDefault="00CA596E" w:rsidP="00EA296F">
            <w:r>
              <w:t>Meitnerium</w:t>
            </w:r>
          </w:p>
        </w:tc>
        <w:tc>
          <w:tcPr>
            <w:tcW w:w="0" w:type="auto"/>
          </w:tcPr>
          <w:p w14:paraId="698A6901" w14:textId="77777777" w:rsidR="00CA596E" w:rsidRDefault="00CA596E" w:rsidP="00EA296F">
            <w:r>
              <w:t>Mt</w:t>
            </w:r>
          </w:p>
        </w:tc>
        <w:tc>
          <w:tcPr>
            <w:tcW w:w="0" w:type="auto"/>
          </w:tcPr>
          <w:p w14:paraId="7DEB43FF" w14:textId="77777777" w:rsidR="00CA596E" w:rsidRDefault="00CA596E" w:rsidP="00EA296F">
            <w:r>
              <w:t>278*</w:t>
            </w:r>
          </w:p>
        </w:tc>
        <w:tc>
          <w:tcPr>
            <w:tcW w:w="0" w:type="auto"/>
          </w:tcPr>
          <w:p w14:paraId="459C7869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1EC427D7" w14:textId="77777777" w:rsidR="00CA596E" w:rsidRDefault="00CA596E" w:rsidP="00EA296F">
            <w:r>
              <w:t>9</w:t>
            </w:r>
          </w:p>
        </w:tc>
        <w:tc>
          <w:tcPr>
            <w:tcW w:w="0" w:type="auto"/>
          </w:tcPr>
          <w:p w14:paraId="663938D2" w14:textId="77777777" w:rsidR="00CA596E" w:rsidRDefault="00CA596E" w:rsidP="00EA296F">
            <w:r>
              <w:t>7</w:t>
            </w:r>
          </w:p>
        </w:tc>
      </w:tr>
      <w:tr w:rsidR="00CA596E" w:rsidRPr="0031298E" w14:paraId="193A28E6" w14:textId="77777777" w:rsidTr="00A90498">
        <w:tc>
          <w:tcPr>
            <w:tcW w:w="0" w:type="auto"/>
          </w:tcPr>
          <w:p w14:paraId="5C3150E5" w14:textId="77777777" w:rsidR="00CA596E" w:rsidRDefault="00CA596E" w:rsidP="00EA296F">
            <w:r>
              <w:t>110</w:t>
            </w:r>
          </w:p>
        </w:tc>
        <w:tc>
          <w:tcPr>
            <w:tcW w:w="0" w:type="auto"/>
          </w:tcPr>
          <w:p w14:paraId="6AF9412C" w14:textId="77777777" w:rsidR="00CA596E" w:rsidRDefault="00CA596E" w:rsidP="00EA296F">
            <w:r>
              <w:t>Darmstadtium</w:t>
            </w:r>
          </w:p>
        </w:tc>
        <w:tc>
          <w:tcPr>
            <w:tcW w:w="0" w:type="auto"/>
          </w:tcPr>
          <w:p w14:paraId="774628F8" w14:textId="77777777" w:rsidR="00CA596E" w:rsidRDefault="00CA596E" w:rsidP="00EA296F">
            <w:r>
              <w:t>Ds</w:t>
            </w:r>
          </w:p>
        </w:tc>
        <w:tc>
          <w:tcPr>
            <w:tcW w:w="0" w:type="auto"/>
          </w:tcPr>
          <w:p w14:paraId="599EB930" w14:textId="77777777" w:rsidR="00CA596E" w:rsidRDefault="00CA596E" w:rsidP="00EA296F">
            <w:r>
              <w:t>281*</w:t>
            </w:r>
          </w:p>
        </w:tc>
        <w:tc>
          <w:tcPr>
            <w:tcW w:w="0" w:type="auto"/>
          </w:tcPr>
          <w:p w14:paraId="39335375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0115945D" w14:textId="77777777" w:rsidR="00CA596E" w:rsidRDefault="00CA596E" w:rsidP="00EA296F">
            <w:r>
              <w:t>10</w:t>
            </w:r>
          </w:p>
        </w:tc>
        <w:tc>
          <w:tcPr>
            <w:tcW w:w="0" w:type="auto"/>
          </w:tcPr>
          <w:p w14:paraId="33E953A1" w14:textId="77777777" w:rsidR="00CA596E" w:rsidRDefault="00CA596E" w:rsidP="00EA296F">
            <w:r>
              <w:t>7</w:t>
            </w:r>
          </w:p>
        </w:tc>
      </w:tr>
      <w:tr w:rsidR="00CA596E" w:rsidRPr="0031298E" w14:paraId="54465213" w14:textId="77777777" w:rsidTr="00A90498">
        <w:tc>
          <w:tcPr>
            <w:tcW w:w="0" w:type="auto"/>
          </w:tcPr>
          <w:p w14:paraId="673FC3A0" w14:textId="77777777" w:rsidR="00CA596E" w:rsidRDefault="00CA596E" w:rsidP="00EA296F">
            <w:r>
              <w:t>111</w:t>
            </w:r>
          </w:p>
        </w:tc>
        <w:tc>
          <w:tcPr>
            <w:tcW w:w="0" w:type="auto"/>
          </w:tcPr>
          <w:p w14:paraId="1440BEEF" w14:textId="1554593A" w:rsidR="00CA596E" w:rsidRDefault="00CA596E" w:rsidP="00EA296F">
            <w:r>
              <w:t>R</w:t>
            </w:r>
            <w:r w:rsidR="008F5E38">
              <w:t>ö</w:t>
            </w:r>
            <w:r>
              <w:t>ntgenium</w:t>
            </w:r>
          </w:p>
        </w:tc>
        <w:tc>
          <w:tcPr>
            <w:tcW w:w="0" w:type="auto"/>
          </w:tcPr>
          <w:p w14:paraId="12E9A4E7" w14:textId="77777777" w:rsidR="00CA596E" w:rsidRDefault="00CA596E" w:rsidP="00EA296F">
            <w:r>
              <w:t>Rg</w:t>
            </w:r>
          </w:p>
        </w:tc>
        <w:tc>
          <w:tcPr>
            <w:tcW w:w="0" w:type="auto"/>
          </w:tcPr>
          <w:p w14:paraId="2867EFBC" w14:textId="77777777" w:rsidR="00CA596E" w:rsidRDefault="00CA596E" w:rsidP="00EA296F">
            <w:r>
              <w:t>281*</w:t>
            </w:r>
          </w:p>
        </w:tc>
        <w:tc>
          <w:tcPr>
            <w:tcW w:w="0" w:type="auto"/>
          </w:tcPr>
          <w:p w14:paraId="3664D384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55134F16" w14:textId="77777777" w:rsidR="00CA596E" w:rsidRDefault="00CA596E" w:rsidP="00EA296F">
            <w:r>
              <w:t>11</w:t>
            </w:r>
          </w:p>
        </w:tc>
        <w:tc>
          <w:tcPr>
            <w:tcW w:w="0" w:type="auto"/>
          </w:tcPr>
          <w:p w14:paraId="60CDDA8E" w14:textId="77777777" w:rsidR="00CA596E" w:rsidRDefault="00CA596E" w:rsidP="00EA296F">
            <w:r>
              <w:t>7</w:t>
            </w:r>
          </w:p>
        </w:tc>
      </w:tr>
      <w:tr w:rsidR="00CA596E" w:rsidRPr="0031298E" w14:paraId="42060B9D" w14:textId="77777777" w:rsidTr="00A90498">
        <w:tc>
          <w:tcPr>
            <w:tcW w:w="0" w:type="auto"/>
          </w:tcPr>
          <w:p w14:paraId="28C79099" w14:textId="77777777" w:rsidR="00CA596E" w:rsidRDefault="00CA596E" w:rsidP="00EA296F">
            <w:r>
              <w:t>112</w:t>
            </w:r>
          </w:p>
        </w:tc>
        <w:tc>
          <w:tcPr>
            <w:tcW w:w="0" w:type="auto"/>
          </w:tcPr>
          <w:p w14:paraId="0B03146D" w14:textId="77777777" w:rsidR="00CA596E" w:rsidRDefault="00CA596E" w:rsidP="00EA296F">
            <w:r>
              <w:t>Copernicum</w:t>
            </w:r>
          </w:p>
        </w:tc>
        <w:tc>
          <w:tcPr>
            <w:tcW w:w="0" w:type="auto"/>
          </w:tcPr>
          <w:p w14:paraId="10336115" w14:textId="77777777" w:rsidR="00CA596E" w:rsidRDefault="00CA596E" w:rsidP="00EA296F">
            <w:r>
              <w:t>Cn</w:t>
            </w:r>
          </w:p>
        </w:tc>
        <w:tc>
          <w:tcPr>
            <w:tcW w:w="0" w:type="auto"/>
          </w:tcPr>
          <w:p w14:paraId="1E20210C" w14:textId="77777777" w:rsidR="00CA596E" w:rsidRDefault="00CA596E" w:rsidP="00EA296F">
            <w:r>
              <w:t>285*</w:t>
            </w:r>
          </w:p>
        </w:tc>
        <w:tc>
          <w:tcPr>
            <w:tcW w:w="0" w:type="auto"/>
          </w:tcPr>
          <w:p w14:paraId="51A08899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16A53B1D" w14:textId="77777777" w:rsidR="00CA596E" w:rsidRDefault="00CA596E" w:rsidP="00EA296F">
            <w:r>
              <w:t>12</w:t>
            </w:r>
          </w:p>
        </w:tc>
        <w:tc>
          <w:tcPr>
            <w:tcW w:w="0" w:type="auto"/>
          </w:tcPr>
          <w:p w14:paraId="5BD97FBB" w14:textId="77777777" w:rsidR="00CA596E" w:rsidRDefault="00CA596E" w:rsidP="00EA296F">
            <w:r>
              <w:t>7</w:t>
            </w:r>
          </w:p>
        </w:tc>
      </w:tr>
      <w:tr w:rsidR="00CA596E" w:rsidRPr="0031298E" w14:paraId="7A37C212" w14:textId="77777777" w:rsidTr="00A90498">
        <w:tc>
          <w:tcPr>
            <w:tcW w:w="0" w:type="auto"/>
          </w:tcPr>
          <w:p w14:paraId="7CF86856" w14:textId="77777777" w:rsidR="00CA596E" w:rsidRDefault="00CA596E" w:rsidP="00EA296F">
            <w:r>
              <w:t>113</w:t>
            </w:r>
          </w:p>
        </w:tc>
        <w:tc>
          <w:tcPr>
            <w:tcW w:w="0" w:type="auto"/>
          </w:tcPr>
          <w:p w14:paraId="60C7B76E" w14:textId="5FEFB7AC" w:rsidR="00CA596E" w:rsidRDefault="00CA596E" w:rsidP="00EA296F">
            <w:r>
              <w:t>Nihonium</w:t>
            </w:r>
          </w:p>
        </w:tc>
        <w:tc>
          <w:tcPr>
            <w:tcW w:w="0" w:type="auto"/>
          </w:tcPr>
          <w:p w14:paraId="68D4F177" w14:textId="77777777" w:rsidR="00CA596E" w:rsidRDefault="00CA596E" w:rsidP="00EA296F">
            <w:r>
              <w:t>Nh</w:t>
            </w:r>
          </w:p>
        </w:tc>
        <w:tc>
          <w:tcPr>
            <w:tcW w:w="0" w:type="auto"/>
          </w:tcPr>
          <w:p w14:paraId="4C4061C2" w14:textId="77777777" w:rsidR="00CA596E" w:rsidRDefault="00CA596E" w:rsidP="00EA296F">
            <w:r>
              <w:t>286*</w:t>
            </w:r>
          </w:p>
        </w:tc>
        <w:tc>
          <w:tcPr>
            <w:tcW w:w="0" w:type="auto"/>
          </w:tcPr>
          <w:p w14:paraId="5CF32F29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78651002" w14:textId="77777777" w:rsidR="00CA596E" w:rsidRDefault="00CA596E" w:rsidP="00EA296F">
            <w:r>
              <w:t>13</w:t>
            </w:r>
          </w:p>
        </w:tc>
        <w:tc>
          <w:tcPr>
            <w:tcW w:w="0" w:type="auto"/>
          </w:tcPr>
          <w:p w14:paraId="58240DF1" w14:textId="77777777" w:rsidR="00CA596E" w:rsidRDefault="00CA596E" w:rsidP="00EA296F">
            <w:r>
              <w:t>7</w:t>
            </w:r>
          </w:p>
        </w:tc>
      </w:tr>
      <w:tr w:rsidR="00CA596E" w:rsidRPr="0031298E" w14:paraId="22794BC9" w14:textId="77777777" w:rsidTr="00A90498">
        <w:tc>
          <w:tcPr>
            <w:tcW w:w="0" w:type="auto"/>
          </w:tcPr>
          <w:p w14:paraId="481D1F7B" w14:textId="77777777" w:rsidR="00CA596E" w:rsidRDefault="00CA596E" w:rsidP="00EA296F">
            <w:r>
              <w:t>114</w:t>
            </w:r>
          </w:p>
        </w:tc>
        <w:tc>
          <w:tcPr>
            <w:tcW w:w="0" w:type="auto"/>
          </w:tcPr>
          <w:p w14:paraId="204D7DBD" w14:textId="77777777" w:rsidR="00CA596E" w:rsidRDefault="00CA596E" w:rsidP="00EA296F">
            <w:r>
              <w:t>Flerovium</w:t>
            </w:r>
          </w:p>
        </w:tc>
        <w:tc>
          <w:tcPr>
            <w:tcW w:w="0" w:type="auto"/>
          </w:tcPr>
          <w:p w14:paraId="57DD7D25" w14:textId="77777777" w:rsidR="00CA596E" w:rsidRDefault="00CA596E" w:rsidP="00EA296F">
            <w:r>
              <w:t>Fl</w:t>
            </w:r>
          </w:p>
        </w:tc>
        <w:tc>
          <w:tcPr>
            <w:tcW w:w="0" w:type="auto"/>
          </w:tcPr>
          <w:p w14:paraId="6716EB33" w14:textId="77777777" w:rsidR="00CA596E" w:rsidRDefault="00CA596E" w:rsidP="00EA296F">
            <w:r>
              <w:t>289*</w:t>
            </w:r>
          </w:p>
        </w:tc>
        <w:tc>
          <w:tcPr>
            <w:tcW w:w="0" w:type="auto"/>
          </w:tcPr>
          <w:p w14:paraId="7549FFE8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32EB5534" w14:textId="77777777" w:rsidR="00CA596E" w:rsidRDefault="00CA596E" w:rsidP="00EA296F">
            <w:r>
              <w:t>14</w:t>
            </w:r>
          </w:p>
        </w:tc>
        <w:tc>
          <w:tcPr>
            <w:tcW w:w="0" w:type="auto"/>
          </w:tcPr>
          <w:p w14:paraId="0930715A" w14:textId="77777777" w:rsidR="00CA596E" w:rsidRDefault="00CA596E" w:rsidP="00EA296F">
            <w:r>
              <w:t>7</w:t>
            </w:r>
          </w:p>
        </w:tc>
      </w:tr>
      <w:tr w:rsidR="00CA596E" w:rsidRPr="0031298E" w14:paraId="7D3CD18F" w14:textId="77777777" w:rsidTr="00A90498">
        <w:tc>
          <w:tcPr>
            <w:tcW w:w="0" w:type="auto"/>
          </w:tcPr>
          <w:p w14:paraId="225D1971" w14:textId="77777777" w:rsidR="00CA596E" w:rsidRDefault="00CA596E" w:rsidP="00EA296F">
            <w:r>
              <w:t>115</w:t>
            </w:r>
          </w:p>
        </w:tc>
        <w:tc>
          <w:tcPr>
            <w:tcW w:w="0" w:type="auto"/>
          </w:tcPr>
          <w:p w14:paraId="68A5B919" w14:textId="77777777" w:rsidR="00CA596E" w:rsidRDefault="00CA596E" w:rsidP="00EA296F">
            <w:r>
              <w:t>Moscovium</w:t>
            </w:r>
          </w:p>
        </w:tc>
        <w:tc>
          <w:tcPr>
            <w:tcW w:w="0" w:type="auto"/>
          </w:tcPr>
          <w:p w14:paraId="38BAE500" w14:textId="77777777" w:rsidR="00CA596E" w:rsidRDefault="00CA596E" w:rsidP="00EA296F">
            <w:r>
              <w:t>Mc</w:t>
            </w:r>
          </w:p>
        </w:tc>
        <w:tc>
          <w:tcPr>
            <w:tcW w:w="0" w:type="auto"/>
          </w:tcPr>
          <w:p w14:paraId="74F00092" w14:textId="77777777" w:rsidR="00CA596E" w:rsidRDefault="00CA596E" w:rsidP="00EA296F">
            <w:r>
              <w:t>289*</w:t>
            </w:r>
          </w:p>
        </w:tc>
        <w:tc>
          <w:tcPr>
            <w:tcW w:w="0" w:type="auto"/>
          </w:tcPr>
          <w:p w14:paraId="3652DD7F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24081FBD" w14:textId="77777777" w:rsidR="00CA596E" w:rsidRDefault="00CA596E" w:rsidP="00EA296F">
            <w:r>
              <w:t>15</w:t>
            </w:r>
          </w:p>
        </w:tc>
        <w:tc>
          <w:tcPr>
            <w:tcW w:w="0" w:type="auto"/>
          </w:tcPr>
          <w:p w14:paraId="66B65DE4" w14:textId="77777777" w:rsidR="00CA596E" w:rsidRDefault="00CA596E" w:rsidP="00EA296F">
            <w:r>
              <w:t>7</w:t>
            </w:r>
          </w:p>
        </w:tc>
      </w:tr>
      <w:tr w:rsidR="00CA596E" w:rsidRPr="0031298E" w14:paraId="2097E30B" w14:textId="77777777" w:rsidTr="00A90498">
        <w:tc>
          <w:tcPr>
            <w:tcW w:w="0" w:type="auto"/>
          </w:tcPr>
          <w:p w14:paraId="21406412" w14:textId="77777777" w:rsidR="00CA596E" w:rsidRDefault="00CA596E" w:rsidP="00EA296F">
            <w:r>
              <w:t>116</w:t>
            </w:r>
          </w:p>
        </w:tc>
        <w:tc>
          <w:tcPr>
            <w:tcW w:w="0" w:type="auto"/>
          </w:tcPr>
          <w:p w14:paraId="3E4BC99A" w14:textId="77777777" w:rsidR="00CA596E" w:rsidRDefault="00CA596E" w:rsidP="00EA296F">
            <w:r>
              <w:t>Livermorium</w:t>
            </w:r>
          </w:p>
        </w:tc>
        <w:tc>
          <w:tcPr>
            <w:tcW w:w="0" w:type="auto"/>
          </w:tcPr>
          <w:p w14:paraId="7C81E239" w14:textId="77777777" w:rsidR="00CA596E" w:rsidRDefault="00CA596E" w:rsidP="00EA296F">
            <w:r>
              <w:t>Lv</w:t>
            </w:r>
          </w:p>
        </w:tc>
        <w:tc>
          <w:tcPr>
            <w:tcW w:w="0" w:type="auto"/>
          </w:tcPr>
          <w:p w14:paraId="1DD09746" w14:textId="77777777" w:rsidR="00CA596E" w:rsidRDefault="00CA596E" w:rsidP="00EA296F">
            <w:r>
              <w:t>293*</w:t>
            </w:r>
          </w:p>
        </w:tc>
        <w:tc>
          <w:tcPr>
            <w:tcW w:w="0" w:type="auto"/>
          </w:tcPr>
          <w:p w14:paraId="664827ED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7930A495" w14:textId="77777777" w:rsidR="00CA596E" w:rsidRDefault="00CA596E" w:rsidP="00EA296F">
            <w:r>
              <w:t>16</w:t>
            </w:r>
          </w:p>
        </w:tc>
        <w:tc>
          <w:tcPr>
            <w:tcW w:w="0" w:type="auto"/>
          </w:tcPr>
          <w:p w14:paraId="5A26E123" w14:textId="77777777" w:rsidR="00CA596E" w:rsidRDefault="00CA596E" w:rsidP="00EA296F">
            <w:r>
              <w:t>7</w:t>
            </w:r>
          </w:p>
        </w:tc>
      </w:tr>
      <w:tr w:rsidR="00CA596E" w:rsidRPr="0031298E" w14:paraId="63CDB93E" w14:textId="77777777" w:rsidTr="00A90498">
        <w:tc>
          <w:tcPr>
            <w:tcW w:w="0" w:type="auto"/>
          </w:tcPr>
          <w:p w14:paraId="7DEDE2FA" w14:textId="77777777" w:rsidR="00CA596E" w:rsidRDefault="00CA596E" w:rsidP="00EA296F">
            <w:r>
              <w:t>117</w:t>
            </w:r>
          </w:p>
        </w:tc>
        <w:tc>
          <w:tcPr>
            <w:tcW w:w="0" w:type="auto"/>
          </w:tcPr>
          <w:p w14:paraId="2A2983B0" w14:textId="51B902F4" w:rsidR="00CA596E" w:rsidRDefault="00CA596E" w:rsidP="00EA296F">
            <w:r>
              <w:t>Ten</w:t>
            </w:r>
            <w:r w:rsidR="00C1587C">
              <w:t>n</w:t>
            </w:r>
            <w:r>
              <w:t>ess</w:t>
            </w:r>
          </w:p>
        </w:tc>
        <w:tc>
          <w:tcPr>
            <w:tcW w:w="0" w:type="auto"/>
          </w:tcPr>
          <w:p w14:paraId="15ADBBF3" w14:textId="77777777" w:rsidR="00CA596E" w:rsidRDefault="00CA596E" w:rsidP="00EA296F">
            <w:r>
              <w:t>Ts</w:t>
            </w:r>
          </w:p>
        </w:tc>
        <w:tc>
          <w:tcPr>
            <w:tcW w:w="0" w:type="auto"/>
          </w:tcPr>
          <w:p w14:paraId="451017EB" w14:textId="77777777" w:rsidR="00CA596E" w:rsidRDefault="00CA596E" w:rsidP="00EA296F">
            <w:r>
              <w:t>294*</w:t>
            </w:r>
          </w:p>
        </w:tc>
        <w:tc>
          <w:tcPr>
            <w:tcW w:w="0" w:type="auto"/>
          </w:tcPr>
          <w:p w14:paraId="15726685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60D3AF1E" w14:textId="77777777" w:rsidR="00CA596E" w:rsidRDefault="00CA596E" w:rsidP="00EA296F">
            <w:r>
              <w:t>17</w:t>
            </w:r>
          </w:p>
        </w:tc>
        <w:tc>
          <w:tcPr>
            <w:tcW w:w="0" w:type="auto"/>
          </w:tcPr>
          <w:p w14:paraId="33F1F195" w14:textId="77777777" w:rsidR="00CA596E" w:rsidRDefault="00CA596E" w:rsidP="00EA296F">
            <w:r>
              <w:t>7</w:t>
            </w:r>
          </w:p>
        </w:tc>
      </w:tr>
      <w:tr w:rsidR="00CA596E" w:rsidRPr="0031298E" w14:paraId="200DF50C" w14:textId="77777777" w:rsidTr="00A90498">
        <w:tc>
          <w:tcPr>
            <w:tcW w:w="0" w:type="auto"/>
          </w:tcPr>
          <w:p w14:paraId="664870BD" w14:textId="77777777" w:rsidR="00CA596E" w:rsidRDefault="00CA596E" w:rsidP="00EA296F">
            <w:r>
              <w:t>118</w:t>
            </w:r>
          </w:p>
        </w:tc>
        <w:tc>
          <w:tcPr>
            <w:tcW w:w="0" w:type="auto"/>
          </w:tcPr>
          <w:p w14:paraId="0419EE1C" w14:textId="77777777" w:rsidR="00CA596E" w:rsidRDefault="00CA596E" w:rsidP="00EA296F">
            <w:r>
              <w:t>Oganesson</w:t>
            </w:r>
          </w:p>
        </w:tc>
        <w:tc>
          <w:tcPr>
            <w:tcW w:w="0" w:type="auto"/>
          </w:tcPr>
          <w:p w14:paraId="71D06DC7" w14:textId="77777777" w:rsidR="00CA596E" w:rsidRDefault="00CA596E" w:rsidP="00EA296F">
            <w:r>
              <w:t>Og</w:t>
            </w:r>
          </w:p>
        </w:tc>
        <w:tc>
          <w:tcPr>
            <w:tcW w:w="0" w:type="auto"/>
          </w:tcPr>
          <w:p w14:paraId="641061AE" w14:textId="77777777" w:rsidR="00CA596E" w:rsidRDefault="00CA596E" w:rsidP="00EA296F">
            <w:r>
              <w:t>294*</w:t>
            </w:r>
          </w:p>
        </w:tc>
        <w:tc>
          <w:tcPr>
            <w:tcW w:w="0" w:type="auto"/>
          </w:tcPr>
          <w:p w14:paraId="638029C0" w14:textId="77777777" w:rsidR="00CA596E" w:rsidRPr="00F12D2A" w:rsidRDefault="00CA596E" w:rsidP="00EA296F">
            <w:r w:rsidRPr="00F12D2A">
              <w:t>--</w:t>
            </w:r>
          </w:p>
        </w:tc>
        <w:tc>
          <w:tcPr>
            <w:tcW w:w="0" w:type="auto"/>
          </w:tcPr>
          <w:p w14:paraId="46CE86E9" w14:textId="77777777" w:rsidR="00CA596E" w:rsidRDefault="00CA596E" w:rsidP="00EA296F">
            <w:r>
              <w:t>18</w:t>
            </w:r>
          </w:p>
        </w:tc>
        <w:tc>
          <w:tcPr>
            <w:tcW w:w="0" w:type="auto"/>
          </w:tcPr>
          <w:p w14:paraId="7C1A8284" w14:textId="77777777" w:rsidR="00CA596E" w:rsidRDefault="00CA596E" w:rsidP="00EA296F">
            <w:r>
              <w:t>7</w:t>
            </w:r>
          </w:p>
        </w:tc>
      </w:tr>
    </w:tbl>
    <w:p w14:paraId="527E80D6" w14:textId="77777777" w:rsidR="00CA596E" w:rsidRDefault="00CA596E" w:rsidP="00CA596E">
      <w:r>
        <w:t>&lt;/Tabelle&gt;</w:t>
      </w:r>
    </w:p>
    <w:p w14:paraId="5A21636A" w14:textId="77777777" w:rsidR="00CA596E" w:rsidRDefault="00CA596E" w:rsidP="00CA596E"/>
    <w:p w14:paraId="4DEFB2E6" w14:textId="77777777" w:rsidR="00CA596E" w:rsidRDefault="00CA596E" w:rsidP="00CA596E">
      <w:pPr>
        <w:pStyle w:val="berschrift4"/>
      </w:pPr>
      <w:r>
        <w:t>Lanthanoide:</w:t>
      </w:r>
    </w:p>
    <w:p w14:paraId="7FAEEFC7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1928"/>
        <w:gridCol w:w="680"/>
        <w:gridCol w:w="1707"/>
        <w:gridCol w:w="674"/>
        <w:gridCol w:w="1260"/>
      </w:tblGrid>
      <w:tr w:rsidR="00CA596E" w:rsidRPr="0031298E" w14:paraId="6B7532AA" w14:textId="77777777" w:rsidTr="00A90498">
        <w:tc>
          <w:tcPr>
            <w:tcW w:w="0" w:type="auto"/>
          </w:tcPr>
          <w:p w14:paraId="75319768" w14:textId="77777777" w:rsidR="00CA596E" w:rsidRDefault="00CA596E" w:rsidP="00EA296F">
            <w:r w:rsidRPr="0031298E">
              <w:t>OZ</w:t>
            </w:r>
          </w:p>
        </w:tc>
        <w:tc>
          <w:tcPr>
            <w:tcW w:w="0" w:type="auto"/>
          </w:tcPr>
          <w:p w14:paraId="0A8A6333" w14:textId="77777777" w:rsidR="00CA596E" w:rsidRDefault="00CA596E" w:rsidP="00EA296F">
            <w:r w:rsidRPr="0031298E">
              <w:t>Name</w:t>
            </w:r>
          </w:p>
        </w:tc>
        <w:tc>
          <w:tcPr>
            <w:tcW w:w="0" w:type="auto"/>
          </w:tcPr>
          <w:p w14:paraId="7A0C5D16" w14:textId="77777777" w:rsidR="00CA596E" w:rsidRDefault="00CA596E" w:rsidP="00EA296F">
            <w:r w:rsidRPr="0031298E">
              <w:t>ES</w:t>
            </w:r>
          </w:p>
        </w:tc>
        <w:tc>
          <w:tcPr>
            <w:tcW w:w="0" w:type="auto"/>
          </w:tcPr>
          <w:p w14:paraId="475C12B9" w14:textId="77777777" w:rsidR="00CA596E" w:rsidRDefault="00CA596E" w:rsidP="00EA296F">
            <w:r w:rsidRPr="0031298E">
              <w:t>M</w:t>
            </w:r>
            <w:r>
              <w:t>asse in u</w:t>
            </w:r>
          </w:p>
        </w:tc>
        <w:tc>
          <w:tcPr>
            <w:tcW w:w="0" w:type="auto"/>
          </w:tcPr>
          <w:p w14:paraId="32471541" w14:textId="77777777" w:rsidR="00CA596E" w:rsidRDefault="00CA596E" w:rsidP="00EA296F">
            <w:r>
              <w:t>eN</w:t>
            </w:r>
          </w:p>
        </w:tc>
        <w:tc>
          <w:tcPr>
            <w:tcW w:w="0" w:type="auto"/>
          </w:tcPr>
          <w:p w14:paraId="6C07347B" w14:textId="77777777" w:rsidR="00CA596E" w:rsidRDefault="00CA596E" w:rsidP="00EA296F">
            <w:r>
              <w:t>Periode</w:t>
            </w:r>
          </w:p>
        </w:tc>
      </w:tr>
      <w:tr w:rsidR="00CA596E" w:rsidRPr="0031298E" w14:paraId="4913DEEA" w14:textId="77777777" w:rsidTr="00A90498">
        <w:tc>
          <w:tcPr>
            <w:tcW w:w="0" w:type="auto"/>
          </w:tcPr>
          <w:p w14:paraId="0A2597D3" w14:textId="77777777" w:rsidR="00CA596E" w:rsidRDefault="00CA596E" w:rsidP="00EA296F">
            <w:r>
              <w:t>58</w:t>
            </w:r>
          </w:p>
        </w:tc>
        <w:tc>
          <w:tcPr>
            <w:tcW w:w="0" w:type="auto"/>
          </w:tcPr>
          <w:p w14:paraId="5F3E3B10" w14:textId="77777777" w:rsidR="00CA596E" w:rsidRDefault="00CA596E" w:rsidP="00EA296F">
            <w:r>
              <w:t>Cer</w:t>
            </w:r>
          </w:p>
        </w:tc>
        <w:tc>
          <w:tcPr>
            <w:tcW w:w="0" w:type="auto"/>
          </w:tcPr>
          <w:p w14:paraId="716CC49A" w14:textId="77777777" w:rsidR="00CA596E" w:rsidRDefault="00CA596E" w:rsidP="00EA296F">
            <w:r>
              <w:t>Ce</w:t>
            </w:r>
          </w:p>
        </w:tc>
        <w:tc>
          <w:tcPr>
            <w:tcW w:w="0" w:type="auto"/>
          </w:tcPr>
          <w:p w14:paraId="74BF4872" w14:textId="77777777" w:rsidR="00CA596E" w:rsidRDefault="00CA596E" w:rsidP="00EA296F">
            <w:r>
              <w:t>140,116</w:t>
            </w:r>
          </w:p>
        </w:tc>
        <w:tc>
          <w:tcPr>
            <w:tcW w:w="0" w:type="auto"/>
          </w:tcPr>
          <w:p w14:paraId="694B2B08" w14:textId="77777777" w:rsidR="00CA596E" w:rsidRDefault="00CA596E" w:rsidP="00EA296F">
            <w:r>
              <w:t>1,1</w:t>
            </w:r>
          </w:p>
        </w:tc>
        <w:tc>
          <w:tcPr>
            <w:tcW w:w="0" w:type="auto"/>
          </w:tcPr>
          <w:p w14:paraId="03BEC839" w14:textId="77777777" w:rsidR="00CA596E" w:rsidRDefault="00CA596E" w:rsidP="00EA296F">
            <w:r>
              <w:t>6</w:t>
            </w:r>
          </w:p>
        </w:tc>
      </w:tr>
      <w:tr w:rsidR="00CA596E" w:rsidRPr="0031298E" w14:paraId="06B6DE81" w14:textId="77777777" w:rsidTr="00A90498">
        <w:tc>
          <w:tcPr>
            <w:tcW w:w="0" w:type="auto"/>
          </w:tcPr>
          <w:p w14:paraId="1A5B974B" w14:textId="77777777" w:rsidR="00CA596E" w:rsidRDefault="00CA596E" w:rsidP="00EA296F">
            <w:r>
              <w:t>59</w:t>
            </w:r>
          </w:p>
        </w:tc>
        <w:tc>
          <w:tcPr>
            <w:tcW w:w="0" w:type="auto"/>
          </w:tcPr>
          <w:p w14:paraId="46C7DB62" w14:textId="77777777" w:rsidR="00CA596E" w:rsidRDefault="00CA596E" w:rsidP="00EA296F">
            <w:r>
              <w:t>Praseodym</w:t>
            </w:r>
          </w:p>
        </w:tc>
        <w:tc>
          <w:tcPr>
            <w:tcW w:w="0" w:type="auto"/>
          </w:tcPr>
          <w:p w14:paraId="7C380ED9" w14:textId="77777777" w:rsidR="00CA596E" w:rsidRDefault="00CA596E" w:rsidP="00EA296F">
            <w:r>
              <w:t>Pr</w:t>
            </w:r>
          </w:p>
        </w:tc>
        <w:tc>
          <w:tcPr>
            <w:tcW w:w="0" w:type="auto"/>
          </w:tcPr>
          <w:p w14:paraId="0D9E8948" w14:textId="77777777" w:rsidR="00CA596E" w:rsidRDefault="00CA596E" w:rsidP="00EA296F">
            <w:r>
              <w:t>140,908</w:t>
            </w:r>
          </w:p>
        </w:tc>
        <w:tc>
          <w:tcPr>
            <w:tcW w:w="0" w:type="auto"/>
          </w:tcPr>
          <w:p w14:paraId="160538BF" w14:textId="77777777" w:rsidR="00CA596E" w:rsidRDefault="00CA596E" w:rsidP="00EA296F">
            <w:r>
              <w:t>1,1</w:t>
            </w:r>
          </w:p>
        </w:tc>
        <w:tc>
          <w:tcPr>
            <w:tcW w:w="0" w:type="auto"/>
          </w:tcPr>
          <w:p w14:paraId="615EA398" w14:textId="77777777" w:rsidR="00CA596E" w:rsidRDefault="00CA596E" w:rsidP="00EA296F">
            <w:r>
              <w:t>6</w:t>
            </w:r>
          </w:p>
        </w:tc>
      </w:tr>
      <w:tr w:rsidR="00CA596E" w:rsidRPr="0031298E" w14:paraId="79609F05" w14:textId="77777777" w:rsidTr="00A90498">
        <w:tc>
          <w:tcPr>
            <w:tcW w:w="0" w:type="auto"/>
          </w:tcPr>
          <w:p w14:paraId="3082BE00" w14:textId="77777777" w:rsidR="00CA596E" w:rsidRDefault="00CA596E" w:rsidP="00EA296F">
            <w:r>
              <w:lastRenderedPageBreak/>
              <w:t>60</w:t>
            </w:r>
          </w:p>
        </w:tc>
        <w:tc>
          <w:tcPr>
            <w:tcW w:w="0" w:type="auto"/>
          </w:tcPr>
          <w:p w14:paraId="22BFD640" w14:textId="77777777" w:rsidR="00CA596E" w:rsidRDefault="00CA596E" w:rsidP="00EA296F">
            <w:r>
              <w:t>Neodym</w:t>
            </w:r>
          </w:p>
        </w:tc>
        <w:tc>
          <w:tcPr>
            <w:tcW w:w="0" w:type="auto"/>
          </w:tcPr>
          <w:p w14:paraId="348B1D55" w14:textId="77777777" w:rsidR="00CA596E" w:rsidRDefault="00CA596E" w:rsidP="00EA296F">
            <w:r>
              <w:t>Nd</w:t>
            </w:r>
          </w:p>
        </w:tc>
        <w:tc>
          <w:tcPr>
            <w:tcW w:w="0" w:type="auto"/>
          </w:tcPr>
          <w:p w14:paraId="57F115AD" w14:textId="77777777" w:rsidR="00CA596E" w:rsidRDefault="00CA596E" w:rsidP="00EA296F">
            <w:r>
              <w:t>144,242</w:t>
            </w:r>
          </w:p>
        </w:tc>
        <w:tc>
          <w:tcPr>
            <w:tcW w:w="0" w:type="auto"/>
          </w:tcPr>
          <w:p w14:paraId="56D978D8" w14:textId="77777777" w:rsidR="00CA596E" w:rsidRDefault="00CA596E" w:rsidP="00EA296F">
            <w:r>
              <w:t>1,1</w:t>
            </w:r>
          </w:p>
        </w:tc>
        <w:tc>
          <w:tcPr>
            <w:tcW w:w="0" w:type="auto"/>
          </w:tcPr>
          <w:p w14:paraId="6FFDDEFE" w14:textId="77777777" w:rsidR="00CA596E" w:rsidRDefault="00CA596E" w:rsidP="00EA296F">
            <w:r>
              <w:t>6</w:t>
            </w:r>
          </w:p>
        </w:tc>
      </w:tr>
      <w:tr w:rsidR="00CA596E" w:rsidRPr="0031298E" w14:paraId="669421B2" w14:textId="77777777" w:rsidTr="00A90498">
        <w:tc>
          <w:tcPr>
            <w:tcW w:w="0" w:type="auto"/>
          </w:tcPr>
          <w:p w14:paraId="0AC180A0" w14:textId="77777777" w:rsidR="00CA596E" w:rsidRDefault="00CA596E" w:rsidP="00EA296F">
            <w:r>
              <w:t>61</w:t>
            </w:r>
          </w:p>
        </w:tc>
        <w:tc>
          <w:tcPr>
            <w:tcW w:w="0" w:type="auto"/>
          </w:tcPr>
          <w:p w14:paraId="3C702CB4" w14:textId="77777777" w:rsidR="00CA596E" w:rsidRDefault="00CA596E" w:rsidP="00EA296F">
            <w:r>
              <w:t>Promethium</w:t>
            </w:r>
          </w:p>
        </w:tc>
        <w:tc>
          <w:tcPr>
            <w:tcW w:w="0" w:type="auto"/>
          </w:tcPr>
          <w:p w14:paraId="366FC02C" w14:textId="77777777" w:rsidR="00CA596E" w:rsidRDefault="00CA596E" w:rsidP="00EA296F">
            <w:r>
              <w:t>Pm</w:t>
            </w:r>
          </w:p>
        </w:tc>
        <w:tc>
          <w:tcPr>
            <w:tcW w:w="0" w:type="auto"/>
          </w:tcPr>
          <w:p w14:paraId="782C1619" w14:textId="77777777" w:rsidR="00CA596E" w:rsidRDefault="00CA596E" w:rsidP="00EA296F">
            <w:r>
              <w:t>146,915*</w:t>
            </w:r>
          </w:p>
        </w:tc>
        <w:tc>
          <w:tcPr>
            <w:tcW w:w="0" w:type="auto"/>
          </w:tcPr>
          <w:p w14:paraId="4E58AD2D" w14:textId="77777777" w:rsidR="00CA596E" w:rsidRDefault="00CA596E" w:rsidP="00EA296F">
            <w:r>
              <w:t>--</w:t>
            </w:r>
          </w:p>
        </w:tc>
        <w:tc>
          <w:tcPr>
            <w:tcW w:w="0" w:type="auto"/>
          </w:tcPr>
          <w:p w14:paraId="3AF866FF" w14:textId="77777777" w:rsidR="00CA596E" w:rsidRDefault="00CA596E" w:rsidP="00EA296F">
            <w:r>
              <w:t>6</w:t>
            </w:r>
          </w:p>
        </w:tc>
      </w:tr>
      <w:tr w:rsidR="00CA596E" w:rsidRPr="0031298E" w14:paraId="38AD330A" w14:textId="77777777" w:rsidTr="00A90498">
        <w:tc>
          <w:tcPr>
            <w:tcW w:w="0" w:type="auto"/>
          </w:tcPr>
          <w:p w14:paraId="5BDD9A6E" w14:textId="77777777" w:rsidR="00CA596E" w:rsidRDefault="00CA596E" w:rsidP="00EA296F">
            <w:r>
              <w:t>62</w:t>
            </w:r>
          </w:p>
        </w:tc>
        <w:tc>
          <w:tcPr>
            <w:tcW w:w="0" w:type="auto"/>
          </w:tcPr>
          <w:p w14:paraId="5F7A55F6" w14:textId="77777777" w:rsidR="00CA596E" w:rsidRDefault="00CA596E" w:rsidP="00EA296F">
            <w:r>
              <w:t>Samarium</w:t>
            </w:r>
          </w:p>
        </w:tc>
        <w:tc>
          <w:tcPr>
            <w:tcW w:w="0" w:type="auto"/>
          </w:tcPr>
          <w:p w14:paraId="73409CB3" w14:textId="77777777" w:rsidR="00CA596E" w:rsidRDefault="00CA596E" w:rsidP="00EA296F">
            <w:r>
              <w:t>Sm</w:t>
            </w:r>
          </w:p>
        </w:tc>
        <w:tc>
          <w:tcPr>
            <w:tcW w:w="0" w:type="auto"/>
          </w:tcPr>
          <w:p w14:paraId="10C8732B" w14:textId="77777777" w:rsidR="00CA596E" w:rsidRDefault="00CA596E" w:rsidP="00EA296F">
            <w:r>
              <w:t>150,36</w:t>
            </w:r>
          </w:p>
        </w:tc>
        <w:tc>
          <w:tcPr>
            <w:tcW w:w="0" w:type="auto"/>
          </w:tcPr>
          <w:p w14:paraId="74F70113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42F1288B" w14:textId="77777777" w:rsidR="00CA596E" w:rsidRDefault="00CA596E" w:rsidP="00EA296F">
            <w:r>
              <w:t>6</w:t>
            </w:r>
          </w:p>
        </w:tc>
      </w:tr>
      <w:tr w:rsidR="00CA596E" w:rsidRPr="0031298E" w14:paraId="7E3E3395" w14:textId="77777777" w:rsidTr="00A90498">
        <w:tc>
          <w:tcPr>
            <w:tcW w:w="0" w:type="auto"/>
          </w:tcPr>
          <w:p w14:paraId="678BD89A" w14:textId="77777777" w:rsidR="00CA596E" w:rsidRDefault="00CA596E" w:rsidP="00EA296F">
            <w:r>
              <w:t>63</w:t>
            </w:r>
          </w:p>
        </w:tc>
        <w:tc>
          <w:tcPr>
            <w:tcW w:w="0" w:type="auto"/>
          </w:tcPr>
          <w:p w14:paraId="7B018134" w14:textId="77777777" w:rsidR="00CA596E" w:rsidRDefault="00CA596E" w:rsidP="00EA296F">
            <w:r>
              <w:t>Europium</w:t>
            </w:r>
          </w:p>
        </w:tc>
        <w:tc>
          <w:tcPr>
            <w:tcW w:w="0" w:type="auto"/>
          </w:tcPr>
          <w:p w14:paraId="03C6B25D" w14:textId="77777777" w:rsidR="00CA596E" w:rsidRDefault="00CA596E" w:rsidP="00EA296F">
            <w:r>
              <w:t>Eu</w:t>
            </w:r>
          </w:p>
        </w:tc>
        <w:tc>
          <w:tcPr>
            <w:tcW w:w="0" w:type="auto"/>
          </w:tcPr>
          <w:p w14:paraId="78B540AB" w14:textId="77777777" w:rsidR="00CA596E" w:rsidRDefault="00CA596E" w:rsidP="00EA296F">
            <w:r>
              <w:t>151,964</w:t>
            </w:r>
          </w:p>
        </w:tc>
        <w:tc>
          <w:tcPr>
            <w:tcW w:w="0" w:type="auto"/>
          </w:tcPr>
          <w:p w14:paraId="5C7EEABD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0C003000" w14:textId="77777777" w:rsidR="00CA596E" w:rsidRDefault="00CA596E" w:rsidP="00EA296F">
            <w:r>
              <w:t>6</w:t>
            </w:r>
          </w:p>
        </w:tc>
      </w:tr>
      <w:tr w:rsidR="00CA596E" w:rsidRPr="0031298E" w14:paraId="7B8C39C9" w14:textId="77777777" w:rsidTr="00A90498">
        <w:tc>
          <w:tcPr>
            <w:tcW w:w="0" w:type="auto"/>
          </w:tcPr>
          <w:p w14:paraId="334DD530" w14:textId="77777777" w:rsidR="00CA596E" w:rsidRDefault="00CA596E" w:rsidP="00EA296F">
            <w:r>
              <w:t>64</w:t>
            </w:r>
          </w:p>
        </w:tc>
        <w:tc>
          <w:tcPr>
            <w:tcW w:w="0" w:type="auto"/>
          </w:tcPr>
          <w:p w14:paraId="4BF8683B" w14:textId="77777777" w:rsidR="00CA596E" w:rsidRDefault="00CA596E" w:rsidP="00EA296F">
            <w:r>
              <w:t>Gadolinium</w:t>
            </w:r>
          </w:p>
        </w:tc>
        <w:tc>
          <w:tcPr>
            <w:tcW w:w="0" w:type="auto"/>
          </w:tcPr>
          <w:p w14:paraId="13C37874" w14:textId="77777777" w:rsidR="00CA596E" w:rsidRDefault="00CA596E" w:rsidP="00EA296F">
            <w:r>
              <w:t>Gd</w:t>
            </w:r>
          </w:p>
        </w:tc>
        <w:tc>
          <w:tcPr>
            <w:tcW w:w="0" w:type="auto"/>
          </w:tcPr>
          <w:p w14:paraId="4CF0A586" w14:textId="77777777" w:rsidR="00CA596E" w:rsidRDefault="00CA596E" w:rsidP="00EA296F">
            <w:r>
              <w:t>157,25</w:t>
            </w:r>
          </w:p>
        </w:tc>
        <w:tc>
          <w:tcPr>
            <w:tcW w:w="0" w:type="auto"/>
          </w:tcPr>
          <w:p w14:paraId="470AE60A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0827D7BE" w14:textId="77777777" w:rsidR="00CA596E" w:rsidRDefault="00CA596E" w:rsidP="00EA296F">
            <w:r>
              <w:t>6</w:t>
            </w:r>
          </w:p>
        </w:tc>
      </w:tr>
      <w:tr w:rsidR="00CA596E" w:rsidRPr="0031298E" w14:paraId="2D4CD14B" w14:textId="77777777" w:rsidTr="00A90498">
        <w:tc>
          <w:tcPr>
            <w:tcW w:w="0" w:type="auto"/>
          </w:tcPr>
          <w:p w14:paraId="4D91C2D7" w14:textId="77777777" w:rsidR="00CA596E" w:rsidRDefault="00CA596E" w:rsidP="00EA296F">
            <w:r>
              <w:t>65</w:t>
            </w:r>
          </w:p>
        </w:tc>
        <w:tc>
          <w:tcPr>
            <w:tcW w:w="0" w:type="auto"/>
          </w:tcPr>
          <w:p w14:paraId="6BEC7E74" w14:textId="77777777" w:rsidR="00CA596E" w:rsidRDefault="00CA596E" w:rsidP="00EA296F">
            <w:r>
              <w:t>Terbium</w:t>
            </w:r>
          </w:p>
        </w:tc>
        <w:tc>
          <w:tcPr>
            <w:tcW w:w="0" w:type="auto"/>
          </w:tcPr>
          <w:p w14:paraId="6ABC2BDD" w14:textId="77777777" w:rsidR="00CA596E" w:rsidRDefault="00CA596E" w:rsidP="00EA296F">
            <w:r>
              <w:t>Tb</w:t>
            </w:r>
          </w:p>
        </w:tc>
        <w:tc>
          <w:tcPr>
            <w:tcW w:w="0" w:type="auto"/>
          </w:tcPr>
          <w:p w14:paraId="4FEBA3B6" w14:textId="77777777" w:rsidR="00CA596E" w:rsidRDefault="00CA596E" w:rsidP="00EA296F">
            <w:r>
              <w:t>158,925</w:t>
            </w:r>
          </w:p>
        </w:tc>
        <w:tc>
          <w:tcPr>
            <w:tcW w:w="0" w:type="auto"/>
          </w:tcPr>
          <w:p w14:paraId="1DF46293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437652A1" w14:textId="77777777" w:rsidR="00CA596E" w:rsidRDefault="00CA596E" w:rsidP="00EA296F">
            <w:r>
              <w:t>6</w:t>
            </w:r>
          </w:p>
        </w:tc>
      </w:tr>
      <w:tr w:rsidR="00CA596E" w:rsidRPr="0031298E" w14:paraId="26ABBEBC" w14:textId="77777777" w:rsidTr="00A90498">
        <w:tc>
          <w:tcPr>
            <w:tcW w:w="0" w:type="auto"/>
          </w:tcPr>
          <w:p w14:paraId="7705E5D0" w14:textId="77777777" w:rsidR="00CA596E" w:rsidRDefault="00CA596E" w:rsidP="00EA296F">
            <w:r>
              <w:t>66</w:t>
            </w:r>
          </w:p>
        </w:tc>
        <w:tc>
          <w:tcPr>
            <w:tcW w:w="0" w:type="auto"/>
          </w:tcPr>
          <w:p w14:paraId="384E45EA" w14:textId="77777777" w:rsidR="00CA596E" w:rsidRDefault="00CA596E" w:rsidP="00EA296F">
            <w:r>
              <w:t>Dysprosium</w:t>
            </w:r>
          </w:p>
        </w:tc>
        <w:tc>
          <w:tcPr>
            <w:tcW w:w="0" w:type="auto"/>
          </w:tcPr>
          <w:p w14:paraId="2DDCE478" w14:textId="77777777" w:rsidR="00CA596E" w:rsidRDefault="00CA596E" w:rsidP="00EA296F">
            <w:r>
              <w:t>Dy</w:t>
            </w:r>
          </w:p>
        </w:tc>
        <w:tc>
          <w:tcPr>
            <w:tcW w:w="0" w:type="auto"/>
          </w:tcPr>
          <w:p w14:paraId="0E35ADDB" w14:textId="77777777" w:rsidR="00CA596E" w:rsidRDefault="00CA596E" w:rsidP="00EA296F">
            <w:r>
              <w:t>162,500</w:t>
            </w:r>
          </w:p>
        </w:tc>
        <w:tc>
          <w:tcPr>
            <w:tcW w:w="0" w:type="auto"/>
          </w:tcPr>
          <w:p w14:paraId="3C5B715E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1B18EF94" w14:textId="77777777" w:rsidR="00CA596E" w:rsidRDefault="00CA596E" w:rsidP="00EA296F">
            <w:r>
              <w:t>6</w:t>
            </w:r>
          </w:p>
        </w:tc>
      </w:tr>
      <w:tr w:rsidR="00CA596E" w:rsidRPr="0031298E" w14:paraId="1DEF75F1" w14:textId="77777777" w:rsidTr="00A90498">
        <w:tc>
          <w:tcPr>
            <w:tcW w:w="0" w:type="auto"/>
          </w:tcPr>
          <w:p w14:paraId="25C0EE17" w14:textId="77777777" w:rsidR="00CA596E" w:rsidRDefault="00CA596E" w:rsidP="00EA296F">
            <w:r>
              <w:t>67</w:t>
            </w:r>
          </w:p>
        </w:tc>
        <w:tc>
          <w:tcPr>
            <w:tcW w:w="0" w:type="auto"/>
          </w:tcPr>
          <w:p w14:paraId="757AC03E" w14:textId="77777777" w:rsidR="00CA596E" w:rsidRDefault="00CA596E" w:rsidP="00EA296F">
            <w:r>
              <w:t>Holmium</w:t>
            </w:r>
          </w:p>
        </w:tc>
        <w:tc>
          <w:tcPr>
            <w:tcW w:w="0" w:type="auto"/>
          </w:tcPr>
          <w:p w14:paraId="012E0D34" w14:textId="77777777" w:rsidR="00CA596E" w:rsidRDefault="00CA596E" w:rsidP="00EA296F">
            <w:r>
              <w:t>Ho</w:t>
            </w:r>
          </w:p>
        </w:tc>
        <w:tc>
          <w:tcPr>
            <w:tcW w:w="0" w:type="auto"/>
          </w:tcPr>
          <w:p w14:paraId="5EBD2EF9" w14:textId="77777777" w:rsidR="00CA596E" w:rsidRDefault="00CA596E" w:rsidP="00EA296F">
            <w:r>
              <w:t>164,930</w:t>
            </w:r>
          </w:p>
        </w:tc>
        <w:tc>
          <w:tcPr>
            <w:tcW w:w="0" w:type="auto"/>
          </w:tcPr>
          <w:p w14:paraId="1ABFF14F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50992363" w14:textId="77777777" w:rsidR="00CA596E" w:rsidRDefault="00CA596E" w:rsidP="00EA296F">
            <w:r>
              <w:t>6</w:t>
            </w:r>
          </w:p>
        </w:tc>
      </w:tr>
      <w:tr w:rsidR="00CA596E" w:rsidRPr="0031298E" w14:paraId="3CF20AAA" w14:textId="77777777" w:rsidTr="00A90498">
        <w:tc>
          <w:tcPr>
            <w:tcW w:w="0" w:type="auto"/>
          </w:tcPr>
          <w:p w14:paraId="068C6463" w14:textId="77777777" w:rsidR="00CA596E" w:rsidRDefault="00CA596E" w:rsidP="00EA296F">
            <w:r>
              <w:t>68</w:t>
            </w:r>
          </w:p>
        </w:tc>
        <w:tc>
          <w:tcPr>
            <w:tcW w:w="0" w:type="auto"/>
          </w:tcPr>
          <w:p w14:paraId="52F3E887" w14:textId="77777777" w:rsidR="00CA596E" w:rsidRDefault="00CA596E" w:rsidP="00EA296F">
            <w:r>
              <w:t>Erbium</w:t>
            </w:r>
          </w:p>
        </w:tc>
        <w:tc>
          <w:tcPr>
            <w:tcW w:w="0" w:type="auto"/>
          </w:tcPr>
          <w:p w14:paraId="722C7694" w14:textId="77777777" w:rsidR="00CA596E" w:rsidRDefault="00CA596E" w:rsidP="00EA296F">
            <w:r>
              <w:t>Er</w:t>
            </w:r>
          </w:p>
        </w:tc>
        <w:tc>
          <w:tcPr>
            <w:tcW w:w="0" w:type="auto"/>
          </w:tcPr>
          <w:p w14:paraId="2ECE0F6A" w14:textId="77777777" w:rsidR="00CA596E" w:rsidRDefault="00CA596E" w:rsidP="00EA296F">
            <w:r>
              <w:t>167,259</w:t>
            </w:r>
          </w:p>
        </w:tc>
        <w:tc>
          <w:tcPr>
            <w:tcW w:w="0" w:type="auto"/>
          </w:tcPr>
          <w:p w14:paraId="323234E5" w14:textId="77777777" w:rsidR="00CA596E" w:rsidRDefault="00CA596E" w:rsidP="00EA296F">
            <w:r>
              <w:t>1,2</w:t>
            </w:r>
          </w:p>
        </w:tc>
        <w:tc>
          <w:tcPr>
            <w:tcW w:w="0" w:type="auto"/>
          </w:tcPr>
          <w:p w14:paraId="4B23F16F" w14:textId="77777777" w:rsidR="00CA596E" w:rsidRDefault="00CA596E" w:rsidP="00EA296F">
            <w:r>
              <w:t>6</w:t>
            </w:r>
          </w:p>
        </w:tc>
      </w:tr>
      <w:tr w:rsidR="00CA596E" w:rsidRPr="0031298E" w14:paraId="36DE260E" w14:textId="77777777" w:rsidTr="00A90498">
        <w:tc>
          <w:tcPr>
            <w:tcW w:w="0" w:type="auto"/>
          </w:tcPr>
          <w:p w14:paraId="2C8FDF58" w14:textId="77777777" w:rsidR="00CA596E" w:rsidRDefault="00CA596E" w:rsidP="00EA296F">
            <w:r>
              <w:t>69</w:t>
            </w:r>
          </w:p>
        </w:tc>
        <w:tc>
          <w:tcPr>
            <w:tcW w:w="0" w:type="auto"/>
          </w:tcPr>
          <w:p w14:paraId="267806AA" w14:textId="77777777" w:rsidR="00CA596E" w:rsidRDefault="00CA596E" w:rsidP="00EA296F">
            <w:r>
              <w:t>Thulium</w:t>
            </w:r>
          </w:p>
        </w:tc>
        <w:tc>
          <w:tcPr>
            <w:tcW w:w="0" w:type="auto"/>
          </w:tcPr>
          <w:p w14:paraId="65A47D79" w14:textId="77777777" w:rsidR="00CA596E" w:rsidRDefault="00CA596E" w:rsidP="00EA296F">
            <w:r>
              <w:t>Tm</w:t>
            </w:r>
          </w:p>
        </w:tc>
        <w:tc>
          <w:tcPr>
            <w:tcW w:w="0" w:type="auto"/>
          </w:tcPr>
          <w:p w14:paraId="726E835D" w14:textId="77777777" w:rsidR="00CA596E" w:rsidRDefault="00CA596E" w:rsidP="00EA296F">
            <w:r>
              <w:t>168,934</w:t>
            </w:r>
          </w:p>
        </w:tc>
        <w:tc>
          <w:tcPr>
            <w:tcW w:w="0" w:type="auto"/>
          </w:tcPr>
          <w:p w14:paraId="14B28305" w14:textId="77777777" w:rsidR="00CA596E" w:rsidRDefault="00CA596E" w:rsidP="00EA296F">
            <w:r>
              <w:t>1,3</w:t>
            </w:r>
          </w:p>
        </w:tc>
        <w:tc>
          <w:tcPr>
            <w:tcW w:w="0" w:type="auto"/>
          </w:tcPr>
          <w:p w14:paraId="1F591097" w14:textId="77777777" w:rsidR="00CA596E" w:rsidRDefault="00CA596E" w:rsidP="00EA296F">
            <w:r>
              <w:t>6</w:t>
            </w:r>
          </w:p>
        </w:tc>
      </w:tr>
      <w:tr w:rsidR="00CA596E" w:rsidRPr="0031298E" w14:paraId="6D47EC9C" w14:textId="77777777" w:rsidTr="00A90498">
        <w:tc>
          <w:tcPr>
            <w:tcW w:w="0" w:type="auto"/>
          </w:tcPr>
          <w:p w14:paraId="0366BF95" w14:textId="77777777" w:rsidR="00CA596E" w:rsidRDefault="00CA596E" w:rsidP="00EA296F">
            <w:r>
              <w:t>70</w:t>
            </w:r>
          </w:p>
        </w:tc>
        <w:tc>
          <w:tcPr>
            <w:tcW w:w="0" w:type="auto"/>
          </w:tcPr>
          <w:p w14:paraId="17D0581A" w14:textId="77777777" w:rsidR="00CA596E" w:rsidRDefault="00CA596E" w:rsidP="00EA296F">
            <w:r>
              <w:t>Ytterbium</w:t>
            </w:r>
          </w:p>
        </w:tc>
        <w:tc>
          <w:tcPr>
            <w:tcW w:w="0" w:type="auto"/>
          </w:tcPr>
          <w:p w14:paraId="2ED08DED" w14:textId="77777777" w:rsidR="00CA596E" w:rsidRDefault="00CA596E" w:rsidP="00EA296F">
            <w:r>
              <w:t>Yb</w:t>
            </w:r>
          </w:p>
        </w:tc>
        <w:tc>
          <w:tcPr>
            <w:tcW w:w="0" w:type="auto"/>
          </w:tcPr>
          <w:p w14:paraId="11E18495" w14:textId="77777777" w:rsidR="00CA596E" w:rsidRDefault="00CA596E" w:rsidP="00EA296F">
            <w:r>
              <w:t>173,045</w:t>
            </w:r>
          </w:p>
        </w:tc>
        <w:tc>
          <w:tcPr>
            <w:tcW w:w="0" w:type="auto"/>
          </w:tcPr>
          <w:p w14:paraId="13A8068C" w14:textId="77777777" w:rsidR="00CA596E" w:rsidRDefault="00CA596E" w:rsidP="00EA296F">
            <w:r>
              <w:t>1,3</w:t>
            </w:r>
          </w:p>
        </w:tc>
        <w:tc>
          <w:tcPr>
            <w:tcW w:w="0" w:type="auto"/>
          </w:tcPr>
          <w:p w14:paraId="300FE81A" w14:textId="77777777" w:rsidR="00CA596E" w:rsidRDefault="00CA596E" w:rsidP="00EA296F">
            <w:r>
              <w:t>6</w:t>
            </w:r>
          </w:p>
        </w:tc>
      </w:tr>
      <w:tr w:rsidR="00CA596E" w:rsidRPr="0031298E" w14:paraId="163931F4" w14:textId="77777777" w:rsidTr="00A90498">
        <w:tc>
          <w:tcPr>
            <w:tcW w:w="0" w:type="auto"/>
          </w:tcPr>
          <w:p w14:paraId="7B4CFB3A" w14:textId="77777777" w:rsidR="00CA596E" w:rsidRDefault="00CA596E" w:rsidP="00EA296F">
            <w:r>
              <w:t>71</w:t>
            </w:r>
          </w:p>
        </w:tc>
        <w:tc>
          <w:tcPr>
            <w:tcW w:w="0" w:type="auto"/>
          </w:tcPr>
          <w:p w14:paraId="534EE943" w14:textId="77777777" w:rsidR="00CA596E" w:rsidRDefault="00CA596E" w:rsidP="00EA296F">
            <w:r>
              <w:t>Lutetium</w:t>
            </w:r>
          </w:p>
        </w:tc>
        <w:tc>
          <w:tcPr>
            <w:tcW w:w="0" w:type="auto"/>
          </w:tcPr>
          <w:p w14:paraId="15579FA9" w14:textId="77777777" w:rsidR="00CA596E" w:rsidRDefault="00CA596E" w:rsidP="00EA296F">
            <w:r>
              <w:t>Lu</w:t>
            </w:r>
          </w:p>
        </w:tc>
        <w:tc>
          <w:tcPr>
            <w:tcW w:w="0" w:type="auto"/>
          </w:tcPr>
          <w:p w14:paraId="5D94D495" w14:textId="77777777" w:rsidR="00CA596E" w:rsidRDefault="00CA596E" w:rsidP="00EA296F">
            <w:r>
              <w:t>174,967</w:t>
            </w:r>
          </w:p>
        </w:tc>
        <w:tc>
          <w:tcPr>
            <w:tcW w:w="0" w:type="auto"/>
          </w:tcPr>
          <w:p w14:paraId="31AC4F31" w14:textId="77777777" w:rsidR="00CA596E" w:rsidRDefault="00CA596E" w:rsidP="00EA296F">
            <w:r>
              <w:t>1,3</w:t>
            </w:r>
          </w:p>
        </w:tc>
        <w:tc>
          <w:tcPr>
            <w:tcW w:w="0" w:type="auto"/>
          </w:tcPr>
          <w:p w14:paraId="3A66D654" w14:textId="77777777" w:rsidR="00CA596E" w:rsidRDefault="00CA596E" w:rsidP="00EA296F">
            <w:r>
              <w:t>6</w:t>
            </w:r>
          </w:p>
        </w:tc>
      </w:tr>
    </w:tbl>
    <w:p w14:paraId="2B3E2486" w14:textId="77777777" w:rsidR="00CA596E" w:rsidRDefault="00CA596E" w:rsidP="00CA596E">
      <w:r>
        <w:t>&lt;/Tabelle&gt;</w:t>
      </w:r>
    </w:p>
    <w:p w14:paraId="0A0BFC14" w14:textId="77777777" w:rsidR="00CA596E" w:rsidRDefault="00CA596E" w:rsidP="00CA596E"/>
    <w:p w14:paraId="08D2451D" w14:textId="77777777" w:rsidR="00CA596E" w:rsidRDefault="00CA596E" w:rsidP="00CA596E">
      <w:pPr>
        <w:pStyle w:val="berschrift4"/>
      </w:pPr>
      <w:r>
        <w:t>Actinoide</w:t>
      </w:r>
    </w:p>
    <w:p w14:paraId="05B225B5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751"/>
        <w:gridCol w:w="2073"/>
        <w:gridCol w:w="684"/>
        <w:gridCol w:w="1707"/>
        <w:gridCol w:w="674"/>
        <w:gridCol w:w="1260"/>
      </w:tblGrid>
      <w:tr w:rsidR="00CA596E" w:rsidRPr="00691DBA" w14:paraId="481AD6BB" w14:textId="77777777" w:rsidTr="00A90498">
        <w:tc>
          <w:tcPr>
            <w:tcW w:w="0" w:type="auto"/>
          </w:tcPr>
          <w:p w14:paraId="1E5D3EC3" w14:textId="77777777" w:rsidR="00CA596E" w:rsidRPr="00691DBA" w:rsidRDefault="00CA596E" w:rsidP="00D12CA3">
            <w:r w:rsidRPr="00691DBA">
              <w:t>OZ</w:t>
            </w:r>
          </w:p>
        </w:tc>
        <w:tc>
          <w:tcPr>
            <w:tcW w:w="0" w:type="auto"/>
          </w:tcPr>
          <w:p w14:paraId="7A3D868B" w14:textId="77777777" w:rsidR="00CA596E" w:rsidRPr="00691DBA" w:rsidRDefault="00CA596E" w:rsidP="00D12CA3">
            <w:r w:rsidRPr="00691DBA">
              <w:t>Name</w:t>
            </w:r>
          </w:p>
        </w:tc>
        <w:tc>
          <w:tcPr>
            <w:tcW w:w="0" w:type="auto"/>
          </w:tcPr>
          <w:p w14:paraId="255F7C2E" w14:textId="77777777" w:rsidR="00CA596E" w:rsidRPr="00691DBA" w:rsidRDefault="00CA596E" w:rsidP="00D12CA3">
            <w:r w:rsidRPr="00691DBA">
              <w:t>ES</w:t>
            </w:r>
          </w:p>
        </w:tc>
        <w:tc>
          <w:tcPr>
            <w:tcW w:w="0" w:type="auto"/>
          </w:tcPr>
          <w:p w14:paraId="5B2BC9F3" w14:textId="77777777" w:rsidR="00CA596E" w:rsidRPr="00691DBA" w:rsidRDefault="00CA596E" w:rsidP="00D12CA3">
            <w:r w:rsidRPr="00691DBA">
              <w:t>Masse in u</w:t>
            </w:r>
          </w:p>
        </w:tc>
        <w:tc>
          <w:tcPr>
            <w:tcW w:w="0" w:type="auto"/>
          </w:tcPr>
          <w:p w14:paraId="39EF55EE" w14:textId="77777777" w:rsidR="00CA596E" w:rsidRPr="00691DBA" w:rsidRDefault="00CA596E" w:rsidP="00D12CA3">
            <w:r w:rsidRPr="00691DBA">
              <w:t>eN</w:t>
            </w:r>
          </w:p>
        </w:tc>
        <w:tc>
          <w:tcPr>
            <w:tcW w:w="0" w:type="auto"/>
          </w:tcPr>
          <w:p w14:paraId="2DC05F75" w14:textId="77777777" w:rsidR="00CA596E" w:rsidRPr="00691DBA" w:rsidRDefault="00CA596E" w:rsidP="00D12CA3">
            <w:r w:rsidRPr="00691DBA">
              <w:t>Periode</w:t>
            </w:r>
          </w:p>
        </w:tc>
      </w:tr>
      <w:tr w:rsidR="00CA596E" w:rsidRPr="00691DBA" w14:paraId="27FA6DC5" w14:textId="77777777" w:rsidTr="00A90498">
        <w:tc>
          <w:tcPr>
            <w:tcW w:w="0" w:type="auto"/>
          </w:tcPr>
          <w:p w14:paraId="48ACABDC" w14:textId="77777777" w:rsidR="00CA596E" w:rsidRPr="00691DBA" w:rsidRDefault="00CA596E" w:rsidP="00D12CA3">
            <w:r w:rsidRPr="00691DBA">
              <w:t>90</w:t>
            </w:r>
          </w:p>
        </w:tc>
        <w:tc>
          <w:tcPr>
            <w:tcW w:w="0" w:type="auto"/>
          </w:tcPr>
          <w:p w14:paraId="2349EE4A" w14:textId="77777777" w:rsidR="00CA596E" w:rsidRPr="00691DBA" w:rsidRDefault="00CA596E" w:rsidP="00D12CA3">
            <w:r w:rsidRPr="00691DBA">
              <w:t>Thorium</w:t>
            </w:r>
          </w:p>
        </w:tc>
        <w:tc>
          <w:tcPr>
            <w:tcW w:w="0" w:type="auto"/>
          </w:tcPr>
          <w:p w14:paraId="66475EC7" w14:textId="77777777" w:rsidR="00CA596E" w:rsidRPr="00691DBA" w:rsidRDefault="00CA596E" w:rsidP="00D12CA3">
            <w:r w:rsidRPr="00691DBA">
              <w:t>Th</w:t>
            </w:r>
          </w:p>
        </w:tc>
        <w:tc>
          <w:tcPr>
            <w:tcW w:w="0" w:type="auto"/>
          </w:tcPr>
          <w:p w14:paraId="5B0BE696" w14:textId="77777777" w:rsidR="00CA596E" w:rsidRPr="00691DBA" w:rsidRDefault="00CA596E" w:rsidP="00D12CA3">
            <w:r w:rsidRPr="00691DBA">
              <w:t>232,038*</w:t>
            </w:r>
          </w:p>
        </w:tc>
        <w:tc>
          <w:tcPr>
            <w:tcW w:w="0" w:type="auto"/>
          </w:tcPr>
          <w:p w14:paraId="7299F0B7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16B48FB9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6304054E" w14:textId="77777777" w:rsidTr="00A90498">
        <w:tc>
          <w:tcPr>
            <w:tcW w:w="0" w:type="auto"/>
          </w:tcPr>
          <w:p w14:paraId="4D51F5EF" w14:textId="77777777" w:rsidR="00CA596E" w:rsidRPr="00691DBA" w:rsidRDefault="00CA596E" w:rsidP="00D12CA3">
            <w:r w:rsidRPr="00691DBA">
              <w:t>91</w:t>
            </w:r>
          </w:p>
        </w:tc>
        <w:tc>
          <w:tcPr>
            <w:tcW w:w="0" w:type="auto"/>
          </w:tcPr>
          <w:p w14:paraId="5C54A3B8" w14:textId="77777777" w:rsidR="00CA596E" w:rsidRPr="00691DBA" w:rsidRDefault="00CA596E" w:rsidP="00D12CA3">
            <w:r w:rsidRPr="00691DBA">
              <w:t>Protactinium</w:t>
            </w:r>
          </w:p>
        </w:tc>
        <w:tc>
          <w:tcPr>
            <w:tcW w:w="0" w:type="auto"/>
          </w:tcPr>
          <w:p w14:paraId="3619B824" w14:textId="77777777" w:rsidR="00CA596E" w:rsidRPr="00691DBA" w:rsidRDefault="00CA596E" w:rsidP="00D12CA3">
            <w:r w:rsidRPr="00691DBA">
              <w:t>Pa</w:t>
            </w:r>
          </w:p>
        </w:tc>
        <w:tc>
          <w:tcPr>
            <w:tcW w:w="0" w:type="auto"/>
          </w:tcPr>
          <w:p w14:paraId="13B9FEF1" w14:textId="77777777" w:rsidR="00CA596E" w:rsidRPr="00691DBA" w:rsidRDefault="00CA596E" w:rsidP="00D12CA3">
            <w:r w:rsidRPr="00691DBA">
              <w:t>231,036*</w:t>
            </w:r>
          </w:p>
        </w:tc>
        <w:tc>
          <w:tcPr>
            <w:tcW w:w="0" w:type="auto"/>
          </w:tcPr>
          <w:p w14:paraId="6176306D" w14:textId="77777777" w:rsidR="00CA596E" w:rsidRPr="00691DBA" w:rsidRDefault="00CA596E" w:rsidP="00D12CA3">
            <w:r w:rsidRPr="00691DBA">
              <w:t>1,5</w:t>
            </w:r>
          </w:p>
        </w:tc>
        <w:tc>
          <w:tcPr>
            <w:tcW w:w="0" w:type="auto"/>
          </w:tcPr>
          <w:p w14:paraId="0E2CAD60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30108042" w14:textId="77777777" w:rsidTr="00A90498">
        <w:tc>
          <w:tcPr>
            <w:tcW w:w="0" w:type="auto"/>
          </w:tcPr>
          <w:p w14:paraId="2C4C5B7A" w14:textId="77777777" w:rsidR="00CA596E" w:rsidRPr="00691DBA" w:rsidRDefault="00CA596E" w:rsidP="00D12CA3">
            <w:r w:rsidRPr="00691DBA">
              <w:t>92</w:t>
            </w:r>
          </w:p>
        </w:tc>
        <w:tc>
          <w:tcPr>
            <w:tcW w:w="0" w:type="auto"/>
          </w:tcPr>
          <w:p w14:paraId="085E1E82" w14:textId="77777777" w:rsidR="00CA596E" w:rsidRPr="00691DBA" w:rsidRDefault="00CA596E" w:rsidP="00D12CA3">
            <w:r w:rsidRPr="00691DBA">
              <w:t>Uran</w:t>
            </w:r>
          </w:p>
        </w:tc>
        <w:tc>
          <w:tcPr>
            <w:tcW w:w="0" w:type="auto"/>
          </w:tcPr>
          <w:p w14:paraId="1DC503C5" w14:textId="77777777" w:rsidR="00CA596E" w:rsidRPr="00691DBA" w:rsidRDefault="00CA596E" w:rsidP="00D12CA3">
            <w:r w:rsidRPr="00691DBA">
              <w:t>U</w:t>
            </w:r>
          </w:p>
        </w:tc>
        <w:tc>
          <w:tcPr>
            <w:tcW w:w="0" w:type="auto"/>
          </w:tcPr>
          <w:p w14:paraId="2A2E6C4B" w14:textId="77777777" w:rsidR="00CA596E" w:rsidRPr="00691DBA" w:rsidRDefault="00CA596E" w:rsidP="00D12CA3">
            <w:r w:rsidRPr="00691DBA">
              <w:t>238,051*</w:t>
            </w:r>
          </w:p>
        </w:tc>
        <w:tc>
          <w:tcPr>
            <w:tcW w:w="0" w:type="auto"/>
          </w:tcPr>
          <w:p w14:paraId="51FD36E9" w14:textId="77777777" w:rsidR="00CA596E" w:rsidRPr="00691DBA" w:rsidRDefault="00CA596E" w:rsidP="00D12CA3">
            <w:r w:rsidRPr="00691DBA">
              <w:t>1,7</w:t>
            </w:r>
          </w:p>
        </w:tc>
        <w:tc>
          <w:tcPr>
            <w:tcW w:w="0" w:type="auto"/>
          </w:tcPr>
          <w:p w14:paraId="7A30754A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15671779" w14:textId="77777777" w:rsidTr="00A90498">
        <w:tc>
          <w:tcPr>
            <w:tcW w:w="0" w:type="auto"/>
          </w:tcPr>
          <w:p w14:paraId="04153EDE" w14:textId="77777777" w:rsidR="00CA596E" w:rsidRPr="00691DBA" w:rsidRDefault="00CA596E" w:rsidP="00D12CA3">
            <w:r w:rsidRPr="00691DBA">
              <w:t>93</w:t>
            </w:r>
          </w:p>
        </w:tc>
        <w:tc>
          <w:tcPr>
            <w:tcW w:w="0" w:type="auto"/>
          </w:tcPr>
          <w:p w14:paraId="3E198ACA" w14:textId="77777777" w:rsidR="00CA596E" w:rsidRPr="00691DBA" w:rsidRDefault="00CA596E" w:rsidP="00D12CA3">
            <w:r w:rsidRPr="00691DBA">
              <w:t>Neptunium</w:t>
            </w:r>
          </w:p>
        </w:tc>
        <w:tc>
          <w:tcPr>
            <w:tcW w:w="0" w:type="auto"/>
          </w:tcPr>
          <w:p w14:paraId="74EE2D70" w14:textId="77777777" w:rsidR="00CA596E" w:rsidRPr="00691DBA" w:rsidRDefault="00CA596E" w:rsidP="00D12CA3">
            <w:r w:rsidRPr="00691DBA">
              <w:t>Np</w:t>
            </w:r>
          </w:p>
        </w:tc>
        <w:tc>
          <w:tcPr>
            <w:tcW w:w="0" w:type="auto"/>
          </w:tcPr>
          <w:p w14:paraId="70521B85" w14:textId="77777777" w:rsidR="00CA596E" w:rsidRPr="00691DBA" w:rsidRDefault="00CA596E" w:rsidP="00D12CA3">
            <w:r w:rsidRPr="00691DBA">
              <w:t>237,048*</w:t>
            </w:r>
          </w:p>
        </w:tc>
        <w:tc>
          <w:tcPr>
            <w:tcW w:w="0" w:type="auto"/>
          </w:tcPr>
          <w:p w14:paraId="18F6A4A5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49171400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5BE68E94" w14:textId="77777777" w:rsidTr="00A90498">
        <w:tc>
          <w:tcPr>
            <w:tcW w:w="0" w:type="auto"/>
          </w:tcPr>
          <w:p w14:paraId="2EFC3DC5" w14:textId="77777777" w:rsidR="00CA596E" w:rsidRPr="00691DBA" w:rsidRDefault="00CA596E" w:rsidP="00D12CA3">
            <w:r w:rsidRPr="00691DBA">
              <w:t>94</w:t>
            </w:r>
          </w:p>
        </w:tc>
        <w:tc>
          <w:tcPr>
            <w:tcW w:w="0" w:type="auto"/>
          </w:tcPr>
          <w:p w14:paraId="1DDA8CFA" w14:textId="77777777" w:rsidR="00CA596E" w:rsidRPr="00691DBA" w:rsidRDefault="00CA596E" w:rsidP="00D12CA3">
            <w:r w:rsidRPr="00691DBA">
              <w:t>Plutonium</w:t>
            </w:r>
          </w:p>
        </w:tc>
        <w:tc>
          <w:tcPr>
            <w:tcW w:w="0" w:type="auto"/>
          </w:tcPr>
          <w:p w14:paraId="645F2790" w14:textId="77777777" w:rsidR="00CA596E" w:rsidRPr="00691DBA" w:rsidRDefault="00CA596E" w:rsidP="00D12CA3">
            <w:r w:rsidRPr="00691DBA">
              <w:t>Pu</w:t>
            </w:r>
          </w:p>
        </w:tc>
        <w:tc>
          <w:tcPr>
            <w:tcW w:w="0" w:type="auto"/>
          </w:tcPr>
          <w:p w14:paraId="317DA9DD" w14:textId="77777777" w:rsidR="00CA596E" w:rsidRPr="00691DBA" w:rsidRDefault="00CA596E" w:rsidP="00D12CA3">
            <w:r w:rsidRPr="00691DBA">
              <w:t>244,064*</w:t>
            </w:r>
          </w:p>
        </w:tc>
        <w:tc>
          <w:tcPr>
            <w:tcW w:w="0" w:type="auto"/>
          </w:tcPr>
          <w:p w14:paraId="3CEA4200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01F2D51E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1B9E9F93" w14:textId="77777777" w:rsidTr="00A90498">
        <w:tc>
          <w:tcPr>
            <w:tcW w:w="0" w:type="auto"/>
          </w:tcPr>
          <w:p w14:paraId="36F8A3D4" w14:textId="77777777" w:rsidR="00CA596E" w:rsidRPr="00691DBA" w:rsidRDefault="00CA596E" w:rsidP="00D12CA3">
            <w:r w:rsidRPr="00691DBA">
              <w:t>95</w:t>
            </w:r>
          </w:p>
        </w:tc>
        <w:tc>
          <w:tcPr>
            <w:tcW w:w="0" w:type="auto"/>
          </w:tcPr>
          <w:p w14:paraId="7BB1C13F" w14:textId="77777777" w:rsidR="00CA596E" w:rsidRPr="00691DBA" w:rsidRDefault="00CA596E" w:rsidP="00D12CA3">
            <w:r w:rsidRPr="00691DBA">
              <w:t>Americium</w:t>
            </w:r>
          </w:p>
        </w:tc>
        <w:tc>
          <w:tcPr>
            <w:tcW w:w="0" w:type="auto"/>
          </w:tcPr>
          <w:p w14:paraId="6D4F87CB" w14:textId="77777777" w:rsidR="00CA596E" w:rsidRPr="00691DBA" w:rsidRDefault="00CA596E" w:rsidP="00D12CA3">
            <w:r w:rsidRPr="00691DBA">
              <w:t>Am</w:t>
            </w:r>
          </w:p>
        </w:tc>
        <w:tc>
          <w:tcPr>
            <w:tcW w:w="0" w:type="auto"/>
          </w:tcPr>
          <w:p w14:paraId="1F1964F8" w14:textId="77777777" w:rsidR="00CA596E" w:rsidRPr="00691DBA" w:rsidRDefault="00CA596E" w:rsidP="00D12CA3">
            <w:r w:rsidRPr="00691DBA">
              <w:t>243,061*</w:t>
            </w:r>
          </w:p>
        </w:tc>
        <w:tc>
          <w:tcPr>
            <w:tcW w:w="0" w:type="auto"/>
          </w:tcPr>
          <w:p w14:paraId="2C433910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29F0F2C8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02FE1883" w14:textId="77777777" w:rsidTr="00A90498">
        <w:tc>
          <w:tcPr>
            <w:tcW w:w="0" w:type="auto"/>
          </w:tcPr>
          <w:p w14:paraId="2F5C97BB" w14:textId="77777777" w:rsidR="00CA596E" w:rsidRPr="00691DBA" w:rsidRDefault="00CA596E" w:rsidP="00D12CA3">
            <w:r w:rsidRPr="00691DBA">
              <w:t>96</w:t>
            </w:r>
          </w:p>
        </w:tc>
        <w:tc>
          <w:tcPr>
            <w:tcW w:w="0" w:type="auto"/>
          </w:tcPr>
          <w:p w14:paraId="0E35A5CC" w14:textId="77777777" w:rsidR="00CA596E" w:rsidRPr="00691DBA" w:rsidRDefault="00CA596E" w:rsidP="00D12CA3">
            <w:r w:rsidRPr="00691DBA">
              <w:t>Curium</w:t>
            </w:r>
          </w:p>
        </w:tc>
        <w:tc>
          <w:tcPr>
            <w:tcW w:w="0" w:type="auto"/>
          </w:tcPr>
          <w:p w14:paraId="3B2633D0" w14:textId="77777777" w:rsidR="00CA596E" w:rsidRPr="00691DBA" w:rsidRDefault="00CA596E" w:rsidP="00D12CA3">
            <w:r w:rsidRPr="00691DBA">
              <w:t>Cm</w:t>
            </w:r>
          </w:p>
        </w:tc>
        <w:tc>
          <w:tcPr>
            <w:tcW w:w="0" w:type="auto"/>
          </w:tcPr>
          <w:p w14:paraId="439E8EF3" w14:textId="77777777" w:rsidR="00CA596E" w:rsidRPr="00691DBA" w:rsidRDefault="00CA596E" w:rsidP="00D12CA3">
            <w:r w:rsidRPr="00691DBA">
              <w:t>247,070*</w:t>
            </w:r>
          </w:p>
        </w:tc>
        <w:tc>
          <w:tcPr>
            <w:tcW w:w="0" w:type="auto"/>
          </w:tcPr>
          <w:p w14:paraId="34DED8B2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642BE507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2C133401" w14:textId="77777777" w:rsidTr="00A90498">
        <w:tc>
          <w:tcPr>
            <w:tcW w:w="0" w:type="auto"/>
          </w:tcPr>
          <w:p w14:paraId="68FEFA55" w14:textId="77777777" w:rsidR="00CA596E" w:rsidRPr="00691DBA" w:rsidRDefault="00CA596E" w:rsidP="00D12CA3">
            <w:r w:rsidRPr="00691DBA">
              <w:lastRenderedPageBreak/>
              <w:t>97</w:t>
            </w:r>
          </w:p>
        </w:tc>
        <w:tc>
          <w:tcPr>
            <w:tcW w:w="0" w:type="auto"/>
          </w:tcPr>
          <w:p w14:paraId="18D6772F" w14:textId="77777777" w:rsidR="00CA596E" w:rsidRPr="00691DBA" w:rsidRDefault="00CA596E" w:rsidP="00D12CA3">
            <w:r w:rsidRPr="00691DBA">
              <w:t>Berkelium</w:t>
            </w:r>
          </w:p>
        </w:tc>
        <w:tc>
          <w:tcPr>
            <w:tcW w:w="0" w:type="auto"/>
          </w:tcPr>
          <w:p w14:paraId="76A70A8E" w14:textId="77777777" w:rsidR="00CA596E" w:rsidRPr="00691DBA" w:rsidRDefault="00CA596E" w:rsidP="00D12CA3">
            <w:r w:rsidRPr="00691DBA">
              <w:t>Bk</w:t>
            </w:r>
          </w:p>
        </w:tc>
        <w:tc>
          <w:tcPr>
            <w:tcW w:w="0" w:type="auto"/>
          </w:tcPr>
          <w:p w14:paraId="014CEA8B" w14:textId="33B0CE17" w:rsidR="00CA596E" w:rsidRPr="00691DBA" w:rsidRDefault="00CA596E" w:rsidP="00D12CA3">
            <w:r w:rsidRPr="00691DBA">
              <w:t>247,070*</w:t>
            </w:r>
          </w:p>
        </w:tc>
        <w:tc>
          <w:tcPr>
            <w:tcW w:w="0" w:type="auto"/>
          </w:tcPr>
          <w:p w14:paraId="7ECE7AD5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524B4141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7A4260F4" w14:textId="77777777" w:rsidTr="00A90498">
        <w:tc>
          <w:tcPr>
            <w:tcW w:w="0" w:type="auto"/>
          </w:tcPr>
          <w:p w14:paraId="77BED896" w14:textId="77777777" w:rsidR="00CA596E" w:rsidRPr="00691DBA" w:rsidRDefault="00CA596E" w:rsidP="00D12CA3">
            <w:r w:rsidRPr="00691DBA">
              <w:t>98</w:t>
            </w:r>
          </w:p>
        </w:tc>
        <w:tc>
          <w:tcPr>
            <w:tcW w:w="0" w:type="auto"/>
          </w:tcPr>
          <w:p w14:paraId="6F87E49B" w14:textId="77777777" w:rsidR="00CA596E" w:rsidRPr="00691DBA" w:rsidRDefault="00CA596E" w:rsidP="00D12CA3">
            <w:r w:rsidRPr="00691DBA">
              <w:t>Californium</w:t>
            </w:r>
          </w:p>
        </w:tc>
        <w:tc>
          <w:tcPr>
            <w:tcW w:w="0" w:type="auto"/>
          </w:tcPr>
          <w:p w14:paraId="4B5A00B9" w14:textId="77777777" w:rsidR="00CA596E" w:rsidRPr="00691DBA" w:rsidRDefault="00CA596E" w:rsidP="00D12CA3">
            <w:r w:rsidRPr="00691DBA">
              <w:t>Cf</w:t>
            </w:r>
          </w:p>
        </w:tc>
        <w:tc>
          <w:tcPr>
            <w:tcW w:w="0" w:type="auto"/>
          </w:tcPr>
          <w:p w14:paraId="56DAA122" w14:textId="77777777" w:rsidR="00CA596E" w:rsidRPr="00691DBA" w:rsidRDefault="00CA596E" w:rsidP="00D12CA3">
            <w:r w:rsidRPr="00691DBA">
              <w:t>251,080*</w:t>
            </w:r>
          </w:p>
        </w:tc>
        <w:tc>
          <w:tcPr>
            <w:tcW w:w="0" w:type="auto"/>
          </w:tcPr>
          <w:p w14:paraId="1C646CB8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53ABA0BD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71B7FF0A" w14:textId="77777777" w:rsidTr="00A90498">
        <w:tc>
          <w:tcPr>
            <w:tcW w:w="0" w:type="auto"/>
          </w:tcPr>
          <w:p w14:paraId="5F8E58DD" w14:textId="77777777" w:rsidR="00CA596E" w:rsidRPr="00691DBA" w:rsidRDefault="00CA596E" w:rsidP="00D12CA3">
            <w:r w:rsidRPr="00691DBA">
              <w:t>99</w:t>
            </w:r>
          </w:p>
        </w:tc>
        <w:tc>
          <w:tcPr>
            <w:tcW w:w="0" w:type="auto"/>
          </w:tcPr>
          <w:p w14:paraId="72F40999" w14:textId="77777777" w:rsidR="00CA596E" w:rsidRPr="00691DBA" w:rsidRDefault="00CA596E" w:rsidP="00D12CA3">
            <w:r w:rsidRPr="00691DBA">
              <w:t>Einsteinium</w:t>
            </w:r>
          </w:p>
        </w:tc>
        <w:tc>
          <w:tcPr>
            <w:tcW w:w="0" w:type="auto"/>
          </w:tcPr>
          <w:p w14:paraId="17212154" w14:textId="77777777" w:rsidR="00CA596E" w:rsidRPr="00691DBA" w:rsidRDefault="00CA596E" w:rsidP="00D12CA3">
            <w:r w:rsidRPr="00691DBA">
              <w:t>Es</w:t>
            </w:r>
          </w:p>
        </w:tc>
        <w:tc>
          <w:tcPr>
            <w:tcW w:w="0" w:type="auto"/>
          </w:tcPr>
          <w:p w14:paraId="6D0858F9" w14:textId="77777777" w:rsidR="00CA596E" w:rsidRPr="00691DBA" w:rsidRDefault="00CA596E" w:rsidP="00D12CA3">
            <w:r w:rsidRPr="00691DBA">
              <w:t>252,083*</w:t>
            </w:r>
          </w:p>
        </w:tc>
        <w:tc>
          <w:tcPr>
            <w:tcW w:w="0" w:type="auto"/>
          </w:tcPr>
          <w:p w14:paraId="744A30E7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5D431636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7C8D9339" w14:textId="77777777" w:rsidTr="00A90498">
        <w:tc>
          <w:tcPr>
            <w:tcW w:w="0" w:type="auto"/>
          </w:tcPr>
          <w:p w14:paraId="3AC01247" w14:textId="77777777" w:rsidR="00CA596E" w:rsidRPr="00691DBA" w:rsidRDefault="00CA596E" w:rsidP="00D12CA3">
            <w:r w:rsidRPr="00691DBA">
              <w:t>100</w:t>
            </w:r>
          </w:p>
        </w:tc>
        <w:tc>
          <w:tcPr>
            <w:tcW w:w="0" w:type="auto"/>
          </w:tcPr>
          <w:p w14:paraId="7589FA24" w14:textId="77777777" w:rsidR="00CA596E" w:rsidRPr="00691DBA" w:rsidRDefault="00CA596E" w:rsidP="00D12CA3">
            <w:r w:rsidRPr="00691DBA">
              <w:t>Fermium</w:t>
            </w:r>
          </w:p>
        </w:tc>
        <w:tc>
          <w:tcPr>
            <w:tcW w:w="0" w:type="auto"/>
          </w:tcPr>
          <w:p w14:paraId="494E3ACD" w14:textId="77777777" w:rsidR="00CA596E" w:rsidRPr="00691DBA" w:rsidRDefault="00CA596E" w:rsidP="00D12CA3">
            <w:r w:rsidRPr="00691DBA">
              <w:t>Fm</w:t>
            </w:r>
          </w:p>
        </w:tc>
        <w:tc>
          <w:tcPr>
            <w:tcW w:w="0" w:type="auto"/>
          </w:tcPr>
          <w:p w14:paraId="5932B0E6" w14:textId="77777777" w:rsidR="00CA596E" w:rsidRPr="00691DBA" w:rsidRDefault="00CA596E" w:rsidP="00D12CA3">
            <w:r w:rsidRPr="00691DBA">
              <w:t>257,095*</w:t>
            </w:r>
          </w:p>
        </w:tc>
        <w:tc>
          <w:tcPr>
            <w:tcW w:w="0" w:type="auto"/>
          </w:tcPr>
          <w:p w14:paraId="08B94D03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47CC1D51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45F94B96" w14:textId="77777777" w:rsidTr="00A90498">
        <w:tc>
          <w:tcPr>
            <w:tcW w:w="0" w:type="auto"/>
          </w:tcPr>
          <w:p w14:paraId="5E55FA00" w14:textId="77777777" w:rsidR="00CA596E" w:rsidRPr="00691DBA" w:rsidRDefault="00CA596E" w:rsidP="00D12CA3">
            <w:r w:rsidRPr="00691DBA">
              <w:t>101</w:t>
            </w:r>
          </w:p>
        </w:tc>
        <w:tc>
          <w:tcPr>
            <w:tcW w:w="0" w:type="auto"/>
          </w:tcPr>
          <w:p w14:paraId="2364BB6D" w14:textId="77777777" w:rsidR="00CA596E" w:rsidRPr="00691DBA" w:rsidRDefault="00CA596E" w:rsidP="00D12CA3">
            <w:r w:rsidRPr="00691DBA">
              <w:t>Mendelevium</w:t>
            </w:r>
          </w:p>
        </w:tc>
        <w:tc>
          <w:tcPr>
            <w:tcW w:w="0" w:type="auto"/>
          </w:tcPr>
          <w:p w14:paraId="6A770DE0" w14:textId="77777777" w:rsidR="00CA596E" w:rsidRPr="00691DBA" w:rsidRDefault="00CA596E" w:rsidP="00D12CA3">
            <w:r w:rsidRPr="00691DBA">
              <w:t>Md</w:t>
            </w:r>
          </w:p>
        </w:tc>
        <w:tc>
          <w:tcPr>
            <w:tcW w:w="0" w:type="auto"/>
          </w:tcPr>
          <w:p w14:paraId="745C3CF0" w14:textId="77777777" w:rsidR="00CA596E" w:rsidRPr="00691DBA" w:rsidRDefault="00CA596E" w:rsidP="00D12CA3">
            <w:r w:rsidRPr="00691DBA">
              <w:t>258,098*</w:t>
            </w:r>
          </w:p>
        </w:tc>
        <w:tc>
          <w:tcPr>
            <w:tcW w:w="0" w:type="auto"/>
          </w:tcPr>
          <w:p w14:paraId="119AB8FA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77B716F9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5CD096BB" w14:textId="77777777" w:rsidTr="00A90498">
        <w:tc>
          <w:tcPr>
            <w:tcW w:w="0" w:type="auto"/>
          </w:tcPr>
          <w:p w14:paraId="07D5A086" w14:textId="77777777" w:rsidR="00CA596E" w:rsidRPr="00691DBA" w:rsidRDefault="00CA596E" w:rsidP="00D12CA3">
            <w:r w:rsidRPr="00691DBA">
              <w:t>102</w:t>
            </w:r>
          </w:p>
        </w:tc>
        <w:tc>
          <w:tcPr>
            <w:tcW w:w="0" w:type="auto"/>
          </w:tcPr>
          <w:p w14:paraId="297BDECB" w14:textId="77777777" w:rsidR="00CA596E" w:rsidRPr="00691DBA" w:rsidRDefault="00CA596E" w:rsidP="00D12CA3">
            <w:r w:rsidRPr="00691DBA">
              <w:t>Nobelium</w:t>
            </w:r>
          </w:p>
        </w:tc>
        <w:tc>
          <w:tcPr>
            <w:tcW w:w="0" w:type="auto"/>
          </w:tcPr>
          <w:p w14:paraId="101EC85F" w14:textId="77777777" w:rsidR="00CA596E" w:rsidRPr="00691DBA" w:rsidRDefault="00CA596E" w:rsidP="00D12CA3">
            <w:r w:rsidRPr="00691DBA">
              <w:t>No</w:t>
            </w:r>
          </w:p>
        </w:tc>
        <w:tc>
          <w:tcPr>
            <w:tcW w:w="0" w:type="auto"/>
          </w:tcPr>
          <w:p w14:paraId="07F9A7F3" w14:textId="77777777" w:rsidR="00CA596E" w:rsidRPr="00691DBA" w:rsidRDefault="00CA596E" w:rsidP="00D12CA3">
            <w:r w:rsidRPr="00691DBA">
              <w:t>259,101*</w:t>
            </w:r>
          </w:p>
        </w:tc>
        <w:tc>
          <w:tcPr>
            <w:tcW w:w="0" w:type="auto"/>
          </w:tcPr>
          <w:p w14:paraId="0FACDB0A" w14:textId="77777777" w:rsidR="00CA596E" w:rsidRPr="00691DBA" w:rsidRDefault="00CA596E" w:rsidP="00D12CA3">
            <w:r w:rsidRPr="00691DBA">
              <w:t>1,3</w:t>
            </w:r>
          </w:p>
        </w:tc>
        <w:tc>
          <w:tcPr>
            <w:tcW w:w="0" w:type="auto"/>
          </w:tcPr>
          <w:p w14:paraId="755BC63A" w14:textId="77777777" w:rsidR="00CA596E" w:rsidRPr="00691DBA" w:rsidRDefault="00CA596E" w:rsidP="00D12CA3">
            <w:r w:rsidRPr="00691DBA">
              <w:t>7</w:t>
            </w:r>
          </w:p>
        </w:tc>
      </w:tr>
      <w:tr w:rsidR="00CA596E" w:rsidRPr="00691DBA" w14:paraId="3F4DAE12" w14:textId="77777777" w:rsidTr="00A90498">
        <w:tc>
          <w:tcPr>
            <w:tcW w:w="0" w:type="auto"/>
          </w:tcPr>
          <w:p w14:paraId="493360EB" w14:textId="77777777" w:rsidR="00CA596E" w:rsidRPr="00691DBA" w:rsidRDefault="00CA596E" w:rsidP="00D12CA3">
            <w:r w:rsidRPr="00691DBA">
              <w:t>103</w:t>
            </w:r>
          </w:p>
        </w:tc>
        <w:tc>
          <w:tcPr>
            <w:tcW w:w="0" w:type="auto"/>
          </w:tcPr>
          <w:p w14:paraId="531A012B" w14:textId="77777777" w:rsidR="00CA596E" w:rsidRPr="00691DBA" w:rsidRDefault="00CA596E" w:rsidP="00D12CA3">
            <w:r w:rsidRPr="00691DBA">
              <w:t>Lawrencium</w:t>
            </w:r>
          </w:p>
        </w:tc>
        <w:tc>
          <w:tcPr>
            <w:tcW w:w="0" w:type="auto"/>
          </w:tcPr>
          <w:p w14:paraId="27ABBABF" w14:textId="77777777" w:rsidR="00CA596E" w:rsidRPr="00691DBA" w:rsidRDefault="00CA596E" w:rsidP="00D12CA3">
            <w:r w:rsidRPr="00691DBA">
              <w:t>Lr</w:t>
            </w:r>
          </w:p>
        </w:tc>
        <w:tc>
          <w:tcPr>
            <w:tcW w:w="0" w:type="auto"/>
          </w:tcPr>
          <w:p w14:paraId="0227E8FD" w14:textId="77777777" w:rsidR="00CA596E" w:rsidRPr="00691DBA" w:rsidRDefault="00CA596E" w:rsidP="00D12CA3">
            <w:r w:rsidRPr="00691DBA">
              <w:t>262,110*</w:t>
            </w:r>
          </w:p>
        </w:tc>
        <w:tc>
          <w:tcPr>
            <w:tcW w:w="0" w:type="auto"/>
          </w:tcPr>
          <w:p w14:paraId="5021DCD8" w14:textId="77777777" w:rsidR="00CA596E" w:rsidRPr="00691DBA" w:rsidRDefault="00CA596E" w:rsidP="00D12CA3">
            <w:r w:rsidRPr="00691DBA">
              <w:t>--</w:t>
            </w:r>
          </w:p>
        </w:tc>
        <w:tc>
          <w:tcPr>
            <w:tcW w:w="0" w:type="auto"/>
          </w:tcPr>
          <w:p w14:paraId="3E222762" w14:textId="77777777" w:rsidR="00CA596E" w:rsidRPr="00691DBA" w:rsidRDefault="00CA596E" w:rsidP="00D12CA3">
            <w:r w:rsidRPr="00691DBA">
              <w:t>7</w:t>
            </w:r>
          </w:p>
        </w:tc>
      </w:tr>
    </w:tbl>
    <w:p w14:paraId="221BCFB8" w14:textId="77777777" w:rsidR="00CA596E" w:rsidRPr="0031298E" w:rsidRDefault="00CA596E" w:rsidP="00CA596E">
      <w:r>
        <w:t>&lt;/Tabelle&gt;</w:t>
      </w:r>
    </w:p>
    <w:p w14:paraId="696456C1" w14:textId="77777777" w:rsidR="00CA596E" w:rsidRDefault="00CA596E" w:rsidP="00C737BC"/>
    <w:sectPr w:rsidR="00CA596E" w:rsidSect="00636997">
      <w:pgSz w:w="16906" w:h="1338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1316E"/>
    <w:rsid w:val="000132A0"/>
    <w:rsid w:val="00026294"/>
    <w:rsid w:val="00030EA8"/>
    <w:rsid w:val="00032551"/>
    <w:rsid w:val="00041528"/>
    <w:rsid w:val="00047890"/>
    <w:rsid w:val="00052752"/>
    <w:rsid w:val="00055A76"/>
    <w:rsid w:val="00060F52"/>
    <w:rsid w:val="000662F1"/>
    <w:rsid w:val="0007422E"/>
    <w:rsid w:val="000809BC"/>
    <w:rsid w:val="00092BBC"/>
    <w:rsid w:val="000A1ADD"/>
    <w:rsid w:val="000A5317"/>
    <w:rsid w:val="000B356D"/>
    <w:rsid w:val="000C0C60"/>
    <w:rsid w:val="000C11DE"/>
    <w:rsid w:val="000C3E8B"/>
    <w:rsid w:val="000E1A57"/>
    <w:rsid w:val="000E1A69"/>
    <w:rsid w:val="000E43F9"/>
    <w:rsid w:val="000F1BDD"/>
    <w:rsid w:val="000F3422"/>
    <w:rsid w:val="00101995"/>
    <w:rsid w:val="00101E47"/>
    <w:rsid w:val="00102029"/>
    <w:rsid w:val="00106A1D"/>
    <w:rsid w:val="0011127F"/>
    <w:rsid w:val="00131BDD"/>
    <w:rsid w:val="00132899"/>
    <w:rsid w:val="00132BE1"/>
    <w:rsid w:val="00136094"/>
    <w:rsid w:val="00140F60"/>
    <w:rsid w:val="00142F42"/>
    <w:rsid w:val="00153E7A"/>
    <w:rsid w:val="00155550"/>
    <w:rsid w:val="00166556"/>
    <w:rsid w:val="001668A8"/>
    <w:rsid w:val="00167F6A"/>
    <w:rsid w:val="00170640"/>
    <w:rsid w:val="0017187E"/>
    <w:rsid w:val="0017220C"/>
    <w:rsid w:val="00176604"/>
    <w:rsid w:val="001B15FB"/>
    <w:rsid w:val="001B6138"/>
    <w:rsid w:val="001C0A6B"/>
    <w:rsid w:val="001F5BD2"/>
    <w:rsid w:val="00206850"/>
    <w:rsid w:val="00212569"/>
    <w:rsid w:val="002126A4"/>
    <w:rsid w:val="00217A71"/>
    <w:rsid w:val="00230D09"/>
    <w:rsid w:val="00230E36"/>
    <w:rsid w:val="002369DF"/>
    <w:rsid w:val="00245DCC"/>
    <w:rsid w:val="00257C85"/>
    <w:rsid w:val="0026526A"/>
    <w:rsid w:val="002670E9"/>
    <w:rsid w:val="00275186"/>
    <w:rsid w:val="00287902"/>
    <w:rsid w:val="0028790B"/>
    <w:rsid w:val="00293C75"/>
    <w:rsid w:val="0029677C"/>
    <w:rsid w:val="002B797C"/>
    <w:rsid w:val="002C0789"/>
    <w:rsid w:val="002C3A2D"/>
    <w:rsid w:val="002D16F7"/>
    <w:rsid w:val="002D6016"/>
    <w:rsid w:val="002E099E"/>
    <w:rsid w:val="002E0BB7"/>
    <w:rsid w:val="002E1EF6"/>
    <w:rsid w:val="00301379"/>
    <w:rsid w:val="003107C2"/>
    <w:rsid w:val="00317B9A"/>
    <w:rsid w:val="00320D91"/>
    <w:rsid w:val="00337C7E"/>
    <w:rsid w:val="00344EFD"/>
    <w:rsid w:val="00357AFC"/>
    <w:rsid w:val="003645BC"/>
    <w:rsid w:val="003662DE"/>
    <w:rsid w:val="0037122A"/>
    <w:rsid w:val="00372E29"/>
    <w:rsid w:val="0037439C"/>
    <w:rsid w:val="0037511F"/>
    <w:rsid w:val="003760BF"/>
    <w:rsid w:val="00377C9A"/>
    <w:rsid w:val="003841A1"/>
    <w:rsid w:val="003A0DC7"/>
    <w:rsid w:val="003A0FB3"/>
    <w:rsid w:val="003B1328"/>
    <w:rsid w:val="003B4F73"/>
    <w:rsid w:val="003B6C19"/>
    <w:rsid w:val="003D0DFC"/>
    <w:rsid w:val="003D1BC0"/>
    <w:rsid w:val="003D1BFE"/>
    <w:rsid w:val="003D636F"/>
    <w:rsid w:val="003E71EC"/>
    <w:rsid w:val="003F0E69"/>
    <w:rsid w:val="003F3D0B"/>
    <w:rsid w:val="00413D65"/>
    <w:rsid w:val="00415FED"/>
    <w:rsid w:val="00435D7C"/>
    <w:rsid w:val="00443C85"/>
    <w:rsid w:val="004470B4"/>
    <w:rsid w:val="004637BA"/>
    <w:rsid w:val="00473631"/>
    <w:rsid w:val="00474260"/>
    <w:rsid w:val="004753B6"/>
    <w:rsid w:val="00482B6A"/>
    <w:rsid w:val="0048636A"/>
    <w:rsid w:val="004A18B1"/>
    <w:rsid w:val="004A4403"/>
    <w:rsid w:val="004C214E"/>
    <w:rsid w:val="004F3F47"/>
    <w:rsid w:val="004F750B"/>
    <w:rsid w:val="00507A43"/>
    <w:rsid w:val="00510AFE"/>
    <w:rsid w:val="0051256C"/>
    <w:rsid w:val="0051535F"/>
    <w:rsid w:val="00524B67"/>
    <w:rsid w:val="00544242"/>
    <w:rsid w:val="005445AC"/>
    <w:rsid w:val="00550CC4"/>
    <w:rsid w:val="005758FA"/>
    <w:rsid w:val="00576651"/>
    <w:rsid w:val="00581F58"/>
    <w:rsid w:val="005820DC"/>
    <w:rsid w:val="0058752E"/>
    <w:rsid w:val="0059445F"/>
    <w:rsid w:val="00596980"/>
    <w:rsid w:val="005A0723"/>
    <w:rsid w:val="005B287D"/>
    <w:rsid w:val="005B3A9F"/>
    <w:rsid w:val="005B5BB1"/>
    <w:rsid w:val="005E3423"/>
    <w:rsid w:val="005E5E55"/>
    <w:rsid w:val="00600079"/>
    <w:rsid w:val="00602C2E"/>
    <w:rsid w:val="00604BF4"/>
    <w:rsid w:val="006051E7"/>
    <w:rsid w:val="00633172"/>
    <w:rsid w:val="00636997"/>
    <w:rsid w:val="00641B28"/>
    <w:rsid w:val="006424CD"/>
    <w:rsid w:val="00643FA4"/>
    <w:rsid w:val="006445B5"/>
    <w:rsid w:val="00657EF3"/>
    <w:rsid w:val="006605A6"/>
    <w:rsid w:val="0067488C"/>
    <w:rsid w:val="006856E4"/>
    <w:rsid w:val="00691DBA"/>
    <w:rsid w:val="006A3523"/>
    <w:rsid w:val="006B0A20"/>
    <w:rsid w:val="006B1D2A"/>
    <w:rsid w:val="006B468F"/>
    <w:rsid w:val="006D60E3"/>
    <w:rsid w:val="006F0184"/>
    <w:rsid w:val="006F6F0F"/>
    <w:rsid w:val="00706059"/>
    <w:rsid w:val="00711D60"/>
    <w:rsid w:val="0073153E"/>
    <w:rsid w:val="00732893"/>
    <w:rsid w:val="007335E1"/>
    <w:rsid w:val="00752731"/>
    <w:rsid w:val="00760EAA"/>
    <w:rsid w:val="00762032"/>
    <w:rsid w:val="007635AF"/>
    <w:rsid w:val="00766DC4"/>
    <w:rsid w:val="00782835"/>
    <w:rsid w:val="00787575"/>
    <w:rsid w:val="00794B1D"/>
    <w:rsid w:val="00795395"/>
    <w:rsid w:val="007A1C28"/>
    <w:rsid w:val="007A278F"/>
    <w:rsid w:val="007A3F5B"/>
    <w:rsid w:val="007B285B"/>
    <w:rsid w:val="007B3106"/>
    <w:rsid w:val="007B54FC"/>
    <w:rsid w:val="007C30AB"/>
    <w:rsid w:val="007D12D7"/>
    <w:rsid w:val="007D4695"/>
    <w:rsid w:val="007D47BF"/>
    <w:rsid w:val="007D6A2E"/>
    <w:rsid w:val="007E20E6"/>
    <w:rsid w:val="007F1FEB"/>
    <w:rsid w:val="007F3C9A"/>
    <w:rsid w:val="007F67A5"/>
    <w:rsid w:val="008244CC"/>
    <w:rsid w:val="00842797"/>
    <w:rsid w:val="00844176"/>
    <w:rsid w:val="00846ED1"/>
    <w:rsid w:val="00847164"/>
    <w:rsid w:val="00870017"/>
    <w:rsid w:val="00870A04"/>
    <w:rsid w:val="008719E1"/>
    <w:rsid w:val="008739DF"/>
    <w:rsid w:val="00873CE9"/>
    <w:rsid w:val="008A389A"/>
    <w:rsid w:val="008A3D0D"/>
    <w:rsid w:val="008A51FE"/>
    <w:rsid w:val="008B434A"/>
    <w:rsid w:val="008B6ACE"/>
    <w:rsid w:val="008D03EA"/>
    <w:rsid w:val="008D1E28"/>
    <w:rsid w:val="008D21A8"/>
    <w:rsid w:val="008D3BB5"/>
    <w:rsid w:val="008F10BF"/>
    <w:rsid w:val="008F54B9"/>
    <w:rsid w:val="008F5E38"/>
    <w:rsid w:val="009019E3"/>
    <w:rsid w:val="00902D56"/>
    <w:rsid w:val="009214F6"/>
    <w:rsid w:val="00924C16"/>
    <w:rsid w:val="0094331D"/>
    <w:rsid w:val="00944170"/>
    <w:rsid w:val="00945FEA"/>
    <w:rsid w:val="00961435"/>
    <w:rsid w:val="00967C4F"/>
    <w:rsid w:val="00970496"/>
    <w:rsid w:val="009721F9"/>
    <w:rsid w:val="009813E3"/>
    <w:rsid w:val="009862D9"/>
    <w:rsid w:val="00994151"/>
    <w:rsid w:val="009A07B0"/>
    <w:rsid w:val="009A19CE"/>
    <w:rsid w:val="009A22E6"/>
    <w:rsid w:val="009B7B2D"/>
    <w:rsid w:val="009C49C9"/>
    <w:rsid w:val="009D276D"/>
    <w:rsid w:val="009D70FB"/>
    <w:rsid w:val="009E140B"/>
    <w:rsid w:val="009E1DC1"/>
    <w:rsid w:val="009F214E"/>
    <w:rsid w:val="00A03DEF"/>
    <w:rsid w:val="00A16FCD"/>
    <w:rsid w:val="00A20B27"/>
    <w:rsid w:val="00A21D42"/>
    <w:rsid w:val="00A27C51"/>
    <w:rsid w:val="00A31274"/>
    <w:rsid w:val="00A4425F"/>
    <w:rsid w:val="00A50934"/>
    <w:rsid w:val="00A5754D"/>
    <w:rsid w:val="00A72EE0"/>
    <w:rsid w:val="00A82752"/>
    <w:rsid w:val="00A87F92"/>
    <w:rsid w:val="00A909B0"/>
    <w:rsid w:val="00A921FD"/>
    <w:rsid w:val="00AA7F11"/>
    <w:rsid w:val="00AB4D7F"/>
    <w:rsid w:val="00AE737A"/>
    <w:rsid w:val="00AF46C6"/>
    <w:rsid w:val="00B12F6A"/>
    <w:rsid w:val="00B15DB6"/>
    <w:rsid w:val="00B178A4"/>
    <w:rsid w:val="00B26091"/>
    <w:rsid w:val="00B2680F"/>
    <w:rsid w:val="00B317C3"/>
    <w:rsid w:val="00B31C98"/>
    <w:rsid w:val="00B31D1B"/>
    <w:rsid w:val="00B47F83"/>
    <w:rsid w:val="00B505E9"/>
    <w:rsid w:val="00B56B0E"/>
    <w:rsid w:val="00B66AF2"/>
    <w:rsid w:val="00B927B1"/>
    <w:rsid w:val="00B97456"/>
    <w:rsid w:val="00BA2879"/>
    <w:rsid w:val="00BA4C85"/>
    <w:rsid w:val="00BB54D8"/>
    <w:rsid w:val="00BB6CD0"/>
    <w:rsid w:val="00BB7D40"/>
    <w:rsid w:val="00BC1918"/>
    <w:rsid w:val="00BC4D77"/>
    <w:rsid w:val="00BE0BF6"/>
    <w:rsid w:val="00BE2E29"/>
    <w:rsid w:val="00BF542D"/>
    <w:rsid w:val="00C13A32"/>
    <w:rsid w:val="00C13C97"/>
    <w:rsid w:val="00C1587C"/>
    <w:rsid w:val="00C15C40"/>
    <w:rsid w:val="00C1624A"/>
    <w:rsid w:val="00C170AD"/>
    <w:rsid w:val="00C20ABE"/>
    <w:rsid w:val="00C24D9F"/>
    <w:rsid w:val="00C2653A"/>
    <w:rsid w:val="00C32308"/>
    <w:rsid w:val="00C401EF"/>
    <w:rsid w:val="00C60267"/>
    <w:rsid w:val="00C64B96"/>
    <w:rsid w:val="00C64C19"/>
    <w:rsid w:val="00C706DE"/>
    <w:rsid w:val="00C715B3"/>
    <w:rsid w:val="00C729BC"/>
    <w:rsid w:val="00C737B2"/>
    <w:rsid w:val="00C737BC"/>
    <w:rsid w:val="00C97C75"/>
    <w:rsid w:val="00CA1EB5"/>
    <w:rsid w:val="00CA596E"/>
    <w:rsid w:val="00CC6D31"/>
    <w:rsid w:val="00CD1CE5"/>
    <w:rsid w:val="00CD3CFD"/>
    <w:rsid w:val="00CD5DE5"/>
    <w:rsid w:val="00CD610A"/>
    <w:rsid w:val="00CE2302"/>
    <w:rsid w:val="00CE256A"/>
    <w:rsid w:val="00CE3C83"/>
    <w:rsid w:val="00CE5640"/>
    <w:rsid w:val="00CF4AC9"/>
    <w:rsid w:val="00CF6211"/>
    <w:rsid w:val="00D033A3"/>
    <w:rsid w:val="00D11B8A"/>
    <w:rsid w:val="00D12CA3"/>
    <w:rsid w:val="00D14130"/>
    <w:rsid w:val="00D14994"/>
    <w:rsid w:val="00D20E85"/>
    <w:rsid w:val="00D22611"/>
    <w:rsid w:val="00D233D8"/>
    <w:rsid w:val="00D3065D"/>
    <w:rsid w:val="00D70D81"/>
    <w:rsid w:val="00D76061"/>
    <w:rsid w:val="00D94986"/>
    <w:rsid w:val="00DA42A6"/>
    <w:rsid w:val="00DA5199"/>
    <w:rsid w:val="00DD2CA9"/>
    <w:rsid w:val="00DD4CB4"/>
    <w:rsid w:val="00DF2AB3"/>
    <w:rsid w:val="00DF2FBB"/>
    <w:rsid w:val="00DF6487"/>
    <w:rsid w:val="00E11D69"/>
    <w:rsid w:val="00E27012"/>
    <w:rsid w:val="00E27917"/>
    <w:rsid w:val="00E42FC8"/>
    <w:rsid w:val="00E438AA"/>
    <w:rsid w:val="00E5056F"/>
    <w:rsid w:val="00E506B1"/>
    <w:rsid w:val="00E51166"/>
    <w:rsid w:val="00E53990"/>
    <w:rsid w:val="00E542DE"/>
    <w:rsid w:val="00E573A8"/>
    <w:rsid w:val="00E86505"/>
    <w:rsid w:val="00E956B0"/>
    <w:rsid w:val="00E95C85"/>
    <w:rsid w:val="00EA296F"/>
    <w:rsid w:val="00EA3169"/>
    <w:rsid w:val="00EC0F61"/>
    <w:rsid w:val="00EC4C50"/>
    <w:rsid w:val="00ED2035"/>
    <w:rsid w:val="00ED3CE7"/>
    <w:rsid w:val="00ED7650"/>
    <w:rsid w:val="00EF5433"/>
    <w:rsid w:val="00F04A17"/>
    <w:rsid w:val="00F12D2A"/>
    <w:rsid w:val="00F22F58"/>
    <w:rsid w:val="00F239B5"/>
    <w:rsid w:val="00F2678F"/>
    <w:rsid w:val="00F32876"/>
    <w:rsid w:val="00F434D8"/>
    <w:rsid w:val="00F4388A"/>
    <w:rsid w:val="00F55C3E"/>
    <w:rsid w:val="00F65070"/>
    <w:rsid w:val="00F65626"/>
    <w:rsid w:val="00F84B05"/>
    <w:rsid w:val="00F90A97"/>
    <w:rsid w:val="00F93DC9"/>
    <w:rsid w:val="00F977E7"/>
    <w:rsid w:val="00F97E86"/>
    <w:rsid w:val="00FA0A79"/>
    <w:rsid w:val="00FA12C2"/>
    <w:rsid w:val="00FA662C"/>
    <w:rsid w:val="00FB2624"/>
    <w:rsid w:val="00FB2A98"/>
    <w:rsid w:val="00FC008A"/>
    <w:rsid w:val="00FC07F2"/>
    <w:rsid w:val="00FE176F"/>
    <w:rsid w:val="00FE7B4B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A389A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89A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389A"/>
    <w:pPr>
      <w:keepNext/>
      <w:keepLines/>
      <w:spacing w:before="40" w:after="120"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A389A"/>
    <w:pPr>
      <w:keepNext/>
      <w:keepLines/>
      <w:spacing w:before="40" w:after="120"/>
      <w:outlineLvl w:val="2"/>
    </w:pPr>
    <w:rPr>
      <w:rFonts w:eastAsiaTheme="majorEastAsia" w:cstheme="majorBidi"/>
      <w:b/>
      <w:color w:val="000000" w:themeColor="text1"/>
      <w:sz w:val="3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A389A"/>
    <w:pPr>
      <w:keepNext/>
      <w:keepLines/>
      <w:spacing w:before="40" w:after="120"/>
      <w:outlineLvl w:val="3"/>
    </w:pPr>
    <w:rPr>
      <w:rFonts w:eastAsiaTheme="majorEastAsia" w:cstheme="majorBidi"/>
      <w:b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A59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59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389A"/>
    <w:rPr>
      <w:rFonts w:ascii="Verdana" w:eastAsiaTheme="majorEastAsia" w:hAnsi="Verdana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389A"/>
    <w:rPr>
      <w:rFonts w:ascii="Verdana" w:eastAsiaTheme="majorEastAsia" w:hAnsi="Verdana" w:cstheme="majorBidi"/>
      <w:b/>
      <w:color w:val="000000" w:themeColor="text1"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A389A"/>
    <w:rPr>
      <w:rFonts w:ascii="Verdana" w:eastAsiaTheme="majorEastAsia" w:hAnsi="Verdana" w:cstheme="majorBidi"/>
      <w:b/>
      <w:color w:val="000000" w:themeColor="text1"/>
      <w:sz w:val="3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A389A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A596E"/>
    <w:rPr>
      <w:rFonts w:asciiTheme="majorHAnsi" w:eastAsiaTheme="majorEastAsia" w:hAnsiTheme="majorHAnsi" w:cstheme="majorBidi"/>
      <w:b/>
      <w:i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59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3">
    <w:name w:val="List 3"/>
    <w:basedOn w:val="Standard"/>
    <w:uiPriority w:val="99"/>
    <w:semiHidden/>
    <w:unhideWhenUsed/>
    <w:rsid w:val="00CA596E"/>
    <w:pPr>
      <w:ind w:left="849" w:hanging="283"/>
      <w:contextualSpacing/>
    </w:pPr>
    <w:rPr>
      <w:rFonts w:eastAsia="Calibri" w:cs="Times New Roman"/>
    </w:rPr>
  </w:style>
  <w:style w:type="paragraph" w:customStyle="1" w:styleId="Style1">
    <w:name w:val="Style1"/>
    <w:basedOn w:val="Standard"/>
    <w:uiPriority w:val="99"/>
    <w:rsid w:val="00CA596E"/>
    <w:rPr>
      <w:rFonts w:eastAsia="Calibri" w:cs="Times New Roman"/>
    </w:rPr>
  </w:style>
  <w:style w:type="paragraph" w:customStyle="1" w:styleId="Style2">
    <w:name w:val="Style2"/>
    <w:basedOn w:val="Standard"/>
    <w:uiPriority w:val="99"/>
    <w:rsid w:val="00CA596E"/>
    <w:pPr>
      <w:spacing w:line="218" w:lineRule="exact"/>
      <w:jc w:val="both"/>
    </w:pPr>
    <w:rPr>
      <w:rFonts w:eastAsia="Calibri" w:cs="Times New Roman"/>
    </w:rPr>
  </w:style>
  <w:style w:type="paragraph" w:customStyle="1" w:styleId="Style3">
    <w:name w:val="Style3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4">
    <w:name w:val="Style4"/>
    <w:basedOn w:val="Standard"/>
    <w:uiPriority w:val="99"/>
    <w:rsid w:val="00CA596E"/>
    <w:pPr>
      <w:spacing w:line="220" w:lineRule="exact"/>
    </w:pPr>
    <w:rPr>
      <w:rFonts w:eastAsia="Calibri" w:cs="Times New Roman"/>
    </w:rPr>
  </w:style>
  <w:style w:type="paragraph" w:customStyle="1" w:styleId="Style5">
    <w:name w:val="Style5"/>
    <w:basedOn w:val="Standard"/>
    <w:uiPriority w:val="99"/>
    <w:rsid w:val="00CA596E"/>
    <w:rPr>
      <w:rFonts w:eastAsia="Calibri" w:cs="Times New Roman"/>
    </w:rPr>
  </w:style>
  <w:style w:type="paragraph" w:customStyle="1" w:styleId="Style6">
    <w:name w:val="Style6"/>
    <w:basedOn w:val="Standard"/>
    <w:uiPriority w:val="99"/>
    <w:rsid w:val="00CA596E"/>
    <w:rPr>
      <w:rFonts w:eastAsia="Calibri" w:cs="Times New Roman"/>
    </w:rPr>
  </w:style>
  <w:style w:type="paragraph" w:customStyle="1" w:styleId="Style7">
    <w:name w:val="Style7"/>
    <w:basedOn w:val="Standard"/>
    <w:uiPriority w:val="99"/>
    <w:rsid w:val="00CA596E"/>
    <w:pPr>
      <w:spacing w:line="86" w:lineRule="exact"/>
      <w:jc w:val="both"/>
    </w:pPr>
    <w:rPr>
      <w:rFonts w:eastAsia="Calibri" w:cs="Times New Roman"/>
    </w:rPr>
  </w:style>
  <w:style w:type="paragraph" w:customStyle="1" w:styleId="Style8">
    <w:name w:val="Style8"/>
    <w:basedOn w:val="Standard"/>
    <w:uiPriority w:val="99"/>
    <w:rsid w:val="00CA596E"/>
    <w:rPr>
      <w:rFonts w:eastAsia="Calibri" w:cs="Times New Roman"/>
    </w:rPr>
  </w:style>
  <w:style w:type="paragraph" w:customStyle="1" w:styleId="Style9">
    <w:name w:val="Style9"/>
    <w:basedOn w:val="Standard"/>
    <w:uiPriority w:val="99"/>
    <w:rsid w:val="00CA596E"/>
    <w:pPr>
      <w:spacing w:line="86" w:lineRule="exact"/>
      <w:jc w:val="both"/>
    </w:pPr>
    <w:rPr>
      <w:rFonts w:eastAsia="Calibri" w:cs="Times New Roman"/>
    </w:rPr>
  </w:style>
  <w:style w:type="paragraph" w:customStyle="1" w:styleId="Style10">
    <w:name w:val="Style10"/>
    <w:basedOn w:val="Standard"/>
    <w:uiPriority w:val="99"/>
    <w:rsid w:val="00CA596E"/>
    <w:rPr>
      <w:rFonts w:eastAsia="Calibri" w:cs="Times New Roman"/>
    </w:rPr>
  </w:style>
  <w:style w:type="paragraph" w:customStyle="1" w:styleId="Style11">
    <w:name w:val="Style1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12">
    <w:name w:val="Style12"/>
    <w:basedOn w:val="Standard"/>
    <w:uiPriority w:val="99"/>
    <w:rsid w:val="00CA596E"/>
    <w:rPr>
      <w:rFonts w:eastAsia="Calibri" w:cs="Times New Roman"/>
    </w:rPr>
  </w:style>
  <w:style w:type="paragraph" w:customStyle="1" w:styleId="Style13">
    <w:name w:val="Style13"/>
    <w:basedOn w:val="Standard"/>
    <w:uiPriority w:val="99"/>
    <w:rsid w:val="00CA596E"/>
    <w:pPr>
      <w:spacing w:line="218" w:lineRule="exact"/>
      <w:ind w:hanging="689"/>
    </w:pPr>
    <w:rPr>
      <w:rFonts w:eastAsia="Calibri" w:cs="Times New Roman"/>
    </w:rPr>
  </w:style>
  <w:style w:type="paragraph" w:customStyle="1" w:styleId="Style14">
    <w:name w:val="Style14"/>
    <w:basedOn w:val="Standard"/>
    <w:uiPriority w:val="99"/>
    <w:rsid w:val="00CA596E"/>
    <w:rPr>
      <w:rFonts w:eastAsia="Calibri" w:cs="Times New Roman"/>
    </w:rPr>
  </w:style>
  <w:style w:type="paragraph" w:customStyle="1" w:styleId="Style15">
    <w:name w:val="Style15"/>
    <w:basedOn w:val="Standard"/>
    <w:uiPriority w:val="99"/>
    <w:rsid w:val="00CA596E"/>
    <w:pPr>
      <w:spacing w:line="240" w:lineRule="exact"/>
      <w:ind w:hanging="221"/>
    </w:pPr>
    <w:rPr>
      <w:rFonts w:eastAsia="Calibri" w:cs="Times New Roman"/>
    </w:rPr>
  </w:style>
  <w:style w:type="paragraph" w:customStyle="1" w:styleId="Style16">
    <w:name w:val="Style16"/>
    <w:basedOn w:val="Standard"/>
    <w:uiPriority w:val="99"/>
    <w:rsid w:val="00CA596E"/>
    <w:rPr>
      <w:rFonts w:eastAsia="Calibri" w:cs="Times New Roman"/>
    </w:rPr>
  </w:style>
  <w:style w:type="paragraph" w:customStyle="1" w:styleId="Style17">
    <w:name w:val="Style17"/>
    <w:basedOn w:val="Standard"/>
    <w:uiPriority w:val="99"/>
    <w:rsid w:val="00CA596E"/>
    <w:pPr>
      <w:spacing w:line="241" w:lineRule="exact"/>
      <w:ind w:hanging="77"/>
    </w:pPr>
    <w:rPr>
      <w:rFonts w:eastAsia="Calibri" w:cs="Times New Roman"/>
    </w:rPr>
  </w:style>
  <w:style w:type="paragraph" w:customStyle="1" w:styleId="Style18">
    <w:name w:val="Style18"/>
    <w:basedOn w:val="Standard"/>
    <w:uiPriority w:val="99"/>
    <w:rsid w:val="00CA596E"/>
    <w:rPr>
      <w:rFonts w:eastAsia="Calibri" w:cs="Times New Roman"/>
    </w:rPr>
  </w:style>
  <w:style w:type="paragraph" w:customStyle="1" w:styleId="Style19">
    <w:name w:val="Style19"/>
    <w:basedOn w:val="Standard"/>
    <w:uiPriority w:val="99"/>
    <w:rsid w:val="00CA596E"/>
    <w:rPr>
      <w:rFonts w:eastAsia="Calibri" w:cs="Times New Roman"/>
    </w:rPr>
  </w:style>
  <w:style w:type="paragraph" w:customStyle="1" w:styleId="Style20">
    <w:name w:val="Style20"/>
    <w:basedOn w:val="Standard"/>
    <w:uiPriority w:val="99"/>
    <w:rsid w:val="00CA596E"/>
    <w:rPr>
      <w:rFonts w:eastAsia="Calibri" w:cs="Times New Roman"/>
    </w:rPr>
  </w:style>
  <w:style w:type="paragraph" w:customStyle="1" w:styleId="Style21">
    <w:name w:val="Style21"/>
    <w:basedOn w:val="Standard"/>
    <w:uiPriority w:val="99"/>
    <w:rsid w:val="00CA596E"/>
    <w:rPr>
      <w:rFonts w:eastAsia="Calibri" w:cs="Times New Roman"/>
    </w:rPr>
  </w:style>
  <w:style w:type="paragraph" w:customStyle="1" w:styleId="Style22">
    <w:name w:val="Style22"/>
    <w:basedOn w:val="Standard"/>
    <w:uiPriority w:val="99"/>
    <w:rsid w:val="00CA596E"/>
    <w:pPr>
      <w:spacing w:line="137" w:lineRule="exact"/>
      <w:ind w:hanging="101"/>
    </w:pPr>
    <w:rPr>
      <w:rFonts w:eastAsia="Calibri" w:cs="Times New Roman"/>
    </w:rPr>
  </w:style>
  <w:style w:type="paragraph" w:customStyle="1" w:styleId="Style23">
    <w:name w:val="Style23"/>
    <w:basedOn w:val="Standard"/>
    <w:uiPriority w:val="99"/>
    <w:rsid w:val="00CA596E"/>
    <w:pPr>
      <w:spacing w:line="475" w:lineRule="exact"/>
      <w:jc w:val="both"/>
    </w:pPr>
    <w:rPr>
      <w:rFonts w:eastAsia="Calibri" w:cs="Times New Roman"/>
    </w:rPr>
  </w:style>
  <w:style w:type="paragraph" w:customStyle="1" w:styleId="Style24">
    <w:name w:val="Style24"/>
    <w:basedOn w:val="Standard"/>
    <w:uiPriority w:val="99"/>
    <w:rsid w:val="00CA596E"/>
    <w:rPr>
      <w:rFonts w:eastAsia="Calibri" w:cs="Times New Roman"/>
    </w:rPr>
  </w:style>
  <w:style w:type="paragraph" w:customStyle="1" w:styleId="Style25">
    <w:name w:val="Style25"/>
    <w:basedOn w:val="Standard"/>
    <w:uiPriority w:val="99"/>
    <w:rsid w:val="00CA596E"/>
    <w:pPr>
      <w:spacing w:line="298" w:lineRule="exact"/>
      <w:jc w:val="both"/>
    </w:pPr>
    <w:rPr>
      <w:rFonts w:eastAsia="Calibri" w:cs="Times New Roman"/>
    </w:rPr>
  </w:style>
  <w:style w:type="paragraph" w:customStyle="1" w:styleId="Style26">
    <w:name w:val="Style26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27">
    <w:name w:val="Style27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28">
    <w:name w:val="Style28"/>
    <w:basedOn w:val="Standard"/>
    <w:uiPriority w:val="99"/>
    <w:rsid w:val="00CA596E"/>
    <w:pPr>
      <w:spacing w:line="240" w:lineRule="exact"/>
    </w:pPr>
    <w:rPr>
      <w:rFonts w:eastAsia="Calibri" w:cs="Times New Roman"/>
    </w:rPr>
  </w:style>
  <w:style w:type="paragraph" w:customStyle="1" w:styleId="Style29">
    <w:name w:val="Style29"/>
    <w:basedOn w:val="Standard"/>
    <w:uiPriority w:val="99"/>
    <w:rsid w:val="00CA596E"/>
    <w:pPr>
      <w:spacing w:line="240" w:lineRule="exact"/>
      <w:ind w:hanging="82"/>
      <w:jc w:val="both"/>
    </w:pPr>
    <w:rPr>
      <w:rFonts w:eastAsia="Calibri" w:cs="Times New Roman"/>
    </w:rPr>
  </w:style>
  <w:style w:type="paragraph" w:customStyle="1" w:styleId="Style30">
    <w:name w:val="Style30"/>
    <w:basedOn w:val="Standard"/>
    <w:uiPriority w:val="99"/>
    <w:rsid w:val="00CA596E"/>
    <w:pPr>
      <w:jc w:val="right"/>
    </w:pPr>
    <w:rPr>
      <w:rFonts w:eastAsia="Calibri" w:cs="Times New Roman"/>
    </w:rPr>
  </w:style>
  <w:style w:type="paragraph" w:customStyle="1" w:styleId="Style31">
    <w:name w:val="Style3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32">
    <w:name w:val="Style32"/>
    <w:basedOn w:val="Standard"/>
    <w:uiPriority w:val="99"/>
    <w:rsid w:val="00CA596E"/>
    <w:rPr>
      <w:rFonts w:eastAsia="Calibri" w:cs="Times New Roman"/>
    </w:rPr>
  </w:style>
  <w:style w:type="paragraph" w:customStyle="1" w:styleId="Style33">
    <w:name w:val="Style33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34">
    <w:name w:val="Style34"/>
    <w:basedOn w:val="Standard"/>
    <w:uiPriority w:val="99"/>
    <w:rsid w:val="00CA596E"/>
    <w:rPr>
      <w:rFonts w:eastAsia="Calibri" w:cs="Times New Roman"/>
    </w:rPr>
  </w:style>
  <w:style w:type="paragraph" w:customStyle="1" w:styleId="Style35">
    <w:name w:val="Style35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36">
    <w:name w:val="Style36"/>
    <w:basedOn w:val="Standard"/>
    <w:uiPriority w:val="99"/>
    <w:rsid w:val="00CA596E"/>
    <w:pPr>
      <w:spacing w:line="240" w:lineRule="exact"/>
      <w:ind w:hanging="161"/>
    </w:pPr>
    <w:rPr>
      <w:rFonts w:eastAsia="Calibri" w:cs="Times New Roman"/>
    </w:rPr>
  </w:style>
  <w:style w:type="paragraph" w:customStyle="1" w:styleId="Style37">
    <w:name w:val="Style37"/>
    <w:basedOn w:val="Standard"/>
    <w:uiPriority w:val="99"/>
    <w:rsid w:val="00CA596E"/>
    <w:rPr>
      <w:rFonts w:eastAsia="Calibri" w:cs="Times New Roman"/>
    </w:rPr>
  </w:style>
  <w:style w:type="paragraph" w:customStyle="1" w:styleId="Style38">
    <w:name w:val="Style38"/>
    <w:basedOn w:val="Standard"/>
    <w:uiPriority w:val="99"/>
    <w:rsid w:val="00CA596E"/>
    <w:rPr>
      <w:rFonts w:eastAsia="Calibri" w:cs="Times New Roman"/>
    </w:rPr>
  </w:style>
  <w:style w:type="paragraph" w:customStyle="1" w:styleId="Style39">
    <w:name w:val="Style39"/>
    <w:basedOn w:val="Standard"/>
    <w:uiPriority w:val="99"/>
    <w:rsid w:val="00CA596E"/>
    <w:rPr>
      <w:rFonts w:eastAsia="Calibri" w:cs="Times New Roman"/>
    </w:rPr>
  </w:style>
  <w:style w:type="paragraph" w:customStyle="1" w:styleId="Style40">
    <w:name w:val="Style40"/>
    <w:basedOn w:val="Standard"/>
    <w:uiPriority w:val="99"/>
    <w:rsid w:val="00CA596E"/>
    <w:pPr>
      <w:spacing w:line="240" w:lineRule="exact"/>
      <w:ind w:hanging="158"/>
    </w:pPr>
    <w:rPr>
      <w:rFonts w:eastAsia="Calibri" w:cs="Times New Roman"/>
    </w:rPr>
  </w:style>
  <w:style w:type="paragraph" w:customStyle="1" w:styleId="Style41">
    <w:name w:val="Style4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42">
    <w:name w:val="Style42"/>
    <w:basedOn w:val="Standard"/>
    <w:uiPriority w:val="99"/>
    <w:rsid w:val="00CA596E"/>
    <w:rPr>
      <w:rFonts w:eastAsia="Calibri" w:cs="Times New Roman"/>
    </w:rPr>
  </w:style>
  <w:style w:type="paragraph" w:customStyle="1" w:styleId="Style43">
    <w:name w:val="Style43"/>
    <w:basedOn w:val="Standard"/>
    <w:uiPriority w:val="99"/>
    <w:rsid w:val="00CA596E"/>
    <w:rPr>
      <w:rFonts w:eastAsia="Calibri" w:cs="Times New Roman"/>
    </w:rPr>
  </w:style>
  <w:style w:type="paragraph" w:customStyle="1" w:styleId="Style44">
    <w:name w:val="Style44"/>
    <w:basedOn w:val="Standard"/>
    <w:uiPriority w:val="99"/>
    <w:rsid w:val="00CA596E"/>
    <w:rPr>
      <w:rFonts w:eastAsia="Calibri" w:cs="Times New Roman"/>
    </w:rPr>
  </w:style>
  <w:style w:type="paragraph" w:customStyle="1" w:styleId="Style45">
    <w:name w:val="Style45"/>
    <w:basedOn w:val="Standard"/>
    <w:uiPriority w:val="99"/>
    <w:rsid w:val="00CA596E"/>
    <w:rPr>
      <w:rFonts w:eastAsia="Calibri" w:cs="Times New Roman"/>
    </w:rPr>
  </w:style>
  <w:style w:type="paragraph" w:customStyle="1" w:styleId="Style46">
    <w:name w:val="Style46"/>
    <w:basedOn w:val="Standard"/>
    <w:uiPriority w:val="99"/>
    <w:rsid w:val="00CA596E"/>
    <w:pPr>
      <w:spacing w:line="242" w:lineRule="exact"/>
      <w:ind w:hanging="161"/>
      <w:jc w:val="both"/>
    </w:pPr>
    <w:rPr>
      <w:rFonts w:eastAsia="Calibri" w:cs="Times New Roman"/>
    </w:rPr>
  </w:style>
  <w:style w:type="paragraph" w:customStyle="1" w:styleId="Style47">
    <w:name w:val="Style47"/>
    <w:basedOn w:val="Standard"/>
    <w:uiPriority w:val="99"/>
    <w:rsid w:val="00CA596E"/>
    <w:rPr>
      <w:rFonts w:eastAsia="Calibri" w:cs="Times New Roman"/>
    </w:rPr>
  </w:style>
  <w:style w:type="paragraph" w:customStyle="1" w:styleId="Style48">
    <w:name w:val="Style48"/>
    <w:basedOn w:val="Standard"/>
    <w:uiPriority w:val="99"/>
    <w:rsid w:val="00CA596E"/>
    <w:pPr>
      <w:spacing w:line="106" w:lineRule="exact"/>
      <w:jc w:val="both"/>
    </w:pPr>
    <w:rPr>
      <w:rFonts w:eastAsia="Calibri" w:cs="Times New Roman"/>
    </w:rPr>
  </w:style>
  <w:style w:type="paragraph" w:customStyle="1" w:styleId="Style49">
    <w:name w:val="Style49"/>
    <w:basedOn w:val="Standard"/>
    <w:uiPriority w:val="99"/>
    <w:rsid w:val="00CA596E"/>
    <w:pPr>
      <w:spacing w:line="200" w:lineRule="exact"/>
      <w:ind w:hanging="154"/>
      <w:jc w:val="both"/>
    </w:pPr>
    <w:rPr>
      <w:rFonts w:eastAsia="Calibri" w:cs="Times New Roman"/>
    </w:rPr>
  </w:style>
  <w:style w:type="paragraph" w:customStyle="1" w:styleId="Style50">
    <w:name w:val="Style50"/>
    <w:basedOn w:val="Standard"/>
    <w:uiPriority w:val="99"/>
    <w:rsid w:val="00CA596E"/>
    <w:rPr>
      <w:rFonts w:eastAsia="Calibri" w:cs="Times New Roman"/>
    </w:rPr>
  </w:style>
  <w:style w:type="paragraph" w:customStyle="1" w:styleId="Style51">
    <w:name w:val="Style51"/>
    <w:basedOn w:val="Standard"/>
    <w:uiPriority w:val="99"/>
    <w:rsid w:val="00CA596E"/>
    <w:rPr>
      <w:rFonts w:eastAsia="Calibri" w:cs="Times New Roman"/>
    </w:rPr>
  </w:style>
  <w:style w:type="paragraph" w:customStyle="1" w:styleId="Style52">
    <w:name w:val="Style52"/>
    <w:basedOn w:val="Standard"/>
    <w:uiPriority w:val="99"/>
    <w:rsid w:val="00CA596E"/>
    <w:rPr>
      <w:rFonts w:eastAsia="Calibri" w:cs="Times New Roman"/>
    </w:rPr>
  </w:style>
  <w:style w:type="paragraph" w:customStyle="1" w:styleId="Style53">
    <w:name w:val="Style53"/>
    <w:basedOn w:val="Standard"/>
    <w:uiPriority w:val="99"/>
    <w:rsid w:val="00CA596E"/>
    <w:rPr>
      <w:rFonts w:eastAsia="Calibri" w:cs="Times New Roman"/>
    </w:rPr>
  </w:style>
  <w:style w:type="paragraph" w:customStyle="1" w:styleId="Style54">
    <w:name w:val="Style54"/>
    <w:basedOn w:val="Standard"/>
    <w:uiPriority w:val="99"/>
    <w:rsid w:val="00CA596E"/>
    <w:rPr>
      <w:rFonts w:eastAsia="Calibri" w:cs="Times New Roman"/>
    </w:rPr>
  </w:style>
  <w:style w:type="paragraph" w:customStyle="1" w:styleId="Style55">
    <w:name w:val="Style55"/>
    <w:basedOn w:val="Standard"/>
    <w:uiPriority w:val="99"/>
    <w:rsid w:val="00CA596E"/>
    <w:pPr>
      <w:spacing w:line="242" w:lineRule="exact"/>
      <w:ind w:firstLine="175"/>
    </w:pPr>
    <w:rPr>
      <w:rFonts w:eastAsia="Calibri" w:cs="Times New Roman"/>
    </w:rPr>
  </w:style>
  <w:style w:type="paragraph" w:customStyle="1" w:styleId="Style56">
    <w:name w:val="Style56"/>
    <w:basedOn w:val="Standard"/>
    <w:uiPriority w:val="99"/>
    <w:rsid w:val="00CA596E"/>
    <w:pPr>
      <w:spacing w:line="414" w:lineRule="exact"/>
      <w:ind w:hanging="366"/>
    </w:pPr>
    <w:rPr>
      <w:rFonts w:eastAsia="Calibri" w:cs="Times New Roman"/>
    </w:rPr>
  </w:style>
  <w:style w:type="paragraph" w:customStyle="1" w:styleId="Style57">
    <w:name w:val="Style57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58">
    <w:name w:val="Style58"/>
    <w:basedOn w:val="Standard"/>
    <w:uiPriority w:val="99"/>
    <w:rsid w:val="00CA596E"/>
    <w:rPr>
      <w:rFonts w:eastAsia="Calibri" w:cs="Times New Roman"/>
    </w:rPr>
  </w:style>
  <w:style w:type="paragraph" w:customStyle="1" w:styleId="Style59">
    <w:name w:val="Style59"/>
    <w:basedOn w:val="Standard"/>
    <w:uiPriority w:val="99"/>
    <w:rsid w:val="00CA596E"/>
    <w:pPr>
      <w:spacing w:line="197" w:lineRule="exact"/>
      <w:jc w:val="both"/>
    </w:pPr>
    <w:rPr>
      <w:rFonts w:eastAsia="Calibri" w:cs="Times New Roman"/>
    </w:rPr>
  </w:style>
  <w:style w:type="paragraph" w:customStyle="1" w:styleId="Style60">
    <w:name w:val="Style60"/>
    <w:basedOn w:val="Standard"/>
    <w:uiPriority w:val="99"/>
    <w:rsid w:val="00CA596E"/>
    <w:rPr>
      <w:rFonts w:eastAsia="Calibri" w:cs="Times New Roman"/>
    </w:rPr>
  </w:style>
  <w:style w:type="paragraph" w:customStyle="1" w:styleId="Style61">
    <w:name w:val="Style61"/>
    <w:basedOn w:val="Standard"/>
    <w:uiPriority w:val="99"/>
    <w:rsid w:val="00CA596E"/>
    <w:rPr>
      <w:rFonts w:eastAsia="Calibri" w:cs="Times New Roman"/>
    </w:rPr>
  </w:style>
  <w:style w:type="paragraph" w:customStyle="1" w:styleId="Style62">
    <w:name w:val="Style62"/>
    <w:basedOn w:val="Standard"/>
    <w:uiPriority w:val="99"/>
    <w:rsid w:val="00CA596E"/>
    <w:pPr>
      <w:spacing w:line="194" w:lineRule="exact"/>
      <w:ind w:hanging="302"/>
    </w:pPr>
    <w:rPr>
      <w:rFonts w:eastAsia="Calibri" w:cs="Times New Roman"/>
    </w:rPr>
  </w:style>
  <w:style w:type="paragraph" w:customStyle="1" w:styleId="Style63">
    <w:name w:val="Style63"/>
    <w:basedOn w:val="Standard"/>
    <w:uiPriority w:val="99"/>
    <w:rsid w:val="00CA596E"/>
    <w:rPr>
      <w:rFonts w:eastAsia="Calibri" w:cs="Times New Roman"/>
    </w:rPr>
  </w:style>
  <w:style w:type="paragraph" w:customStyle="1" w:styleId="Style64">
    <w:name w:val="Style64"/>
    <w:basedOn w:val="Standard"/>
    <w:uiPriority w:val="99"/>
    <w:rsid w:val="00CA596E"/>
    <w:rPr>
      <w:rFonts w:eastAsia="Calibri" w:cs="Times New Roman"/>
    </w:rPr>
  </w:style>
  <w:style w:type="paragraph" w:customStyle="1" w:styleId="Style65">
    <w:name w:val="Style65"/>
    <w:basedOn w:val="Standard"/>
    <w:uiPriority w:val="99"/>
    <w:rsid w:val="00CA596E"/>
    <w:pPr>
      <w:spacing w:line="220" w:lineRule="exact"/>
      <w:ind w:hanging="164"/>
      <w:jc w:val="both"/>
    </w:pPr>
    <w:rPr>
      <w:rFonts w:eastAsia="Calibri" w:cs="Times New Roman"/>
    </w:rPr>
  </w:style>
  <w:style w:type="paragraph" w:customStyle="1" w:styleId="Style66">
    <w:name w:val="Style66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67">
    <w:name w:val="Style67"/>
    <w:basedOn w:val="Standard"/>
    <w:uiPriority w:val="99"/>
    <w:rsid w:val="00CA596E"/>
    <w:pPr>
      <w:spacing w:line="240" w:lineRule="exact"/>
      <w:ind w:hanging="161"/>
      <w:jc w:val="both"/>
    </w:pPr>
    <w:rPr>
      <w:rFonts w:eastAsia="Calibri" w:cs="Times New Roman"/>
    </w:rPr>
  </w:style>
  <w:style w:type="paragraph" w:customStyle="1" w:styleId="Style68">
    <w:name w:val="Style68"/>
    <w:basedOn w:val="Standard"/>
    <w:uiPriority w:val="99"/>
    <w:rsid w:val="00CA596E"/>
    <w:pPr>
      <w:spacing w:line="121" w:lineRule="exact"/>
      <w:ind w:firstLine="1066"/>
    </w:pPr>
    <w:rPr>
      <w:rFonts w:eastAsia="Calibri" w:cs="Times New Roman"/>
    </w:rPr>
  </w:style>
  <w:style w:type="paragraph" w:customStyle="1" w:styleId="Style69">
    <w:name w:val="Style69"/>
    <w:basedOn w:val="Standard"/>
    <w:uiPriority w:val="99"/>
    <w:rsid w:val="00CA596E"/>
    <w:pPr>
      <w:spacing w:line="420" w:lineRule="exact"/>
    </w:pPr>
    <w:rPr>
      <w:rFonts w:eastAsia="Calibri" w:cs="Times New Roman"/>
    </w:rPr>
  </w:style>
  <w:style w:type="paragraph" w:customStyle="1" w:styleId="Style70">
    <w:name w:val="Style70"/>
    <w:basedOn w:val="Standard"/>
    <w:uiPriority w:val="99"/>
    <w:rsid w:val="00CA596E"/>
    <w:pPr>
      <w:spacing w:line="202" w:lineRule="exact"/>
      <w:ind w:firstLine="274"/>
      <w:jc w:val="both"/>
    </w:pPr>
    <w:rPr>
      <w:rFonts w:eastAsia="Calibri" w:cs="Times New Roman"/>
    </w:rPr>
  </w:style>
  <w:style w:type="paragraph" w:customStyle="1" w:styleId="Style71">
    <w:name w:val="Style71"/>
    <w:basedOn w:val="Standard"/>
    <w:uiPriority w:val="99"/>
    <w:rsid w:val="00CA596E"/>
    <w:rPr>
      <w:rFonts w:eastAsia="Calibri" w:cs="Times New Roman"/>
    </w:rPr>
  </w:style>
  <w:style w:type="paragraph" w:customStyle="1" w:styleId="Style72">
    <w:name w:val="Style72"/>
    <w:basedOn w:val="Standard"/>
    <w:uiPriority w:val="99"/>
    <w:rsid w:val="00CA596E"/>
    <w:pPr>
      <w:spacing w:line="86" w:lineRule="exact"/>
    </w:pPr>
    <w:rPr>
      <w:rFonts w:eastAsia="Calibri" w:cs="Times New Roman"/>
    </w:rPr>
  </w:style>
  <w:style w:type="paragraph" w:customStyle="1" w:styleId="Style73">
    <w:name w:val="Style73"/>
    <w:basedOn w:val="Standard"/>
    <w:uiPriority w:val="99"/>
    <w:rsid w:val="00CA596E"/>
    <w:pPr>
      <w:spacing w:line="220" w:lineRule="exact"/>
      <w:jc w:val="both"/>
    </w:pPr>
    <w:rPr>
      <w:rFonts w:eastAsia="Calibri" w:cs="Times New Roman"/>
    </w:rPr>
  </w:style>
  <w:style w:type="paragraph" w:customStyle="1" w:styleId="Style74">
    <w:name w:val="Style74"/>
    <w:basedOn w:val="Standard"/>
    <w:uiPriority w:val="99"/>
    <w:rsid w:val="00CA596E"/>
    <w:pPr>
      <w:spacing w:line="240" w:lineRule="exact"/>
      <w:ind w:hanging="221"/>
    </w:pPr>
    <w:rPr>
      <w:rFonts w:eastAsia="Calibri" w:cs="Times New Roman"/>
    </w:rPr>
  </w:style>
  <w:style w:type="paragraph" w:customStyle="1" w:styleId="Style75">
    <w:name w:val="Style75"/>
    <w:basedOn w:val="Standard"/>
    <w:uiPriority w:val="99"/>
    <w:rsid w:val="00CA596E"/>
    <w:rPr>
      <w:rFonts w:eastAsia="Calibri" w:cs="Times New Roman"/>
    </w:rPr>
  </w:style>
  <w:style w:type="paragraph" w:customStyle="1" w:styleId="Style76">
    <w:name w:val="Style76"/>
    <w:basedOn w:val="Standard"/>
    <w:uiPriority w:val="99"/>
    <w:rsid w:val="00CA596E"/>
    <w:pPr>
      <w:spacing w:line="202" w:lineRule="exact"/>
      <w:ind w:hanging="585"/>
    </w:pPr>
    <w:rPr>
      <w:rFonts w:eastAsia="Calibri" w:cs="Times New Roman"/>
    </w:rPr>
  </w:style>
  <w:style w:type="paragraph" w:customStyle="1" w:styleId="Style77">
    <w:name w:val="Style77"/>
    <w:basedOn w:val="Standard"/>
    <w:uiPriority w:val="99"/>
    <w:rsid w:val="00CA596E"/>
    <w:rPr>
      <w:rFonts w:eastAsia="Calibri" w:cs="Times New Roman"/>
    </w:rPr>
  </w:style>
  <w:style w:type="paragraph" w:customStyle="1" w:styleId="Style78">
    <w:name w:val="Style78"/>
    <w:basedOn w:val="Standard"/>
    <w:uiPriority w:val="99"/>
    <w:rsid w:val="00CA596E"/>
    <w:pPr>
      <w:spacing w:line="240" w:lineRule="exact"/>
      <w:ind w:hanging="394"/>
      <w:jc w:val="both"/>
    </w:pPr>
    <w:rPr>
      <w:rFonts w:eastAsia="Calibri" w:cs="Times New Roman"/>
    </w:rPr>
  </w:style>
  <w:style w:type="paragraph" w:customStyle="1" w:styleId="Style79">
    <w:name w:val="Style79"/>
    <w:basedOn w:val="Standard"/>
    <w:uiPriority w:val="99"/>
    <w:rsid w:val="00CA596E"/>
    <w:rPr>
      <w:rFonts w:eastAsia="Calibri" w:cs="Times New Roman"/>
    </w:rPr>
  </w:style>
  <w:style w:type="paragraph" w:customStyle="1" w:styleId="Style80">
    <w:name w:val="Style80"/>
    <w:basedOn w:val="Standard"/>
    <w:uiPriority w:val="99"/>
    <w:rsid w:val="00CA596E"/>
    <w:rPr>
      <w:rFonts w:eastAsia="Calibri" w:cs="Times New Roman"/>
    </w:rPr>
  </w:style>
  <w:style w:type="paragraph" w:customStyle="1" w:styleId="Style81">
    <w:name w:val="Style81"/>
    <w:basedOn w:val="Standard"/>
    <w:uiPriority w:val="99"/>
    <w:rsid w:val="00CA596E"/>
    <w:rPr>
      <w:rFonts w:eastAsia="Calibri" w:cs="Times New Roman"/>
    </w:rPr>
  </w:style>
  <w:style w:type="paragraph" w:customStyle="1" w:styleId="Style82">
    <w:name w:val="Style82"/>
    <w:basedOn w:val="Standard"/>
    <w:uiPriority w:val="99"/>
    <w:rsid w:val="00CA596E"/>
    <w:pPr>
      <w:spacing w:line="300" w:lineRule="exact"/>
      <w:jc w:val="both"/>
    </w:pPr>
    <w:rPr>
      <w:rFonts w:eastAsia="Calibri" w:cs="Times New Roman"/>
    </w:rPr>
  </w:style>
  <w:style w:type="paragraph" w:customStyle="1" w:styleId="Style83">
    <w:name w:val="Style83"/>
    <w:basedOn w:val="Standard"/>
    <w:uiPriority w:val="99"/>
    <w:rsid w:val="00CA596E"/>
    <w:pPr>
      <w:spacing w:line="301" w:lineRule="exact"/>
      <w:jc w:val="both"/>
    </w:pPr>
    <w:rPr>
      <w:rFonts w:eastAsia="Calibri" w:cs="Times New Roman"/>
    </w:rPr>
  </w:style>
  <w:style w:type="paragraph" w:customStyle="1" w:styleId="Style84">
    <w:name w:val="Style84"/>
    <w:basedOn w:val="Standard"/>
    <w:uiPriority w:val="99"/>
    <w:rsid w:val="00CA596E"/>
    <w:pPr>
      <w:spacing w:line="221" w:lineRule="exact"/>
      <w:ind w:hanging="216"/>
    </w:pPr>
    <w:rPr>
      <w:rFonts w:eastAsia="Calibri" w:cs="Times New Roman"/>
    </w:rPr>
  </w:style>
  <w:style w:type="paragraph" w:customStyle="1" w:styleId="Style85">
    <w:name w:val="Style85"/>
    <w:basedOn w:val="Standard"/>
    <w:uiPriority w:val="99"/>
    <w:rsid w:val="00CA596E"/>
    <w:rPr>
      <w:rFonts w:eastAsia="Calibri" w:cs="Times New Roman"/>
    </w:rPr>
  </w:style>
  <w:style w:type="paragraph" w:customStyle="1" w:styleId="Style86">
    <w:name w:val="Style86"/>
    <w:basedOn w:val="Standard"/>
    <w:uiPriority w:val="99"/>
    <w:rsid w:val="00CA596E"/>
    <w:pPr>
      <w:spacing w:line="220" w:lineRule="exact"/>
      <w:jc w:val="both"/>
    </w:pPr>
    <w:rPr>
      <w:rFonts w:eastAsia="Calibri" w:cs="Times New Roman"/>
    </w:rPr>
  </w:style>
  <w:style w:type="paragraph" w:customStyle="1" w:styleId="Style87">
    <w:name w:val="Style87"/>
    <w:basedOn w:val="Standard"/>
    <w:uiPriority w:val="99"/>
    <w:rsid w:val="00CA596E"/>
    <w:pPr>
      <w:spacing w:line="200" w:lineRule="exact"/>
    </w:pPr>
    <w:rPr>
      <w:rFonts w:eastAsia="Calibri" w:cs="Times New Roman"/>
    </w:rPr>
  </w:style>
  <w:style w:type="paragraph" w:customStyle="1" w:styleId="Style88">
    <w:name w:val="Style88"/>
    <w:basedOn w:val="Standard"/>
    <w:uiPriority w:val="99"/>
    <w:rsid w:val="00CA596E"/>
    <w:rPr>
      <w:rFonts w:eastAsia="Calibri" w:cs="Times New Roman"/>
    </w:rPr>
  </w:style>
  <w:style w:type="paragraph" w:customStyle="1" w:styleId="Style89">
    <w:name w:val="Style89"/>
    <w:basedOn w:val="Standard"/>
    <w:uiPriority w:val="99"/>
    <w:rsid w:val="00CA596E"/>
    <w:rPr>
      <w:rFonts w:eastAsia="Calibri" w:cs="Times New Roman"/>
    </w:rPr>
  </w:style>
  <w:style w:type="paragraph" w:customStyle="1" w:styleId="Style90">
    <w:name w:val="Style90"/>
    <w:basedOn w:val="Standard"/>
    <w:uiPriority w:val="99"/>
    <w:rsid w:val="00CA596E"/>
    <w:pPr>
      <w:spacing w:line="218" w:lineRule="exact"/>
      <w:jc w:val="both"/>
    </w:pPr>
    <w:rPr>
      <w:rFonts w:eastAsia="Calibri" w:cs="Times New Roman"/>
    </w:rPr>
  </w:style>
  <w:style w:type="paragraph" w:customStyle="1" w:styleId="Style91">
    <w:name w:val="Style91"/>
    <w:basedOn w:val="Standard"/>
    <w:uiPriority w:val="99"/>
    <w:rsid w:val="00CA596E"/>
    <w:pPr>
      <w:spacing w:line="218" w:lineRule="exact"/>
      <w:ind w:hanging="312"/>
      <w:jc w:val="both"/>
    </w:pPr>
    <w:rPr>
      <w:rFonts w:eastAsia="Calibri" w:cs="Times New Roman"/>
    </w:rPr>
  </w:style>
  <w:style w:type="paragraph" w:customStyle="1" w:styleId="Style92">
    <w:name w:val="Style92"/>
    <w:basedOn w:val="Standard"/>
    <w:uiPriority w:val="99"/>
    <w:rsid w:val="00CA596E"/>
    <w:pPr>
      <w:spacing w:line="168" w:lineRule="exact"/>
    </w:pPr>
    <w:rPr>
      <w:rFonts w:eastAsia="Calibri" w:cs="Times New Roman"/>
    </w:rPr>
  </w:style>
  <w:style w:type="paragraph" w:customStyle="1" w:styleId="Style93">
    <w:name w:val="Style93"/>
    <w:basedOn w:val="Standard"/>
    <w:uiPriority w:val="99"/>
    <w:rsid w:val="00CA596E"/>
    <w:pPr>
      <w:spacing w:line="209" w:lineRule="exact"/>
    </w:pPr>
    <w:rPr>
      <w:rFonts w:eastAsia="Calibri" w:cs="Times New Roman"/>
    </w:rPr>
  </w:style>
  <w:style w:type="paragraph" w:customStyle="1" w:styleId="Style94">
    <w:name w:val="Style94"/>
    <w:basedOn w:val="Standard"/>
    <w:uiPriority w:val="99"/>
    <w:rsid w:val="00CA596E"/>
    <w:rPr>
      <w:rFonts w:eastAsia="Calibri" w:cs="Times New Roman"/>
    </w:rPr>
  </w:style>
  <w:style w:type="paragraph" w:customStyle="1" w:styleId="Style95">
    <w:name w:val="Style95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96">
    <w:name w:val="Style96"/>
    <w:basedOn w:val="Standard"/>
    <w:uiPriority w:val="99"/>
    <w:rsid w:val="00CA596E"/>
    <w:rPr>
      <w:rFonts w:eastAsia="Calibri" w:cs="Times New Roman"/>
    </w:rPr>
  </w:style>
  <w:style w:type="paragraph" w:customStyle="1" w:styleId="Style97">
    <w:name w:val="Style97"/>
    <w:basedOn w:val="Standard"/>
    <w:uiPriority w:val="99"/>
    <w:rsid w:val="00CA596E"/>
    <w:rPr>
      <w:rFonts w:eastAsia="Calibri" w:cs="Times New Roman"/>
    </w:rPr>
  </w:style>
  <w:style w:type="paragraph" w:customStyle="1" w:styleId="Style98">
    <w:name w:val="Style98"/>
    <w:basedOn w:val="Standard"/>
    <w:uiPriority w:val="99"/>
    <w:rsid w:val="00CA596E"/>
    <w:pPr>
      <w:spacing w:line="200" w:lineRule="exact"/>
    </w:pPr>
    <w:rPr>
      <w:rFonts w:eastAsia="Calibri" w:cs="Times New Roman"/>
    </w:rPr>
  </w:style>
  <w:style w:type="paragraph" w:customStyle="1" w:styleId="Style99">
    <w:name w:val="Style99"/>
    <w:basedOn w:val="Standard"/>
    <w:uiPriority w:val="99"/>
    <w:rsid w:val="00CA596E"/>
    <w:pPr>
      <w:spacing w:line="239" w:lineRule="exact"/>
      <w:ind w:hanging="221"/>
      <w:jc w:val="both"/>
    </w:pPr>
    <w:rPr>
      <w:rFonts w:eastAsia="Calibri" w:cs="Times New Roman"/>
    </w:rPr>
  </w:style>
  <w:style w:type="paragraph" w:customStyle="1" w:styleId="Style100">
    <w:name w:val="Style100"/>
    <w:basedOn w:val="Standard"/>
    <w:uiPriority w:val="99"/>
    <w:rsid w:val="00CA596E"/>
    <w:rPr>
      <w:rFonts w:eastAsia="Calibri" w:cs="Times New Roman"/>
    </w:rPr>
  </w:style>
  <w:style w:type="paragraph" w:customStyle="1" w:styleId="Style101">
    <w:name w:val="Style101"/>
    <w:basedOn w:val="Standard"/>
    <w:uiPriority w:val="99"/>
    <w:rsid w:val="00CA596E"/>
    <w:pPr>
      <w:spacing w:line="221" w:lineRule="exact"/>
      <w:ind w:hanging="221"/>
    </w:pPr>
    <w:rPr>
      <w:rFonts w:eastAsia="Calibri" w:cs="Times New Roman"/>
    </w:rPr>
  </w:style>
  <w:style w:type="paragraph" w:customStyle="1" w:styleId="Style102">
    <w:name w:val="Style102"/>
    <w:basedOn w:val="Standard"/>
    <w:uiPriority w:val="99"/>
    <w:rsid w:val="00CA596E"/>
    <w:rPr>
      <w:rFonts w:eastAsia="Calibri" w:cs="Times New Roman"/>
    </w:rPr>
  </w:style>
  <w:style w:type="paragraph" w:customStyle="1" w:styleId="Style103">
    <w:name w:val="Style103"/>
    <w:basedOn w:val="Standard"/>
    <w:uiPriority w:val="99"/>
    <w:rsid w:val="00CA596E"/>
    <w:pPr>
      <w:spacing w:line="289" w:lineRule="exact"/>
      <w:ind w:firstLine="51"/>
      <w:jc w:val="both"/>
    </w:pPr>
    <w:rPr>
      <w:rFonts w:eastAsia="Calibri" w:cs="Times New Roman"/>
    </w:rPr>
  </w:style>
  <w:style w:type="paragraph" w:customStyle="1" w:styleId="Style104">
    <w:name w:val="Style104"/>
    <w:basedOn w:val="Standard"/>
    <w:uiPriority w:val="99"/>
    <w:rsid w:val="00CA596E"/>
    <w:rPr>
      <w:rFonts w:eastAsia="Calibri" w:cs="Times New Roman"/>
    </w:rPr>
  </w:style>
  <w:style w:type="paragraph" w:customStyle="1" w:styleId="Style105">
    <w:name w:val="Style105"/>
    <w:basedOn w:val="Standard"/>
    <w:uiPriority w:val="99"/>
    <w:rsid w:val="00CA596E"/>
    <w:pPr>
      <w:spacing w:line="317" w:lineRule="exact"/>
      <w:ind w:firstLine="1706"/>
    </w:pPr>
    <w:rPr>
      <w:rFonts w:eastAsia="Calibri" w:cs="Times New Roman"/>
    </w:rPr>
  </w:style>
  <w:style w:type="paragraph" w:customStyle="1" w:styleId="Style106">
    <w:name w:val="Style106"/>
    <w:basedOn w:val="Standard"/>
    <w:uiPriority w:val="99"/>
    <w:rsid w:val="00CA596E"/>
    <w:rPr>
      <w:rFonts w:eastAsia="Calibri" w:cs="Times New Roman"/>
    </w:rPr>
  </w:style>
  <w:style w:type="paragraph" w:customStyle="1" w:styleId="Style107">
    <w:name w:val="Style107"/>
    <w:basedOn w:val="Standard"/>
    <w:uiPriority w:val="99"/>
    <w:rsid w:val="00CA596E"/>
    <w:rPr>
      <w:rFonts w:eastAsia="Calibri" w:cs="Times New Roman"/>
    </w:rPr>
  </w:style>
  <w:style w:type="paragraph" w:customStyle="1" w:styleId="Style108">
    <w:name w:val="Style108"/>
    <w:basedOn w:val="Standard"/>
    <w:uiPriority w:val="99"/>
    <w:rsid w:val="00CA596E"/>
    <w:rPr>
      <w:rFonts w:eastAsia="Calibri" w:cs="Times New Roman"/>
    </w:rPr>
  </w:style>
  <w:style w:type="paragraph" w:customStyle="1" w:styleId="Style109">
    <w:name w:val="Style109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110">
    <w:name w:val="Style110"/>
    <w:basedOn w:val="Standard"/>
    <w:uiPriority w:val="99"/>
    <w:rsid w:val="00CA596E"/>
    <w:pPr>
      <w:spacing w:line="204" w:lineRule="exact"/>
      <w:ind w:firstLine="576"/>
    </w:pPr>
    <w:rPr>
      <w:rFonts w:eastAsia="Calibri" w:cs="Times New Roman"/>
    </w:rPr>
  </w:style>
  <w:style w:type="paragraph" w:customStyle="1" w:styleId="Style111">
    <w:name w:val="Style111"/>
    <w:basedOn w:val="Standard"/>
    <w:uiPriority w:val="99"/>
    <w:rsid w:val="00CA596E"/>
    <w:pPr>
      <w:spacing w:line="211" w:lineRule="exact"/>
      <w:jc w:val="center"/>
    </w:pPr>
    <w:rPr>
      <w:rFonts w:eastAsia="Calibri" w:cs="Times New Roman"/>
    </w:rPr>
  </w:style>
  <w:style w:type="paragraph" w:customStyle="1" w:styleId="Style112">
    <w:name w:val="Style112"/>
    <w:basedOn w:val="Standard"/>
    <w:uiPriority w:val="99"/>
    <w:rsid w:val="00CA596E"/>
    <w:pPr>
      <w:spacing w:line="109" w:lineRule="exact"/>
      <w:ind w:firstLine="160"/>
    </w:pPr>
    <w:rPr>
      <w:rFonts w:eastAsia="Calibri" w:cs="Times New Roman"/>
    </w:rPr>
  </w:style>
  <w:style w:type="paragraph" w:customStyle="1" w:styleId="Style113">
    <w:name w:val="Style113"/>
    <w:basedOn w:val="Standard"/>
    <w:uiPriority w:val="99"/>
    <w:rsid w:val="00CA596E"/>
    <w:pPr>
      <w:spacing w:line="240" w:lineRule="exact"/>
      <w:ind w:hanging="278"/>
    </w:pPr>
    <w:rPr>
      <w:rFonts w:eastAsia="Calibri" w:cs="Times New Roman"/>
    </w:rPr>
  </w:style>
  <w:style w:type="paragraph" w:customStyle="1" w:styleId="Style114">
    <w:name w:val="Style114"/>
    <w:basedOn w:val="Standard"/>
    <w:uiPriority w:val="99"/>
    <w:rsid w:val="00CA596E"/>
    <w:pPr>
      <w:spacing w:line="211" w:lineRule="exact"/>
      <w:jc w:val="center"/>
    </w:pPr>
    <w:rPr>
      <w:rFonts w:eastAsia="Calibri" w:cs="Times New Roman"/>
    </w:rPr>
  </w:style>
  <w:style w:type="paragraph" w:customStyle="1" w:styleId="Style115">
    <w:name w:val="Style115"/>
    <w:basedOn w:val="Standard"/>
    <w:uiPriority w:val="99"/>
    <w:rsid w:val="00CA596E"/>
    <w:pPr>
      <w:spacing w:line="240" w:lineRule="exact"/>
      <w:ind w:firstLine="1589"/>
    </w:pPr>
    <w:rPr>
      <w:rFonts w:eastAsia="Calibri" w:cs="Times New Roman"/>
    </w:rPr>
  </w:style>
  <w:style w:type="paragraph" w:customStyle="1" w:styleId="Style116">
    <w:name w:val="Style116"/>
    <w:basedOn w:val="Standard"/>
    <w:uiPriority w:val="99"/>
    <w:rsid w:val="00CA596E"/>
    <w:pPr>
      <w:spacing w:line="238" w:lineRule="exact"/>
      <w:ind w:hanging="278"/>
    </w:pPr>
    <w:rPr>
      <w:rFonts w:eastAsia="Calibri" w:cs="Times New Roman"/>
    </w:rPr>
  </w:style>
  <w:style w:type="paragraph" w:customStyle="1" w:styleId="Style117">
    <w:name w:val="Style117"/>
    <w:basedOn w:val="Standard"/>
    <w:uiPriority w:val="99"/>
    <w:rsid w:val="00CA596E"/>
    <w:pPr>
      <w:spacing w:line="315" w:lineRule="exact"/>
      <w:jc w:val="both"/>
    </w:pPr>
    <w:rPr>
      <w:rFonts w:eastAsia="Calibri" w:cs="Times New Roman"/>
    </w:rPr>
  </w:style>
  <w:style w:type="paragraph" w:customStyle="1" w:styleId="Style118">
    <w:name w:val="Style118"/>
    <w:basedOn w:val="Standard"/>
    <w:uiPriority w:val="99"/>
    <w:rsid w:val="00CA596E"/>
    <w:rPr>
      <w:rFonts w:eastAsia="Calibri" w:cs="Times New Roman"/>
    </w:rPr>
  </w:style>
  <w:style w:type="paragraph" w:customStyle="1" w:styleId="Style119">
    <w:name w:val="Style119"/>
    <w:basedOn w:val="Standard"/>
    <w:uiPriority w:val="99"/>
    <w:rsid w:val="00CA596E"/>
    <w:pPr>
      <w:spacing w:line="200" w:lineRule="exact"/>
      <w:ind w:hanging="154"/>
    </w:pPr>
    <w:rPr>
      <w:rFonts w:eastAsia="Calibri" w:cs="Times New Roman"/>
    </w:rPr>
  </w:style>
  <w:style w:type="paragraph" w:customStyle="1" w:styleId="Style120">
    <w:name w:val="Style120"/>
    <w:basedOn w:val="Standard"/>
    <w:uiPriority w:val="99"/>
    <w:rsid w:val="00CA596E"/>
    <w:rPr>
      <w:rFonts w:eastAsia="Calibri" w:cs="Times New Roman"/>
    </w:rPr>
  </w:style>
  <w:style w:type="paragraph" w:customStyle="1" w:styleId="Style121">
    <w:name w:val="Style121"/>
    <w:basedOn w:val="Standard"/>
    <w:uiPriority w:val="99"/>
    <w:rsid w:val="00CA596E"/>
    <w:rPr>
      <w:rFonts w:eastAsia="Calibri" w:cs="Times New Roman"/>
    </w:rPr>
  </w:style>
  <w:style w:type="paragraph" w:customStyle="1" w:styleId="Style122">
    <w:name w:val="Style122"/>
    <w:basedOn w:val="Standard"/>
    <w:uiPriority w:val="99"/>
    <w:rsid w:val="00CA596E"/>
    <w:rPr>
      <w:rFonts w:eastAsia="Calibri" w:cs="Times New Roman"/>
    </w:rPr>
  </w:style>
  <w:style w:type="paragraph" w:customStyle="1" w:styleId="Style123">
    <w:name w:val="Style123"/>
    <w:basedOn w:val="Standard"/>
    <w:uiPriority w:val="99"/>
    <w:rsid w:val="00CA596E"/>
    <w:rPr>
      <w:rFonts w:eastAsia="Calibri" w:cs="Times New Roman"/>
    </w:rPr>
  </w:style>
  <w:style w:type="paragraph" w:customStyle="1" w:styleId="Style124">
    <w:name w:val="Style124"/>
    <w:basedOn w:val="Standard"/>
    <w:uiPriority w:val="99"/>
    <w:rsid w:val="00CA596E"/>
    <w:rPr>
      <w:rFonts w:eastAsia="Calibri" w:cs="Times New Roman"/>
    </w:rPr>
  </w:style>
  <w:style w:type="paragraph" w:customStyle="1" w:styleId="Style125">
    <w:name w:val="Style125"/>
    <w:basedOn w:val="Standard"/>
    <w:uiPriority w:val="99"/>
    <w:rsid w:val="00CA596E"/>
    <w:rPr>
      <w:rFonts w:eastAsia="Calibri" w:cs="Times New Roman"/>
    </w:rPr>
  </w:style>
  <w:style w:type="paragraph" w:customStyle="1" w:styleId="Style126">
    <w:name w:val="Style126"/>
    <w:basedOn w:val="Standard"/>
    <w:uiPriority w:val="99"/>
    <w:rsid w:val="00CA596E"/>
    <w:rPr>
      <w:rFonts w:eastAsia="Calibri" w:cs="Times New Roman"/>
    </w:rPr>
  </w:style>
  <w:style w:type="character" w:customStyle="1" w:styleId="FontStyle128">
    <w:name w:val="Font Style128"/>
    <w:basedOn w:val="Absatz-Standardschriftart"/>
    <w:uiPriority w:val="99"/>
    <w:rsid w:val="00CA596E"/>
    <w:rPr>
      <w:rFonts w:ascii="Arial Narrow" w:hAnsi="Arial Narrow" w:cs="Arial Narrow"/>
      <w:b/>
      <w:bCs/>
      <w:spacing w:val="-20"/>
      <w:sz w:val="96"/>
      <w:szCs w:val="96"/>
    </w:rPr>
  </w:style>
  <w:style w:type="character" w:customStyle="1" w:styleId="FontStyle129">
    <w:name w:val="Font Style129"/>
    <w:basedOn w:val="Absatz-Standardschriftart"/>
    <w:uiPriority w:val="99"/>
    <w:rsid w:val="00CA596E"/>
    <w:rPr>
      <w:rFonts w:ascii="Verdana" w:hAnsi="Verdana" w:cs="Verdana"/>
      <w:b/>
      <w:bCs/>
      <w:sz w:val="8"/>
      <w:szCs w:val="8"/>
    </w:rPr>
  </w:style>
  <w:style w:type="character" w:customStyle="1" w:styleId="FontStyle130">
    <w:name w:val="Font Style130"/>
    <w:basedOn w:val="Absatz-Standardschriftart"/>
    <w:uiPriority w:val="99"/>
    <w:rsid w:val="00CA596E"/>
    <w:rPr>
      <w:rFonts w:ascii="Corbel" w:hAnsi="Corbel" w:cs="Corbel"/>
      <w:b/>
      <w:bCs/>
      <w:i/>
      <w:iCs/>
      <w:spacing w:val="-50"/>
      <w:sz w:val="54"/>
      <w:szCs w:val="54"/>
    </w:rPr>
  </w:style>
  <w:style w:type="character" w:customStyle="1" w:styleId="FontStyle131">
    <w:name w:val="Font Style13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2">
    <w:name w:val="Font Style132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33">
    <w:name w:val="Font Style133"/>
    <w:basedOn w:val="Absatz-Standardschriftart"/>
    <w:uiPriority w:val="99"/>
    <w:rsid w:val="00CA596E"/>
    <w:rPr>
      <w:rFonts w:ascii="Arial Unicode MS" w:eastAsia="Arial Unicode MS" w:cs="Arial Unicode MS"/>
      <w:i/>
      <w:iCs/>
      <w:sz w:val="22"/>
      <w:szCs w:val="22"/>
    </w:rPr>
  </w:style>
  <w:style w:type="character" w:customStyle="1" w:styleId="FontStyle134">
    <w:name w:val="Font Style134"/>
    <w:basedOn w:val="Absatz-Standardschriftart"/>
    <w:uiPriority w:val="99"/>
    <w:rsid w:val="00CA596E"/>
    <w:rPr>
      <w:rFonts w:ascii="Bookman Old Style" w:hAnsi="Bookman Old Style" w:cs="Bookman Old Style"/>
      <w:spacing w:val="-80"/>
      <w:sz w:val="138"/>
      <w:szCs w:val="138"/>
    </w:rPr>
  </w:style>
  <w:style w:type="character" w:customStyle="1" w:styleId="FontStyle135">
    <w:name w:val="Font Style135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6">
    <w:name w:val="Font Style13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8"/>
      <w:szCs w:val="8"/>
    </w:rPr>
  </w:style>
  <w:style w:type="character" w:customStyle="1" w:styleId="FontStyle137">
    <w:name w:val="Font Style137"/>
    <w:basedOn w:val="Absatz-Standardschriftart"/>
    <w:uiPriority w:val="99"/>
    <w:rsid w:val="00CA596E"/>
    <w:rPr>
      <w:rFonts w:ascii="Arial Narrow" w:hAnsi="Arial Narrow" w:cs="Arial Narrow"/>
      <w:b/>
      <w:bCs/>
      <w:sz w:val="40"/>
      <w:szCs w:val="40"/>
    </w:rPr>
  </w:style>
  <w:style w:type="character" w:customStyle="1" w:styleId="FontStyle138">
    <w:name w:val="Font Style138"/>
    <w:basedOn w:val="Absatz-Standardschriftart"/>
    <w:uiPriority w:val="99"/>
    <w:rsid w:val="00CA596E"/>
    <w:rPr>
      <w:rFonts w:ascii="Arial Narrow" w:hAnsi="Arial Narrow" w:cs="Arial Narrow"/>
      <w:sz w:val="24"/>
      <w:szCs w:val="24"/>
    </w:rPr>
  </w:style>
  <w:style w:type="character" w:customStyle="1" w:styleId="FontStyle139">
    <w:name w:val="Font Style139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40">
    <w:name w:val="Font Style14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41">
    <w:name w:val="Font Style141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42">
    <w:name w:val="Font Style142"/>
    <w:basedOn w:val="Absatz-Standardschriftart"/>
    <w:uiPriority w:val="99"/>
    <w:rsid w:val="00CA596E"/>
    <w:rPr>
      <w:rFonts w:ascii="Bookman Old Style" w:hAnsi="Bookman Old Style" w:cs="Bookman Old Style"/>
      <w:b/>
      <w:bCs/>
      <w:smallCaps/>
      <w:sz w:val="14"/>
      <w:szCs w:val="14"/>
    </w:rPr>
  </w:style>
  <w:style w:type="character" w:customStyle="1" w:styleId="FontStyle143">
    <w:name w:val="Font Style143"/>
    <w:basedOn w:val="Absatz-Standardschriftart"/>
    <w:uiPriority w:val="99"/>
    <w:rsid w:val="00CA596E"/>
    <w:rPr>
      <w:rFonts w:ascii="Bookman Old Style" w:hAnsi="Bookman Old Style" w:cs="Bookman Old Style"/>
      <w:b/>
      <w:bCs/>
      <w:i/>
      <w:iCs/>
      <w:sz w:val="12"/>
      <w:szCs w:val="12"/>
    </w:rPr>
  </w:style>
  <w:style w:type="character" w:customStyle="1" w:styleId="FontStyle144">
    <w:name w:val="Font Style144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45">
    <w:name w:val="Font Style145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6">
    <w:name w:val="Font Style146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47">
    <w:name w:val="Font Style147"/>
    <w:basedOn w:val="Absatz-Standardschriftart"/>
    <w:uiPriority w:val="99"/>
    <w:rsid w:val="00CA596E"/>
    <w:rPr>
      <w:rFonts w:ascii="Arial Narrow" w:hAnsi="Arial Narrow" w:cs="Arial Narrow"/>
      <w:smallCaps/>
      <w:sz w:val="12"/>
      <w:szCs w:val="12"/>
    </w:rPr>
  </w:style>
  <w:style w:type="character" w:customStyle="1" w:styleId="FontStyle148">
    <w:name w:val="Font Style148"/>
    <w:basedOn w:val="Absatz-Standardschriftart"/>
    <w:uiPriority w:val="99"/>
    <w:rsid w:val="00CA596E"/>
    <w:rPr>
      <w:rFonts w:ascii="Garamond" w:hAnsi="Garamond" w:cs="Garamond"/>
      <w:i/>
      <w:iCs/>
      <w:spacing w:val="20"/>
      <w:sz w:val="12"/>
      <w:szCs w:val="12"/>
    </w:rPr>
  </w:style>
  <w:style w:type="character" w:customStyle="1" w:styleId="FontStyle149">
    <w:name w:val="Font Style149"/>
    <w:basedOn w:val="Absatz-Standardschriftart"/>
    <w:uiPriority w:val="99"/>
    <w:rsid w:val="00CA596E"/>
    <w:rPr>
      <w:rFonts w:ascii="Garamond" w:hAnsi="Garamond" w:cs="Garamond"/>
      <w:b/>
      <w:bCs/>
      <w:sz w:val="20"/>
      <w:szCs w:val="20"/>
    </w:rPr>
  </w:style>
  <w:style w:type="character" w:customStyle="1" w:styleId="FontStyle150">
    <w:name w:val="Font Style150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1">
    <w:name w:val="Font Style15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2">
    <w:name w:val="Font Style152"/>
    <w:basedOn w:val="Absatz-Standardschriftart"/>
    <w:uiPriority w:val="99"/>
    <w:rsid w:val="00CA596E"/>
    <w:rPr>
      <w:rFonts w:ascii="Bookman Old Style" w:hAnsi="Bookman Old Style" w:cs="Bookman Old Style"/>
      <w:w w:val="200"/>
      <w:sz w:val="8"/>
      <w:szCs w:val="8"/>
    </w:rPr>
  </w:style>
  <w:style w:type="character" w:customStyle="1" w:styleId="FontStyle153">
    <w:name w:val="Font Style153"/>
    <w:basedOn w:val="Absatz-Standardschriftart"/>
    <w:uiPriority w:val="99"/>
    <w:rsid w:val="00CA596E"/>
    <w:rPr>
      <w:rFonts w:ascii="Arial Narrow" w:hAnsi="Arial Narrow" w:cs="Arial Narrow"/>
      <w:b/>
      <w:bCs/>
      <w:sz w:val="8"/>
      <w:szCs w:val="8"/>
    </w:rPr>
  </w:style>
  <w:style w:type="character" w:customStyle="1" w:styleId="FontStyle154">
    <w:name w:val="Font Style154"/>
    <w:basedOn w:val="Absatz-Standardschriftart"/>
    <w:uiPriority w:val="99"/>
    <w:rsid w:val="00CA596E"/>
    <w:rPr>
      <w:rFonts w:ascii="Bookman Old Style" w:hAnsi="Bookman Old Style" w:cs="Bookman Old Style"/>
      <w:b/>
      <w:bCs/>
      <w:sz w:val="26"/>
      <w:szCs w:val="26"/>
    </w:rPr>
  </w:style>
  <w:style w:type="character" w:customStyle="1" w:styleId="FontStyle155">
    <w:name w:val="Font Style155"/>
    <w:basedOn w:val="Absatz-Standardschriftart"/>
    <w:uiPriority w:val="99"/>
    <w:rsid w:val="00CA596E"/>
    <w:rPr>
      <w:rFonts w:ascii="Courier New" w:hAnsi="Courier New" w:cs="Courier New"/>
      <w:sz w:val="14"/>
      <w:szCs w:val="14"/>
    </w:rPr>
  </w:style>
  <w:style w:type="character" w:customStyle="1" w:styleId="FontStyle156">
    <w:name w:val="Font Style156"/>
    <w:basedOn w:val="Absatz-Standardschriftart"/>
    <w:uiPriority w:val="99"/>
    <w:rsid w:val="00CA596E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157">
    <w:name w:val="Font Style157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58">
    <w:name w:val="Font Style158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59">
    <w:name w:val="Font Style159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8"/>
      <w:szCs w:val="18"/>
    </w:rPr>
  </w:style>
  <w:style w:type="character" w:customStyle="1" w:styleId="FontStyle160">
    <w:name w:val="Font Style160"/>
    <w:basedOn w:val="Absatz-Standardschriftart"/>
    <w:uiPriority w:val="99"/>
    <w:rsid w:val="00CA596E"/>
    <w:rPr>
      <w:rFonts w:ascii="Arial Narrow" w:hAnsi="Arial Narrow" w:cs="Arial Narrow"/>
      <w:i/>
      <w:iCs/>
      <w:spacing w:val="-20"/>
      <w:sz w:val="22"/>
      <w:szCs w:val="22"/>
    </w:rPr>
  </w:style>
  <w:style w:type="character" w:customStyle="1" w:styleId="FontStyle161">
    <w:name w:val="Font Style161"/>
    <w:basedOn w:val="Absatz-Standardschriftart"/>
    <w:uiPriority w:val="99"/>
    <w:rsid w:val="00CA596E"/>
    <w:rPr>
      <w:rFonts w:ascii="Times New Roman" w:hAnsi="Times New Roman" w:cs="Times New Roman"/>
      <w:i/>
      <w:iCs/>
      <w:sz w:val="46"/>
      <w:szCs w:val="46"/>
    </w:rPr>
  </w:style>
  <w:style w:type="character" w:customStyle="1" w:styleId="FontStyle162">
    <w:name w:val="Font Style162"/>
    <w:basedOn w:val="Absatz-Standardschriftart"/>
    <w:uiPriority w:val="99"/>
    <w:rsid w:val="00CA596E"/>
    <w:rPr>
      <w:rFonts w:ascii="Arial Black" w:hAnsi="Arial Black" w:cs="Arial Black"/>
      <w:spacing w:val="-10"/>
      <w:sz w:val="8"/>
      <w:szCs w:val="8"/>
    </w:rPr>
  </w:style>
  <w:style w:type="character" w:customStyle="1" w:styleId="FontStyle163">
    <w:name w:val="Font Style163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4">
    <w:name w:val="Font Style164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65">
    <w:name w:val="Font Style165"/>
    <w:basedOn w:val="Absatz-Standardschriftart"/>
    <w:uiPriority w:val="99"/>
    <w:rsid w:val="00CA596E"/>
    <w:rPr>
      <w:rFonts w:ascii="Arial Narrow" w:hAnsi="Arial Narrow" w:cs="Arial Narrow"/>
      <w:b/>
      <w:bCs/>
      <w:sz w:val="26"/>
      <w:szCs w:val="26"/>
    </w:rPr>
  </w:style>
  <w:style w:type="character" w:customStyle="1" w:styleId="FontStyle166">
    <w:name w:val="Font Style16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22"/>
      <w:szCs w:val="22"/>
    </w:rPr>
  </w:style>
  <w:style w:type="character" w:customStyle="1" w:styleId="FontStyle167">
    <w:name w:val="Font Style167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8">
    <w:name w:val="Font Style168"/>
    <w:basedOn w:val="Absatz-Standardschriftart"/>
    <w:uiPriority w:val="99"/>
    <w:rsid w:val="00CA596E"/>
    <w:rPr>
      <w:rFonts w:ascii="Bookman Old Style" w:hAnsi="Bookman Old Style" w:cs="Bookman Old Style"/>
      <w:sz w:val="20"/>
      <w:szCs w:val="20"/>
    </w:rPr>
  </w:style>
  <w:style w:type="character" w:customStyle="1" w:styleId="FontStyle169">
    <w:name w:val="Font Style169"/>
    <w:basedOn w:val="Absatz-Standardschriftart"/>
    <w:uiPriority w:val="99"/>
    <w:rsid w:val="00CA596E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70">
    <w:name w:val="Font Style17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2"/>
      <w:szCs w:val="12"/>
    </w:rPr>
  </w:style>
  <w:style w:type="character" w:customStyle="1" w:styleId="FontStyle171">
    <w:name w:val="Font Style171"/>
    <w:basedOn w:val="Absatz-Standardschriftart"/>
    <w:uiPriority w:val="99"/>
    <w:rsid w:val="00CA596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72">
    <w:name w:val="Font Style172"/>
    <w:basedOn w:val="Absatz-Standardschriftart"/>
    <w:uiPriority w:val="99"/>
    <w:rsid w:val="00CA596E"/>
    <w:rPr>
      <w:rFonts w:ascii="Arial Unicode MS" w:eastAsia="Arial Unicode MS" w:cs="Arial Unicode MS"/>
      <w:sz w:val="12"/>
      <w:szCs w:val="12"/>
    </w:rPr>
  </w:style>
  <w:style w:type="character" w:customStyle="1" w:styleId="FontStyle173">
    <w:name w:val="Font Style173"/>
    <w:basedOn w:val="Absatz-Standardschriftart"/>
    <w:uiPriority w:val="99"/>
    <w:rsid w:val="00CA596E"/>
    <w:rPr>
      <w:rFonts w:ascii="Garamond" w:hAnsi="Garamond" w:cs="Garamond"/>
      <w:b/>
      <w:bCs/>
      <w:i/>
      <w:iCs/>
      <w:sz w:val="236"/>
      <w:szCs w:val="236"/>
    </w:rPr>
  </w:style>
  <w:style w:type="character" w:customStyle="1" w:styleId="FontStyle174">
    <w:name w:val="Font Style174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75">
    <w:name w:val="Font Style175"/>
    <w:basedOn w:val="Absatz-Standardschriftart"/>
    <w:uiPriority w:val="99"/>
    <w:rsid w:val="00CA596E"/>
    <w:rPr>
      <w:rFonts w:ascii="Arial Narrow" w:hAnsi="Arial Narrow" w:cs="Arial Narrow"/>
      <w:b/>
      <w:bCs/>
      <w:sz w:val="12"/>
      <w:szCs w:val="12"/>
    </w:rPr>
  </w:style>
  <w:style w:type="character" w:customStyle="1" w:styleId="FontStyle176">
    <w:name w:val="Font Style176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77">
    <w:name w:val="Font Style177"/>
    <w:basedOn w:val="Absatz-Standardschriftart"/>
    <w:uiPriority w:val="99"/>
    <w:rsid w:val="00CA596E"/>
    <w:rPr>
      <w:rFonts w:ascii="Arial Narrow" w:hAnsi="Arial Narrow" w:cs="Arial Narrow"/>
      <w:b/>
      <w:bCs/>
      <w:sz w:val="16"/>
      <w:szCs w:val="16"/>
    </w:rPr>
  </w:style>
  <w:style w:type="character" w:customStyle="1" w:styleId="FontStyle178">
    <w:name w:val="Font Style178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79">
    <w:name w:val="Font Style179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80">
    <w:name w:val="Font Style180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81">
    <w:name w:val="Font Style181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82">
    <w:name w:val="Font Style182"/>
    <w:basedOn w:val="Absatz-Standardschriftart"/>
    <w:uiPriority w:val="99"/>
    <w:rsid w:val="00CA596E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83">
    <w:name w:val="Font Style183"/>
    <w:basedOn w:val="Absatz-Standardschriftart"/>
    <w:uiPriority w:val="99"/>
    <w:rsid w:val="00CA596E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184">
    <w:name w:val="Font Style184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2"/>
      <w:szCs w:val="12"/>
    </w:rPr>
  </w:style>
  <w:style w:type="character" w:customStyle="1" w:styleId="FontStyle185">
    <w:name w:val="Font Style185"/>
    <w:basedOn w:val="Absatz-Standardschriftart"/>
    <w:uiPriority w:val="99"/>
    <w:rsid w:val="00CA596E"/>
    <w:rPr>
      <w:rFonts w:ascii="Bookman Old Style" w:hAnsi="Bookman Old Style" w:cs="Bookman Old Style"/>
      <w:spacing w:val="-10"/>
      <w:sz w:val="12"/>
      <w:szCs w:val="12"/>
    </w:rPr>
  </w:style>
  <w:style w:type="character" w:customStyle="1" w:styleId="FontStyle186">
    <w:name w:val="Font Style186"/>
    <w:basedOn w:val="Absatz-Standardschriftart"/>
    <w:uiPriority w:val="99"/>
    <w:rsid w:val="00CA596E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187">
    <w:name w:val="Font Style187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88">
    <w:name w:val="Font Style188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89">
    <w:name w:val="Font Style189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96E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9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AppData\Roaming\Microsoft\Templates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985AC-59CE-4C91-8EA6-E1DD7CEB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76</Pages>
  <Words>7822</Words>
  <Characters>40519</Characters>
  <Application>Microsoft Office Word</Application>
  <DocSecurity>0</DocSecurity>
  <Lines>3116</Lines>
  <Paragraphs>2197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Gehrmann Kristin</cp:lastModifiedBy>
  <cp:revision>220</cp:revision>
  <dcterms:created xsi:type="dcterms:W3CDTF">2024-04-12T06:50:00Z</dcterms:created>
  <dcterms:modified xsi:type="dcterms:W3CDTF">2024-10-28T08:27:00Z</dcterms:modified>
</cp:coreProperties>
</file>